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747" w:rsidRDefault="00852747" w:rsidP="003D4CBA"/>
    <w:p w:rsidR="00090825" w:rsidRDefault="00090825" w:rsidP="008F19DA">
      <w:pPr>
        <w:jc w:val="center"/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  <w:noProof/>
        </w:rPr>
        <w:drawing>
          <wp:inline distT="0" distB="0" distL="0" distR="0" wp14:anchorId="6A6ABF2A" wp14:editId="1C348D58">
            <wp:extent cx="5486400" cy="4000126"/>
            <wp:effectExtent l="19050" t="19050" r="19050" b="1968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0012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90825" w:rsidRPr="00D77401" w:rsidRDefault="00D77401" w:rsidP="008F19DA">
      <w:pPr>
        <w:jc w:val="center"/>
        <w:rPr>
          <w:rStyle w:val="Strong"/>
          <w:rFonts w:asciiTheme="minorBidi" w:hAnsiTheme="minorBidi" w:cstheme="minorBidi"/>
          <w:b w:val="0"/>
          <w:bCs w:val="0"/>
          <w:sz w:val="22"/>
          <w:szCs w:val="22"/>
        </w:rPr>
      </w:pPr>
      <w:r>
        <w:rPr>
          <w:rStyle w:val="Strong"/>
          <w:rFonts w:asciiTheme="minorBidi" w:hAnsiTheme="minorBidi" w:cstheme="minorBidi"/>
          <w:sz w:val="22"/>
          <w:szCs w:val="22"/>
        </w:rPr>
        <w:t>Figure-1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Schematic of the flow slot apparatus components and fracture </w:t>
      </w:r>
      <w:r>
        <w:rPr>
          <w:rStyle w:val="Strong"/>
          <w:rFonts w:asciiTheme="minorBidi" w:hAnsiTheme="minorBidi" w:cstheme="minorBidi"/>
          <w:sz w:val="22"/>
          <w:szCs w:val="22"/>
        </w:rPr>
        <w:t xml:space="preserve">slot 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>dimensions in feet.</w:t>
      </w: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Pr="00780EC0" w:rsidRDefault="00090825" w:rsidP="008F19DA">
      <w:pPr>
        <w:jc w:val="center"/>
        <w:rPr>
          <w:rStyle w:val="Strong"/>
          <w:highlight w:val="yellow"/>
        </w:rPr>
      </w:pPr>
      <w:r w:rsidRPr="00EA5817">
        <w:rPr>
          <w:noProof/>
        </w:rPr>
        <mc:AlternateContent>
          <mc:Choice Requires="wpg">
            <w:drawing>
              <wp:inline distT="0" distB="0" distL="0" distR="0" wp14:anchorId="7AA102FA" wp14:editId="0DFC34D9">
                <wp:extent cx="4572000" cy="1894311"/>
                <wp:effectExtent l="0" t="0" r="19050" b="10795"/>
                <wp:docPr id="4" name="Group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2000" cy="1894311"/>
                          <a:chOff x="0" y="0"/>
                          <a:chExt cx="3751801" cy="155448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50" y="0"/>
                            <a:ext cx="3751751" cy="15544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401" w:rsidRDefault="00D77401" w:rsidP="00D77401">
                              <w:r>
                                <w:t xml:space="preserve">         Dune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ounded Rectangle 11"/>
                        <wps:cNvSpPr/>
                        <wps:spPr>
                          <a:xfrm>
                            <a:off x="1902470" y="65826"/>
                            <a:ext cx="1779456" cy="147509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Stage-1</w:t>
                              </w:r>
                            </w:p>
                          </w:txbxContent>
                        </wps:txbx>
                        <wps:bodyPr rtlCol="0" anchor="t" anchorCtr="0"/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332508" y="108543"/>
                            <a:ext cx="2494762" cy="1352862"/>
                            <a:chOff x="332508" y="108543"/>
                            <a:chExt cx="6652436" cy="2036801"/>
                          </a:xfrm>
                        </wpg:grpSpPr>
                        <wps:wsp>
                          <wps:cNvPr id="13" name="Oval 13"/>
                          <wps:cNvSpPr/>
                          <wps:spPr>
                            <a:xfrm>
                              <a:off x="332508" y="108543"/>
                              <a:ext cx="202368" cy="15029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Straight Arrow Connector 14"/>
                          <wps:cNvCnPr/>
                          <wps:spPr>
                            <a:xfrm>
                              <a:off x="6024011" y="1703352"/>
                              <a:ext cx="960933" cy="441992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354850" y="32369"/>
                            <a:ext cx="2950051" cy="1429037"/>
                            <a:chOff x="354852" y="32369"/>
                            <a:chExt cx="6432637" cy="2021334"/>
                          </a:xfrm>
                        </wpg:grpSpPr>
                        <wps:wsp>
                          <wps:cNvPr id="16" name="Oval 16"/>
                          <wps:cNvSpPr/>
                          <wps:spPr>
                            <a:xfrm>
                              <a:off x="354852" y="32369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Straight Arrow Connector 17"/>
                          <wps:cNvCnPr/>
                          <wps:spPr>
                            <a:xfrm>
                              <a:off x="5639582" y="1490332"/>
                              <a:ext cx="1147907" cy="563371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" name="Group 18"/>
                        <wpg:cNvGrpSpPr/>
                        <wpg:grpSpPr>
                          <a:xfrm>
                            <a:off x="311280" y="221906"/>
                            <a:ext cx="1932299" cy="1239499"/>
                            <a:chOff x="311280" y="221906"/>
                            <a:chExt cx="6873772" cy="2056539"/>
                          </a:xfrm>
                        </wpg:grpSpPr>
                        <wps:wsp>
                          <wps:cNvPr id="19" name="Oval 19"/>
                          <wps:cNvSpPr/>
                          <wps:spPr>
                            <a:xfrm>
                              <a:off x="311280" y="221906"/>
                              <a:ext cx="372816" cy="189074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Straight Arrow Connector 20"/>
                          <wps:cNvCnPr/>
                          <wps:spPr>
                            <a:xfrm>
                              <a:off x="6311204" y="1854737"/>
                              <a:ext cx="873848" cy="423708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" name="Freeform 21"/>
                        <wps:cNvSpPr/>
                        <wps:spPr>
                          <a:xfrm>
                            <a:off x="416596" y="158455"/>
                            <a:ext cx="2076069" cy="1029358"/>
                          </a:xfrm>
                          <a:custGeom>
                            <a:avLst/>
                            <a:gdLst>
                              <a:gd name="connsiteX0" fmla="*/ 0 w 4020671"/>
                              <a:gd name="connsiteY0" fmla="*/ 3645 h 2477904"/>
                              <a:gd name="connsiteX1" fmla="*/ 1815353 w 4020671"/>
                              <a:gd name="connsiteY1" fmla="*/ 393610 h 2477904"/>
                              <a:gd name="connsiteX2" fmla="*/ 4020671 w 4020671"/>
                              <a:gd name="connsiteY2" fmla="*/ 2477904 h 2477904"/>
                              <a:gd name="connsiteX3" fmla="*/ 4020671 w 4020671"/>
                              <a:gd name="connsiteY3" fmla="*/ 2477904 h 2477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020671" h="2477904">
                                <a:moveTo>
                                  <a:pt x="0" y="3645"/>
                                </a:moveTo>
                                <a:cubicBezTo>
                                  <a:pt x="572620" y="-7561"/>
                                  <a:pt x="1145241" y="-18767"/>
                                  <a:pt x="1815353" y="393610"/>
                                </a:cubicBezTo>
                                <a:cubicBezTo>
                                  <a:pt x="2485465" y="805987"/>
                                  <a:pt x="4020671" y="2477904"/>
                                  <a:pt x="4020671" y="2477904"/>
                                </a:cubicBezTo>
                                <a:lnTo>
                                  <a:pt x="4020671" y="247790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Freeform 22"/>
                        <wps:cNvSpPr/>
                        <wps:spPr>
                          <a:xfrm>
                            <a:off x="400487" y="65512"/>
                            <a:ext cx="2426787" cy="1029358"/>
                          </a:xfrm>
                          <a:custGeom>
                            <a:avLst/>
                            <a:gdLst>
                              <a:gd name="connsiteX0" fmla="*/ 0 w 4020671"/>
                              <a:gd name="connsiteY0" fmla="*/ 3645 h 2477904"/>
                              <a:gd name="connsiteX1" fmla="*/ 1815353 w 4020671"/>
                              <a:gd name="connsiteY1" fmla="*/ 393610 h 2477904"/>
                              <a:gd name="connsiteX2" fmla="*/ 4020671 w 4020671"/>
                              <a:gd name="connsiteY2" fmla="*/ 2477904 h 2477904"/>
                              <a:gd name="connsiteX3" fmla="*/ 4020671 w 4020671"/>
                              <a:gd name="connsiteY3" fmla="*/ 2477904 h 2477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020671" h="2477904">
                                <a:moveTo>
                                  <a:pt x="0" y="3645"/>
                                </a:moveTo>
                                <a:cubicBezTo>
                                  <a:pt x="572620" y="-7561"/>
                                  <a:pt x="1145241" y="-18767"/>
                                  <a:pt x="1815353" y="393610"/>
                                </a:cubicBezTo>
                                <a:cubicBezTo>
                                  <a:pt x="2485465" y="805987"/>
                                  <a:pt x="4020671" y="2477904"/>
                                  <a:pt x="4020671" y="2477904"/>
                                </a:cubicBezTo>
                                <a:lnTo>
                                  <a:pt x="4020671" y="247790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Freeform 23"/>
                        <wps:cNvSpPr/>
                        <wps:spPr>
                          <a:xfrm>
                            <a:off x="425844" y="278885"/>
                            <a:ext cx="1670246" cy="1029358"/>
                          </a:xfrm>
                          <a:custGeom>
                            <a:avLst/>
                            <a:gdLst>
                              <a:gd name="connsiteX0" fmla="*/ 0 w 4020671"/>
                              <a:gd name="connsiteY0" fmla="*/ 3645 h 2477904"/>
                              <a:gd name="connsiteX1" fmla="*/ 1815353 w 4020671"/>
                              <a:gd name="connsiteY1" fmla="*/ 393610 h 2477904"/>
                              <a:gd name="connsiteX2" fmla="*/ 4020671 w 4020671"/>
                              <a:gd name="connsiteY2" fmla="*/ 2477904 h 2477904"/>
                              <a:gd name="connsiteX3" fmla="*/ 4020671 w 4020671"/>
                              <a:gd name="connsiteY3" fmla="*/ 2477904 h 2477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020671" h="2477904">
                                <a:moveTo>
                                  <a:pt x="0" y="3645"/>
                                </a:moveTo>
                                <a:cubicBezTo>
                                  <a:pt x="572620" y="-7561"/>
                                  <a:pt x="1145241" y="-18767"/>
                                  <a:pt x="1815353" y="393610"/>
                                </a:cubicBezTo>
                                <a:cubicBezTo>
                                  <a:pt x="2485465" y="805987"/>
                                  <a:pt x="4020671" y="2477904"/>
                                  <a:pt x="4020671" y="2477904"/>
                                </a:cubicBezTo>
                                <a:lnTo>
                                  <a:pt x="4020671" y="247790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Straight Connector 24"/>
                        <wps:cNvCnPr>
                          <a:cxnSpLocks/>
                          <a:endCxn id="27" idx="2"/>
                        </wps:cNvCnPr>
                        <wps:spPr>
                          <a:xfrm>
                            <a:off x="939261" y="607090"/>
                            <a:ext cx="893333" cy="7702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Freeform 25"/>
                        <wps:cNvSpPr/>
                        <wps:spPr>
                          <a:xfrm flipH="1" flipV="1">
                            <a:off x="524504" y="337749"/>
                            <a:ext cx="412024" cy="271683"/>
                          </a:xfrm>
                          <a:custGeom>
                            <a:avLst/>
                            <a:gdLst>
                              <a:gd name="connsiteX0" fmla="*/ 0 w 6895476"/>
                              <a:gd name="connsiteY0" fmla="*/ 0 h 1425036"/>
                              <a:gd name="connsiteX1" fmla="*/ 2323476 w 6895476"/>
                              <a:gd name="connsiteY1" fmla="*/ 1214203 h 1425036"/>
                              <a:gd name="connsiteX2" fmla="*/ 6895476 w 6895476"/>
                              <a:gd name="connsiteY2" fmla="*/ 1424065 h 1425036"/>
                              <a:gd name="connsiteX3" fmla="*/ 6895476 w 6895476"/>
                              <a:gd name="connsiteY3" fmla="*/ 1424065 h 1425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95476" h="1425036">
                                <a:moveTo>
                                  <a:pt x="0" y="0"/>
                                </a:moveTo>
                                <a:cubicBezTo>
                                  <a:pt x="587115" y="488429"/>
                                  <a:pt x="1174230" y="976859"/>
                                  <a:pt x="2323476" y="1214203"/>
                                </a:cubicBezTo>
                                <a:cubicBezTo>
                                  <a:pt x="3472722" y="1451547"/>
                                  <a:pt x="6895476" y="1424065"/>
                                  <a:pt x="6895476" y="1424065"/>
                                </a:cubicBezTo>
                                <a:lnTo>
                                  <a:pt x="6895476" y="1424065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Straight Connector 26"/>
                        <wps:cNvCnPr>
                          <a:cxnSpLocks/>
                        </wps:cNvCnPr>
                        <wps:spPr>
                          <a:xfrm>
                            <a:off x="0" y="337749"/>
                            <a:ext cx="5486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reeform 27"/>
                        <wps:cNvSpPr/>
                        <wps:spPr>
                          <a:xfrm>
                            <a:off x="1832594" y="1377370"/>
                            <a:ext cx="1665509" cy="173508"/>
                          </a:xfrm>
                          <a:custGeom>
                            <a:avLst/>
                            <a:gdLst>
                              <a:gd name="connsiteX0" fmla="*/ 5017274 w 5017274"/>
                              <a:gd name="connsiteY0" fmla="*/ 1105231 h 1105231"/>
                              <a:gd name="connsiteX1" fmla="*/ 1526651 w 5017274"/>
                              <a:gd name="connsiteY1" fmla="*/ 771277 h 1105231"/>
                              <a:gd name="connsiteX2" fmla="*/ 0 w 5017274"/>
                              <a:gd name="connsiteY2" fmla="*/ 0 h 1105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17274" h="1105231">
                                <a:moveTo>
                                  <a:pt x="5017274" y="1105231"/>
                                </a:moveTo>
                                <a:cubicBezTo>
                                  <a:pt x="3690068" y="1030356"/>
                                  <a:pt x="2362863" y="955482"/>
                                  <a:pt x="1526651" y="771277"/>
                                </a:cubicBezTo>
                                <a:cubicBezTo>
                                  <a:pt x="690439" y="587072"/>
                                  <a:pt x="345219" y="29353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A102FA" id="Group 16" o:spid="_x0000_s1026" style="width:5in;height:149.15pt;mso-position-horizontal-relative:char;mso-position-vertical-relative:line" coordsize="37518,1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">
                <o:lock v:ext="edit" aspectratio="t"/>
                <v:rect id="Rectangle 8" o:spid="_x0000_s1027" style="position:absolute;width:37518;height:15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F78AA&#10;AADaAAAADwAAAGRycy9kb3ducmV2LnhtbERPy4rCMBTdC/MP4Q64EU1HmOJUowyKIMxCfMBsL801&#10;LTY3pYmm/r1ZCC4P571Y9bYRd+p87VjB1yQDQVw6XbNRcD5txzMQPiBrbByTggd5WC0/BgsstIt8&#10;oPsxGJFC2BeooAqhLaT0ZUUW/cS1xIm7uM5iSLAzUncYU7ht5DTLcmmx5tRQYUvrisrr8WYV5I+p&#10;2ca/fLRbXzb/Mv7E7/3VKDX87H/nIAL14S1+uXdaQdqarqQb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AF78AAAADaAAAADwAAAAAAAAAAAAAAAACYAgAAZHJzL2Rvd25y&#10;ZXYueG1sUEsFBgAAAAAEAAQA9QAAAIUDAAAAAA==&#10;" fillcolor="#c3c3c3 [2166]" strokecolor="black [3213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D77401" w:rsidRDefault="00D77401" w:rsidP="00D77401">
                        <w:r>
                          <w:t xml:space="preserve">         Dune</w:t>
                        </w:r>
                      </w:p>
                    </w:txbxContent>
                  </v:textbox>
                </v:rect>
                <v:roundrect id="Rounded Rectangle 11" o:spid="_x0000_s1028" style="position:absolute;left:19024;top:658;width:17795;height:1475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RwrwA&#10;AADbAAAADwAAAGRycy9kb3ducmV2LnhtbERPvQrCMBDeBd8hnOCmqSKi1SgiKB21dnE7mrMtNpfS&#10;RK1vbwTB7T6+31tvO1OLJ7WusqxgMo5AEOdWV1woyC6H0QKE88gaa8uk4E0Otpt+b42xti8+0zP1&#10;hQgh7GJUUHrfxFK6vCSDbmwb4sDdbGvQB9gWUrf4CuGmltMomkuDFYeGEhval5Tf04dRcDjtiuv+&#10;mC1tksxqqU8pvm+VUsNBt1uB8NT5v/jnTnSYP4HvL+EAufk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Q9HCvAAAANsAAAAPAAAAAAAAAAAAAAAAAJgCAABkcnMvZG93bnJldi54&#10;bWxQSwUGAAAAAAQABAD1AAAAgQMAAAAA&#10;" fillcolor="#e2efd9 [665]" strokecolor="black [3213]" strokeweight=".5pt">
                  <v:stroke joinstyle="miter"/>
                  <v:textbox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Stage-1</w:t>
                        </w:r>
                      </w:p>
                    </w:txbxContent>
                  </v:textbox>
                </v:roundrect>
                <v:group id="Group 12" o:spid="_x0000_s1029" style="position:absolute;left:3325;top:1085;width:24947;height:13529" coordorigin="3325,1085" coordsize="66524,20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oval id="Oval 13" o:spid="_x0000_s1030" style="position:absolute;left:3325;top:1085;width:2023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ZPw8IA&#10;AADbAAAADwAAAGRycy9kb3ducmV2LnhtbERPTWvCQBC9C/0PyxS81U0VtMZspAREi7009tDjkB2z&#10;odnZkN1q7K93BcHbPN7nZOvBtuJEvW8cK3idJCCIK6cbrhV8HzYvbyB8QNbYOiYFF/Kwzp9GGaba&#10;nfmLTmWoRQxhn6ICE0KXSukrQxb9xHXEkTu63mKIsK+l7vEcw20rp0kylxYbjg0GOyoMVb/ln1Ww&#10;X/5/lEYutsWy2Ex/9Of+sNULpcbPw/sKRKAhPMR3907H+TO4/RIP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k/DwgAAANsAAAAPAAAAAAAAAAAAAAAAAJgCAABkcnMvZG93&#10;bnJldi54bWxQSwUGAAAAAAQABAD1AAAAhwMAAAAA&#10;" fillcolor="#f4b083 [1941]" strokecolor="red" strokeweight="1pt">
                    <v:stroke joinstyle="miter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4" o:spid="_x0000_s1031" type="#_x0000_t32" style="position:absolute;left:60240;top:17033;width:9609;height:4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w8MsMAAADbAAAADwAAAGRycy9kb3ducmV2LnhtbERP32vCMBB+H/g/hBP2pmm3IVKNZbiJ&#10;QxCx82VvR3M2Zc2lJJnW/94MBnu7j+/nLcvBduJCPrSOFeTTDARx7XTLjYLT52YyBxEissbOMSm4&#10;UYByNXpYYqHdlY90qWIjUgiHAhWYGPtCylAbshimridO3Nl5izFB30jt8ZrCbSefsmwmLbacGgz2&#10;tDZUf1c/VsHwtr3NTpt+bb527/lhW7f+eV8p9TgeXhcgIg3xX/zn/tBp/gv8/pIOkK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sPDLDAAAA2wAAAA8AAAAAAAAAAAAA&#10;AAAAoQIAAGRycy9kb3ducmV2LnhtbFBLBQYAAAAABAAEAPkAAACRAwAAAAA=&#10;" strokecolor="red">
                    <v:stroke endarrow="block" joinstyle="miter"/>
                  </v:shape>
                </v:group>
                <v:group id="_x0000_s1032" style="position:absolute;left:3548;top:323;width:29501;height:14291" coordorigin="3548,323" coordsize="64326,20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oval id="Oval 16" o:spid="_x0000_s1033" style="position:absolute;left:3548;top:323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HsW8MA&#10;AADbAAAADwAAAGRycy9kb3ducmV2LnhtbERPTWvCQBC9F/wPywi91Y05aI2uUgIhFXtp7KHHITtm&#10;Q7OzIbvG2F/fLRR6m8f7nN1hsp0YafCtYwXLRQKCuHa65UbBx7l4egbhA7LGzjEpuJOHw372sMNM&#10;uxu/01iFRsQQ9hkqMCH0mZS+NmTRL1xPHLmLGyyGCIdG6gFvMdx2Mk2SlbTYcmww2FNuqP6qrlbB&#10;afN9rIxcl/kmL9JP/XY6l3qt1ON8etmCCDSFf/Gf+1XH+Sv4/SUe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HsW8MAAADbAAAADwAAAAAAAAAAAAAAAACYAgAAZHJzL2Rv&#10;d25yZXYueG1sUEsFBgAAAAAEAAQA9QAAAIgDAAAAAA==&#10;" fillcolor="#f4b083 [1941]" strokecolor="red" strokeweight="1pt">
                    <v:stroke joinstyle="miter"/>
                  </v:oval>
                  <v:shape id="Straight Arrow Connector 17" o:spid="_x0000_s1034" type="#_x0000_t32" style="position:absolute;left:56395;top:14903;width:11479;height:5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6iRcMAAADbAAAADwAAAGRycy9kb3ducmV2LnhtbERP32vCMBB+F/wfwgl7m2k3cFKNZbiJ&#10;YyBi58vejuZsyppLSTKt//0yEHy7j+/nLcvBduJMPrSOFeTTDARx7XTLjYLj1+ZxDiJEZI2dY1Jw&#10;pQDlajxaYqHdhQ90rmIjUgiHAhWYGPtCylAbshimridO3Ml5izFB30jt8ZLCbSefsmwmLbacGgz2&#10;tDZU/1S/VsHwtr3Ojpt+bb4/3/P9tm79865S6mEyvC5ARBriXXxzf+g0/wX+f0kH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+okXDAAAA2wAAAA8AAAAAAAAAAAAA&#10;AAAAoQIAAGRycy9kb3ducmV2LnhtbFBLBQYAAAAABAAEAPkAAACRAwAAAAA=&#10;" strokecolor="red">
                    <v:stroke endarrow="block" joinstyle="miter"/>
                  </v:shape>
                </v:group>
                <v:group id="Group 18" o:spid="_x0000_s1035" style="position:absolute;left:3112;top:2219;width:19323;height:12395" coordorigin="3112,2219" coordsize="68737,2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oval id="Oval 19" o:spid="_x0000_s1036" style="position:absolute;left:3112;top:2219;width:3728;height:1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4KcIA&#10;AADbAAAADwAAAGRycy9kb3ducmV2LnhtbERPTYvCMBC9L/gfwgh7W1M9rNtqFCmIinvZ6sHj0IxN&#10;sZmUJmrdX79ZELzN433OfNnbRtyo87VjBeNRAoK4dLrmSsHxsP74AuEDssbGMSl4kIflYvA2x0y7&#10;O//QrQiViCHsM1RgQmgzKX1pyKIfuZY4cmfXWQwRdpXUHd5juG3kJEk+pcWaY4PBlnJD5aW4WgX7&#10;9HdXGDnd5Gm+npz09/6w0VOl3of9agYiUB9e4qd7q+P8FP5/i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7ngpwgAAANsAAAAPAAAAAAAAAAAAAAAAAJgCAABkcnMvZG93&#10;bnJldi54bWxQSwUGAAAAAAQABAD1AAAAhwMAAAAA&#10;" fillcolor="#f4b083 [1941]" strokecolor="red" strokeweight="1pt">
                    <v:stroke joinstyle="miter"/>
                  </v:oval>
                  <v:shape id="Straight Arrow Connector 20" o:spid="_x0000_s1037" type="#_x0000_t32" style="position:absolute;left:63112;top:18547;width:8738;height:4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vwjMIAAADbAAAADwAAAGRycy9kb3ducmV2LnhtbERPy2oCMRTdF/oP4Qrd1YwWhjIaRWxF&#10;KZTSqRt3l8l1Mji5GZJ0Hn9vFoUuD+e93o62FT350DhWsJhnIIgrpxuuFZx/Ds+vIEJE1tg6JgUT&#10;BdhuHh/WWGg38Df1ZaxFCuFQoAITY1dIGSpDFsPcdcSJuzpvMSboa6k9DinctnKZZbm02HBqMNjR&#10;3lB1K3+tgvHtOOXnQ7c3l4/3xdexavzLZ6nU02zcrUBEGuO/+M990gqWaX36kn6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3vwjMIAAADbAAAADwAAAAAAAAAAAAAA&#10;AAChAgAAZHJzL2Rvd25yZXYueG1sUEsFBgAAAAAEAAQA+QAAAJADAAAAAA==&#10;" strokecolor="red">
                    <v:stroke endarrow="block" joinstyle="miter"/>
                  </v:shape>
                </v:group>
                <v:shape id="Freeform 21" o:spid="_x0000_s1038" style="position:absolute;left:4165;top:1584;width:20761;height:10294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iRsYA&#10;AADbAAAADwAAAGRycy9kb3ducmV2LnhtbESPQWvCQBSE74X+h+UVvNWNCrVGN1JKayuYg9GDx0f2&#10;NQnJvk2zq6b+elcQehxm5htmsexNI07UucqygtEwAkGcW11xoWC/+3x+BeE8ssbGMin4IwfL5PFh&#10;gbG2Z97SKfOFCBB2MSoovW9jKV1ekkE3tC1x8H5sZ9AH2RVSd3gOcNPIcRS9SIMVh4USW3ovKa+z&#10;o1HARTqt15fNKkuRDpOPr9ll/ZsqNXjq3+YgPPX+P3xvf2sF4xHcvoQf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GiRsYAAADbAAAADwAAAAAAAAAAAAAAAACYAgAAZHJz&#10;L2Rvd25yZXYueG1sUEsFBgAAAAAEAAQA9QAAAIsDAAAAAA==&#10;" path="m,3645c572620,-7561,1145241,-18767,1815353,393610v670112,412377,2205318,2084294,2205318,2084294l4020671,2477904e" filled="f" strokecolor="red">
                  <v:stroke joinstyle="miter"/>
                  <v:path arrowok="t" o:connecttype="custom" o:connectlocs="0,1514;937356,163511;2076069,1029358;2076069,1029358" o:connectangles="0,0,0,0"/>
                </v:shape>
                <v:shape id="Freeform 22" o:spid="_x0000_s1039" style="position:absolute;left:4004;top:655;width:24268;height:10293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8McUA&#10;AADbAAAADwAAAGRycy9kb3ducmV2LnhtbESPQWvCQBSE74L/YXlCb2ZjCraNriKitUJzaOrB4yP7&#10;TILZtzG71dRf3y0Uehxm5htmvuxNI67UudqygkkUgyAurK65VHD43I6fQTiPrLGxTAq+ycFyMRzM&#10;MdX2xh90zX0pAoRdigoq79tUSldUZNBFtiUO3sl2Bn2QXSl1h7cAN41M4ngqDdYcFipsaV1Rcc6/&#10;jAIus6fz/v7+mmdIx8fN7uW+v2RKPYz61QyEp97/h//ab1pBksDvl/A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zwxxQAAANsAAAAPAAAAAAAAAAAAAAAAAJgCAABkcnMv&#10;ZG93bnJldi54bWxQSwUGAAAAAAQABAD1AAAAigMAAAAA&#10;" path="m,3645c572620,-7561,1145241,-18767,1815353,393610v670112,412377,2205318,2084294,2205318,2084294l4020671,2477904e" filled="f" strokecolor="red">
                  <v:stroke joinstyle="miter"/>
                  <v:path arrowok="t" o:connecttype="custom" o:connectlocs="0,1514;1095706,163511;2426787,1029358;2426787,1029358" o:connectangles="0,0,0,0"/>
                </v:shape>
                <v:shape id="Freeform 23" o:spid="_x0000_s1040" style="position:absolute;left:4258;top:2788;width:16702;height:10294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+ZqsUA&#10;AADbAAAADwAAAGRycy9kb3ducmV2LnhtbESPQWvCQBSE7wX/w/IEb3WjQtXoKiK1rWAORg8eH9ln&#10;Esy+TbNbTf313YLgcZiZb5j5sjWVuFLjSssKBv0IBHFmdcm5guNh8zoB4TyyxsoyKfglB8tF52WO&#10;sbY33tM19bkIEHYxKii8r2MpXVaQQde3NXHwzrYx6INscqkbvAW4qeQwit6kwZLDQoE1rQvKLumP&#10;UcB5Mr5s77uPNEE6jd4/p/ftd6JUr9uuZiA8tf4ZfrS/tILhCP6/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5mqxQAAANsAAAAPAAAAAAAAAAAAAAAAAJgCAABkcnMv&#10;ZG93bnJldi54bWxQSwUGAAAAAAQABAD1AAAAigMAAAAA&#10;" path="m,3645c572620,-7561,1145241,-18767,1815353,393610v670112,412377,2205318,2084294,2205318,2084294l4020671,2477904e" filled="f" strokecolor="red">
                  <v:stroke joinstyle="miter"/>
                  <v:path arrowok="t" o:connecttype="custom" o:connectlocs="0,1514;754124,163511;1670246,1029358;1670246,1029358" o:connectangles="0,0,0,0"/>
                </v:shape>
                <v:line id="Straight Connector 24" o:spid="_x0000_s1041" style="position:absolute;visibility:visible;mso-wrap-style:square" from="9392,6070" to="18325,13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823MMAAADbAAAADwAAAGRycy9kb3ducmV2LnhtbESP3WrCQBSE7wu+w3IE7+qJUURSVylC&#10;xSuLPw9wmj0msdmzIbs10afvCoVeDjPzDbNc97ZWN2595UTDZJyAYsmdqaTQcD59vC5A+UBiqHbC&#10;Gu7sYb0avCwpM66TA9+OoVARIj4jDWUITYbo85It+bFrWKJ3ca2lEGVboGmpi3BbY5okc7RUSVwo&#10;qeFNyfn38cdqsNNdsp936b7G/Lr9kgfibPqp9WjYv7+BCtyH//Bfe2c0pDN4fok/A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fNtzDAAAA2wAAAA8AAAAAAAAAAAAA&#10;AAAAoQIAAGRycy9kb3ducmV2LnhtbFBLBQYAAAAABAAEAPkAAACRAwAAAAA=&#10;" strokecolor="black [3213]" strokeweight="1pt">
                  <v:stroke joinstyle="miter"/>
                  <o:lock v:ext="edit" shapetype="f"/>
                </v:line>
                <v:shape id="Freeform 25" o:spid="_x0000_s1042" style="position:absolute;left:5245;top:3377;width:4120;height:2717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aXVb8A&#10;AADbAAAADwAAAGRycy9kb3ducmV2LnhtbESPzQrCMBCE74LvEFbwpqmCotUoIooe/Tt4XJq1LW02&#10;tYla394IgsdhZr5h5svGlOJJtcstKxj0IxDEidU5pwou521vAsJ5ZI2lZVLwJgfLRbs1x1jbFx/p&#10;efKpCBB2MSrIvK9iKV2SkUHXtxVx8G62NuiDrFOpa3wFuCnlMIrG0mDOYSHDitYZJcXpYRTY+6AY&#10;28NuPd0eb5er5uIdyY1S3U6zmoHw1Ph/+NfeawXDEXy/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dpdVvwAAANsAAAAPAAAAAAAAAAAAAAAAAJgCAABkcnMvZG93bnJl&#10;di54bWxQSwUGAAAAAAQABAD1AAAAhAMAAAAA&#10;" path="m,c587115,488429,1174230,976859,2323476,1214203v1149246,237344,4572000,209862,4572000,209862l6895476,1424065e" filled="f" strokecolor="black [3213]" strokeweight="1pt">
                  <v:stroke joinstyle="miter"/>
                  <v:path arrowok="t" o:connecttype="custom" o:connectlocs="0,0;138834,231488;412024,271498;412024,271498" o:connectangles="0,0,0,0"/>
                </v:shape>
                <v:line id="Straight Connector 26" o:spid="_x0000_s1043" style="position:absolute;visibility:visible;mso-wrap-style:square" from="0,3377" to="5486,3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ENMMMAAADbAAAADwAAAGRycy9kb3ducmV2LnhtbESPUWvCQBCE3wv+h2MF3+qmUYKknlIK&#10;FZ8UbX/Amtsm0dxeyJ0m9tf3hEIfh5n5hlmuB9uoG3e+dqLhZZqAYimcqaXU8PX58bwA5QOJocYJ&#10;a7izh/Vq9LSk3LheDnw7hlJFiPicNFQhtDmiLyq25KeuZYnet+sshSi7Ek1HfYTbBtMkydBSLXGh&#10;opbfKy4ux6vVYGfbZJf16a7B4rw5yQ/ifLbXejIe3l5BBR7Cf/ivvTUa0gweX+IPw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BDTDDAAAA2wAAAA8AAAAAAAAAAAAA&#10;AAAAoQIAAGRycy9kb3ducmV2LnhtbFBLBQYAAAAABAAEAPkAAACRAwAAAAA=&#10;" strokecolor="black [3213]" strokeweight="1pt">
                  <v:stroke joinstyle="miter"/>
                  <o:lock v:ext="edit" shapetype="f"/>
                </v:line>
                <v:shape id="Freeform 27" o:spid="_x0000_s1044" style="position:absolute;left:18325;top:13773;width:16656;height:1735;visibility:visible;mso-wrap-style:square;v-text-anchor:middle" coordsize="5017274,1105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p7sYA&#10;AADbAAAADwAAAGRycy9kb3ducmV2LnhtbESPQWsCMRSE70L/Q3iFXkSzKlS7NYpIi1KLUCvY43Pz&#10;3F3cvCxJuq7/3giFHoeZ+YaZzltTiYacLy0rGPQTEMSZ1SXnCvbf770JCB+QNVaWScGVPMxnD50p&#10;ptpe+IuaXchFhLBPUUERQp1K6bOCDPq+rYmjd7LOYIjS5VI7vES4qeQwSZ6lwZLjQoE1LQvKzrtf&#10;o+Dz7TiuQlduXrb6Y7lY/YyarTso9fTYLl5BBGrDf/ivvdYKhmO4f4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zp7sYAAADbAAAADwAAAAAAAAAAAAAAAACYAgAAZHJz&#10;L2Rvd25yZXYueG1sUEsFBgAAAAAEAAQA9QAAAIsDAAAAAA==&#10;" path="m5017274,1105231c3690068,1030356,2362863,955482,1526651,771277,690439,587072,345219,293536,,e" filled="f" strokecolor="black [3213]" strokeweight="1pt">
                  <v:stroke joinstyle="miter"/>
                  <v:path arrowok="t" o:connecttype="custom" o:connectlocs="1665509,173508;506779,121081;0,0" o:connectangles="0,0,0"/>
                </v:shape>
                <w10:anchorlock/>
              </v:group>
            </w:pict>
          </mc:Fallback>
        </mc:AlternateContent>
      </w:r>
    </w:p>
    <w:p w:rsidR="00090825" w:rsidRPr="00D77401" w:rsidRDefault="00D77401" w:rsidP="00D77401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>
        <w:rPr>
          <w:rStyle w:val="Strong"/>
          <w:rFonts w:asciiTheme="minorBidi" w:hAnsiTheme="minorBidi" w:cstheme="minorBidi"/>
          <w:sz w:val="22"/>
          <w:szCs w:val="22"/>
        </w:rPr>
        <w:t>Figure-2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>
        <w:rPr>
          <w:rStyle w:val="Strong"/>
          <w:rFonts w:asciiTheme="minorBidi" w:hAnsiTheme="minorBidi" w:cstheme="minorBidi"/>
          <w:sz w:val="22"/>
          <w:szCs w:val="22"/>
        </w:rPr>
        <w:t>sand grains</w:t>
      </w:r>
      <w:r w:rsidR="006A40AD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transport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mechanism during </w:t>
      </w:r>
      <w:r w:rsidR="00922BE7" w:rsidRPr="00D77401">
        <w:rPr>
          <w:rStyle w:val="Strong"/>
          <w:rFonts w:asciiTheme="minorBidi" w:hAnsiTheme="minorBidi" w:cstheme="minorBidi"/>
          <w:sz w:val="22"/>
          <w:szCs w:val="22"/>
        </w:rPr>
        <w:t>stage-1 of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</w:t>
      </w:r>
      <w:r w:rsidR="00922BE7" w:rsidRPr="00D77401">
        <w:rPr>
          <w:rStyle w:val="Strong"/>
          <w:rFonts w:asciiTheme="minorBidi" w:hAnsiTheme="minorBidi" w:cstheme="minorBidi"/>
          <w:sz w:val="22"/>
          <w:szCs w:val="22"/>
        </w:rPr>
        <w:t>dune development</w:t>
      </w:r>
      <w:r w:rsidR="00A323F9" w:rsidRPr="00D77401">
        <w:rPr>
          <w:rStyle w:val="Strong"/>
          <w:rFonts w:asciiTheme="minorBidi" w:hAnsiTheme="minorBidi" w:cstheme="minorBidi"/>
          <w:sz w:val="22"/>
          <w:szCs w:val="22"/>
        </w:rPr>
        <w:t>.</w:t>
      </w:r>
    </w:p>
    <w:p w:rsidR="00090825" w:rsidRDefault="00090825" w:rsidP="008F19DA">
      <w:pPr>
        <w:jc w:val="center"/>
        <w:rPr>
          <w:rStyle w:val="Strong"/>
        </w:rPr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Pr="008F19DA" w:rsidRDefault="00090825" w:rsidP="008F19DA">
      <w:pPr>
        <w:jc w:val="center"/>
        <w:rPr>
          <w:rStyle w:val="Strong"/>
          <w:rFonts w:asciiTheme="minorBidi" w:hAnsiTheme="minorBidi" w:cstheme="minorBidi"/>
        </w:rPr>
      </w:pPr>
    </w:p>
    <w:p w:rsidR="008F19DA" w:rsidRPr="008F19DA" w:rsidRDefault="00946838" w:rsidP="00946838">
      <w:pPr>
        <w:jc w:val="center"/>
        <w:rPr>
          <w:rStyle w:val="Strong"/>
          <w:rFonts w:asciiTheme="minorBidi" w:hAnsiTheme="minorBidi" w:cstheme="minorBidi"/>
          <w:b w:val="0"/>
          <w:bCs w:val="0"/>
          <w:szCs w:val="24"/>
        </w:rPr>
      </w:pPr>
      <w:r w:rsidRPr="00946838">
        <w:rPr>
          <w:rFonts w:asciiTheme="minorBidi" w:hAnsiTheme="minorBidi" w:cstheme="minorBidi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4568628" cy="1892808"/>
                <wp:effectExtent l="0" t="0" r="22860" b="12700"/>
                <wp:docPr id="1817" name="Group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68628" cy="1892808"/>
                          <a:chOff x="0" y="0"/>
                          <a:chExt cx="4572000" cy="1894205"/>
                        </a:xfrm>
                      </wpg:grpSpPr>
                      <wps:wsp>
                        <wps:cNvPr id="1818" name="Rectangle 1818"/>
                        <wps:cNvSpPr/>
                        <wps:spPr>
                          <a:xfrm>
                            <a:off x="61" y="0"/>
                            <a:ext cx="4571939" cy="18942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401" w:rsidRDefault="00D77401" w:rsidP="00D77401">
                              <w:r>
                                <w:t xml:space="preserve">        Dune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" name="Rounded Rectangle 1819"/>
                        <wps:cNvSpPr/>
                        <wps:spPr>
                          <a:xfrm>
                            <a:off x="2318378" y="80212"/>
                            <a:ext cx="2168471" cy="1797474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838" w:rsidRDefault="00946838" w:rsidP="009468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Stage-1</w:t>
                              </w:r>
                            </w:p>
                          </w:txbxContent>
                        </wps:txbx>
                        <wps:bodyPr rtlCol="0" anchor="t" anchorCtr="0"/>
                      </wps:wsp>
                      <wps:wsp>
                        <wps:cNvPr id="1820" name="Straight Arrow Connector 1820"/>
                        <wps:cNvCnPr/>
                        <wps:spPr>
                          <a:xfrm>
                            <a:off x="2817393" y="1085944"/>
                            <a:ext cx="582276" cy="592444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1" name="Straight Arrow Connector 1821"/>
                        <wps:cNvCnPr/>
                        <wps:spPr>
                          <a:xfrm>
                            <a:off x="2361259" y="1299943"/>
                            <a:ext cx="312606" cy="48319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2" name="Straight Connector 1822"/>
                        <wps:cNvCnPr>
                          <a:cxnSpLocks/>
                          <a:endCxn id="724" idx="2"/>
                        </wps:cNvCnPr>
                        <wps:spPr>
                          <a:xfrm>
                            <a:off x="1144597" y="739767"/>
                            <a:ext cx="1088629" cy="93862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3" name="Freeform 1823"/>
                        <wps:cNvSpPr/>
                        <wps:spPr>
                          <a:xfrm flipH="1" flipV="1">
                            <a:off x="639168" y="408704"/>
                            <a:ext cx="502099" cy="331058"/>
                          </a:xfrm>
                          <a:custGeom>
                            <a:avLst/>
                            <a:gdLst>
                              <a:gd name="connsiteX0" fmla="*/ 0 w 6895476"/>
                              <a:gd name="connsiteY0" fmla="*/ 0 h 1425036"/>
                              <a:gd name="connsiteX1" fmla="*/ 2323476 w 6895476"/>
                              <a:gd name="connsiteY1" fmla="*/ 1214203 h 1425036"/>
                              <a:gd name="connsiteX2" fmla="*/ 6895476 w 6895476"/>
                              <a:gd name="connsiteY2" fmla="*/ 1424065 h 1425036"/>
                              <a:gd name="connsiteX3" fmla="*/ 6895476 w 6895476"/>
                              <a:gd name="connsiteY3" fmla="*/ 1424065 h 1425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95476" h="1425036">
                                <a:moveTo>
                                  <a:pt x="0" y="0"/>
                                </a:moveTo>
                                <a:cubicBezTo>
                                  <a:pt x="587115" y="488429"/>
                                  <a:pt x="1174230" y="976859"/>
                                  <a:pt x="2323476" y="1214203"/>
                                </a:cubicBezTo>
                                <a:cubicBezTo>
                                  <a:pt x="3472722" y="1451547"/>
                                  <a:pt x="6895476" y="1424065"/>
                                  <a:pt x="6895476" y="1424065"/>
                                </a:cubicBezTo>
                                <a:lnTo>
                                  <a:pt x="6895476" y="1424065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3" name="Straight Connector 723"/>
                        <wps:cNvCnPr>
                          <a:cxnSpLocks/>
                        </wps:cNvCnPr>
                        <wps:spPr>
                          <a:xfrm>
                            <a:off x="0" y="408702"/>
                            <a:ext cx="66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4" name="Freeform 724"/>
                        <wps:cNvSpPr/>
                        <wps:spPr>
                          <a:xfrm>
                            <a:off x="2233226" y="1678388"/>
                            <a:ext cx="2029614" cy="211427"/>
                          </a:xfrm>
                          <a:custGeom>
                            <a:avLst/>
                            <a:gdLst>
                              <a:gd name="connsiteX0" fmla="*/ 5017274 w 5017274"/>
                              <a:gd name="connsiteY0" fmla="*/ 1105231 h 1105231"/>
                              <a:gd name="connsiteX1" fmla="*/ 1526651 w 5017274"/>
                              <a:gd name="connsiteY1" fmla="*/ 771277 h 1105231"/>
                              <a:gd name="connsiteX2" fmla="*/ 0 w 5017274"/>
                              <a:gd name="connsiteY2" fmla="*/ 0 h 1105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17274" h="1105231">
                                <a:moveTo>
                                  <a:pt x="5017274" y="1105231"/>
                                </a:moveTo>
                                <a:cubicBezTo>
                                  <a:pt x="3690068" y="1030356"/>
                                  <a:pt x="2362863" y="955482"/>
                                  <a:pt x="1526651" y="771277"/>
                                </a:cubicBezTo>
                                <a:cubicBezTo>
                                  <a:pt x="690439" y="587072"/>
                                  <a:pt x="345219" y="29353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5" name="Group 725"/>
                        <wpg:cNvGrpSpPr/>
                        <wpg:grpSpPr>
                          <a:xfrm>
                            <a:off x="2398071" y="1251965"/>
                            <a:ext cx="457200" cy="355932"/>
                            <a:chOff x="2398071" y="1251965"/>
                            <a:chExt cx="457200" cy="355932"/>
                          </a:xfrm>
                        </wpg:grpSpPr>
                        <wps:wsp>
                          <wps:cNvPr id="727" name="Straight Connector 727"/>
                          <wps:cNvCnPr/>
                          <wps:spPr>
                            <a:xfrm>
                              <a:off x="2398071" y="1357195"/>
                              <a:ext cx="4572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073" y="1364693"/>
                              <a:ext cx="316864" cy="2432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6838" w:rsidRDefault="00946838" w:rsidP="00946838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ϴ</w:t>
                                </w: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position w:val="-4"/>
                                    <w:sz w:val="16"/>
                                    <w:szCs w:val="16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731" name="Arc 731"/>
                          <wps:cNvSpPr/>
                          <wps:spPr>
                            <a:xfrm rot="5400000">
                              <a:off x="2390197" y="1265681"/>
                              <a:ext cx="228600" cy="201168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32" name="Group 732"/>
                        <wpg:cNvGrpSpPr/>
                        <wpg:grpSpPr>
                          <a:xfrm>
                            <a:off x="2942469" y="647483"/>
                            <a:ext cx="481856" cy="275012"/>
                            <a:chOff x="2942469" y="647483"/>
                            <a:chExt cx="481856" cy="275012"/>
                          </a:xfrm>
                        </wpg:grpSpPr>
                        <wps:wsp>
                          <wps:cNvPr id="733" name="Straight Connector 733"/>
                          <wps:cNvCnPr/>
                          <wps:spPr>
                            <a:xfrm>
                              <a:off x="2942469" y="696069"/>
                              <a:ext cx="4572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0471" y="679291"/>
                              <a:ext cx="363854" cy="2432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6838" w:rsidRDefault="00946838" w:rsidP="00946838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ϴ</w:t>
                                </w: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position w:val="-4"/>
                                    <w:sz w:val="16"/>
                                    <w:szCs w:val="16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735" name="Arc 735"/>
                          <wps:cNvSpPr/>
                          <wps:spPr>
                            <a:xfrm rot="5400000">
                              <a:off x="3010903" y="670343"/>
                              <a:ext cx="137160" cy="9144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8" name="Group 768"/>
                        <wpg:cNvGrpSpPr/>
                        <wpg:grpSpPr>
                          <a:xfrm>
                            <a:off x="2916253" y="677664"/>
                            <a:ext cx="1296568" cy="854098"/>
                            <a:chOff x="2916257" y="677662"/>
                            <a:chExt cx="2319999" cy="991430"/>
                          </a:xfrm>
                        </wpg:grpSpPr>
                        <wps:wsp>
                          <wps:cNvPr id="771" name="Oval 771"/>
                          <wps:cNvSpPr/>
                          <wps:spPr>
                            <a:xfrm>
                              <a:off x="2916257" y="677662"/>
                              <a:ext cx="99693" cy="6467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2" name="Straight Arrow Connector 772"/>
                          <wps:cNvCnPr/>
                          <wps:spPr>
                            <a:xfrm>
                              <a:off x="2972851" y="716903"/>
                              <a:ext cx="2263405" cy="95218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73" name="Group 773"/>
                        <wpg:cNvGrpSpPr/>
                        <wpg:grpSpPr>
                          <a:xfrm>
                            <a:off x="2833363" y="1026630"/>
                            <a:ext cx="473764" cy="307380"/>
                            <a:chOff x="2833363" y="1026630"/>
                            <a:chExt cx="473764" cy="307380"/>
                          </a:xfrm>
                        </wpg:grpSpPr>
                        <wps:wsp>
                          <wps:cNvPr id="774" name="Straight Connector 774"/>
                          <wps:cNvCnPr/>
                          <wps:spPr>
                            <a:xfrm>
                              <a:off x="2833363" y="1099492"/>
                              <a:ext cx="4572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273" y="1090806"/>
                              <a:ext cx="363854" cy="2432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46838" w:rsidRDefault="00946838" w:rsidP="00946838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ϴ</w:t>
                                </w:r>
                                <w:r>
                                  <w:rPr>
                                    <w:rFonts w:eastAsia="Times New Roman" w:cstheme="minorBidi"/>
                                    <w:color w:val="000000" w:themeColor="text1"/>
                                    <w:kern w:val="24"/>
                                    <w:position w:val="-4"/>
                                    <w:sz w:val="16"/>
                                    <w:szCs w:val="16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779" name="Arc 779"/>
                          <wps:cNvSpPr/>
                          <wps:spPr>
                            <a:xfrm rot="5400000">
                              <a:off x="2861701" y="1063206"/>
                              <a:ext cx="182880" cy="109728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0" name="Oval 780"/>
                        <wps:cNvSpPr/>
                        <wps:spPr>
                          <a:xfrm>
                            <a:off x="2338706" y="1280822"/>
                            <a:ext cx="137160" cy="13886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1" name="Oval 781"/>
                        <wps:cNvSpPr/>
                        <wps:spPr>
                          <a:xfrm>
                            <a:off x="2781496" y="1043890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6829" y="378302"/>
                            <a:ext cx="905509" cy="243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6838" w:rsidRDefault="00946838" w:rsidP="00946838">
                              <w:pPr>
                                <w:pStyle w:val="NormalWeb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ϴ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position w:val="-4"/>
                                  <w:sz w:val="16"/>
                                  <w:szCs w:val="16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&gt; ϴ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position w:val="-4"/>
                                  <w:sz w:val="16"/>
                                  <w:szCs w:val="1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&gt; ϴ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position w:val="-4"/>
                                  <w:sz w:val="16"/>
                                  <w:szCs w:val="16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45" style="width:359.75pt;height:149.05pt;mso-position-horizontal-relative:char;mso-position-vertical-relative:line" coordsize="45720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">
                <o:lock v:ext="edit" aspectratio="t"/>
                <v:rect id="Rectangle 1818" o:spid="_x0000_s1046" style="position:absolute;width:45720;height:18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+QhMcA&#10;AADdAAAADwAAAGRycy9kb3ducmV2LnhtbESPQWsCMRCF74X+hzAFL6VmFbrYrVGKRRB6KFXB67AZ&#10;s4ubybJJzfrvnUOhtxnem/e+Wa5H36krDbENbGA2LUAR18G27AwcD9uXBaiYkC12gcnAjSKsV48P&#10;S6xsyPxD131ySkI4VmigSamvtI51Qx7jNPTEop3D4DHJOjhtB8wS7js9L4pSe2xZGhrsadNQfdn/&#10;egPlbe62+at83m3Onyed3/Lr98UZM3kaP95BJRrTv/nvemcFfzETXPlGRt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fkITHAAAA3QAAAA8AAAAAAAAAAAAAAAAAmAIAAGRy&#10;cy9kb3ducmV2LnhtbFBLBQYAAAAABAAEAPUAAACMAwAAAAA=&#10;" fillcolor="#c3c3c3 [2166]" strokecolor="black [3213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D77401" w:rsidRDefault="00D77401" w:rsidP="00D77401">
                        <w:r>
                          <w:t xml:space="preserve">        Dune</w:t>
                        </w:r>
                      </w:p>
                    </w:txbxContent>
                  </v:textbox>
                </v:rect>
                <v:roundrect id="Rounded Rectangle 1819" o:spid="_x0000_s1047" style="position:absolute;left:23183;top:802;width:21685;height:1797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Zqb4A&#10;AADdAAAADwAAAGRycy9kb3ducmV2LnhtbERPvQrCMBDeBd8hnOCmqSKi1SgiKB21dnE7mrMtNpfS&#10;RK1vbwTB7T6+31tvO1OLJ7WusqxgMo5AEOdWV1woyC6H0QKE88gaa8uk4E0Otpt+b42xti8+0zP1&#10;hQgh7GJUUHrfxFK6vCSDbmwb4sDdbGvQB9gWUrf4CuGmltMomkuDFYeGEhval5Tf04dRcDjtiuv+&#10;mC1tksxqqU8pvm+VUsNBt1uB8NT5v/jnTnSYv5gs4ftNOEF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H/mam+AAAA3QAAAA8AAAAAAAAAAAAAAAAAmAIAAGRycy9kb3ducmV2&#10;LnhtbFBLBQYAAAAABAAEAPUAAACDAwAAAAA=&#10;" fillcolor="#e2efd9 [665]" strokecolor="black [3213]" strokeweight=".5pt">
                  <v:stroke joinstyle="miter"/>
                  <v:textbox>
                    <w:txbxContent>
                      <w:p w:rsidR="00946838" w:rsidRDefault="00946838" w:rsidP="009468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Stage-1</w:t>
                        </w:r>
                      </w:p>
                    </w:txbxContent>
                  </v:textbox>
                </v:roundrect>
                <v:shape id="Straight Arrow Connector 1820" o:spid="_x0000_s1048" type="#_x0000_t32" style="position:absolute;left:28173;top:10859;width:5823;height:59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tU0MYAAADdAAAADwAAAGRycy9kb3ducmV2LnhtbESPQWsCMRCF7wX/Qxiht5rVgsjWKMVW&#10;LAUpbr14GzbjZulmsiSprv++cxB6m+G9ee+b5XrwnbpQTG1gA9NJAYq4DrblxsDxe/u0AJUyssUu&#10;MBm4UYL1avSwxNKGKx/oUuVGSQinEg24nPtS61Q78pgmoScW7RyixyxrbLSNeJVw3+lZUcy1x5al&#10;wWFPG0f1T/XrDQxvu9v8uO037vT5Pv3a1W183lfGPI6H1xdQmYb8b75ff1jBX8yEX76REf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LVNDGAAAA3QAAAA8AAAAAAAAA&#10;AAAAAAAAoQIAAGRycy9kb3ducmV2LnhtbFBLBQYAAAAABAAEAPkAAACUAwAAAAA=&#10;" strokecolor="red">
                  <v:stroke endarrow="block" joinstyle="miter"/>
                </v:shape>
                <v:shape id="Straight Arrow Connector 1821" o:spid="_x0000_s1049" type="#_x0000_t32" style="position:absolute;left:23612;top:12999;width:3126;height:48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fxS8MAAADdAAAADwAAAGRycy9kb3ducmV2LnhtbERPTWsCMRC9F/wPYQRvNbsKIqtRRCuW&#10;gpRuvXgbNuNmcTNZklTXf98UhN7m8T5nue5tK27kQ+NYQT7OQBBXTjdcKzh971/nIEJE1tg6JgUP&#10;CrBeDV6WWGh35y+6lbEWKYRDgQpMjF0hZagMWQxj1xEn7uK8xZigr6X2eE/htpWTLJtJiw2nBoMd&#10;bQ1V1/LHKuh3h8fstO+25vzxln8eqsZPj6VSo2G/WYCI1Md/8dP9rtP8+SSHv2/SC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H8UvDAAAA3QAAAA8AAAAAAAAAAAAA&#10;AAAAoQIAAGRycy9kb3ducmV2LnhtbFBLBQYAAAAABAAEAPkAAACRAwAAAAA=&#10;" strokecolor="red">
                  <v:stroke endarrow="block" joinstyle="miter"/>
                </v:shape>
                <v:line id="Straight Connector 1822" o:spid="_x0000_s1050" style="position:absolute;visibility:visible;mso-wrap-style:square" from="11445,7397" to="22332,16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MlqcIAAADdAAAADwAAAGRycy9kb3ducmV2LnhtbERP22rCQBB9L/gPywh9qxOjiKSuIoLF&#10;J8XLB4zZaRLNzobs1qT9+q5Q6NscznUWq97W6sGtr5xoGI8SUCy5M5UUGi7n7dsclA8khmonrOGb&#10;PayWg5cFZcZ1cuTHKRQqhojPSEMZQpMh+rxkS37kGpbIfbrWUoiwLdC01MVwW2OaJDO0VElsKKnh&#10;Tcn5/fRlNdjJLtnPunRfY377uMoP4nRy0Pp12K/fQQXuw7/4z70zcf48TeH5TTwB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MlqcIAAADdAAAADwAAAAAAAAAAAAAA&#10;AAChAgAAZHJzL2Rvd25yZXYueG1sUEsFBgAAAAAEAAQA+QAAAJADAAAAAA==&#10;" strokecolor="black [3213]" strokeweight="1pt">
                  <v:stroke joinstyle="miter"/>
                  <o:lock v:ext="edit" shapetype="f"/>
                </v:line>
                <v:shape id="Freeform 1823" o:spid="_x0000_s1051" style="position:absolute;left:6391;top:4087;width:5021;height:3310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1V1b4A&#10;AADdAAAADwAAAGRycy9kb3ducmV2LnhtbERPSwrCMBDdC94hjOBOUxVEq1FEFF36W7gcmrEtbSa1&#10;iVpvbwTB3Tzed+bLxpTiSbXLLSsY9CMQxInVOacKLudtbwLCeWSNpWVS8CYHy0W7NcdY2xcf6Xny&#10;qQgh7GJUkHlfxVK6JCODrm8r4sDdbG3QB1inUtf4CuGmlMMoGkuDOYeGDCtaZ5QUp4dRYO+DYmwP&#10;u/V0e7xdrpqLdyQ3SnU7zWoGwlPj/+Kfe6/D/MlwBN9vwgl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tVdW+AAAA3QAAAA8AAAAAAAAAAAAAAAAAmAIAAGRycy9kb3ducmV2&#10;LnhtbFBLBQYAAAAABAAEAPUAAACDAwAAAAA=&#10;" path="m,c587115,488429,1174230,976859,2323476,1214203v1149246,237344,4572000,209862,4572000,209862l6895476,1424065e" filled="f" strokecolor="black [3213]" strokeweight="1pt">
                  <v:stroke joinstyle="miter"/>
                  <v:path arrowok="t" o:connecttype="custom" o:connectlocs="0,0;169186,282078;502099,330832;502099,330832" o:connectangles="0,0,0,0"/>
                </v:shape>
                <v:line id="Straight Connector 723" o:spid="_x0000_s1052" style="position:absolute;visibility:visible;mso-wrap-style:square" from="0,4087" to="6685,4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dVq8QAAADcAAAADwAAAGRycy9kb3ducmV2LnhtbESPUWvCQBCE3wv+h2MF3+rGpGhJPaUU&#10;FJ+Uan/ANrdNUnN7IXeatL++JxR8HGbmG2a5Hmyjrtz52omG2TQBxVI4U0up4eO0eXwG5QOJocYJ&#10;a/hhD+vV6GFJuXG9vPP1GEoVIeJz0lCF0OaIvqjYkp+6liV6X66zFKLsSjQd9RFuG0yTZI6WaokL&#10;FbX8VnFxPl6sBpvtkv28T/cNFt/bT/lFfMoOWk/Gw+sLqMBDuIf/2zujYZFmcDsTjw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l1WrxAAAANwAAAAPAAAAAAAAAAAA&#10;AAAAAKECAABkcnMvZG93bnJldi54bWxQSwUGAAAAAAQABAD5AAAAkgMAAAAA&#10;" strokecolor="black [3213]" strokeweight="1pt">
                  <v:stroke joinstyle="miter"/>
                  <o:lock v:ext="edit" shapetype="f"/>
                </v:line>
                <v:shape id="Freeform 724" o:spid="_x0000_s1053" style="position:absolute;left:22332;top:16783;width:20296;height:2115;visibility:visible;mso-wrap-style:square;v-text-anchor:middle" coordsize="5017274,1105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7hscA&#10;AADcAAAADwAAAGRycy9kb3ducmV2LnhtbESPQUvDQBSE74L/YXlCL2I2Rmk1dltKaFFUCkbBHl+z&#10;zySYfRt21zT9964g9DjMzDfMfDmaTgzkfGtZwXWSgiCurG65VvDxvrm6A+EDssbOMik4kofl4vxs&#10;jrm2B36joQy1iBD2OSpoQuhzKX3VkEGf2J44el/WGQxRulpqh4cIN53M0nQqDbYcFxrsqWio+i5/&#10;jILX9X7WhUv5cr/Vz8XqcXczbN2nUpOLcfUAItAYTuH/9pNWMMtu4e9MP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CO4bHAAAA3AAAAA8AAAAAAAAAAAAAAAAAmAIAAGRy&#10;cy9kb3ducmV2LnhtbFBLBQYAAAAABAAEAPUAAACMAwAAAAA=&#10;" path="m5017274,1105231c3690068,1030356,2362863,955482,1526651,771277,690439,587072,345219,293536,,e" filled="f" strokecolor="black [3213]" strokeweight="1pt">
                  <v:stroke joinstyle="miter"/>
                  <v:path arrowok="t" o:connecttype="custom" o:connectlocs="2029614,211427;617569,147543;0,0" o:connectangles="0,0,0"/>
                </v:shape>
                <v:group id="Group 725" o:spid="_x0000_s1054" style="position:absolute;left:23980;top:12519;width:4572;height:3559" coordorigin="23980,12519" coordsize="4572,3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<v:line id="Straight Connector 727" o:spid="_x0000_s1055" style="position:absolute;visibility:visible;mso-wrap-style:square" from="23980,13571" to="28552,13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cdwsIAAADcAAAADwAAAGRycy9kb3ducmV2LnhtbESP0YrCMBRE3wX/IVzBN00taJdqFBEs&#10;Pi3q+gGX5toWm5vSxLb69WZhYR+HmTnDbHaDqUVHrassK1jMIxDEudUVFwpuP8fZFwjnkTXWlknB&#10;ixzstuPRBlNte75Qd/WFCBB2KSoovW9SKV1ekkE3tw1x8O62NeiDbAupW+wD3NQyjqKVNFhxWCix&#10;oUNJ+eP6NAq+37esWi667HW4FEtMst6Z+KzUdDLs1yA8Df4//Nc+aQVJnMDvmXAE5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cdwsIAAADcAAAADwAAAAAAAAAAAAAA&#10;AAChAgAAZHJzL2Rvd25yZXYueG1sUEsFBgAAAAAEAAQA+QAAAJADAAAAAA==&#10;" strokecolor="#5b9bd5 [3204]" strokeweight="1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6" type="#_x0000_t202" style="position:absolute;left:25160;top:13646;width:316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gZ7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j7n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XCBnvwAAANwAAAAPAAAAAAAAAAAAAAAAAJgCAABkcnMvZG93bnJl&#10;di54bWxQSwUGAAAAAAQABAD1AAAAhAMAAAAA&#10;" filled="f" stroked="f">
                    <v:textbox style="mso-fit-shape-to-text:t">
                      <w:txbxContent>
                        <w:p w:rsidR="00946838" w:rsidRDefault="00946838" w:rsidP="00946838">
                          <w:pPr>
                            <w:pStyle w:val="NormalWeb"/>
                            <w:overflowPunct w:val="0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ϴ</w:t>
                          </w: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position w:val="-4"/>
                              <w:sz w:val="16"/>
                              <w:szCs w:val="16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Arc 731" o:spid="_x0000_s1057" style="position:absolute;left:23902;top:12656;width:2286;height:2011;rotation:90;visibility:visible;mso-wrap-style:square;v-text-anchor:middle" coordsize="228600,20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b1JcIA&#10;AADcAAAADwAAAGRycy9kb3ducmV2LnhtbESP0YrCMBRE34X9h3AXfNNURXfpGmVZVHxRsNsPuDTX&#10;ttjclCTa+vdGEHwcZuYMs1z3phE3cr62rGAyTkAQF1bXXCrI/7ejbxA+IGtsLJOCO3lYrz4GS0y1&#10;7fhEtyyUIkLYp6igCqFNpfRFRQb92LbE0TtbZzBE6UqpHXYRbho5TZKFNFhzXKiwpb+Kikt2NQpm&#10;jrrDfDfFZmeTUmf1Jj9SrtTws//9ARGoD+/wq73XCr5mE3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5vUlwgAAANwAAAAPAAAAAAAAAAAAAAAAAJgCAABkcnMvZG93&#10;bnJldi54bWxQSwUGAAAAAAQABAD1AAAAhwMAAAAA&#10;" path="m114300,nsc177426,,228600,45033,228600,100584r-114300,l114300,xem114300,nfc177426,,228600,45033,228600,100584e" filled="f" strokecolor="black [3200]" strokeweight="1.5pt">
                    <v:stroke joinstyle="miter"/>
                    <v:path arrowok="t" o:connecttype="custom" o:connectlocs="114300,0;228600,100584" o:connectangles="0,0"/>
                  </v:shape>
                </v:group>
                <v:group id="Group 732" o:spid="_x0000_s1058" style="position:absolute;left:29424;top:6474;width:4819;height:2750" coordorigin="29424,6474" coordsize="4818,2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2p9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an1xgAAANwA&#10;AAAPAAAAAAAAAAAAAAAAAKoCAABkcnMvZG93bnJldi54bWxQSwUGAAAAAAQABAD6AAAAnQMAAAAA&#10;">
                  <v:line id="Straight Connector 733" o:spid="_x0000_s1059" style="position:absolute;visibility:visible;mso-wrap-style:square" from="29424,6960" to="33996,6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WNHMQAAADcAAAADwAAAGRycy9kb3ducmV2LnhtbESP3WrCQBSE7wu+w3IE7+pGg02JriJC&#10;g1elpj7AIXtMgtmzIbvNj0/vFgq9HGbmG2Z3GE0jeupcbVnBahmBIC6srrlUcP3+eH0H4TyyxsYy&#10;KZjIwWE/e9lhqu3AF+pzX4oAYZeigsr7NpXSFRUZdEvbEgfvZjuDPsiulLrDIcBNI9dR9CYN1hwW&#10;KmzpVFFxz3+Mgs/HNas3qz6bTpdyg0k2OLP+UmoxH49bEJ5G/x/+a5+1giSO4fdMOAJy/w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9Y0cxAAAANwAAAAPAAAAAAAAAAAA&#10;AAAAAKECAABkcnMvZG93bnJldi54bWxQSwUGAAAAAAQABAD5AAAAkgMAAAAA&#10;" strokecolor="#5b9bd5 [3204]" strokeweight="1.5pt">
                    <v:stroke joinstyle="miter"/>
                  </v:line>
                  <v:shape id="_x0000_s1060" type="#_x0000_t202" style="position:absolute;left:30604;top:6792;width:363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8v8MA&#10;AADcAAAADwAAAGRycy9kb3ducmV2LnhtbESPQWvCQBSE74X+h+UJ3urG2lZJXUWqgodeqvH+yL5m&#10;g9m3Iftq4r93C4Ueh5n5hlmuB9+oK3WxDmxgOslAEZfB1lwZKE77pwWoKMgWm8Bk4EYR1qvHhyXm&#10;NvT8RdejVCpBOOZowIm0udaxdOQxTkJLnLzv0HmUJLtK2w77BPeNfs6yN+2x5rTgsKUPR+Xl+OMN&#10;iNjN9FbsfDych89t77LyFQtjxqNh8w5KaJD/8F/7YA3MZy/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i8v8MAAADcAAAADwAAAAAAAAAAAAAAAACYAgAAZHJzL2Rv&#10;d25yZXYueG1sUEsFBgAAAAAEAAQA9QAAAIgDAAAAAA==&#10;" filled="f" stroked="f">
                    <v:textbox style="mso-fit-shape-to-text:t">
                      <w:txbxContent>
                        <w:p w:rsidR="00946838" w:rsidRDefault="00946838" w:rsidP="00946838">
                          <w:pPr>
                            <w:pStyle w:val="NormalWeb"/>
                            <w:overflowPunct w:val="0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ϴ</w:t>
                          </w: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position w:val="-4"/>
                              <w:sz w:val="16"/>
                              <w:szCs w:val="16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Arc 735" o:spid="_x0000_s1061" style="position:absolute;left:30109;top:6702;width:1372;height:915;rotation:90;visibility:visible;mso-wrap-style:square;v-text-anchor:middle" coordsize="137160,9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wRvcYA&#10;AADcAAAADwAAAGRycy9kb3ducmV2LnhtbESPzWrCQBSF94W+w3AL3dVJrdaYOooIihQ3prpwd83c&#10;JqmZO2Fm1Pj2nULB5eH8fJzJrDONuJDztWUFr70EBHFhdc2lgt3X8iUF4QOyxsYyKbiRh9n08WGC&#10;mbZX3tIlD6WII+wzVFCF0GZS+qIig75nW+LofVtnMETpSqkdXuO4aWQ/Sd6lwZojocKWFhUVp/xs&#10;IvdnfxivzsN00Gzq7ZE+j+lq7JR6furmHyACdeEe/m+vtYLR2xD+zs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wRvcYAAADcAAAADwAAAAAAAAAAAAAAAACYAgAAZHJz&#10;L2Rvd25yZXYueG1sUEsFBgAAAAAEAAQA9QAAAIsDAAAAAA==&#10;" path="m68580,nsc106456,,137160,20470,137160,45720r-68580,l68580,xem68580,nfc106456,,137160,20470,137160,45720e" filled="f" strokecolor="black [3200]" strokeweight="1.5pt">
                    <v:stroke joinstyle="miter"/>
                    <v:path arrowok="t" o:connecttype="custom" o:connectlocs="68580,0;137160,45720" o:connectangles="0,0"/>
                  </v:shape>
                </v:group>
                <v:group id="Group 768" o:spid="_x0000_s1062" style="position:absolute;left:29162;top:6776;width:12966;height:8541" coordorigin="29162,6776" coordsize="23199,9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iaxA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JrECwwAAANwAAAAP&#10;AAAAAAAAAAAAAAAAAKoCAABkcnMvZG93bnJldi54bWxQSwUGAAAAAAQABAD6AAAAmgMAAAAA&#10;">
                  <v:oval id="Oval 771" o:spid="_x0000_s1063" style="position:absolute;left:29162;top:6776;width:997;height:6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p1MUA&#10;AADcAAAADwAAAGRycy9kb3ducmV2LnhtbESPQWvCQBSE74L/YXlCb7rRQ1NTV5GAaNFLkx56fGRf&#10;s8Hs25BdNe2v7wqCx2FmvmFWm8G24kq9bxwrmM8SEMSV0w3XCr7K3fQNhA/IGlvHpOCXPGzW49EK&#10;M+1u/EnXItQiQthnqMCE0GVS+sqQRT9zHXH0flxvMUTZ11L3eItw28pFkrxKiw3HBYMd5Yaqc3Gx&#10;Co7Lv4/CyHSfL/Pd4lufjuVep0q9TIbtO4hAQ3iGH+2DVpCmc7ifi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inUxQAAANwAAAAPAAAAAAAAAAAAAAAAAJgCAABkcnMv&#10;ZG93bnJldi54bWxQSwUGAAAAAAQABAD1AAAAigMAAAAA&#10;" fillcolor="#f4b083 [1941]" strokecolor="red" strokeweight="1pt">
                    <v:stroke joinstyle="miter"/>
                  </v:oval>
                  <v:shape id="Straight Arrow Connector 772" o:spid="_x0000_s1064" type="#_x0000_t32" style="position:absolute;left:29728;top:7169;width:22634;height:95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yD2MUAAADcAAAADwAAAGRycy9kb3ducmV2LnhtbESPT2sCMRTE74LfITyhN81qQWVrlOIf&#10;LAURt156e2xeN0s3L0uS6vrtG0HwOMzMb5jFqrONuJAPtWMF41EGgrh0uuZKwflrN5yDCBFZY+OY&#10;FNwowGrZ7y0w1+7KJ7oUsRIJwiFHBSbGNpcylIYshpFriZP347zFmKSvpPZ4TXDbyEmWTaXFmtOC&#10;wZbWhsrf4s8q6Db72/S8a9fm+3M7Pu7L2r8eCqVeBt37G4hIXXyGH+0PrWA2m8D9TDoCc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yD2MUAAADcAAAADwAAAAAAAAAA&#10;AAAAAAChAgAAZHJzL2Rvd25yZXYueG1sUEsFBgAAAAAEAAQA+QAAAJMDAAAAAA==&#10;" strokecolor="red">
                    <v:stroke endarrow="block" joinstyle="miter"/>
                  </v:shape>
                </v:group>
                <v:group id="Group 773" o:spid="_x0000_s1065" style="position:absolute;left:28333;top:10266;width:4738;height:3074" coordorigin="28333,10266" coordsize="4737,3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u1rs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W7WuxgAAANwA&#10;AAAPAAAAAAAAAAAAAAAAAKoCAABkcnMvZG93bnJldi54bWxQSwUGAAAAAAQABAD6AAAAnQMAAAAA&#10;">
                  <v:line id="Straight Connector 774" o:spid="_x0000_s1066" style="position:absolute;visibility:visible;mso-wrap-style:square" from="28333,10994" to="32905,10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asqMQAAADcAAAADwAAAGRycy9kb3ducmV2LnhtbESPzWrDMBCE74G+g9hCb4nsUNfFiWJK&#10;oCan0Pw8wGJtbRNrZSzVP336KFDocZiZb5htPplWDNS7xrKCeBWBIC6tbrhScL18Lt9BOI+ssbVM&#10;CmZykO+eFlvMtB35RMPZVyJA2GWooPa+y6R0ZU0G3cp2xMH7tr1BH2RfSd3jGOCmlesoepMGGw4L&#10;NXa0r6m8nX+MguPvtWiSeCjm/alKMC1GZ9ZfSr08Tx8bEJ4m/x/+ax+0gjR9hceZcATk7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dqyoxAAAANwAAAAPAAAAAAAAAAAA&#10;AAAAAKECAABkcnMvZG93bnJldi54bWxQSwUGAAAAAAQABAD5AAAAkgMAAAAA&#10;" strokecolor="#5b9bd5 [3204]" strokeweight="1.5pt">
                    <v:stroke joinstyle="miter"/>
                  </v:line>
                  <v:shape id="_x0000_s1067" type="#_x0000_t202" style="position:absolute;left:29432;top:10908;width:363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6g5MMA&#10;AADcAAAADwAAAGRycy9kb3ducmV2LnhtbESPT2vCQBTE7wW/w/IEb3VjwSrRVcQ/4KGXarw/sq/Z&#10;0OzbkH018du7hUKPw8z8hllvB9+oO3WxDmxgNs1AEZfB1lwZKK6n1yWoKMgWm8Bk4EERtpvRyxpz&#10;G3r+pPtFKpUgHHM04ETaXOtYOvIYp6ElTt5X6DxKkl2lbYd9gvtGv2XZu/ZYc1pw2NLeUfl9+fEG&#10;ROxu9iiOPp5vw8ehd1k5x8KYyXjYrUAJDfIf/mufrYHFYg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6g5MMAAADcAAAADwAAAAAAAAAAAAAAAACYAgAAZHJzL2Rv&#10;d25yZXYueG1sUEsFBgAAAAAEAAQA9QAAAIgDAAAAAA==&#10;" filled="f" stroked="f">
                    <v:textbox style="mso-fit-shape-to-text:t">
                      <w:txbxContent>
                        <w:p w:rsidR="00946838" w:rsidRDefault="00946838" w:rsidP="00946838">
                          <w:pPr>
                            <w:pStyle w:val="NormalWeb"/>
                            <w:overflowPunct w:val="0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ϴ</w:t>
                          </w:r>
                          <w:r>
                            <w:rPr>
                              <w:rFonts w:eastAsia="Times New Roman" w:cstheme="minorBidi"/>
                              <w:color w:val="000000" w:themeColor="text1"/>
                              <w:kern w:val="24"/>
                              <w:position w:val="-4"/>
                              <w:sz w:val="16"/>
                              <w:szCs w:val="16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Arc 779" o:spid="_x0000_s1068" style="position:absolute;left:28616;top:10632;width:1829;height:1098;rotation:90;visibility:visible;mso-wrap-style:square;v-text-anchor:middle" coordsize="182880,109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ZaMcA&#10;AADcAAAADwAAAGRycy9kb3ducmV2LnhtbESPQWvCQBSE74L/YXlCb2ZjC8amrlKshRbxUKtYb8/s&#10;MwnNvg3ZbYz/visIHoeZ+YaZzjtTiZYaV1pWMIpiEMSZ1SXnCrbf78MJCOeRNVaWScGFHMxn/d4U&#10;U23P/EXtxuciQNilqKDwvk6ldFlBBl1ka+LgnWxj0AfZ5FI3eA5wU8nHOB5LgyWHhQJrWhSU/W7+&#10;jAK3fVodk0Prut1y+TNevK2r/edaqYdB9/oCwlPn7+Fb+0MrSJJnuJ4JR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1mWjHAAAA3AAAAA8AAAAAAAAAAAAAAAAAmAIAAGRy&#10;cy9kb3ducmV2LnhtbFBLBQYAAAAABAAEAPUAAACMAwAAAAA=&#10;" path="m91440,nsc141941,,182880,24563,182880,54864r-91440,l91440,xem91440,nfc141941,,182880,24563,182880,54864e" filled="f" strokecolor="black [3200]" strokeweight="1.5pt">
                    <v:stroke joinstyle="miter"/>
                    <v:path arrowok="t" o:connecttype="custom" o:connectlocs="91440,0;182880,54864" o:connectangles="0,0"/>
                  </v:shape>
                </v:group>
                <v:oval id="Oval 780" o:spid="_x0000_s1069" style="position:absolute;left:23387;top:12808;width:1371;height:1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f8aMEA&#10;AADcAAAADwAAAGRycy9kb3ducmV2LnhtbERPTYvCMBC9L/gfwgje1lQPVqtRpCAq7mWrB49DMzbF&#10;ZlKaqHV//eawsMfH+15tetuIJ3W+dqxgMk5AEJdO11wpuJx3n3MQPiBrbByTgjd52KwHHyvMtHvx&#10;Nz2LUIkYwj5DBSaENpPSl4Ys+rFriSN3c53FEGFXSd3hK4bbRk6TZCYt1hwbDLaUGyrvxcMqOC1+&#10;joWR6T5f5LvpVX+dznudKjUa9tsliEB9+Bf/uQ9aQTqP8+OZe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n/GjBAAAA3AAAAA8AAAAAAAAAAAAAAAAAmAIAAGRycy9kb3du&#10;cmV2LnhtbFBLBQYAAAAABAAEAPUAAACGAwAAAAA=&#10;" fillcolor="#f4b083 [1941]" strokecolor="red" strokeweight="1pt">
                  <v:stroke joinstyle="miter"/>
                </v:oval>
                <v:oval id="Oval 781" o:spid="_x0000_s1070" style="position:absolute;left:27814;top:10438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Z88UA&#10;AADcAAAADwAAAGRycy9kb3ducmV2LnhtbESPQWvCQBSE7wX/w/IEb3Wjh0ajq0hArNhLowePj+wz&#10;G8y+DdlVo7++Wyj0OMzMN8xy3dtG3KnztWMFk3ECgrh0uuZKwem4fZ+B8AFZY+OYFDzJw3o1eFti&#10;pt2Dv+lehEpECPsMFZgQ2kxKXxqy6MeuJY7exXUWQ5RdJXWHjwi3jZwmyYe0WHNcMNhSbqi8Fjer&#10;4DB/7Qsj010+z7fTs/46HHc6VWo07DcLEIH68B/+a39qBelsA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1nzxQAAANwAAAAPAAAAAAAAAAAAAAAAAJgCAABkcnMv&#10;ZG93bnJldi54bWxQSwUGAAAAAAQABAD1AAAAigMAAAAA&#10;" fillcolor="#f4b083 [1941]" strokecolor="red" strokeweight="1pt">
                  <v:stroke joinstyle="miter"/>
                </v:oval>
                <v:shape id="_x0000_s1071" type="#_x0000_t202" style="position:absolute;left:30068;top:3783;width:9055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JIt8MA&#10;AADcAAAADwAAAGRycy9kb3ducmV2LnhtbESPQWvCQBSE74L/YXmF3nSjUCvRNQTbggcvten9kX1m&#10;Q7NvQ/bVxH/fLRR6HGbmG2ZfTL5TNxpiG9jAapmBIq6DbbkxUH28LbagoiBb7AKTgTtFKA7z2R5z&#10;G0Z+p9tFGpUgHHM04ET6XOtYO/IYl6EnTt41DB4lyaHRdsAxwX2n11m20R5bTgsOezo6qr8u396A&#10;iC1X9+rVx9PndH4ZXVY/YWXM48NU7kAJTfIf/mufrIHn7Rp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JIt8MAAADcAAAADwAAAAAAAAAAAAAAAACYAgAAZHJzL2Rv&#10;d25yZXYueG1sUEsFBgAAAAAEAAQA9QAAAIgDAAAAAA==&#10;" filled="f" stroked="f">
                  <v:textbox style="mso-fit-shape-to-text:t">
                    <w:txbxContent>
                      <w:p w:rsidR="00946838" w:rsidRDefault="00946838" w:rsidP="00946838">
                        <w:pPr>
                          <w:pStyle w:val="NormalWeb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ϴ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position w:val="-4"/>
                            <w:sz w:val="16"/>
                            <w:szCs w:val="16"/>
                            <w:vertAlign w:val="subscript"/>
                          </w:rPr>
                          <w:t>1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&gt; ϴ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position w:val="-4"/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&gt; ϴ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position w:val="-4"/>
                            <w:sz w:val="16"/>
                            <w:szCs w:val="16"/>
                            <w:vertAlign w:val="subscript"/>
                          </w:rPr>
                          <w:t>3</w:t>
                        </w:r>
                        <w:r>
                          <w:rPr>
                            <w:rFonts w:eastAsia="Times New Roman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0825" w:rsidRPr="00D77401" w:rsidRDefault="00B13E2F" w:rsidP="005456C2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3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143B48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Larger proppants </w:t>
      </w:r>
      <w:r w:rsidR="00946838" w:rsidRPr="00D77401">
        <w:rPr>
          <w:rStyle w:val="Strong"/>
          <w:rFonts w:asciiTheme="minorBidi" w:hAnsiTheme="minorBidi" w:cstheme="minorBidi"/>
          <w:sz w:val="22"/>
          <w:szCs w:val="22"/>
        </w:rPr>
        <w:t>settle</w:t>
      </w:r>
      <w:r w:rsidR="00143B48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at larger angles and, hence, </w:t>
      </w:r>
      <w:r w:rsidR="00946838" w:rsidRPr="00D77401">
        <w:rPr>
          <w:rStyle w:val="Strong"/>
          <w:rFonts w:asciiTheme="minorBidi" w:hAnsiTheme="minorBidi" w:cstheme="minorBidi"/>
          <w:sz w:val="22"/>
          <w:szCs w:val="22"/>
        </w:rPr>
        <w:t>travels</w:t>
      </w:r>
      <w:r w:rsidR="00143B48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shorter distances during stage-1. </w:t>
      </w: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652435" w:rsidP="00652435">
      <w:pPr>
        <w:jc w:val="center"/>
        <w:rPr>
          <w:rStyle w:val="Strong"/>
          <w:b w:val="0"/>
          <w:bCs w:val="0"/>
        </w:rPr>
      </w:pPr>
      <w:r w:rsidRPr="00652435">
        <w:rPr>
          <w:noProof/>
        </w:rPr>
        <mc:AlternateContent>
          <mc:Choice Requires="wpg">
            <w:drawing>
              <wp:inline distT="0" distB="0" distL="0" distR="0">
                <wp:extent cx="4570212" cy="3246120"/>
                <wp:effectExtent l="0" t="0" r="20955" b="11430"/>
                <wp:docPr id="783" name="Group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0212" cy="3246120"/>
                          <a:chOff x="0" y="0"/>
                          <a:chExt cx="4572000" cy="3247390"/>
                        </a:xfrm>
                      </wpg:grpSpPr>
                      <wps:wsp>
                        <wps:cNvPr id="784" name="Rectangle 784"/>
                        <wps:cNvSpPr/>
                        <wps:spPr>
                          <a:xfrm>
                            <a:off x="0" y="0"/>
                            <a:ext cx="4552070" cy="32473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" name="Rectangle 785"/>
                        <wps:cNvSpPr/>
                        <wps:spPr>
                          <a:xfrm>
                            <a:off x="538481" y="105534"/>
                            <a:ext cx="4013588" cy="313300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wps:wsp>
                        <wps:cNvPr id="786" name="Straight Arrow Connector 786"/>
                        <wps:cNvCnPr>
                          <a:stCxn id="914" idx="5"/>
                        </wps:cNvCnPr>
                        <wps:spPr>
                          <a:xfrm>
                            <a:off x="2114969" y="1669788"/>
                            <a:ext cx="477011" cy="8435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7" name="Straight Arrow Connector 787"/>
                        <wps:cNvCnPr>
                          <a:stCxn id="789" idx="4"/>
                        </wps:cNvCnPr>
                        <wps:spPr>
                          <a:xfrm>
                            <a:off x="1498942" y="1698610"/>
                            <a:ext cx="143087" cy="606437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8" name="Straight Arrow Connector 788"/>
                        <wps:cNvCnPr>
                          <a:stCxn id="913" idx="5"/>
                        </wps:cNvCnPr>
                        <wps:spPr>
                          <a:xfrm>
                            <a:off x="2796305" y="1632366"/>
                            <a:ext cx="782924" cy="99284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9" name="Oval 789"/>
                        <wps:cNvSpPr/>
                        <wps:spPr>
                          <a:xfrm>
                            <a:off x="1383789" y="1468491"/>
                            <a:ext cx="230306" cy="2301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0" name="Freeform 790"/>
                        <wps:cNvSpPr/>
                        <wps:spPr>
                          <a:xfrm>
                            <a:off x="0" y="167451"/>
                            <a:ext cx="4572000" cy="2600780"/>
                          </a:xfrm>
                          <a:custGeom>
                            <a:avLst/>
                            <a:gdLst>
                              <a:gd name="connsiteX0" fmla="*/ 0 w 6140548"/>
                              <a:gd name="connsiteY0" fmla="*/ 0 h 2236763"/>
                              <a:gd name="connsiteX1" fmla="*/ 844062 w 6140548"/>
                              <a:gd name="connsiteY1" fmla="*/ 1526345 h 2236763"/>
                              <a:gd name="connsiteX2" fmla="*/ 2862776 w 6140548"/>
                              <a:gd name="connsiteY2" fmla="*/ 2039816 h 2236763"/>
                              <a:gd name="connsiteX3" fmla="*/ 6140548 w 6140548"/>
                              <a:gd name="connsiteY3" fmla="*/ 2236763 h 223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140548" h="2236763">
                                <a:moveTo>
                                  <a:pt x="0" y="0"/>
                                </a:moveTo>
                                <a:cubicBezTo>
                                  <a:pt x="183466" y="593188"/>
                                  <a:pt x="366933" y="1186376"/>
                                  <a:pt x="844062" y="1526345"/>
                                </a:cubicBezTo>
                                <a:cubicBezTo>
                                  <a:pt x="1321191" y="1866314"/>
                                  <a:pt x="1980028" y="1921413"/>
                                  <a:pt x="2862776" y="2039816"/>
                                </a:cubicBezTo>
                                <a:cubicBezTo>
                                  <a:pt x="3745524" y="2158219"/>
                                  <a:pt x="4943036" y="2197491"/>
                                  <a:pt x="6140548" y="2236763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" name="Oval 791"/>
                        <wps:cNvSpPr/>
                        <wps:spPr>
                          <a:xfrm>
                            <a:off x="1532970" y="2412792"/>
                            <a:ext cx="230306" cy="2301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2" name="Oval 792"/>
                        <wps:cNvSpPr/>
                        <wps:spPr>
                          <a:xfrm>
                            <a:off x="1550243" y="2652245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3" name="Oval 793"/>
                        <wps:cNvSpPr/>
                        <wps:spPr>
                          <a:xfrm>
                            <a:off x="1590546" y="3002304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4" name="Oval 794"/>
                        <wps:cNvSpPr/>
                        <wps:spPr>
                          <a:xfrm>
                            <a:off x="1596247" y="3135496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5" name="Oval 795"/>
                        <wps:cNvSpPr/>
                        <wps:spPr>
                          <a:xfrm>
                            <a:off x="1582453" y="2857181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6" name="Oval 796"/>
                        <wps:cNvSpPr/>
                        <wps:spPr>
                          <a:xfrm>
                            <a:off x="2061716" y="2634543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4" name="Oval 834"/>
                        <wps:cNvSpPr/>
                        <wps:spPr>
                          <a:xfrm>
                            <a:off x="2102020" y="3002304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5" name="Oval 835"/>
                        <wps:cNvSpPr/>
                        <wps:spPr>
                          <a:xfrm>
                            <a:off x="2116579" y="3135496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6" name="Oval 836"/>
                        <wps:cNvSpPr/>
                        <wps:spPr>
                          <a:xfrm>
                            <a:off x="2093926" y="2848331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7" name="Oval 837"/>
                        <wps:cNvSpPr/>
                        <wps:spPr>
                          <a:xfrm>
                            <a:off x="537627" y="2412792"/>
                            <a:ext cx="230306" cy="2301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8" name="Oval 838"/>
                        <wps:cNvSpPr/>
                        <wps:spPr>
                          <a:xfrm>
                            <a:off x="554900" y="2652245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9" name="Oval 839"/>
                        <wps:cNvSpPr/>
                        <wps:spPr>
                          <a:xfrm>
                            <a:off x="595204" y="3002304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0" name="Oval 840"/>
                        <wps:cNvSpPr/>
                        <wps:spPr>
                          <a:xfrm>
                            <a:off x="600905" y="3135496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1" name="Oval 841"/>
                        <wps:cNvSpPr/>
                        <wps:spPr>
                          <a:xfrm>
                            <a:off x="508839" y="2096117"/>
                            <a:ext cx="287882" cy="2876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4" name="Oval 844"/>
                        <wps:cNvSpPr/>
                        <wps:spPr>
                          <a:xfrm>
                            <a:off x="587110" y="2857181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5" name="Oval 845"/>
                        <wps:cNvSpPr/>
                        <wps:spPr>
                          <a:xfrm>
                            <a:off x="1057959" y="2412792"/>
                            <a:ext cx="230306" cy="2301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6" name="Oval 846"/>
                        <wps:cNvSpPr/>
                        <wps:spPr>
                          <a:xfrm>
                            <a:off x="1075232" y="2652245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7" name="Oval 847"/>
                        <wps:cNvSpPr/>
                        <wps:spPr>
                          <a:xfrm>
                            <a:off x="1115535" y="3002304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8" name="Oval 848"/>
                        <wps:cNvSpPr/>
                        <wps:spPr>
                          <a:xfrm>
                            <a:off x="1121236" y="3135496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6" name="Oval 876"/>
                        <wps:cNvSpPr/>
                        <wps:spPr>
                          <a:xfrm>
                            <a:off x="1107443" y="2857181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7" name="Oval 887"/>
                        <wps:cNvSpPr/>
                        <wps:spPr>
                          <a:xfrm>
                            <a:off x="3066991" y="3000385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8" name="Oval 888"/>
                        <wps:cNvSpPr/>
                        <wps:spPr>
                          <a:xfrm>
                            <a:off x="3082218" y="3133577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9" name="Oval 889"/>
                        <wps:cNvSpPr/>
                        <wps:spPr>
                          <a:xfrm>
                            <a:off x="3058897" y="2855263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0" name="Oval 890"/>
                        <wps:cNvSpPr/>
                        <wps:spPr>
                          <a:xfrm>
                            <a:off x="3587323" y="3000385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1" name="Oval 891"/>
                        <wps:cNvSpPr/>
                        <wps:spPr>
                          <a:xfrm>
                            <a:off x="3602549" y="3133577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2" name="Oval 892"/>
                        <wps:cNvSpPr/>
                        <wps:spPr>
                          <a:xfrm>
                            <a:off x="3579229" y="2855263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0" name="Oval 900"/>
                        <wps:cNvSpPr/>
                        <wps:spPr>
                          <a:xfrm>
                            <a:off x="2551677" y="2650326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5" name="Oval 905"/>
                        <wps:cNvSpPr/>
                        <wps:spPr>
                          <a:xfrm>
                            <a:off x="2591980" y="3000385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6" name="Oval 906"/>
                        <wps:cNvSpPr/>
                        <wps:spPr>
                          <a:xfrm>
                            <a:off x="2597681" y="3133577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7" name="Oval 907"/>
                        <wps:cNvSpPr/>
                        <wps:spPr>
                          <a:xfrm>
                            <a:off x="2583886" y="2855262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8" name="Oval 908"/>
                        <wps:cNvSpPr/>
                        <wps:spPr>
                          <a:xfrm>
                            <a:off x="4052663" y="2990918"/>
                            <a:ext cx="115153" cy="1150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9" name="Oval 909"/>
                        <wps:cNvSpPr/>
                        <wps:spPr>
                          <a:xfrm>
                            <a:off x="4067889" y="3124111"/>
                            <a:ext cx="92122" cy="880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0" name="Oval 910"/>
                        <wps:cNvSpPr/>
                        <wps:spPr>
                          <a:xfrm>
                            <a:off x="4044570" y="2845796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1" name="Straight Arrow Connector 911"/>
                        <wps:cNvCnPr>
                          <a:stCxn id="915" idx="5"/>
                        </wps:cNvCnPr>
                        <wps:spPr>
                          <a:xfrm>
                            <a:off x="3376032" y="1609550"/>
                            <a:ext cx="1036600" cy="774218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2" name="Striped Right Arrow 912"/>
                        <wps:cNvSpPr/>
                        <wps:spPr>
                          <a:xfrm>
                            <a:off x="1312065" y="1070359"/>
                            <a:ext cx="2489456" cy="460623"/>
                          </a:xfrm>
                          <a:prstGeom prst="strip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52435" w:rsidRDefault="00652435" w:rsidP="00652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/>
                                  <w:kern w:val="24"/>
                                  <w:sz w:val="18"/>
                                  <w:szCs w:val="18"/>
                                </w:rPr>
                                <w:t>Decreasing diameter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" name="Oval 913"/>
                        <wps:cNvSpPr/>
                        <wps:spPr>
                          <a:xfrm>
                            <a:off x="2678358" y="1514514"/>
                            <a:ext cx="138184" cy="13807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4" name="Oval 914"/>
                        <wps:cNvSpPr/>
                        <wps:spPr>
                          <a:xfrm>
                            <a:off x="1947877" y="1502831"/>
                            <a:ext cx="195760" cy="1956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5" name="Oval 915"/>
                        <wps:cNvSpPr/>
                        <wps:spPr>
                          <a:xfrm>
                            <a:off x="3297401" y="1530982"/>
                            <a:ext cx="92122" cy="9204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" o:spid="_x0000_s1072" style="width:359.85pt;height:255.6pt;mso-position-horizontal-relative:char;mso-position-vertical-relative:line" coordsize="45720,32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">
                <o:lock v:ext="edit" aspectratio="t"/>
                <v:rect id="Rectangle 784" o:spid="_x0000_s1073" style="position:absolute;width:45520;height:32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Qx8YA&#10;AADcAAAADwAAAGRycy9kb3ducmV2LnhtbESPQWsCMRSE70L/Q3iFXqRmK3Vrt0YpFkHoQboVvD42&#10;z+zi5mXZpGb990YoeBxm5htmsRpsK87U+8axgpdJBoK4crpho2D/u3meg/ABWWPrmBRcyMNq+TBa&#10;YKFd5B86l8GIBGFfoII6hK6Q0lc1WfQT1xEn7+h6iyHJ3kjdY0xw28ppluXSYsNpocaO1jVVp/LP&#10;KsgvU7OJ3/l4uz5+HWR8j7PdySj19Dh8foAINIR7+L+91Qre5q9wO5OO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0Qx8YAAADcAAAADwAAAAAAAAAAAAAAAACYAgAAZHJz&#10;L2Rvd25yZXYueG1sUEsFBgAAAAAEAAQA9QAAAIsDAAAAAA==&#10;" fillcolor="#c3c3c3 [2166]" strokecolor="black [3213]" strokeweight=".5pt">
                  <v:fill color2="#b6b6b6 [2614]" rotate="t" colors="0 #d2d2d2;.5 #c8c8c8;1 silver" focus="100%" type="gradient">
                    <o:fill v:ext="view" type="gradientUnscaled"/>
                  </v:fill>
                </v:rect>
                <v:rect id="Rectangle 785" o:spid="_x0000_s1074" style="position:absolute;left:5384;top:1055;width:40136;height:31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IEMMA&#10;AADcAAAADwAAAGRycy9kb3ducmV2LnhtbESPT4vCMBTE78J+h/AWvGm6glq6RpHFXb36B9bjo3m2&#10;tc1LbWKt394Igsdh5jfDzBadqURLjSssK/gaRiCIU6sLzhQc9r+DGITzyBory6TgTg4W84/eDBNt&#10;b7ylduczEUrYJagg975OpHRpTgbd0NbEwTvZxqAPssmkbvAWyk0lR1E0kQYLDgs51vSTU1rurkbB&#10;VLer4995fS6Pk8t2fL38l5FfK9X/7JbfIDx1/h1+0RsduHgMz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2IEMMAAADcAAAADwAAAAAAAAAAAAAAAACYAgAAZHJzL2Rv&#10;d25yZXYueG1sUEsFBgAAAAAEAAQA9QAAAIgDAAAAAA==&#10;" fillcolor="#e2efd9 [665]" strokecolor="black [3213]" strokeweight=".5pt"/>
                <v:shape id="Straight Arrow Connector 786" o:spid="_x0000_s1075" type="#_x0000_t32" style="position:absolute;left:21149;top:16697;width:4770;height:84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L1/MYAAADcAAAADwAAAGRycy9kb3ducmV2LnhtbESPQWsCMRSE7wX/Q3hCbzVrC9tlNYrY&#10;iqUgpasXb4/Nc7O4eVmSVNd/3xSEHoeZ+YaZLwfbiQv50DpWMJ1kIIhrp1tuFBz2m6cCRIjIGjvH&#10;pOBGAZaL0cMcS+2u/E2XKjYiQTiUqMDE2JdShtqQxTBxPXHyTs5bjEn6RmqP1wS3nXzOslxabDkt&#10;GOxpbag+Vz9WwfC2veWHTb82x8/36de2bv3LrlLqcTysZiAiDfE/fG9/aAWvRQ5/Z9IR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C9fzGAAAA3AAAAA8AAAAAAAAA&#10;AAAAAAAAoQIAAGRycy9kb3ducmV2LnhtbFBLBQYAAAAABAAEAPkAAACUAwAAAAA=&#10;" strokecolor="red">
                  <v:stroke endarrow="block" joinstyle="miter"/>
                </v:shape>
                <v:shape id="Straight Arrow Connector 787" o:spid="_x0000_s1076" type="#_x0000_t32" style="position:absolute;left:14989;top:16986;width:1431;height:60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5QZ8UAAADcAAAADwAAAGRycy9kb3ducmV2LnhtbESPT2sCMRTE74LfIbyCN81qQWVrlOIf&#10;lIKIq5feHpvXzdLNy5Kkun77plDwOMzMb5jFqrONuJEPtWMF41EGgrh0uuZKwfWyG85BhIissXFM&#10;Ch4UYLXs9xaYa3fnM92KWIkE4ZCjAhNjm0sZSkMWw8i1xMn7ct5iTNJXUnu8J7ht5CTLptJizWnB&#10;YEtrQ+V38WMVdJv9Y3rdtWvz+bEdn/Zl7V+PhVKDl+79DUSkLj7D/+2DVjCbz+D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5QZ8UAAADcAAAADwAAAAAAAAAA&#10;AAAAAAChAgAAZHJzL2Rvd25yZXYueG1sUEsFBgAAAAAEAAQA+QAAAJMDAAAAAA==&#10;" strokecolor="red">
                  <v:stroke endarrow="block" joinstyle="miter"/>
                </v:shape>
                <v:shape id="Straight Arrow Connector 788" o:spid="_x0000_s1077" type="#_x0000_t32" style="position:absolute;left:27963;top:16323;width:7829;height:99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HEFcIAAADcAAAADwAAAGRycy9kb3ducmV2LnhtbERPTWsCMRC9F/ofwgi91awWVFajiFUs&#10;gki3XrwNm3GzuJksSarrvzcHwePjfc8WnW3ElXyoHSsY9DMQxKXTNVcKjn+bzwmIEJE1No5JwZ0C&#10;LObvbzPMtbvxL12LWIkUwiFHBSbGNpcylIYshr5riRN3dt5iTNBXUnu8pXDbyGGWjaTFmlODwZZW&#10;hspL8W8VdN/b++i4aVfmtFsPDtuy9l/7QqmPXrecgojUxZf46f7RCsaTtDadSUd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HEFcIAAADcAAAADwAAAAAAAAAAAAAA&#10;AAChAgAAZHJzL2Rvd25yZXYueG1sUEsFBgAAAAAEAAQA+QAAAJADAAAAAA==&#10;" strokecolor="red">
                  <v:stroke endarrow="block" joinstyle="miter"/>
                </v:shape>
                <v:oval id="Oval 789" o:spid="_x0000_s1078" style="position:absolute;left:13837;top:14684;width:2303;height:2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V9cUA&#10;AADcAAAADwAAAGRycy9kb3ducmV2LnhtbESPQWvCQBSE7wX/w/KE3upGD42JriIBscVejB48PrLP&#10;bDD7NmRXTfvru4WCx2FmvmGW68G24k69bxwrmE4SEMSV0w3XCk7H7dschA/IGlvHpOCbPKxXo5cl&#10;5to9+ED3MtQiQtjnqMCE0OVS+sqQRT9xHXH0Lq63GKLsa6l7fES4beUsSd6lxYbjgsGOCkPVtbxZ&#10;Bfvs57M0Mt0VWbGdnfXX/rjTqVKv42GzABFoCM/wf/tDK0jnG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3VX1xQAAANwAAAAPAAAAAAAAAAAAAAAAAJgCAABkcnMv&#10;ZG93bnJldi54bWxQSwUGAAAAAAQABAD1AAAAigMAAAAA&#10;" fillcolor="#f4b083 [1941]" strokecolor="red" strokeweight="1pt">
                  <v:stroke joinstyle="miter"/>
                </v:oval>
                <v:shape id="Freeform 790" o:spid="_x0000_s1079" style="position:absolute;top:1674;width:45720;height:26008;visibility:visible;mso-wrap-style:square;v-text-anchor:middle" coordsize="6140548,2236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+G1sEA&#10;AADcAAAADwAAAGRycy9kb3ducmV2LnhtbERPTWsCMRC9F/ofwhS8iCYVqXU1ioqCt7ZWbI/DZtxd&#10;upksSVzXf28OQo+P9z1fdrYWLflQOdbwOlQgiHNnKi40HL93g3cQISIbrB2ThhsFWC6en+aYGXfl&#10;L2oPsRAphEOGGsoYm0zKkJdkMQxdQ5y4s/MWY4K+kMbjNYXbWo6UepMWK04NJTa0KSn/O1ysBhU/&#10;663v/+Laf7Tb4qR4PFn9aN176VYzEJG6+C9+uPdGw2Sa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fhtbBAAAA3AAAAA8AAAAAAAAAAAAAAAAAmAIAAGRycy9kb3du&#10;cmV2LnhtbFBLBQYAAAAABAAEAPUAAACGAwAAAAA=&#10;" path="m,c183466,593188,366933,1186376,844062,1526345v477129,339969,1135966,395068,2018714,513471c3745524,2158219,4943036,2197491,6140548,2236763e" filled="f" strokecolor="black [3213]" strokeweight="1pt">
                  <v:stroke joinstyle="miter"/>
                  <v:path arrowok="t" o:connecttype="custom" o:connectlocs="0,0;628454,1774747;2131506,2371781;4572000,2600780" o:connectangles="0,0,0,0"/>
                </v:shape>
                <v:oval id="Oval 791" o:spid="_x0000_s1080" style="position:absolute;left:15329;top:24127;width:2303;height:2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PLsUA&#10;AADcAAAADwAAAGRycy9kb3ducmV2LnhtbESPQWvCQBSE7wX/w/KE3upGD00TXUUComIvjR48PrLP&#10;bDD7NmRXjf313UKhx2FmvmEWq8G24k69bxwrmE4SEMSV0w3XCk7HzdsHCB+QNbaOScGTPKyWo5cF&#10;5to9+IvuZahFhLDPUYEJocul9JUhi37iOuLoXVxvMUTZ11L3+Ihw28pZkrxLiw3HBYMdFYaqa3mz&#10;Cg7Z9740Mt0WWbGZnfXn4bjVqVKv42E9BxFoCP/hv/ZOK0izK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s8uxQAAANwAAAAPAAAAAAAAAAAAAAAAAJgCAABkcnMv&#10;ZG93bnJldi54bWxQSwUGAAAAAAQABAD1AAAAigMAAAAA&#10;" fillcolor="#f4b083 [1941]" strokecolor="red" strokeweight="1pt">
                  <v:stroke joinstyle="miter"/>
                </v:oval>
                <v:oval id="Oval 792" o:spid="_x0000_s1081" style="position:absolute;left:15502;top:26522;width:1958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RWcYA&#10;AADcAAAADwAAAGRycy9kb3ducmV2LnhtbESPQWvCQBSE70L/w/IK3nRjDqZJXUUCYsVemnjo8ZF9&#10;zYZm34bsVmN/fbdQ6HGYmW+YzW6yvbjS6DvHClbLBARx43THrYJLfVg8gfABWWPvmBTcycNu+zDb&#10;YKHdjd/oWoVWRAj7AhWYEIZCSt8YsuiXbiCO3ocbLYYox1bqEW8RbnuZJslaWuw4LhgcqDTUfFZf&#10;VsE5/z5VRmbHMi8P6bt+PddHnSk1f5z2zyACTeE//Nd+0QqyPIXfM/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BRWcYAAADcAAAADwAAAAAAAAAAAAAAAACYAgAAZHJz&#10;L2Rvd25yZXYueG1sUEsFBgAAAAAEAAQA9QAAAIsDAAAAAA==&#10;" fillcolor="#f4b083 [1941]" strokecolor="red" strokeweight="1pt">
                  <v:stroke joinstyle="miter"/>
                </v:oval>
                <v:oval id="Oval 793" o:spid="_x0000_s1082" style="position:absolute;left:15905;top:30023;width:1151;height:1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0wsYA&#10;AADcAAAADwAAAGRycy9kb3ducmV2LnhtbESPQWvCQBSE74L/YXlCb3VTC41JXUUCYsVeTHro8ZF9&#10;zYZm34bsqqm/vlsoeBxm5htmtRltJy40+Naxgqd5AoK4drrlRsFHtXtcgvABWWPnmBT8kIfNejpZ&#10;Ya7dlU90KUMjIoR9jgpMCH0upa8NWfRz1xNH78sNFkOUQyP1gNcIt51cJMmLtNhyXDDYU2Go/i7P&#10;VsExux1KI9N9kRW7xad+P1Z7nSr1MBu3ryACjeEe/m+/aQVp9gx/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z0wsYAAADcAAAADwAAAAAAAAAAAAAAAACYAgAAZHJz&#10;L2Rvd25yZXYueG1sUEsFBgAAAAAEAAQA9QAAAIsDAAAAAA==&#10;" fillcolor="#f4b083 [1941]" strokecolor="red" strokeweight="1pt">
                  <v:stroke joinstyle="miter"/>
                </v:oval>
                <v:oval id="Oval 794" o:spid="_x0000_s1083" style="position:absolute;left:15962;top:31354;width:921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stsYA&#10;AADcAAAADwAAAGRycy9kb3ducmV2LnhtbESPQWvCQBSE74L/YXlCb3VTKY1JXUUCYsVeTHro8ZF9&#10;zYZm34bsqqm/vlsoeBxm5htmtRltJy40+Naxgqd5AoK4drrlRsFHtXtcgvABWWPnmBT8kIfNejpZ&#10;Ya7dlU90KUMjIoR9jgpMCH0upa8NWfRz1xNH78sNFkOUQyP1gNcIt51cJMmLtNhyXDDYU2Go/i7P&#10;VsExux1KI9N9kRW7xad+P1Z7nSr1MBu3ryACjeEe/m+/aQVp9gx/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VstsYAAADcAAAADwAAAAAAAAAAAAAAAACYAgAAZHJz&#10;L2Rvd25yZXYueG1sUEsFBgAAAAAEAAQA9QAAAIsDAAAAAA==&#10;" fillcolor="#f4b083 [1941]" strokecolor="red" strokeweight="1pt">
                  <v:stroke joinstyle="miter"/>
                </v:oval>
                <v:oval id="Oval 795" o:spid="_x0000_s1084" style="position:absolute;left:15824;top:28571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JLcYA&#10;AADcAAAADwAAAGRycy9kb3ducmV2LnhtbESPQWvCQBSE74L/YXlCb3VToY1JXUUCYsVeTHro8ZF9&#10;zYZm34bsqqm/vlsoeBxm5htmtRltJy40+Naxgqd5AoK4drrlRsFHtXtcgvABWWPnmBT8kIfNejpZ&#10;Ya7dlU90KUMjIoR9jgpMCH0upa8NWfRz1xNH78sNFkOUQyP1gNcIt51cJMmLtNhyXDDYU2Go/i7P&#10;VsExux1KI9N9kRW7xad+P1Z7nSr1MBu3ryACjeEe/m+/aQVp9gx/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nJLcYAAADcAAAADwAAAAAAAAAAAAAAAACYAgAAZHJz&#10;L2Rvd25yZXYueG1sUEsFBgAAAAAEAAQA9QAAAIsDAAAAAA==&#10;" fillcolor="#f4b083 [1941]" strokecolor="red" strokeweight="1pt">
                  <v:stroke joinstyle="miter"/>
                </v:oval>
                <v:oval id="Oval 796" o:spid="_x0000_s1085" style="position:absolute;left:20617;top:26345;width:1957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XWsUA&#10;AADcAAAADwAAAGRycy9kb3ducmV2LnhtbESPQWvCQBSE74L/YXmCN93owTTRVSQgWuylsYceH9ln&#10;Nph9G7Krpv313UKhx2FmvmE2u8G24kG9bxwrWMwTEMSV0w3XCj4uh9kLCB+QNbaOScEXedhtx6MN&#10;5to9+Z0eZahFhLDPUYEJocul9JUhi37uOuLoXV1vMUTZ11L3+Ixw28plkqykxYbjgsGOCkPVrbxb&#10;Befs+7U0Mj0WWXFYfuq38+WoU6Wmk2G/BhFoCP/hv/ZJK0izF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1daxQAAANwAAAAPAAAAAAAAAAAAAAAAAJgCAABkcnMv&#10;ZG93bnJldi54bWxQSwUGAAAAAAQABAD1AAAAigMAAAAA&#10;" fillcolor="#f4b083 [1941]" strokecolor="red" strokeweight="1pt">
                  <v:stroke joinstyle="miter"/>
                </v:oval>
                <v:oval id="Oval 834" o:spid="_x0000_s1086" style="position:absolute;left:21020;top:30023;width:1151;height:1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n2sUA&#10;AADcAAAADwAAAGRycy9kb3ducmV2LnhtbESPQWvCQBSE7wX/w/IEb3WjLVWjq0hAbLEXowePj+wz&#10;G8y+DdmtRn+9Wyj0OMzMN8xi1dlaXKn1lWMFo2ECgrhwuuJSwfGweZ2C8AFZY+2YFNzJw2rZe1lg&#10;qt2N93TNQykihH2KCkwITSqlLwxZ9EPXEEfv7FqLIcq2lLrFW4TbWo6T5ENarDguGGwoM1Rc8h+r&#10;YDd7fOVGTrbZLNuMT/p7d9jqiVKDfreegwjUhf/wX/tTK5i+vcPvmX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6faxQAAANwAAAAPAAAAAAAAAAAAAAAAAJgCAABkcnMv&#10;ZG93bnJldi54bWxQSwUGAAAAAAQABAD1AAAAigMAAAAA&#10;" fillcolor="#f4b083 [1941]" strokecolor="red" strokeweight="1pt">
                  <v:stroke joinstyle="miter"/>
                </v:oval>
                <v:oval id="Oval 835" o:spid="_x0000_s1087" style="position:absolute;left:21165;top:31354;width:922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CQcUA&#10;AADcAAAADwAAAGRycy9kb3ducmV2LnhtbESPQWvCQBSE7wX/w/IEb3WjpVWjq0hAbLEXowePj+wz&#10;G8y+DdmtRn+9Wyj0OMzMN8xi1dlaXKn1lWMFo2ECgrhwuuJSwfGweZ2C8AFZY+2YFNzJw2rZe1lg&#10;qt2N93TNQykihH2KCkwITSqlLwxZ9EPXEEfv7FqLIcq2lLrFW4TbWo6T5ENarDguGGwoM1Rc8h+r&#10;YDd7fOVGTrbZLNuMT/p7d9jqiVKDfreegwjUhf/wX/tTK5i+vcPvmX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wJBxQAAANwAAAAPAAAAAAAAAAAAAAAAAJgCAABkcnMv&#10;ZG93bnJldi54bWxQSwUGAAAAAAQABAD1AAAAigMAAAAA&#10;" fillcolor="#f4b083 [1941]" strokecolor="red" strokeweight="1pt">
                  <v:stroke joinstyle="miter"/>
                </v:oval>
                <v:oval id="Oval 836" o:spid="_x0000_s1088" style="position:absolute;left:20939;top:28483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cNsUA&#10;AADcAAAADwAAAGRycy9kb3ducmV2LnhtbESPT4vCMBTE74LfITxhb5quC/6pRpGCuKKXrR48Pppn&#10;U7Z5KU3Urp9+syDscZiZ3zDLdWdrcafWV44VvI8SEMSF0xWXCs6n7XAGwgdkjbVjUvBDHtarfm+J&#10;qXYP/qJ7HkoRIexTVGBCaFIpfWHIoh+5hjh6V9daDFG2pdQtPiLc1nKcJBNpseK4YLChzFDxnd+s&#10;gsP8uc+NnO6yebYdX/TxcNrpqVJvg26zABGoC//hV/tTK5h9TO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Zw2xQAAANwAAAAPAAAAAAAAAAAAAAAAAJgCAABkcnMv&#10;ZG93bnJldi54bWxQSwUGAAAAAAQABAD1AAAAigMAAAAA&#10;" fillcolor="#f4b083 [1941]" strokecolor="red" strokeweight="1pt">
                  <v:stroke joinstyle="miter"/>
                </v:oval>
                <v:oval id="Oval 837" o:spid="_x0000_s1089" style="position:absolute;left:5376;top:24127;width:2303;height:2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5rcUA&#10;AADcAAAADwAAAGRycy9kb3ducmV2LnhtbESPQWvCQBSE7wX/w/IKvdVNLRhNXUUCYkUvRg89PrLP&#10;bDD7NmS3mvbXu4LgcZiZb5jZoreNuFDna8cKPoYJCOLS6ZorBcfD6n0CwgdkjY1jUvBHHhbzwcsM&#10;M+2uvKdLESoRIewzVGBCaDMpfWnIoh+6ljh6J9dZDFF2ldQdXiPcNnKUJGNpsea4YLCl3FB5Ln6t&#10;gu30f1MYma7zab4a/ejd9rDWqVJvr/3yC0SgPjzDj/a3VjD5TO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TmtxQAAANwAAAAPAAAAAAAAAAAAAAAAAJgCAABkcnMv&#10;ZG93bnJldi54bWxQSwUGAAAAAAQABAD1AAAAigMAAAAA&#10;" fillcolor="#f4b083 [1941]" strokecolor="red" strokeweight="1pt">
                  <v:stroke joinstyle="miter"/>
                </v:oval>
                <v:oval id="Oval 838" o:spid="_x0000_s1090" style="position:absolute;left:5549;top:26522;width:1957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t38IA&#10;AADcAAAADwAAAGRycy9kb3ducmV2LnhtbERPy4rCMBTdD8w/hDswuzEdBR/VKENBHNGN1YXLS3Nt&#10;is1NaaJWv94sBJeH854tOluLK7W+cqzgt5eAIC6crrhUcNgvf8YgfEDWWDsmBXfysJh/fsww1e7G&#10;O7rmoRQxhH2KCkwITSqlLwxZ9D3XEEfu5FqLIcK2lLrFWwy3tewnyVBarDg2GGwoM1Sc84tVsJk8&#10;1rmRo1U2yZb9o95u9is9Uur7q/ubggjUhbf45f7XCsaDuDa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q3fwgAAANwAAAAPAAAAAAAAAAAAAAAAAJgCAABkcnMvZG93&#10;bnJldi54bWxQSwUGAAAAAAQABAD1AAAAhwMAAAAA&#10;" fillcolor="#f4b083 [1941]" strokecolor="red" strokeweight="1pt">
                  <v:stroke joinstyle="miter"/>
                </v:oval>
                <v:oval id="Oval 839" o:spid="_x0000_s1091" style="position:absolute;left:5952;top:30023;width:1151;height:1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YIRMUA&#10;AADcAAAADwAAAGRycy9kb3ducmV2LnhtbESPQWvCQBSE7wX/w/IKvdVNLahJXUUCYkUvRg89PrLP&#10;bDD7NmS3mvbXu4LgcZiZb5jZoreNuFDna8cKPoYJCOLS6ZorBcfD6n0KwgdkjY1jUvBHHhbzwcsM&#10;M+2uvKdLESoRIewzVGBCaDMpfWnIoh+6ljh6J9dZDFF2ldQdXiPcNnKUJGNpsea4YLCl3FB5Ln6t&#10;gm36vymMnKzzNF+NfvRue1jriVJvr/3yC0SgPjzDj/a3VjD9TO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ghExQAAANwAAAAPAAAAAAAAAAAAAAAAAJgCAABkcnMv&#10;ZG93bnJldi54bWxQSwUGAAAAAAQABAD1AAAAigMAAAAA&#10;" fillcolor="#f4b083 [1941]" strokecolor="red" strokeweight="1pt">
                  <v:stroke joinstyle="miter"/>
                </v:oval>
                <v:oval id="Oval 840" o:spid="_x0000_s1092" style="position:absolute;left:6009;top:31354;width:921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rSpMIA&#10;AADcAAAADwAAAGRycy9kb3ducmV2LnhtbERPy4rCMBTdD8w/hDswuzEdER/VKENBHNGN1YXLS3Nt&#10;is1NaaJWv94sBJeH854tOluLK7W+cqzgt5eAIC6crrhUcNgvf8YgfEDWWDsmBXfysJh/fsww1e7G&#10;O7rmoRQxhH2KCkwITSqlLwxZ9D3XEEfu5FqLIcK2lLrFWwy3tewnyVBarDg2GGwoM1Sc84tVsJk8&#10;1rmRo1U2yZb9o95u9is9Uur7q/ubggjUhbf45f7XCsaD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6tKkwgAAANwAAAAPAAAAAAAAAAAAAAAAAJgCAABkcnMvZG93&#10;bnJldi54bWxQSwUGAAAAAAQABAD1AAAAhwMAAAAA&#10;" fillcolor="#f4b083 [1941]" strokecolor="red" strokeweight="1pt">
                  <v:stroke joinstyle="miter"/>
                </v:oval>
                <v:oval id="Oval 841" o:spid="_x0000_s1093" style="position:absolute;left:5088;top:20961;width:2879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3P8YA&#10;AADcAAAADwAAAGRycy9kb3ducmV2LnhtbESPT2vCQBTE7wW/w/KE3upGKf6JriIBsWIvJj30+Mg+&#10;s8Hs25DdatpP7woFj8PM/IZZbXrbiCt1vnasYDxKQBCXTtdcKfgqdm9zED4ga2wck4Jf8rBZD15W&#10;mGp34xNd81CJCGGfogITQptK6UtDFv3ItcTRO7vOYoiyq6Tu8BbhtpGTJJlKizXHBYMtZYbKS/5j&#10;FRwXf4fcyNk+W2S7ybf+PBZ7PVPqddhvlyAC9eEZ/m9/aAXz9zE8zs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Z3P8YAAADcAAAADwAAAAAAAAAAAAAAAACYAgAAZHJz&#10;L2Rvd25yZXYueG1sUEsFBgAAAAAEAAQA9QAAAIsDAAAAAA==&#10;" fillcolor="#f4b083 [1941]" strokecolor="red" strokeweight="1pt">
                  <v:stroke joinstyle="miter"/>
                </v:oval>
                <v:oval id="Oval 844" o:spid="_x0000_s1094" style="position:absolute;left:5871;top:28571;width:1381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Up8UA&#10;AADcAAAADwAAAGRycy9kb3ducmV2LnhtbESPT4vCMBTE7wv7HcJb8LamivinGmUpiIpetnrw+Gie&#10;TbF5KU1Wq59+syDscZiZ3zCLVWdrcaPWV44VDPoJCOLC6YpLBafj+nMKwgdkjbVjUvAgD6vl+9sC&#10;U+3u/E23PJQiQtinqMCE0KRS+sKQRd93DXH0Lq61GKJsS6lbvEe4reUwScbSYsVxwWBDmaHimv9Y&#10;BfvZc5cbOdlks2w9POvD/rjRE6V6H93XHESgLvyHX+2tVjAdje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dSnxQAAANwAAAAPAAAAAAAAAAAAAAAAAJgCAABkcnMv&#10;ZG93bnJldi54bWxQSwUGAAAAAAQABAD1AAAAigMAAAAA&#10;" fillcolor="#f4b083 [1941]" strokecolor="red" strokeweight="1pt">
                  <v:stroke joinstyle="miter"/>
                </v:oval>
                <v:oval id="Oval 845" o:spid="_x0000_s1095" style="position:absolute;left:10579;top:24127;width:2303;height:2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PMUA&#10;AADcAAAADwAAAGRycy9kb3ducmV2LnhtbESPQWvCQBSE7wX/w/IEb3WjtFWjq0hAbLEXowePj+wz&#10;G8y+DdmtRn+9Wyj0OMzMN8xi1dlaXKn1lWMFo2ECgrhwuuJSwfGweZ2C8AFZY+2YFNzJw2rZe1lg&#10;qt2N93TNQykihH2KCkwITSqlLwxZ9EPXEEfv7FqLIcq2lLrFW4TbWo6T5ENarDguGGwoM1Rc8h+r&#10;YDd7fOVGTrbZLNuMT/p7d9jqiVKDfreegwjUhf/wX/tTK5i+vcPvmX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XE8xQAAANwAAAAPAAAAAAAAAAAAAAAAAJgCAABkcnMv&#10;ZG93bnJldi54bWxQSwUGAAAAAAQABAD1AAAAigMAAAAA&#10;" fillcolor="#f4b083 [1941]" strokecolor="red" strokeweight="1pt">
                  <v:stroke joinstyle="miter"/>
                </v:oval>
                <v:oval id="Oval 846" o:spid="_x0000_s1096" style="position:absolute;left:10752;top:26522;width:1957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/vS8UA&#10;AADcAAAADwAAAGRycy9kb3ducmV2LnhtbESPT4vCMBTE74LfITxhb5quLP6pRpGCuKKXrR48Pppn&#10;U7Z5KU3Urp9+syDscZiZ3zDLdWdrcafWV44VvI8SEMSF0xWXCs6n7XAGwgdkjbVjUvBDHtarfm+J&#10;qXYP/qJ7HkoRIexTVGBCaFIpfWHIoh+5hjh6V9daDFG2pdQtPiLc1nKcJBNpseK4YLChzFDxnd+s&#10;gsP8uc+NnO6yebYdX/TxcNrpqVJvg26zABGoC//hV/tTK5h9TO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+9LxQAAANwAAAAPAAAAAAAAAAAAAAAAAJgCAABkcnMv&#10;ZG93bnJldi54bWxQSwUGAAAAAAQABAD1AAAAigMAAAAA&#10;" fillcolor="#f4b083 [1941]" strokecolor="red" strokeweight="1pt">
                  <v:stroke joinstyle="miter"/>
                </v:oval>
                <v:oval id="Oval 847" o:spid="_x0000_s1097" style="position:absolute;left:11155;top:30023;width:1151;height:1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K0MUA&#10;AADcAAAADwAAAGRycy9kb3ducmV2LnhtbESPQWvCQBSE7wX/w/IKvdVNpRhNXUUCYkUvRg89PrLP&#10;bDD7NmS3mvbXu4LgcZiZb5jZoreNuFDna8cKPoYJCOLS6ZorBcfD6n0CwgdkjY1jUvBHHhbzwcsM&#10;M+2uvKdLESoRIewzVGBCaDMpfWnIoh+6ljh6J9dZDFF2ldQdXiPcNnKUJGNpsea4YLCl3FB5Ln6t&#10;gu30f1MYma7zab4a/ejd9rDWqVJvr/3yC0SgPjzDj/a3VjD5TO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A0rQxQAAANwAAAAPAAAAAAAAAAAAAAAAAJgCAABkcnMv&#10;ZG93bnJldi54bWxQSwUGAAAAAAQABAD1AAAAigMAAAAA&#10;" fillcolor="#f4b083 [1941]" strokecolor="red" strokeweight="1pt">
                  <v:stroke joinstyle="miter"/>
                </v:oval>
                <v:oval id="Oval 848" o:spid="_x0000_s1098" style="position:absolute;left:11212;top:31354;width:921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zeosIA&#10;AADcAAAADwAAAGRycy9kb3ducmV2LnhtbERPy4rCMBTdD8w/hDswuzEdER/VKENBHNGN1YXLS3Nt&#10;is1NaaJWv94sBJeH854tOluLK7W+cqzgt5eAIC6crrhUcNgvf8YgfEDWWDsmBXfysJh/fsww1e7G&#10;O7rmoRQxhH2KCkwITSqlLwxZ9D3XEEfu5FqLIcK2lLrFWwy3tewnyVBarDg2GGwoM1Sc84tVsJk8&#10;1rmRo1U2yZb9o95u9is9Uur7q/ubggjUhbf45f7XCsaDuDa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nN6iwgAAANwAAAAPAAAAAAAAAAAAAAAAAJgCAABkcnMvZG93&#10;bnJldi54bWxQSwUGAAAAAAQABAD1AAAAhwMAAAAA&#10;" fillcolor="#f4b083 [1941]" strokecolor="red" strokeweight="1pt">
                  <v:stroke joinstyle="miter"/>
                </v:oval>
                <v:oval id="Oval 876" o:spid="_x0000_s1099" style="position:absolute;left:11074;top:28571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l9sUA&#10;AADcAAAADwAAAGRycy9kb3ducmV2LnhtbESPQWvCQBSE7wX/w/IEb3VTD0ZTVykB0WIvJh56fGSf&#10;2WD2bciuGvvru4WCx2FmvmFWm8G24ka9bxwreJsmIIgrpxuuFZzK7esChA/IGlvHpOBBHjbr0csK&#10;M+3ufKRbEWoRIewzVGBC6DIpfWXIop+6jjh6Z9dbDFH2tdQ93iPctnKWJHNpseG4YLCj3FB1Ka5W&#10;wWH581kYme7yZb6dfeuvQ7nTqVKT8fDxDiLQEJ7h//ZeK1ikc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yX2xQAAANwAAAAPAAAAAAAAAAAAAAAAAJgCAABkcnMv&#10;ZG93bnJldi54bWxQSwUGAAAAAAQABAD1AAAAigMAAAAA&#10;" fillcolor="#f4b083 [1941]" strokecolor="red" strokeweight="1pt">
                  <v:stroke joinstyle="miter"/>
                </v:oval>
                <v:oval id="Oval 887" o:spid="_x0000_s1100" style="position:absolute;left:30669;top:30003;width:1152;height:11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rwSsUA&#10;AADcAAAADwAAAGRycy9kb3ducmV2LnhtbESPQWvCQBSE7wX/w/KE3upGDyamrlICoqIXYw89PrKv&#10;2dDs25BdNfXXdwuCx2FmvmGW68G24kq9bxwrmE4SEMSV0w3XCj7Pm7cMhA/IGlvHpOCXPKxXo5cl&#10;5trd+ETXMtQiQtjnqMCE0OVS+sqQRT9xHXH0vl1vMUTZ11L3eItw28pZksylxYbjgsGOCkPVT3mx&#10;Cg6L+740Mt0Wi2Iz+9LHw3mrU6Vex8PHO4hAQ3iGH+2dVpB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vBKxQAAANwAAAAPAAAAAAAAAAAAAAAAAJgCAABkcnMv&#10;ZG93bnJldi54bWxQSwUGAAAAAAQABAD1AAAAigMAAAAA&#10;" fillcolor="#f4b083 [1941]" strokecolor="red" strokeweight="1pt">
                  <v:stroke joinstyle="miter"/>
                </v:oval>
                <v:oval id="Oval 888" o:spid="_x0000_s1101" style="position:absolute;left:30822;top:31335;width:921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VkOMEA&#10;AADcAAAADwAAAGRycy9kb3ducmV2LnhtbERPTYvCMBC9L/gfwgh7W1M9rLUaRQqi4l6sHjwOzdgU&#10;m0lpotb99ZvDgsfH+16setuIB3W+dqxgPEpAEJdO11wpOJ82XykIH5A1No5JwYs8rJaDjwVm2j35&#10;SI8iVCKGsM9QgQmhzaT0pSGLfuRa4shdXWcxRNhVUnf4jOG2kZMk+ZYWa44NBlvKDZW34m4VHGa/&#10;+8LI6Taf5ZvJRf8cTls9Vepz2K/nIAL14S3+d++0gjSNa+OZe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lZDjBAAAA3AAAAA8AAAAAAAAAAAAAAAAAmAIAAGRycy9kb3du&#10;cmV2LnhtbFBLBQYAAAAABAAEAPUAAACGAwAAAAA=&#10;" fillcolor="#f4b083 [1941]" strokecolor="red" strokeweight="1pt">
                  <v:stroke joinstyle="miter"/>
                </v:oval>
                <v:oval id="Oval 889" o:spid="_x0000_s1102" style="position:absolute;left:30588;top:28552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o8UA&#10;AADcAAAADwAAAGRycy9kb3ducmV2LnhtbESPQWvCQBSE7wX/w/IEb3Wjh5pEV5GAWLGXxh56fGSf&#10;2WD2bciuGv313UKhx2FmvmFWm8G24ka9bxwrmE0TEMSV0w3XCr5Ou9cUhA/IGlvHpOBBHjbr0csK&#10;c+3u/Em3MtQiQtjnqMCE0OVS+sqQRT91HXH0zq63GKLsa6l7vEe4beU8Sd6kxYbjgsGOCkPVpbxa&#10;BcfseSiNXOyLrNjNv/XH8bTXC6Um42G7BBFoCP/hv/a7VpCmGfyei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cGjxQAAANwAAAAPAAAAAAAAAAAAAAAAAJgCAABkcnMv&#10;ZG93bnJldi54bWxQSwUGAAAAAAQABAD1AAAAigMAAAAA&#10;" fillcolor="#f4b083 [1941]" strokecolor="red" strokeweight="1pt">
                  <v:stroke joinstyle="miter"/>
                </v:oval>
                <v:oval id="Oval 890" o:spid="_x0000_s1103" style="position:absolute;left:35873;top:30003;width:1151;height:11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r+48EA&#10;AADcAAAADwAAAGRycy9kb3ducmV2LnhtbERPTYvCMBC9L/gfwgh7W1M9rLYaRQqi4l6sHjwOzdgU&#10;m0lpotb99ZvDgsfH+16setuIB3W+dqxgPEpAEJdO11wpOJ82XzMQPiBrbByTghd5WC0HHwvMtHvy&#10;kR5FqEQMYZ+hAhNCm0npS0MW/ci1xJG7us5iiLCrpO7wGcNtIydJ8i0t1hwbDLaUGypvxd0qOKS/&#10;+8LI6TZP883kon8Op62eKvU57NdzEIH68Bb/u3dawSyN8+OZe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K/uPBAAAA3AAAAA8AAAAAAAAAAAAAAAAAmAIAAGRycy9kb3du&#10;cmV2LnhtbFBLBQYAAAAABAAEAPUAAACGAwAAAAA=&#10;" fillcolor="#f4b083 [1941]" strokecolor="red" strokeweight="1pt">
                  <v:stroke joinstyle="miter"/>
                </v:oval>
                <v:oval id="Oval 891" o:spid="_x0000_s1104" style="position:absolute;left:36025;top:31335;width:921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ZbeMUA&#10;AADcAAAADwAAAGRycy9kb3ducmV2LnhtbESPQWvCQBSE74L/YXkFb7rRg5roKiUgWuyl0YPHR/aZ&#10;DWbfhuyqsb++Wyj0OMzMN8x629tGPKjztWMF00kCgrh0uuZKwfm0Gy9B+ICssXFMCl7kYbsZDtaY&#10;affkL3oUoRIRwj5DBSaENpPSl4Ys+olriaN3dZ3FEGVXSd3hM8JtI2dJMpcWa44LBlvKDZW34m4V&#10;HNPvj8LIxT5P893soj+Pp71eKDV6699XIAL14T/81z5oBct0Cr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lt4xQAAANwAAAAPAAAAAAAAAAAAAAAAAJgCAABkcnMv&#10;ZG93bnJldi54bWxQSwUGAAAAAAQABAD1AAAAigMAAAAA&#10;" fillcolor="#f4b083 [1941]" strokecolor="red" strokeweight="1pt">
                  <v:stroke joinstyle="miter"/>
                </v:oval>
                <v:oval id="Oval 892" o:spid="_x0000_s1105" style="position:absolute;left:35792;top:28552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FD8UA&#10;AADcAAAADwAAAGRycy9kb3ducmV2LnhtbESPQWvCQBSE7wX/w/IK3uqmOahJXUUCosVeGj14fGRf&#10;s8Hs25BdNfbXu0Khx2FmvmEWq8G24kq9bxwreJ8kIIgrpxuuFRwPm7c5CB+QNbaOScGdPKyWo5cF&#10;5trd+JuuZahFhLDPUYEJocul9JUhi37iOuLo/bjeYoiyr6Xu8RbhtpVpkkylxYbjgsGOCkPVubxY&#10;Bfvs97M0crYtsmKTnvTX/rDVM6XGr8P6A0SgIfyH/9o7rWCepfA8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MUPxQAAANwAAAAPAAAAAAAAAAAAAAAAAJgCAABkcnMv&#10;ZG93bnJldi54bWxQSwUGAAAAAAQABAD1AAAAigMAAAAA&#10;" fillcolor="#f4b083 [1941]" strokecolor="red" strokeweight="1pt">
                  <v:stroke joinstyle="miter"/>
                </v:oval>
                <v:oval id="Oval 900" o:spid="_x0000_s1106" style="position:absolute;left:25516;top:26503;width:1958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Fk+cEA&#10;AADcAAAADwAAAGRycy9kb3ducmV2LnhtbERPTYvCMBC9C/sfwizsTdP1oLYaRQqii16sHjwOzdgU&#10;m0lpstrdX28OgsfH+16setuIO3W+dqzge5SAIC6drrlScD5thjMQPiBrbByTgj/ysFp+DBaYaffg&#10;I92LUIkYwj5DBSaENpPSl4Ys+pFriSN3dZ3FEGFXSd3hI4bbRo6TZCIt1hwbDLaUGypvxa9VsE//&#10;fwojp9s8zTfjiz7sT1s9Verrs1/PQQTqw1v8cu+0gjSJ8+OZe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hZPnBAAAA3AAAAA8AAAAAAAAAAAAAAAAAmAIAAGRycy9kb3du&#10;cmV2LnhtbFBLBQYAAAAABAAEAPUAAACGAwAAAAA=&#10;" fillcolor="#f4b083 [1941]" strokecolor="red" strokeweight="1pt">
                  <v:stroke joinstyle="miter"/>
                </v:oval>
                <v:oval id="Oval 905" o:spid="_x0000_s1107" style="position:absolute;left:25919;top:30003;width:1152;height:11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HYcYA&#10;AADcAAAADwAAAGRycy9kb3ducmV2LnhtbESPQWvCQBSE74X+h+UVetNNhWqTZiMSEBW9NPbQ4yP7&#10;mg3Nvg3ZVaO/3i0Uehxm5hsmX462E2cafOtYwcs0AUFcO91yo+DzuJ68gfABWWPnmBRcycOyeHzI&#10;MdPuwh90rkIjIoR9hgpMCH0mpa8NWfRT1xNH79sNFkOUQyP1gJcIt52cJclcWmw5LhjsqTRU/1Qn&#10;q2Cf3naVkYtNmZbr2Zc+7I8bvVDq+WlcvYMINIb/8F97qxWkySv8nolH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bHYcYAAADcAAAADwAAAAAAAAAAAAAAAACYAgAAZHJz&#10;L2Rvd25yZXYueG1sUEsFBgAAAAAEAAQA9QAAAIsDAAAAAA==&#10;" fillcolor="#f4b083 [1941]" strokecolor="red" strokeweight="1pt">
                  <v:stroke joinstyle="miter"/>
                </v:oval>
                <v:oval id="Oval 906" o:spid="_x0000_s1108" style="position:absolute;left:25976;top:31335;width:922;height: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RZFsUA&#10;AADcAAAADwAAAGRycy9kb3ducmV2LnhtbESPQWvCQBSE7wX/w/IEb3WjB21SV5GAaLGXJh48PrKv&#10;2WD2bciumvrr3UKhx2FmvmFWm8G24ka9bxwrmE0TEMSV0w3XCk7l7vUNhA/IGlvHpOCHPGzWo5cV&#10;Ztrd+YtuRahFhLDPUIEJocuk9JUhi37qOuLofbveYoiyr6Xu8R7htpXzJFlIiw3HBYMd5YaqS3G1&#10;Co7p46MwcrnP03w3P+vPY7nXS6Um42H7DiLQEP7Df+2DVpAmC/g9E4+A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FkWxQAAANwAAAAPAAAAAAAAAAAAAAAAAJgCAABkcnMv&#10;ZG93bnJldi54bWxQSwUGAAAAAAQABAD1AAAAigMAAAAA&#10;" fillcolor="#f4b083 [1941]" strokecolor="red" strokeweight="1pt">
                  <v:stroke joinstyle="miter"/>
                </v:oval>
                <v:oval id="Oval 907" o:spid="_x0000_s1109" style="position:absolute;left:25838;top:28552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8jcUA&#10;AADcAAAADwAAAGRycy9kb3ducmV2LnhtbESPQWvCQBSE74L/YXlCb7qph8ZEVykBscVejB48PrKv&#10;2dDs25DdauqvdwuCx2FmvmFWm8G24kK9bxwreJ0lIIgrpxuuFZyO2+kChA/IGlvHpOCPPGzW49EK&#10;c+2ufKBLGWoRIexzVGBC6HIpfWXIop+5jjh63663GKLsa6l7vEa4beU8Sd6kxYbjgsGOCkPVT/lr&#10;Feyz22dpZLorsmI7P+uv/XGnU6VeJsP7EkSgITzDj/aHVpAlKfyfi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PyNxQAAANwAAAAPAAAAAAAAAAAAAAAAAJgCAABkcnMv&#10;ZG93bnJldi54bWxQSwUGAAAAAAQABAD1AAAAigMAAAAA&#10;" fillcolor="#f4b083 [1941]" strokecolor="red" strokeweight="1pt">
                  <v:stroke joinstyle="miter"/>
                </v:oval>
                <v:oval id="Oval 908" o:spid="_x0000_s1110" style="position:absolute;left:40526;top:29909;width:1152;height:1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do/8EA&#10;AADcAAAADwAAAGRycy9kb3ducmV2LnhtbERPTYvCMBC9C/sfwizsTdP1oLYaRQqii16sHjwOzdgU&#10;m0lpstrdX28OgsfH+16setuIO3W+dqzge5SAIC6drrlScD5thjMQPiBrbByTgj/ysFp+DBaYaffg&#10;I92LUIkYwj5DBSaENpPSl4Ys+pFriSN3dZ3FEGFXSd3hI4bbRo6TZCIt1hwbDLaUGypvxa9VsE//&#10;fwojp9s8zTfjiz7sT1s9Verrs1/PQQTqw1v8cu+0gjSJa+OZe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XaP/BAAAA3AAAAA8AAAAAAAAAAAAAAAAAmAIAAGRycy9kb3du&#10;cmV2LnhtbFBLBQYAAAAABAAEAPUAAACGAwAAAAA=&#10;" fillcolor="#f4b083 [1941]" strokecolor="red" strokeweight="1pt">
                  <v:stroke joinstyle="miter"/>
                </v:oval>
                <v:oval id="Oval 909" o:spid="_x0000_s1111" style="position:absolute;left:40678;top:31241;width:922;height: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vNZMQA&#10;AADcAAAADwAAAGRycy9kb3ducmV2LnhtbESPQWvCQBSE7wX/w/IEb3VTD2pSVykBsaIXo4ceH9nX&#10;bGj2bchuNfrrXUHwOMzMN8xi1dtGnKnztWMFH+MEBHHpdM2VgtNx/T4H4QOyxsYxKbiSh9Vy8LbA&#10;TLsLH+hchEpECPsMFZgQ2kxKXxqy6MeuJY7er+sshii7SuoOLxFuGzlJkqm0WHNcMNhSbqj8K/6t&#10;gl162xZGzjZ5mq8nP3q/O270TKnRsP/6BBGoD6/ws/2tFaRJCo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bzWTEAAAA3AAAAA8AAAAAAAAAAAAAAAAAmAIAAGRycy9k&#10;b3ducmV2LnhtbFBLBQYAAAAABAAEAPUAAACJAwAAAAA=&#10;" fillcolor="#f4b083 [1941]" strokecolor="red" strokeweight="1pt">
                  <v:stroke joinstyle="miter"/>
                </v:oval>
                <v:oval id="Oval 910" o:spid="_x0000_s1112" style="position:absolute;left:40445;top:28457;width:1382;height:1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yJMEA&#10;AADcAAAADwAAAGRycy9kb3ducmV2LnhtbERPTYvCMBC9C/sfwgjeNNWD2q5RpCC6uBerhz0OzdgU&#10;m0lpslr315uDsMfH+15tetuIO3W+dqxgOklAEJdO11wpuJx34yUIH5A1No5JwZM8bNYfgxVm2j34&#10;RPciVCKGsM9QgQmhzaT0pSGLfuJa4shdXWcxRNhVUnf4iOG2kbMkmUuLNccGgy3lhspb8WsVHNO/&#10;r8LIxT5P893sR38fz3u9UGo07LefIAL14V/8dh+0gnQa58cz8Qj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48iTBAAAA3AAAAA8AAAAAAAAAAAAAAAAAmAIAAGRycy9kb3du&#10;cmV2LnhtbFBLBQYAAAAABAAEAPUAAACGAwAAAAA=&#10;" fillcolor="#f4b083 [1941]" strokecolor="red" strokeweight="1pt">
                  <v:stroke joinstyle="miter"/>
                </v:oval>
                <v:shape id="Straight Arrow Connector 911" o:spid="_x0000_s1113" type="#_x0000_t32" style="position:absolute;left:33760;top:16095;width:10366;height:77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RjxMYAAADcAAAADwAAAGRycy9kb3ducmV2LnhtbESPT2sCMRTE70K/Q3iF3jS7FkS3Rin+&#10;wSIUceult8fmdbN087IkUddv3wgFj8PM/IaZL3vbigv50DhWkI8yEMSV0w3XCk5f2+EURIjIGlvH&#10;pOBGAZaLp8EcC+2ufKRLGWuRIBwKVGBi7AopQ2XIYhi5jjh5P85bjEn6WmqP1wS3rRxn2URabDgt&#10;GOxoZaj6Lc9WQb/e3Sanbbcy3/tNfthVjX/9LJV6ee7f30BE6uMj/N/+0ApmeQ73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0Y8TGAAAA3AAAAA8AAAAAAAAA&#10;AAAAAAAAoQIAAGRycy9kb3ducmV2LnhtbFBLBQYAAAAABAAEAPkAAACUAwAAAAA=&#10;" strokecolor="red">
                  <v:stroke endarrow="block" joinstyle="miter"/>
                </v:shape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Striped Right Arrow 912" o:spid="_x0000_s1114" type="#_x0000_t93" style="position:absolute;left:13120;top:10703;width:24895;height:46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6Z4sYA&#10;AADcAAAADwAAAGRycy9kb3ducmV2LnhtbESPQWvCQBSE74X+h+UVvBTdKLSY6CptoeilUK2gx2f2&#10;NUnNvl2yT03/fbdQ6HGYmW+Y+bJ3rbpQFxvPBsajDBRx6W3DlYHdx+twCioKssXWMxn4pgjLxe3N&#10;HAvrr7yhy1YqlSAcCzRQi4RC61jW5DCOfCBO3qfvHEqSXaVth9cEd62eZNmjdthwWqgx0EtN5Wl7&#10;dgaeH/A03X/p1ZEO4u7Dex7yNzFmcNc/zUAJ9fIf/muvrYF8PIHfM+kI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6Z4sYAAADcAAAADwAAAAAAAAAAAAAAAACYAgAAZHJz&#10;L2Rvd25yZXYueG1sUEsFBgAAAAAEAAQA9QAAAIsDAAAAAA==&#10;" adj="19602" fillcolor="#5b9bd5 [3204]" strokecolor="#1f4d78 [1604]" strokeweight="1pt">
                  <v:textbox inset="0,0,0,0">
                    <w:txbxContent>
                      <w:p w:rsidR="00652435" w:rsidRDefault="00652435" w:rsidP="00652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FFFFFF"/>
                            <w:kern w:val="24"/>
                            <w:sz w:val="18"/>
                            <w:szCs w:val="18"/>
                          </w:rPr>
                          <w:t>Decreasing diameter</w:t>
                        </w:r>
                      </w:p>
                    </w:txbxContent>
                  </v:textbox>
                </v:shape>
                <v:oval id="Oval 913" o:spid="_x0000_s1115" style="position:absolute;left:26783;top:15145;width:1382;height:1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psU8UA&#10;AADcAAAADwAAAGRycy9kb3ducmV2LnhtbESPQWvCQBSE7wX/w/KE3nSjhWpSVykBUdGL0UOPj+wz&#10;G8y+DdmtRn99t1DocZiZb5jFqreNuFHna8cKJuMEBHHpdM2VgvNpPZqD8AFZY+OYFDzIw2o5eFlg&#10;pt2dj3QrQiUihH2GCkwIbSalLw1Z9GPXEkfv4jqLIcqukrrDe4TbRk6T5F1arDkuGGwpN1Rei2+r&#10;YJ8+d4WRs02e5uvplz7sTxs9U+p12H9+gAjUh//wX3urFaSTN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mxTxQAAANwAAAAPAAAAAAAAAAAAAAAAAJgCAABkcnMv&#10;ZG93bnJldi54bWxQSwUGAAAAAAQABAD1AAAAigMAAAAA&#10;" fillcolor="#f4b083 [1941]" strokecolor="red" strokeweight="1pt">
                  <v:stroke joinstyle="miter"/>
                </v:oval>
                <v:oval id="Oval 914" o:spid="_x0000_s1116" style="position:absolute;left:19478;top:15028;width:1958;height:1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0J8UA&#10;AADcAAAADwAAAGRycy9kb3ducmV2LnhtbESPQWvCQBSE7wX/w/KE3nSjlGpSVykBUdGL0UOPj+wz&#10;G8y+DdmtRn99t1DocZiZb5jFqreNuFHna8cKJuMEBHHpdM2VgvNpPZqD8AFZY+OYFDzIw2o5eFlg&#10;pt2dj3QrQiUihH2GCkwIbSalLw1Z9GPXEkfv4jqLIcqukrrDe4TbRk6T5F1arDkuGGwpN1Rei2+r&#10;YJ8+d4WRs02e5uvplz7sTxs9U+p12H9+gAjUh//wX3urFaSTN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/QnxQAAANwAAAAPAAAAAAAAAAAAAAAAAJgCAABkcnMv&#10;ZG93bnJldi54bWxQSwUGAAAAAAQABAD1AAAAigMAAAAA&#10;" fillcolor="#f4b083 [1941]" strokecolor="red" strokeweight="1pt">
                  <v:stroke joinstyle="miter"/>
                </v:oval>
                <v:oval id="Oval 915" o:spid="_x0000_s1117" style="position:absolute;left:32974;top:15309;width:921;height: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9RvMUA&#10;AADcAAAADwAAAGRycy9kb3ducmV2LnhtbESPQWvCQBSE7wX/w/KE3nSj0GpSVykBUdGL0UOPj+wz&#10;G8y+DdmtRn99t1DocZiZb5jFqreNuFHna8cKJuMEBHHpdM2VgvNpPZqD8AFZY+OYFDzIw2o5eFlg&#10;pt2dj3QrQiUihH2GCkwIbSalLw1Z9GPXEkfv4jqLIcqukrrDe4TbRk6T5F1arDkuGGwpN1Rei2+r&#10;YJ8+d4WRs02e5uvplz7sTxs9U+p12H9+gAjUh//wX3urFaSTN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1G8xQAAANwAAAAPAAAAAAAAAAAAAAAAAJgCAABkcnMv&#10;ZG93bnJldi54bWxQSwUGAAAAAAQABAD1AAAAigMAAAAA&#10;" fillcolor="#f4b083 [1941]" strokecolor="red" strokeweight="1pt">
                  <v:stroke joinstyle="miter"/>
                </v:oval>
                <w10:anchorlock/>
              </v:group>
            </w:pict>
          </mc:Fallback>
        </mc:AlternateContent>
      </w:r>
    </w:p>
    <w:p w:rsidR="00090825" w:rsidRPr="00D77401" w:rsidRDefault="00090825" w:rsidP="005456C2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4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5456C2" w:rsidRPr="00D77401">
        <w:rPr>
          <w:rStyle w:val="Strong"/>
          <w:rFonts w:asciiTheme="minorBidi" w:hAnsiTheme="minorBidi" w:cstheme="minorBidi"/>
          <w:sz w:val="22"/>
          <w:szCs w:val="22"/>
        </w:rPr>
        <w:t>Anticipated p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roppants size distribution </w:t>
      </w:r>
      <w:r w:rsidR="005456C2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at the bottom of the fracture slot during stage-1. </w:t>
      </w: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2D106D" w:rsidP="008F19DA">
      <w:pPr>
        <w:jc w:val="center"/>
        <w:rPr>
          <w:rStyle w:val="Strong"/>
          <w:b w:val="0"/>
          <w:bCs w:val="0"/>
        </w:rPr>
      </w:pPr>
      <w:r w:rsidRPr="002D106D">
        <w:rPr>
          <w:rStyle w:val="Strong"/>
          <w:b w:val="0"/>
          <w:bCs w:val="0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margin">
                  <wp:posOffset>1270138</wp:posOffset>
                </wp:positionH>
                <wp:positionV relativeFrom="paragraph">
                  <wp:posOffset>868653</wp:posOffset>
                </wp:positionV>
                <wp:extent cx="61225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6D" w:rsidRDefault="002D106D" w:rsidP="002D106D">
                            <w:r>
                              <w:t>Dune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118" type="#_x0000_t202" style="position:absolute;left:0;text-align:left;margin-left:100pt;margin-top:68.4pt;width:48.2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" filled="f" stroked="f">
                <v:textbox style="mso-fit-shape-to-text:t">
                  <w:txbxContent>
                    <w:p w:rsidR="002D106D" w:rsidRDefault="002D106D" w:rsidP="002D106D">
                      <w:r>
                        <w:t>Dune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0825" w:rsidRPr="00795898">
        <w:rPr>
          <w:noProof/>
        </w:rPr>
        <mc:AlternateContent>
          <mc:Choice Requires="wpg">
            <w:drawing>
              <wp:inline distT="0" distB="0" distL="0" distR="0" wp14:anchorId="395E62E1" wp14:editId="75041F49">
                <wp:extent cx="4572000" cy="2399405"/>
                <wp:effectExtent l="0" t="0" r="19050" b="20320"/>
                <wp:docPr id="64" name="Group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2000" cy="2399405"/>
                          <a:chOff x="0" y="0"/>
                          <a:chExt cx="3498103" cy="1837695"/>
                        </a:xfrm>
                      </wpg:grpSpPr>
                      <wps:wsp>
                        <wps:cNvPr id="65" name="Freeform 65"/>
                        <wps:cNvSpPr/>
                        <wps:spPr>
                          <a:xfrm>
                            <a:off x="758186" y="310778"/>
                            <a:ext cx="260569" cy="238780"/>
                          </a:xfrm>
                          <a:custGeom>
                            <a:avLst/>
                            <a:gdLst>
                              <a:gd name="connsiteX0" fmla="*/ 0 w 4020671"/>
                              <a:gd name="connsiteY0" fmla="*/ 3645 h 2477904"/>
                              <a:gd name="connsiteX1" fmla="*/ 1815353 w 4020671"/>
                              <a:gd name="connsiteY1" fmla="*/ 393610 h 2477904"/>
                              <a:gd name="connsiteX2" fmla="*/ 4020671 w 4020671"/>
                              <a:gd name="connsiteY2" fmla="*/ 2477904 h 2477904"/>
                              <a:gd name="connsiteX3" fmla="*/ 4020671 w 4020671"/>
                              <a:gd name="connsiteY3" fmla="*/ 2477904 h 2477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020671" h="2477904">
                                <a:moveTo>
                                  <a:pt x="0" y="3645"/>
                                </a:moveTo>
                                <a:cubicBezTo>
                                  <a:pt x="572620" y="-7561"/>
                                  <a:pt x="1145241" y="-18767"/>
                                  <a:pt x="1815353" y="393610"/>
                                </a:cubicBezTo>
                                <a:cubicBezTo>
                                  <a:pt x="2485465" y="805987"/>
                                  <a:pt x="4020671" y="2477904"/>
                                  <a:pt x="4020671" y="2477904"/>
                                </a:cubicBezTo>
                                <a:lnTo>
                                  <a:pt x="4020671" y="247790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6" name="Group 66"/>
                        <wpg:cNvGrpSpPr>
                          <a:grpSpLocks noChangeAspect="1"/>
                        </wpg:cNvGrpSpPr>
                        <wpg:grpSpPr>
                          <a:xfrm>
                            <a:off x="295532" y="0"/>
                            <a:ext cx="2242291" cy="1828800"/>
                            <a:chOff x="295532" y="0"/>
                            <a:chExt cx="4416217" cy="3601838"/>
                          </a:xfrm>
                        </wpg:grpSpPr>
                        <wpg:grpSp>
                          <wpg:cNvPr id="67" name="Group 67"/>
                          <wpg:cNvGrpSpPr>
                            <a:grpSpLocks noChangeAspect="1"/>
                          </wpg:cNvGrpSpPr>
                          <wpg:grpSpPr>
                            <a:xfrm>
                              <a:off x="295532" y="50934"/>
                              <a:ext cx="4416217" cy="3550904"/>
                              <a:chOff x="295532" y="50934"/>
                              <a:chExt cx="4416217" cy="3550904"/>
                            </a:xfrm>
                          </wpg:grpSpPr>
                          <wps:wsp>
                            <wps:cNvPr id="68" name="Rounded Rectangle 68"/>
                            <wps:cNvSpPr/>
                            <wps:spPr>
                              <a:xfrm>
                                <a:off x="2188120" y="50934"/>
                                <a:ext cx="2523629" cy="355090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  <wps:wsp>
                            <wps:cNvPr id="69" name="TextBox 4"/>
                            <wps:cNvSpPr txBox="1"/>
                            <wps:spPr>
                              <a:xfrm>
                                <a:off x="2531484" y="251206"/>
                                <a:ext cx="1866877" cy="7327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46838" w:rsidRDefault="00946838" w:rsidP="0009082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Stage-2</w:t>
                                  </w:r>
                                </w:p>
                                <w:p w:rsidR="00946838" w:rsidRDefault="00946838" w:rsidP="0009082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946838" w:rsidRPr="000C2616" w:rsidRDefault="00946838" w:rsidP="0009082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0C2616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Settling + rolling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g:grpSp>
                            <wpg:cNvPr id="70" name="Group 70"/>
                            <wpg:cNvGrpSpPr/>
                            <wpg:grpSpPr>
                              <a:xfrm>
                                <a:off x="295532" y="386496"/>
                                <a:ext cx="2918612" cy="2524301"/>
                                <a:chOff x="295532" y="386496"/>
                                <a:chExt cx="4288708" cy="3213036"/>
                              </a:xfrm>
                            </wpg:grpSpPr>
                            <wpg:grpSp>
                              <wpg:cNvPr id="75" name="Group 75"/>
                              <wpg:cNvGrpSpPr/>
                              <wpg:grpSpPr>
                                <a:xfrm>
                                  <a:off x="295532" y="386496"/>
                                  <a:ext cx="4288708" cy="3213036"/>
                                  <a:chOff x="295532" y="386496"/>
                                  <a:chExt cx="6337653" cy="2214570"/>
                                </a:xfrm>
                              </wpg:grpSpPr>
                              <wps:wsp>
                                <wps:cNvPr id="88" name="Oval 88"/>
                                <wps:cNvSpPr/>
                                <wps:spPr>
                                  <a:xfrm>
                                    <a:off x="295532" y="386496"/>
                                    <a:ext cx="595675" cy="24066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9" name="Straight Arrow Connector 89"/>
                                <wps:cNvCnPr>
                                  <a:stCxn id="133" idx="1"/>
                                </wps:cNvCnPr>
                                <wps:spPr>
                                  <a:xfrm>
                                    <a:off x="2999300" y="874678"/>
                                    <a:ext cx="3633885" cy="1726388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0" name="Freeform 90"/>
                              <wps:cNvSpPr/>
                              <wps:spPr>
                                <a:xfrm>
                                  <a:off x="562330" y="529350"/>
                                  <a:ext cx="1358984" cy="114612"/>
                                </a:xfrm>
                                <a:custGeom>
                                  <a:avLst/>
                                  <a:gdLst>
                                    <a:gd name="connsiteX0" fmla="*/ 0 w 4020671"/>
                                    <a:gd name="connsiteY0" fmla="*/ 3645 h 2477904"/>
                                    <a:gd name="connsiteX1" fmla="*/ 1815353 w 4020671"/>
                                    <a:gd name="connsiteY1" fmla="*/ 393610 h 2477904"/>
                                    <a:gd name="connsiteX2" fmla="*/ 4020671 w 4020671"/>
                                    <a:gd name="connsiteY2" fmla="*/ 2477904 h 2477904"/>
                                    <a:gd name="connsiteX3" fmla="*/ 4020671 w 4020671"/>
                                    <a:gd name="connsiteY3" fmla="*/ 2477904 h 2477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0671" h="2477904">
                                      <a:moveTo>
                                        <a:pt x="0" y="3645"/>
                                      </a:moveTo>
                                      <a:cubicBezTo>
                                        <a:pt x="572620" y="-7561"/>
                                        <a:pt x="1145241" y="-18767"/>
                                        <a:pt x="1815353" y="393610"/>
                                      </a:cubicBezTo>
                                      <a:cubicBezTo>
                                        <a:pt x="2485465" y="805987"/>
                                        <a:pt x="4020671" y="2477904"/>
                                        <a:pt x="4020671" y="2477904"/>
                                      </a:cubicBezTo>
                                      <a:lnTo>
                                        <a:pt x="4020671" y="247790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1" name="Group 91"/>
                            <wpg:cNvGrpSpPr/>
                            <wpg:grpSpPr>
                              <a:xfrm>
                                <a:off x="373529" y="149033"/>
                                <a:ext cx="3488511" cy="2966248"/>
                                <a:chOff x="373529" y="149033"/>
                                <a:chExt cx="5427212" cy="3211074"/>
                              </a:xfrm>
                            </wpg:grpSpPr>
                            <wpg:grpSp>
                              <wpg:cNvPr id="92" name="Group 92"/>
                              <wpg:cNvGrpSpPr/>
                              <wpg:grpSpPr>
                                <a:xfrm>
                                  <a:off x="373529" y="149033"/>
                                  <a:ext cx="5427212" cy="3211074"/>
                                  <a:chOff x="373529" y="149033"/>
                                  <a:chExt cx="6011875" cy="2008288"/>
                                </a:xfrm>
                              </wpg:grpSpPr>
                              <wps:wsp>
                                <wps:cNvPr id="93" name="Oval 93"/>
                                <wps:cNvSpPr/>
                                <wps:spPr>
                                  <a:xfrm>
                                    <a:off x="373529" y="149033"/>
                                    <a:ext cx="315163" cy="12381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94" name="Straight Arrow Connector 94"/>
                                <wps:cNvCnPr/>
                                <wps:spPr>
                                  <a:xfrm>
                                    <a:off x="5893762" y="1733031"/>
                                    <a:ext cx="491642" cy="424290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5" name="Freeform 95"/>
                              <wps:cNvSpPr/>
                              <wps:spPr>
                                <a:xfrm>
                                  <a:off x="680353" y="225512"/>
                                  <a:ext cx="4765981" cy="2537009"/>
                                </a:xfrm>
                                <a:custGeom>
                                  <a:avLst/>
                                  <a:gdLst>
                                    <a:gd name="connsiteX0" fmla="*/ 0 w 4020671"/>
                                    <a:gd name="connsiteY0" fmla="*/ 3645 h 2477904"/>
                                    <a:gd name="connsiteX1" fmla="*/ 1815353 w 4020671"/>
                                    <a:gd name="connsiteY1" fmla="*/ 393610 h 2477904"/>
                                    <a:gd name="connsiteX2" fmla="*/ 4020671 w 4020671"/>
                                    <a:gd name="connsiteY2" fmla="*/ 2477904 h 2477904"/>
                                    <a:gd name="connsiteX3" fmla="*/ 4020671 w 4020671"/>
                                    <a:gd name="connsiteY3" fmla="*/ 2477904 h 2477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0671" h="2477904">
                                      <a:moveTo>
                                        <a:pt x="0" y="3645"/>
                                      </a:moveTo>
                                      <a:cubicBezTo>
                                        <a:pt x="572620" y="-7561"/>
                                        <a:pt x="1145241" y="-18767"/>
                                        <a:pt x="1815353" y="393610"/>
                                      </a:cubicBezTo>
                                      <a:cubicBezTo>
                                        <a:pt x="2485465" y="805987"/>
                                        <a:pt x="4020671" y="2477904"/>
                                        <a:pt x="4020671" y="2477904"/>
                                      </a:cubicBezTo>
                                      <a:lnTo>
                                        <a:pt x="4020671" y="247790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28" name="Oval 128"/>
                            <wps:cNvSpPr/>
                            <wps:spPr>
                              <a:xfrm>
                                <a:off x="711770" y="386495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" name="Oval 129"/>
                            <wps:cNvSpPr/>
                            <wps:spPr>
                              <a:xfrm>
                                <a:off x="1723349" y="1227329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0" name="Oval 130"/>
                            <wps:cNvSpPr/>
                            <wps:spPr>
                              <a:xfrm>
                                <a:off x="1991821" y="1548281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" name="Oval 131"/>
                            <wps:cNvSpPr/>
                            <wps:spPr>
                              <a:xfrm>
                                <a:off x="2305919" y="1836534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" name="Oval 132"/>
                            <wps:cNvSpPr/>
                            <wps:spPr>
                              <a:xfrm>
                                <a:off x="2524851" y="2102293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" name="Oval 133"/>
                            <wps:cNvSpPr/>
                            <wps:spPr>
                              <a:xfrm>
                                <a:off x="1500496" y="902782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" name="Oval 134"/>
                            <wps:cNvSpPr/>
                            <wps:spPr>
                              <a:xfrm>
                                <a:off x="1221398" y="509315"/>
                                <a:ext cx="274319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5" name="Oval 135"/>
                          <wps:cNvSpPr/>
                          <wps:spPr>
                            <a:xfrm>
                              <a:off x="507911" y="0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" name="Freeform 136"/>
                          <wps:cNvSpPr/>
                          <wps:spPr>
                            <a:xfrm>
                              <a:off x="609712" y="38847"/>
                              <a:ext cx="3268396" cy="2268584"/>
                            </a:xfrm>
                            <a:custGeom>
                              <a:avLst/>
                              <a:gdLst>
                                <a:gd name="connsiteX0" fmla="*/ 0 w 4020671"/>
                                <a:gd name="connsiteY0" fmla="*/ 3645 h 2477904"/>
                                <a:gd name="connsiteX1" fmla="*/ 1815353 w 4020671"/>
                                <a:gd name="connsiteY1" fmla="*/ 393610 h 2477904"/>
                                <a:gd name="connsiteX2" fmla="*/ 4020671 w 4020671"/>
                                <a:gd name="connsiteY2" fmla="*/ 2477904 h 2477904"/>
                                <a:gd name="connsiteX3" fmla="*/ 4020671 w 4020671"/>
                                <a:gd name="connsiteY3" fmla="*/ 2477904 h 2477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20671" h="2477904">
                                  <a:moveTo>
                                    <a:pt x="0" y="3645"/>
                                  </a:moveTo>
                                  <a:cubicBezTo>
                                    <a:pt x="572620" y="-7561"/>
                                    <a:pt x="1145241" y="-18767"/>
                                    <a:pt x="1815353" y="393610"/>
                                  </a:cubicBezTo>
                                  <a:cubicBezTo>
                                    <a:pt x="2485465" y="805987"/>
                                    <a:pt x="4020671" y="2477904"/>
                                    <a:pt x="4020671" y="2477904"/>
                                  </a:cubicBezTo>
                                  <a:lnTo>
                                    <a:pt x="4020671" y="247790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7" name="Straight Arrow Connector 137"/>
                        <wps:cNvCnPr/>
                        <wps:spPr>
                          <a:xfrm>
                            <a:off x="2102104" y="1153991"/>
                            <a:ext cx="188112" cy="34487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8" name="Group 138"/>
                        <wpg:cNvGrpSpPr/>
                        <wpg:grpSpPr>
                          <a:xfrm>
                            <a:off x="0" y="363236"/>
                            <a:ext cx="3498103" cy="1474459"/>
                            <a:chOff x="0" y="363236"/>
                            <a:chExt cx="3498103" cy="1215475"/>
                          </a:xfrm>
                        </wpg:grpSpPr>
                        <wps:wsp>
                          <wps:cNvPr id="139" name="Straight Connector 139"/>
                          <wps:cNvCnPr>
                            <a:cxnSpLocks/>
                            <a:endCxn id="142" idx="2"/>
                          </wps:cNvCnPr>
                          <wps:spPr>
                            <a:xfrm>
                              <a:off x="939261" y="634923"/>
                              <a:ext cx="893333" cy="77028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Freeform 140"/>
                          <wps:cNvSpPr/>
                          <wps:spPr>
                            <a:xfrm flipH="1" flipV="1">
                              <a:off x="524504" y="363236"/>
                              <a:ext cx="412024" cy="271683"/>
                            </a:xfrm>
                            <a:custGeom>
                              <a:avLst/>
                              <a:gdLst>
                                <a:gd name="connsiteX0" fmla="*/ 0 w 6895476"/>
                                <a:gd name="connsiteY0" fmla="*/ 0 h 1425036"/>
                                <a:gd name="connsiteX1" fmla="*/ 2323476 w 6895476"/>
                                <a:gd name="connsiteY1" fmla="*/ 1214203 h 1425036"/>
                                <a:gd name="connsiteX2" fmla="*/ 6895476 w 6895476"/>
                                <a:gd name="connsiteY2" fmla="*/ 1424065 h 1425036"/>
                                <a:gd name="connsiteX3" fmla="*/ 6895476 w 6895476"/>
                                <a:gd name="connsiteY3" fmla="*/ 1424065 h 1425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95476" h="1425036">
                                  <a:moveTo>
                                    <a:pt x="0" y="0"/>
                                  </a:moveTo>
                                  <a:cubicBezTo>
                                    <a:pt x="587115" y="488429"/>
                                    <a:pt x="1174230" y="976859"/>
                                    <a:pt x="2323476" y="1214203"/>
                                  </a:cubicBezTo>
                                  <a:cubicBezTo>
                                    <a:pt x="3472722" y="1451547"/>
                                    <a:pt x="6895476" y="1424065"/>
                                    <a:pt x="6895476" y="1424065"/>
                                  </a:cubicBezTo>
                                  <a:lnTo>
                                    <a:pt x="6895476" y="14240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" name="Straight Connector 141"/>
                          <wps:cNvCnPr>
                            <a:cxnSpLocks/>
                          </wps:cNvCnPr>
                          <wps:spPr>
                            <a:xfrm>
                              <a:off x="0" y="365582"/>
                              <a:ext cx="54864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Freeform 142"/>
                          <wps:cNvSpPr/>
                          <wps:spPr>
                            <a:xfrm>
                              <a:off x="1832594" y="1405203"/>
                              <a:ext cx="1665509" cy="173508"/>
                            </a:xfrm>
                            <a:custGeom>
                              <a:avLst/>
                              <a:gdLst>
                                <a:gd name="connsiteX0" fmla="*/ 5017274 w 5017274"/>
                                <a:gd name="connsiteY0" fmla="*/ 1105231 h 1105231"/>
                                <a:gd name="connsiteX1" fmla="*/ 1526651 w 5017274"/>
                                <a:gd name="connsiteY1" fmla="*/ 771277 h 1105231"/>
                                <a:gd name="connsiteX2" fmla="*/ 0 w 5017274"/>
                                <a:gd name="connsiteY2" fmla="*/ 0 h 11052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017274" h="1105231">
                                  <a:moveTo>
                                    <a:pt x="5017274" y="1105231"/>
                                  </a:moveTo>
                                  <a:cubicBezTo>
                                    <a:pt x="3690068" y="1030356"/>
                                    <a:pt x="2362863" y="955482"/>
                                    <a:pt x="1526651" y="771277"/>
                                  </a:cubicBezTo>
                                  <a:cubicBezTo>
                                    <a:pt x="690439" y="587072"/>
                                    <a:pt x="345219" y="29353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5E62E1" id="Group 15" o:spid="_x0000_s1119" style="width:5in;height:188.95pt;mso-position-horizontal-relative:char;mso-position-vertical-relative:line" coordsize="34981,18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">
                <o:lock v:ext="edit" aspectratio="t"/>
                <v:shape id="Freeform 65" o:spid="_x0000_s1120" style="position:absolute;left:7581;top:3107;width:2606;height:2388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AdhcYA&#10;AADbAAAADwAAAGRycy9kb3ducmV2LnhtbESPT2vCQBTE70K/w/IK3symitamriLFPxWaQ2MPPT6y&#10;r0kw+zbNrhr99K5Q6HGYmd8ws0VnanGi1lWWFTxFMQji3OqKCwVf+/VgCsJ5ZI21ZVJwIQeL+UNv&#10;hom2Z/6kU+YLESDsElRQet8kUrq8JIMusg1x8H5sa9AH2RZSt3gOcFPLYRxPpMGKw0KJDb2VlB+y&#10;o1HARfp82F0/NlmK9D1abV+uu99Uqf5jt3wF4anz/+G/9rtWMBnD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AdhcYAAADbAAAADwAAAAAAAAAAAAAAAACYAgAAZHJz&#10;L2Rvd25yZXYueG1sUEsFBgAAAAAEAAQA9QAAAIsDAAAAAA==&#10;" path="m,3645c572620,-7561,1145241,-18767,1815353,393610v670112,412377,2205318,2084294,2205318,2084294l4020671,2477904e" filled="f" strokecolor="red">
                  <v:stroke joinstyle="miter"/>
                  <v:path arrowok="t" o:connecttype="custom" o:connectlocs="0,351;117648,37930;260569,238780;260569,238780" o:connectangles="0,0,0,0"/>
                </v:shape>
                <v:group id="Group 66" o:spid="_x0000_s1121" style="position:absolute;left:2955;width:22423;height:18288" coordorigin="2955" coordsize="44162,36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o:lock v:ext="edit" aspectratio="t"/>
                  <v:group id="Group 67" o:spid="_x0000_s1122" style="position:absolute;left:2955;top:509;width:44162;height:35509" coordorigin="2955,509" coordsize="44162,35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o:lock v:ext="edit" aspectratio="t"/>
                    <v:roundrect id="Rounded Rectangle 68" o:spid="_x0000_s1123" style="position:absolute;left:21881;top:509;width:25236;height:3550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qI0L8A&#10;AADbAAAADwAAAGRycy9kb3ducmV2LnhtbERPTYvCMBC9C/sfwizsTVMXFammxS246tG6sHgbm7Et&#10;NpPSRK3/3hwEj4/3vUx704gbda62rGA8ikAQF1bXXCr4O6yHcxDOI2tsLJOCBzlIk4/BEmNt77yn&#10;W+5LEULYxaig8r6NpXRFRQbdyLbEgTvbzqAPsCul7vAewk0jv6NoJg3WHBoqbCmrqLjkV6PgMsVJ&#10;83uc9hH/7Pz/acKZyTZKfX32qwUIT71/i1/urVYwC2PDl/ADZPI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+ojQvwAAANsAAAAPAAAAAAAAAAAAAAAAAJgCAABkcnMvZG93bnJl&#10;di54bWxQSwUGAAAAAAQABAD1AAAAhAM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  <v:shape id="TextBox 4" o:spid="_x0000_s1124" type="#_x0000_t202" style="position:absolute;left:25314;top:2512;width:18669;height:7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    <v:textbox style="mso-fit-shape-to-text:t">
                        <w:txbxContent>
                          <w:p w:rsidR="00946838" w:rsidRDefault="00946838" w:rsidP="000908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Stage-2</w:t>
                            </w:r>
                          </w:p>
                          <w:p w:rsidR="00946838" w:rsidRDefault="00946838" w:rsidP="000908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946838" w:rsidRPr="000C2616" w:rsidRDefault="00946838" w:rsidP="000908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0C2616"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Settling + rolling</w:t>
                            </w:r>
                          </w:p>
                        </w:txbxContent>
                      </v:textbox>
                    </v:shape>
                    <v:group id="Group 70" o:spid="_x0000_s1125" style="position:absolute;left:2955;top:3864;width:29186;height:25243" coordorigin="2955,3864" coordsize="42887,32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group id="Group 75" o:spid="_x0000_s1126" style="position:absolute;left:2955;top:3864;width:42887;height:32131" coordorigin="2955,3864" coordsize="63376,22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<v:oval id="Oval 88" o:spid="_x0000_s1127" style="position:absolute;left:2955;top:3864;width:5957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INcIA&#10;AADbAAAADwAAAGRycy9kb3ducmV2LnhtbERPPW/CMBDdK/EfrEPqVpwyNBAwqIqEoEoXAgPjKb7G&#10;UeNzFJsk7a+vh0qMT+97u59sKwbqfeNYwesiAUFcOd1wreB6ObysQPiArLF1TAp+yMN+N3vaYqbd&#10;yGcaylCLGMI+QwUmhC6T0leGLPqF64gj9+V6iyHCvpa6xzGG21Yuk+RNWmw4NhjsKDdUfZd3q6BY&#10;/36URqbHfJ0fljf9WVyOOlXqeT69b0AEmsJD/O8+aQWrODZ+iT9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Eg1wgAAANsAAAAPAAAAAAAAAAAAAAAAAJgCAABkcnMvZG93&#10;bnJldi54bWxQSwUGAAAAAAQABAD1AAAAhwMAAAAA&#10;" fillcolor="#f4b083 [1941]" strokecolor="red" strokeweight="1pt">
                          <v:stroke joinstyle="miter"/>
                        </v:oval>
                        <v:shape id="Straight Arrow Connector 89" o:spid="_x0000_s1128" type="#_x0000_t32" style="position:absolute;left:29993;top:8746;width:36338;height:17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cGK8QAAADbAAAADwAAAGRycy9kb3ducmV2LnhtbESPT2sCMRTE7wW/Q3iCt5rVgtitUcQ/&#10;KEIRt156e2yem8XNy5Kkun57Uyj0OMzMb5jZorONuJEPtWMFo2EGgrh0uuZKwflr+zoFESKyxsYx&#10;KXhQgMW89zLDXLs7n+hWxEokCIccFZgY21zKUBqyGIauJU7exXmLMUlfSe3xnuC2keMsm0iLNacF&#10;gy2tDJXX4scq6Na7x+S8bVfm+7AZHXdl7d8+C6UG/W75ASJSF//Df+29VjB9h98v6QfI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wYrxAAAANsAAAAPAAAAAAAAAAAA&#10;AAAAAKECAABkcnMvZG93bnJldi54bWxQSwUGAAAAAAQABAD5AAAAkgMAAAAA&#10;" strokecolor="red">
                          <v:stroke endarrow="block" joinstyle="miter"/>
                        </v:shape>
                      </v:group>
                      <v:shape id="Freeform 90" o:spid="_x0000_s1129" style="position:absolute;left:5623;top:5293;width:13590;height:1146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LOOsMA&#10;AADbAAAADwAAAGRycy9kb3ducmV2LnhtbERPy2rCQBTdC/7DcAvd6aQW1KSOQaQPBbNo2kWXl8xt&#10;EszcSTPTGP16ZyG4PJz3Kh1MI3rqXG1ZwdM0AkFcWF1zqeD7622yBOE8ssbGMik4k4N0PR6tMNH2&#10;xJ/U574UIYRdggoq79tESldUZNBNbUscuF/bGfQBdqXUHZ5CuGnkLIrm0mDNoaHClrYVFcf83yjg&#10;Mlsc95fDe54h/Ty/fsSX/V+m1OPDsHkB4Wnwd/HNvdMK4rA+fAk/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LOOsMAAADbAAAADwAAAAAAAAAAAAAAAACYAgAAZHJzL2Rv&#10;d25yZXYueG1sUEsFBgAAAAAEAAQA9QAAAIgDAAAAAA==&#10;" path="m,3645c572620,-7561,1145241,-18767,1815353,393610v670112,412377,2205318,2084294,2205318,2084294l4020671,2477904e" filled="f" strokecolor="red">
                        <v:stroke joinstyle="miter"/>
                        <v:path arrowok="t" o:connecttype="custom" o:connectlocs="0,169;613588,18206;1358984,114612;1358984,114612" o:connectangles="0,0,0,0"/>
                      </v:shape>
                    </v:group>
                    <v:group id="Group 91" o:spid="_x0000_s1130" style="position:absolute;left:3735;top:1490;width:34885;height:29662" coordorigin="3735,1490" coordsize="54272,32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<v:group id="Group 92" o:spid="_x0000_s1131" style="position:absolute;left:3735;top:1490;width:54272;height:32111" coordorigin="3735,1490" coordsize="60118,2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<v:oval id="Oval 93" o:spid="_x0000_s1132" style="position:absolute;left:3735;top:1490;width:3151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VMmcUA&#10;AADbAAAADwAAAGRycy9kb3ducmV2LnhtbESPQWvCQBSE74X+h+UVetNNLWiTZiMSEBW9NPbQ4yP7&#10;mg3Nvg3ZVaO/3i0Uehxm5hsmX462E2cafOtYwcs0AUFcO91yo+DzuJ68gfABWWPnmBRcycOyeHzI&#10;MdPuwh90rkIjIoR9hgpMCH0mpa8NWfRT1xNH79sNFkOUQyP1gJcIt52cJclcWmw5LhjsqTRU/1Qn&#10;q2Cf3naVkYtNmZbr2Zc+7I8bvVDq+WlcvYMINIb/8F97qxWkr/D7Jf4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1UyZxQAAANsAAAAPAAAAAAAAAAAAAAAAAJgCAABkcnMv&#10;ZG93bnJldi54bWxQSwUGAAAAAAQABAD1AAAAigMAAAAA&#10;" fillcolor="#f4b083 [1941]" strokecolor="red" strokeweight="1pt">
                          <v:stroke joinstyle="miter"/>
                        </v:oval>
                        <v:shape id="Straight Arrow Connector 94" o:spid="_x0000_s1133" type="#_x0000_t32" style="position:absolute;left:58937;top:17330;width:4917;height:42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8/aMUAAADbAAAADwAAAGRycy9kb3ducmV2LnhtbESPT2sCMRTE7wW/Q3iCN82qRdrVKOIf&#10;LAWRbr14e2xeN0s3L0uS6vrtm4LQ4zAzv2EWq8424ko+1I4VjEcZCOLS6ZorBefP/fAFRIjIGhvH&#10;pOBOAVbL3tMCc+1u/EHXIlYiQTjkqMDE2OZShtKQxTByLXHyvpy3GJP0ldQebwluGznJspm0WHNa&#10;MNjSxlD5XfxYBd32cJ+d9+3GXN5349OhrP30WCg16HfrOYhIXfwPP9pvWsHrM/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/8/aMUAAADbAAAADwAAAAAAAAAA&#10;AAAAAAChAgAAZHJzL2Rvd25yZXYueG1sUEsFBgAAAAAEAAQA+QAAAJMDAAAAAA==&#10;" strokecolor="red">
                          <v:stroke endarrow="block" joinstyle="miter"/>
                        </v:shape>
                      </v:group>
                      <v:shape id="Freeform 95" o:spid="_x0000_s1134" style="position:absolute;left:6803;top:2255;width:47660;height:25370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tosUA&#10;AADbAAAADwAAAGRycy9kb3ducmV2LnhtbESPQWvCQBSE7wX/w/IK3uqmlVaNriKlrQrmYPTg8ZF9&#10;JsHs2zS71eivd4WCx2FmvmEms9ZU4kSNKy0reO1FIIgzq0vOFey23y9DEM4ja6wsk4ILOZhNO08T&#10;jLU984ZOqc9FgLCLUUHhfR1L6bKCDLqerYmDd7CNQR9kk0vd4DnATSXfouhDGiw5LBRY02dB2TH9&#10;Mwo4TwbH1XX9kyZI+/7XYnRd/SZKdZ/b+RiEp9Y/wv/tpVYweof7l/A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W2ixQAAANsAAAAPAAAAAAAAAAAAAAAAAJgCAABkcnMv&#10;ZG93bnJldi54bWxQSwUGAAAAAAQABAD1AAAAigMAAAAA&#10;" path="m,3645c572620,-7561,1145241,-18767,1815353,393610v670112,412377,2205318,2084294,2205318,2084294l4020671,2477904e" filled="f" strokecolor="red">
                        <v:stroke joinstyle="miter"/>
                        <v:path arrowok="t" o:connecttype="custom" o:connectlocs="0,3732;2151864,402999;4765981,2537009;4765981,2537009" o:connectangles="0,0,0,0"/>
                      </v:shape>
                    </v:group>
                    <v:oval id="Oval 128" o:spid="_x0000_s1135" style="position:absolute;left:7117;top:3864;width:2743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trMYA&#10;AADcAAAADwAAAGRycy9kb3ducmV2LnhtbESPQW/CMAyF75P2HyJP2m2k62GMQkCoEmITXFZ22NFq&#10;TFPROFWTQbdfjw9I3Gy95/c+L1aj79SZhtgGNvA6yUAR18G23Bj4Pmxe3kHFhGyxC0wG/ijCavn4&#10;sMDChgt/0blKjZIQjgUacCn1hdaxduQxTkJPLNoxDB6TrEOj7YAXCfedzrPsTXtsWRoc9lQ6qk/V&#10;rzewm/1/Vk5Pt+Ws3OQ/dr87bO3UmOencT0HlWhMd/Pt+sMKfi608ox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xtrMYAAADcAAAADwAAAAAAAAAAAAAAAACYAgAAZHJz&#10;L2Rvd25yZXYueG1sUEsFBgAAAAAEAAQA9QAAAIsDAAAAAA==&#10;" fillcolor="#f4b083 [1941]" strokecolor="red" strokeweight="1pt">
                      <v:stroke joinstyle="miter"/>
                    </v:oval>
                    <v:oval id="Oval 129" o:spid="_x0000_s1136" style="position:absolute;left:17233;top:12273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DIN8MA&#10;AADcAAAADwAAAGRycy9kb3ducmV2LnhtbERPTWvCQBC9C/6HZYTedNMcqkldpQREi16MHnocstNs&#10;aHY2ZFdN/fWuUOhtHu9zluvBtuJKvW8cK3idJSCIK6cbrhWcT5vpAoQPyBpbx6TglzysV+PREnPt&#10;bnykaxlqEUPY56jAhNDlUvrKkEU/cx1x5L5dbzFE2NdS93iL4baVaZK8SYsNxwaDHRWGqp/yYhXs&#10;s/tnaeR8W2TFJv3Sh/1pq+dKvUyGj3cQgYbwL/5z73Scn2bwfCZe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DIN8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130" o:spid="_x0000_s1137" style="position:absolute;left:19918;top:15482;width:2743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3d8YA&#10;AADcAAAADwAAAGRycy9kb3ducmV2LnhtbESPQWvCQBCF70L/wzKF3nRTC1Wjq5SA2GIvRg8eh+yY&#10;DWZnQ3araX9951DobYb35r1vVpvBt+pGfWwCG3ieZKCIq2Abrg2cjtvxHFRMyBbbwGTgmyJs1g+j&#10;FeY23PlAtzLVSkI45mjApdTlWsfKkcc4CR2xaJfQe0yy9rW2Pd4l3Ld6mmWv2mPD0uCwo8JRdS2/&#10;vIH94uejdHq2KxbFdnq2n/vjzs6MeXoc3pagEg3p3/x3/W4F/0Xw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P3d8YAAADcAAAADwAAAAAAAAAAAAAAAACYAgAAZHJz&#10;L2Rvd25yZXYueG1sUEsFBgAAAAAEAAQA9QAAAIsDAAAAAA==&#10;" fillcolor="#f4b083 [1941]" strokecolor="red" strokeweight="1pt">
                      <v:stroke joinstyle="miter"/>
                    </v:oval>
                    <v:oval id="Oval 131" o:spid="_x0000_s1138" style="position:absolute;left:23059;top:18365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9S7MMA&#10;AADcAAAADwAAAGRycy9kb3ducmV2LnhtbERPS4vCMBC+C/6HMIK3NVXBR9coUhB3cS9WD3scmrEp&#10;NpPSRO3urzcLC97m43vOatPZWtyp9ZVjBeNRAoK4cLriUsH5tHtbgPABWWPtmBT8kIfNut9bYard&#10;g490z0MpYgj7FBWYEJpUSl8YsuhHriGO3MW1FkOEbSl1i48Ybms5SZKZtFhxbDDYUGaouOY3q+Cw&#10;/P3MjZzvs2W2m3zrr8Npr+dKDQfd9h1EoC68xP/uDx3nT8fw90y8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9S7M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132" o:spid="_x0000_s1139" style="position:absolute;left:25248;top:21022;width:2743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Mm8MA&#10;AADcAAAADwAAAGRycy9kb3ducmV2LnhtbERPTWvCQBC9C/6HZQRvdWOEWqOrlIBosZdGDx6H7JgN&#10;ZmdDdquxv75bKHibx/uc1aa3jbhR52vHCqaTBARx6XTNlYLTcfvyBsIHZI2NY1LwIA+b9XCwwky7&#10;O3/RrQiViCHsM1RgQmgzKX1pyKKfuJY4chfXWQwRdpXUHd5juG1kmiSv0mLNscFgS7mh8lp8WwWH&#10;xc9HYeR8ly/ybXrWn4fjTs+VGo/69yWIQH14iv/dex3nz1L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3Mm8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133" o:spid="_x0000_s1140" style="position:absolute;left:15004;top:9027;width:2744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pAMMA&#10;AADcAAAADwAAAGRycy9kb3ducmV2LnhtbERPS4vCMBC+L/gfwgh7W1MVfFSjSEF0cS9WDx6HZmyK&#10;zaQ0Wa37683Cwt7m43vOct3ZWtyp9ZVjBcNBAoK4cLriUsH5tP2YgfABWWPtmBQ8ycN61XtbYqrd&#10;g490z0MpYgj7FBWYEJpUSl8YsugHriGO3NW1FkOEbSl1i48Ybms5SpKJtFhxbDDYUGaouOXfVsFh&#10;/vOZGzndZfNsO7ror8Npp6dKvfe7zQJEoC78i//cex3nj8fw+0y8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FpAM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134" o:spid="_x0000_s1141" style="position:absolute;left:12213;top:5093;width:2744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xdMMA&#10;AADcAAAADwAAAGRycy9kb3ducmV2LnhtbERPTWvCQBC9F/wPywje6kYtVaOrSEC06MXYQ49DdswG&#10;s7Mhu2rsr+8WCr3N433Oct3ZWtyp9ZVjBaNhAoK4cLriUsHnefs6A+EDssbaMSl4kof1qveyxFS7&#10;B5/onodSxBD2KSowITSplL4wZNEPXUMcuYtrLYYI21LqFh8x3NZynCTv0mLFscFgQ5mh4prfrILD&#10;/PsjN3K6y+bZdvylj4fzTk+VGvS7zQJEoC78i//cex3nT97g95l4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jxdMMAAADcAAAADwAAAAAAAAAAAAAAAACYAgAAZHJzL2Rv&#10;d25yZXYueG1sUEsFBgAAAAAEAAQA9QAAAIgDAAAAAA==&#10;" fillcolor="#f4b083 [1941]" strokecolor="red" strokeweight="1pt">
                      <v:stroke joinstyle="miter"/>
                    </v:oval>
                  </v:group>
                  <v:oval id="Oval 135" o:spid="_x0000_s1142" style="position:absolute;left:5079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RU78MA&#10;AADcAAAADwAAAGRycy9kb3ducmV2LnhtbERPTWvCQBC9F/wPywje6kalVaOrSEC06MXYQ49DdswG&#10;s7Mhu2rsr+8WCr3N433Oct3ZWtyp9ZVjBaNhAoK4cLriUsHnefs6A+EDssbaMSl4kof1qveyxFS7&#10;B5/onodSxBD2KSowITSplL4wZNEPXUMcuYtrLYYI21LqFh8x3NZynCTv0mLFscFgQ5mh4prfrILD&#10;/PsjN3K6y+bZdvylj4fzTk+VGvS7zQJEoC78i//cex3nT97g95l4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RU78MAAADcAAAADwAAAAAAAAAAAAAAAACYAgAAZHJzL2Rv&#10;d25yZXYueG1sUEsFBgAAAAAEAAQA9QAAAIgDAAAAAA==&#10;" fillcolor="#f4b083 [1941]" strokecolor="red" strokeweight="1pt">
                    <v:stroke joinstyle="miter"/>
                  </v:oval>
                  <v:shape id="Freeform 136" o:spid="_x0000_s1143" style="position:absolute;left:6097;top:388;width:32684;height:22686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SXsQA&#10;AADcAAAADwAAAGRycy9kb3ducmV2LnhtbERPS2vCQBC+C/0PyxS86aYK2qZupJQ+FMyh0UOPQ3aa&#10;BLOzMbvG6K93BaG3+fies1j2phYdta6yrOBpHIEgzq2uuFCw236OnkE4j6yxtkwKzuRgmTwMFhhr&#10;e+If6jJfiBDCLkYFpfdNLKXLSzLoxrYhDtyfbQ36ANtC6hZPIdzUchJFM2mw4tBQYkPvJeX77GgU&#10;cJHO9+vL5itLkX6nH98vl/UhVWr42L+9gvDU+3/x3b3SYf50BrdnwgU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El7EAAAA3AAAAA8AAAAAAAAAAAAAAAAAmAIAAGRycy9k&#10;b3ducmV2LnhtbFBLBQYAAAAABAAEAPUAAACJAwAAAAA=&#10;" path="m,3645c572620,-7561,1145241,-18767,1815353,393610v670112,412377,2205318,2084294,2205318,2084294l4020671,2477904e" filled="f" strokecolor="red">
                    <v:stroke joinstyle="miter"/>
                    <v:path arrowok="t" o:connecttype="custom" o:connectlocs="0,3337;1475697,360360;3268396,2268584;3268396,2268584" o:connectangles="0,0,0,0"/>
                  </v:shape>
                </v:group>
                <v:shape id="Straight Arrow Connector 137" o:spid="_x0000_s1144" type="#_x0000_t32" style="position:absolute;left:21021;top:11539;width:1881;height:34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pbeMMAAADcAAAADwAAAGRycy9kb3ducmV2LnhtbERPTWsCMRC9F/ofwgi9aVYFLVujiFUU&#10;oYhbL70Nm3GzuJksSarrvzdCobd5vM+ZLTrbiCv5UDtWMBxkIIhLp2uuFJy+N/13ECEia2wck4I7&#10;BVjMX19mmGt34yNdi1iJFMIhRwUmxjaXMpSGLIaBa4kTd3beYkzQV1J7vKVw28hRlk2kxZpTg8GW&#10;VobKS/FrFXSf2/vktGlX5me/Hh62Ze3HX4VSb71u+QEiUhf/xX/unU7zx1N4Pp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6W3jDAAAA3AAAAA8AAAAAAAAAAAAA&#10;AAAAoQIAAGRycy9kb3ducmV2LnhtbFBLBQYAAAAABAAEAPkAAACRAwAAAAA=&#10;" strokecolor="red">
                  <v:stroke endarrow="block" joinstyle="miter"/>
                </v:shape>
                <v:group id="Group 138" o:spid="_x0000_s1145" style="position:absolute;top:3632;width:34981;height:14744" coordorigin=",3632" coordsize="34981,1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line id="Straight Connector 139" o:spid="_x0000_s1146" style="position:absolute;visibility:visible;mso-wrap-style:square" from="9392,6349" to="18325,14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02ZMEAAADcAAAADwAAAGRycy9kb3ducmV2LnhtbERPzWrCQBC+C77DMoI3ndQUsdFVSkHx&#10;ZKn2AcbsNEmbnQ3Z1USfvlsoeJuP73dWm97W6sqtr5xoeJomoFhyZyopNHyetpMFKB9IDNVOWMON&#10;PWzWw8GKMuM6+eDrMRQqhojPSEMZQpMh+rxkS37qGpbIfbnWUoiwLdC01MVwW+MsSeZoqZLYUFLD&#10;byXnP8eL1WDTfXKYd7NDjfn37ix3xOf0XevxqH9dggrch4f43703cX76An/PxAtw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7TZkwQAAANwAAAAPAAAAAAAAAAAAAAAA&#10;AKECAABkcnMvZG93bnJldi54bWxQSwUGAAAAAAQABAD5AAAAjwMAAAAA&#10;" strokecolor="black [3213]" strokeweight="1pt">
                    <v:stroke joinstyle="miter"/>
                    <o:lock v:ext="edit" shapetype="f"/>
                  </v:line>
                  <v:shape id="Freeform 140" o:spid="_x0000_s1147" style="position:absolute;left:5245;top:3632;width:4120;height:2717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j6cMA&#10;AADcAAAADwAAAGRycy9kb3ducmV2LnhtbESPT4vCQAzF78J+hyHC3nSqLKJdRxFR1qN/ethj6MS2&#10;tJPpdma1fntzELwlvJf3flmue9eoG3Wh8mxgMk5AEefeVlwYyC770RxUiMgWG89k4EEB1quPwRJT&#10;6+98ots5FkpCOKRooIyxTbUOeUkOw9i3xKJdfecwytoV2nZ4l3DX6GmSzLTDiqWhxJa2JeX1+d8Z&#10;8H+TeuaPP9vF/nTNfi3Xj0TvjPkc9ptvUJH6+Da/rg9W8L8EX56RC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Ej6cMAAADcAAAADwAAAAAAAAAAAAAAAACYAgAAZHJzL2Rv&#10;d25yZXYueG1sUEsFBgAAAAAEAAQA9QAAAIgDAAAAAA==&#10;" path="m,c587115,488429,1174230,976859,2323476,1214203v1149246,237344,4572000,209862,4572000,209862l6895476,1424065e" filled="f" strokecolor="black [3213]" strokeweight="1pt">
                    <v:stroke joinstyle="miter"/>
                    <v:path arrowok="t" o:connecttype="custom" o:connectlocs="0,0;138834,231488;412024,271498;412024,271498" o:connectangles="0,0,0,0"/>
                  </v:shape>
                  <v:line id="Straight Connector 141" o:spid="_x0000_s1148" style="position:absolute;visibility:visible;mso-wrap-style:square" from="0,3655" to="5486,3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1JH8EAAADcAAAADwAAAGRycy9kb3ducmV2LnhtbERP22rCQBB9L/gPywi+1YkXRFJXEaHi&#10;k8XLB4zZaZI2OxuyWxP9+q4g+DaHc53FqrOVunLjSycaRsMEFEvmTCm5hvPp830OygcSQ5UT1nBj&#10;D6tl721BqXGtHPh6DLmKIeJT0lCEUKeIPivYkh+6miVy366xFCJscjQNtTHcVjhOkhlaKiU2FFTz&#10;puDs9/hnNdjJLtnP2vG+wuxne5E74nTypfWg360/QAXuwkv8dO9MnD8dweOZeAE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nUkfwQAAANwAAAAPAAAAAAAAAAAAAAAA&#10;AKECAABkcnMvZG93bnJldi54bWxQSwUGAAAAAAQABAD5AAAAjwMAAAAA&#10;" strokecolor="black [3213]" strokeweight="1pt">
                    <v:stroke joinstyle="miter"/>
                    <o:lock v:ext="edit" shapetype="f"/>
                  </v:line>
                  <v:shape id="Freeform 142" o:spid="_x0000_s1149" style="position:absolute;left:18325;top:14052;width:16656;height:1735;visibility:visible;mso-wrap-style:square;v-text-anchor:middle" coordsize="5017274,1105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hMcUA&#10;AADcAAAADwAAAGRycy9kb3ducmV2LnhtbERP32vCMBB+H/g/hBP2IjOdG7pVo4hsbKgIcwN9PJuz&#10;LTaXksTa/fdmIOztPr6fN5m1phINOV9aVvDYT0AQZ1aXnCv4+X5/eAHhA7LGyjIp+CUPs2nnboKp&#10;thf+omYbchFD2KeooAihTqX0WUEGfd/WxJE7WmcwROhyqR1eYrip5CBJhtJgybGhwJoWBWWn7dko&#10;WL8dRlXoydXrRi8X84/9U7NxO6Xuu+18DCJQG/7FN/enjvOfB/D3TLx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MyExxQAAANwAAAAPAAAAAAAAAAAAAAAAAJgCAABkcnMv&#10;ZG93bnJldi54bWxQSwUGAAAAAAQABAD1AAAAigMAAAAA&#10;" path="m5017274,1105231c3690068,1030356,2362863,955482,1526651,771277,690439,587072,345219,293536,,e" filled="f" strokecolor="black [3213]" strokeweight="1pt">
                    <v:stroke joinstyle="miter"/>
                    <v:path arrowok="t" o:connecttype="custom" o:connectlocs="1665509,173508;506779,121081;0,0" o:connectangles="0,0,0"/>
                  </v:shape>
                </v:group>
                <w10:anchorlock/>
              </v:group>
            </w:pict>
          </mc:Fallback>
        </mc:AlternateContent>
      </w:r>
    </w:p>
    <w:p w:rsidR="00090825" w:rsidRPr="00D77401" w:rsidRDefault="007F3A4E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5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6C2CCB" w:rsidRPr="00D77401">
        <w:rPr>
          <w:rStyle w:val="Strong"/>
          <w:rFonts w:asciiTheme="minorBidi" w:hAnsiTheme="minorBidi" w:cstheme="minorBidi"/>
          <w:sz w:val="22"/>
          <w:szCs w:val="22"/>
        </w:rPr>
        <w:t>Proppants are transported to stage-2 dune by settling from moving fluid and rolling</w:t>
      </w:r>
      <w:r w:rsidR="006A40AD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 </w:t>
      </w:r>
      <w:r w:rsidR="006C2CCB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from preceding dune. </w:t>
      </w:r>
    </w:p>
    <w:p w:rsidR="00090825" w:rsidRPr="00D77401" w:rsidRDefault="00090825" w:rsidP="00D77401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  <w:r w:rsidRPr="00DB14AE">
        <w:rPr>
          <w:noProof/>
        </w:rPr>
        <mc:AlternateContent>
          <mc:Choice Requires="wpg">
            <w:drawing>
              <wp:inline distT="0" distB="0" distL="0" distR="0" wp14:anchorId="2A70728F" wp14:editId="36E7A234">
                <wp:extent cx="4572000" cy="1044200"/>
                <wp:effectExtent l="0" t="0" r="0" b="22860"/>
                <wp:docPr id="409" name="Group 6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2000" cy="1044200"/>
                          <a:chOff x="0" y="0"/>
                          <a:chExt cx="4841863" cy="1377870"/>
                        </a:xfrm>
                      </wpg:grpSpPr>
                      <wpg:grpSp>
                        <wpg:cNvPr id="410" name="Group 410"/>
                        <wpg:cNvGrpSpPr>
                          <a:grpSpLocks noChangeAspect="1"/>
                        </wpg:cNvGrpSpPr>
                        <wpg:grpSpPr>
                          <a:xfrm>
                            <a:off x="7016" y="0"/>
                            <a:ext cx="749763" cy="1371600"/>
                            <a:chOff x="7016" y="0"/>
                            <a:chExt cx="1895656" cy="3467871"/>
                          </a:xfrm>
                        </wpg:grpSpPr>
                        <wpg:grpSp>
                          <wpg:cNvPr id="411" name="Group 411"/>
                          <wpg:cNvGrpSpPr/>
                          <wpg:grpSpPr>
                            <a:xfrm>
                              <a:off x="7016" y="0"/>
                              <a:ext cx="1895656" cy="3467871"/>
                              <a:chOff x="7016" y="0"/>
                              <a:chExt cx="3659659" cy="6516213"/>
                            </a:xfrm>
                          </wpg:grpSpPr>
                          <wpg:grpSp>
                            <wpg:cNvPr id="412" name="Group 41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7016" y="0"/>
                                <a:ext cx="3659659" cy="6516213"/>
                                <a:chOff x="7016" y="0"/>
                                <a:chExt cx="3659659" cy="6516213"/>
                              </a:xfrm>
                            </wpg:grpSpPr>
                            <wps:wsp>
                              <wps:cNvPr id="413" name="Rounded Rectangle 413"/>
                              <wps:cNvSpPr/>
                              <wps:spPr>
                                <a:xfrm>
                                  <a:off x="7016" y="0"/>
                                  <a:ext cx="3659659" cy="6516213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4" name="Straight Arrow Connector 414"/>
                              <wps:cNvCnPr/>
                              <wps:spPr>
                                <a:xfrm flipV="1">
                                  <a:off x="382504" y="4683882"/>
                                  <a:ext cx="696795" cy="884202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15" name="Straight Arrow Connector 415"/>
                            <wps:cNvCnPr/>
                            <wps:spPr>
                              <a:xfrm flipV="1">
                                <a:off x="2829174" y="4784918"/>
                                <a:ext cx="0" cy="963351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16" name="TextBox 441"/>
                          <wps:cNvSpPr txBox="1"/>
                          <wps:spPr>
                            <a:xfrm>
                              <a:off x="162713" y="155270"/>
                              <a:ext cx="1616062" cy="141042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6838" w:rsidRPr="009564D0" w:rsidRDefault="00946838" w:rsidP="009564D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Time-0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17" name="Freeform 417"/>
                        <wps:cNvSpPr/>
                        <wps:spPr>
                          <a:xfrm>
                            <a:off x="0" y="1207784"/>
                            <a:ext cx="777240" cy="106967"/>
                          </a:xfrm>
                          <a:custGeom>
                            <a:avLst/>
                            <a:gdLst>
                              <a:gd name="connsiteX0" fmla="*/ 5017274 w 5017274"/>
                              <a:gd name="connsiteY0" fmla="*/ 1105231 h 1105231"/>
                              <a:gd name="connsiteX1" fmla="*/ 1526651 w 5017274"/>
                              <a:gd name="connsiteY1" fmla="*/ 771277 h 1105231"/>
                              <a:gd name="connsiteX2" fmla="*/ 0 w 5017274"/>
                              <a:gd name="connsiteY2" fmla="*/ 0 h 1105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17274" h="1105231">
                                <a:moveTo>
                                  <a:pt x="5017274" y="1105231"/>
                                </a:moveTo>
                                <a:cubicBezTo>
                                  <a:pt x="3690068" y="1030356"/>
                                  <a:pt x="2362863" y="955482"/>
                                  <a:pt x="1526651" y="771277"/>
                                </a:cubicBezTo>
                                <a:cubicBezTo>
                                  <a:pt x="690439" y="587072"/>
                                  <a:pt x="345219" y="29353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8" name="Group 418"/>
                        <wpg:cNvGrpSpPr>
                          <a:grpSpLocks noChangeAspect="1"/>
                        </wpg:cNvGrpSpPr>
                        <wpg:grpSpPr>
                          <a:xfrm>
                            <a:off x="1388335" y="6270"/>
                            <a:ext cx="749763" cy="1371600"/>
                            <a:chOff x="1388335" y="6270"/>
                            <a:chExt cx="1895656" cy="3467871"/>
                          </a:xfrm>
                        </wpg:grpSpPr>
                        <wpg:grpSp>
                          <wpg:cNvPr id="419" name="Group 419"/>
                          <wpg:cNvGrpSpPr/>
                          <wpg:grpSpPr>
                            <a:xfrm>
                              <a:off x="1388335" y="6270"/>
                              <a:ext cx="1895656" cy="3467871"/>
                              <a:chOff x="1388335" y="6270"/>
                              <a:chExt cx="3659659" cy="6516213"/>
                            </a:xfrm>
                          </wpg:grpSpPr>
                          <wpg:grpSp>
                            <wpg:cNvPr id="420" name="Group 420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388335" y="6270"/>
                                <a:ext cx="3659659" cy="6516213"/>
                                <a:chOff x="1388335" y="6270"/>
                                <a:chExt cx="3659659" cy="6516213"/>
                              </a:xfrm>
                            </wpg:grpSpPr>
                            <wps:wsp>
                              <wps:cNvPr id="421" name="Rounded Rectangle 421"/>
                              <wps:cNvSpPr/>
                              <wps:spPr>
                                <a:xfrm>
                                  <a:off x="1388335" y="6270"/>
                                  <a:ext cx="3659659" cy="6516213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2" name="Straight Arrow Connector 422"/>
                              <wps:cNvCnPr/>
                              <wps:spPr>
                                <a:xfrm flipV="1">
                                  <a:off x="2318070" y="3234589"/>
                                  <a:ext cx="900092" cy="358672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23" name="Straight Arrow Connector 423"/>
                            <wps:cNvCnPr/>
                            <wps:spPr>
                              <a:xfrm flipV="1">
                                <a:off x="4132873" y="4577643"/>
                                <a:ext cx="0" cy="963351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24" name="TextBox 547"/>
                          <wps:cNvSpPr txBox="1"/>
                          <wps:spPr>
                            <a:xfrm>
                              <a:off x="1543632" y="161540"/>
                              <a:ext cx="1618482" cy="141042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6838" w:rsidRPr="009564D0" w:rsidRDefault="00946838" w:rsidP="009564D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Time-1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25" name="Freeform 425"/>
                        <wps:cNvSpPr/>
                        <wps:spPr>
                          <a:xfrm>
                            <a:off x="1684943" y="1120879"/>
                            <a:ext cx="453155" cy="123477"/>
                          </a:xfrm>
                          <a:custGeom>
                            <a:avLst/>
                            <a:gdLst>
                              <a:gd name="connsiteX0" fmla="*/ 5017274 w 5017274"/>
                              <a:gd name="connsiteY0" fmla="*/ 1105231 h 1105231"/>
                              <a:gd name="connsiteX1" fmla="*/ 1526651 w 5017274"/>
                              <a:gd name="connsiteY1" fmla="*/ 771277 h 1105231"/>
                              <a:gd name="connsiteX2" fmla="*/ 0 w 5017274"/>
                              <a:gd name="connsiteY2" fmla="*/ 0 h 1105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17274" h="1105231">
                                <a:moveTo>
                                  <a:pt x="5017274" y="1105231"/>
                                </a:moveTo>
                                <a:cubicBezTo>
                                  <a:pt x="3690068" y="1030356"/>
                                  <a:pt x="2362863" y="955482"/>
                                  <a:pt x="1526651" y="771277"/>
                                </a:cubicBezTo>
                                <a:cubicBezTo>
                                  <a:pt x="690439" y="587072"/>
                                  <a:pt x="345219" y="29353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Straight Connector 426"/>
                        <wps:cNvCnPr/>
                        <wps:spPr>
                          <a:xfrm>
                            <a:off x="1404237" y="943284"/>
                            <a:ext cx="296608" cy="2003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7" name="Arc 427"/>
                        <wps:cNvSpPr/>
                        <wps:spPr>
                          <a:xfrm rot="16557097">
                            <a:off x="1440376" y="722304"/>
                            <a:ext cx="479659" cy="536900"/>
                          </a:xfrm>
                          <a:prstGeom prst="arc">
                            <a:avLst>
                              <a:gd name="adj1" fmla="val 16200000"/>
                              <a:gd name="adj2" fmla="val 20564328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" name="Group 428"/>
                        <wpg:cNvGrpSpPr>
                          <a:grpSpLocks noChangeAspect="1"/>
                        </wpg:cNvGrpSpPr>
                        <wpg:grpSpPr>
                          <a:xfrm>
                            <a:off x="2716258" y="0"/>
                            <a:ext cx="749763" cy="1371600"/>
                            <a:chOff x="2716258" y="0"/>
                            <a:chExt cx="1895656" cy="3467871"/>
                          </a:xfrm>
                        </wpg:grpSpPr>
                        <wpg:grpSp>
                          <wpg:cNvPr id="429" name="Group 429"/>
                          <wpg:cNvGrpSpPr>
                            <a:grpSpLocks noChangeAspect="1"/>
                          </wpg:cNvGrpSpPr>
                          <wpg:grpSpPr>
                            <a:xfrm>
                              <a:off x="2716258" y="0"/>
                              <a:ext cx="1895656" cy="3467871"/>
                              <a:chOff x="2716258" y="0"/>
                              <a:chExt cx="3659659" cy="6516213"/>
                            </a:xfrm>
                          </wpg:grpSpPr>
                          <wps:wsp>
                            <wps:cNvPr id="430" name="Rounded Rectangle 430"/>
                            <wps:cNvSpPr/>
                            <wps:spPr>
                              <a:xfrm>
                                <a:off x="2716258" y="0"/>
                                <a:ext cx="3659659" cy="651621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  <wps:wsp>
                            <wps:cNvPr id="431" name="Straight Arrow Connector 431"/>
                            <wps:cNvCnPr/>
                            <wps:spPr>
                              <a:xfrm flipV="1">
                                <a:off x="4128850" y="2066142"/>
                                <a:ext cx="900092" cy="358672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32" name="TextBox 571"/>
                          <wps:cNvSpPr txBox="1"/>
                          <wps:spPr>
                            <a:xfrm>
                              <a:off x="2871170" y="155270"/>
                              <a:ext cx="1618482" cy="141042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6838" w:rsidRPr="009564D0" w:rsidRDefault="00946838" w:rsidP="009564D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Time-2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33" name="Straight Connector 433"/>
                        <wps:cNvCnPr>
                          <a:cxnSpLocks/>
                        </wps:cNvCnPr>
                        <wps:spPr>
                          <a:xfrm>
                            <a:off x="2736719" y="571150"/>
                            <a:ext cx="735020" cy="631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" name="Arc 434"/>
                        <wps:cNvSpPr/>
                        <wps:spPr>
                          <a:xfrm rot="16557097">
                            <a:off x="2928671" y="448827"/>
                            <a:ext cx="479659" cy="536900"/>
                          </a:xfrm>
                          <a:prstGeom prst="arc">
                            <a:avLst>
                              <a:gd name="adj1" fmla="val 16200000"/>
                              <a:gd name="adj2" fmla="val 20564328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Group 435"/>
                        <wpg:cNvGrpSpPr>
                          <a:grpSpLocks noChangeAspect="1"/>
                        </wpg:cNvGrpSpPr>
                        <wpg:grpSpPr>
                          <a:xfrm>
                            <a:off x="4044180" y="708"/>
                            <a:ext cx="797683" cy="1371600"/>
                            <a:chOff x="4044180" y="708"/>
                            <a:chExt cx="2016814" cy="3467871"/>
                          </a:xfrm>
                        </wpg:grpSpPr>
                        <wpg:grpSp>
                          <wpg:cNvPr id="436" name="Group 436"/>
                          <wpg:cNvGrpSpPr>
                            <a:grpSpLocks noChangeAspect="1"/>
                          </wpg:cNvGrpSpPr>
                          <wpg:grpSpPr>
                            <a:xfrm>
                              <a:off x="4044180" y="708"/>
                              <a:ext cx="1895656" cy="3467871"/>
                              <a:chOff x="4044180" y="708"/>
                              <a:chExt cx="3659659" cy="6516213"/>
                            </a:xfrm>
                          </wpg:grpSpPr>
                          <wps:wsp>
                            <wps:cNvPr id="437" name="Rounded Rectangle 437"/>
                            <wps:cNvSpPr/>
                            <wps:spPr>
                              <a:xfrm>
                                <a:off x="4044180" y="708"/>
                                <a:ext cx="3659659" cy="651621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  <wps:wsp>
                            <wps:cNvPr id="438" name="Straight Arrow Connector 438"/>
                            <wps:cNvCnPr/>
                            <wps:spPr>
                              <a:xfrm flipV="1">
                                <a:off x="4146429" y="1213386"/>
                                <a:ext cx="941445" cy="15224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39" name="TextBox 581"/>
                          <wps:cNvSpPr txBox="1"/>
                          <wps:spPr>
                            <a:xfrm>
                              <a:off x="4442515" y="154188"/>
                              <a:ext cx="1618479" cy="141042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6838" w:rsidRPr="009564D0" w:rsidRDefault="00946838" w:rsidP="009564D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Time-3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40" name="Straight Connector 440"/>
                        <wps:cNvCnPr>
                          <a:cxnSpLocks/>
                        </wps:cNvCnPr>
                        <wps:spPr>
                          <a:xfrm>
                            <a:off x="4044179" y="292244"/>
                            <a:ext cx="742260" cy="7219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70728F" id="Group 610" o:spid="_x0000_s1150" style="width:5in;height:82.2pt;mso-position-horizontal-relative:char;mso-position-vertical-relative:line" coordsize="48418,13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">
                <o:lock v:ext="edit" aspectratio="t"/>
                <v:group id="Group 410" o:spid="_x0000_s1151" style="position:absolute;left:70;width:7497;height:13716" coordorigin="70" coordsize="18956,3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o:lock v:ext="edit" aspectratio="t"/>
                  <v:group id="Group 411" o:spid="_x0000_s1152" style="position:absolute;left:70;width:18956;height:34678" coordorigin="70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    <v:group id="Group 412" o:spid="_x0000_s1153" style="position:absolute;left:70;width:36596;height:65162" coordorigin="70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    <o:lock v:ext="edit" aspectratio="t"/>
                      <v:roundrect id="Rounded Rectangle 413" o:spid="_x0000_s1154" style="position:absolute;left:70;width:36596;height:651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CPh8MA&#10;AADcAAAADwAAAGRycy9kb3ducmV2LnhtbESPT4vCMBTE74LfITzB25qqVaQaRQvuukf/gHh7Ns+2&#10;2LyUJqvdb28WFjwOM/MbZrFqTSUe1LjSsoLhIAJBnFldcq7gdNx+zEA4j6yxskwKfsnBatntLDDR&#10;9sl7ehx8LgKEXYIKCu/rREqXFWTQDWxNHLybbQz6IJtc6gafAW4qOYqiqTRYclgosKa0oOx++DEK&#10;7hOMq8/LpI148+3P15hTk34p1e+16zkIT61/h//bO60gHo7h70w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CPh8MAAADcAAAADwAAAAAAAAAAAAAAAACYAgAAZHJzL2Rv&#10;d25yZXYueG1sUEsFBgAAAAAEAAQA9QAAAIgDAAAAAA==&#10;" fillcolor="#c3c3c3 [2166]" strokecolor="#a5a5a5 [3206]" strokeweight=".5pt">
                        <v:fill color2="#b6b6b6 [2614]" rotate="t" colors="0 #d2d2d2;.5 #c8c8c8;1 silver" focus="100%" type="gradient">
                          <o:fill v:ext="view" type="gradientUnscaled"/>
                        </v:fill>
                        <v:stroke joinstyle="miter"/>
                      </v:roundrect>
                      <v:shape id="Straight Arrow Connector 414" o:spid="_x0000_s1155" type="#_x0000_t32" style="position:absolute;left:3825;top:46838;width:6967;height:88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vZtcYAAADcAAAADwAAAGRycy9kb3ducmV2LnhtbESPS2vDMBCE74X8B7GB3Bo5dSjBiRJC&#10;HtBCe8gDcl2sje3EWhlJtZ3++qpQ6HGYmW+Yxao3tWjJ+cqygsk4AUGcW11xoeB82j/PQPiArLG2&#10;TAoe5GG1HDwtMNO24wO1x1CICGGfoYIyhCaT0uclGfRj2xBH72qdwRClK6R22EW4qeVLkrxKgxXH&#10;hRIb2pSU349fRoHb3T6+mx2l20f6eb54nbbvHSs1GvbrOYhAffgP/7XftILpZA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L2bXGAAAA3AAAAA8AAAAAAAAA&#10;AAAAAAAAoQIAAGRycy9kb3ducmV2LnhtbFBLBQYAAAAABAAEAPkAAACUAwAAAAA=&#10;" strokecolor="red">
                        <v:stroke endarrow="block" joinstyle="miter"/>
                      </v:shape>
                    </v:group>
                    <v:shape id="Straight Arrow Connector 415" o:spid="_x0000_s1156" type="#_x0000_t32" style="position:absolute;left:28291;top:47849;width:0;height:9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d8LsYAAADcAAAADwAAAGRycy9kb3ducmV2LnhtbESPT2vCQBTE7wW/w/KE3urGphWJriKt&#10;Qgv14B/w+sg+k2j2bdhdk9hP3y0Uehxm5jfMfNmbWrTkfGVZwXiUgCDOra64UHA8bJ6mIHxA1lhb&#10;JgV38rBcDB7mmGnb8Y7afShEhLDPUEEZQpNJ6fOSDPqRbYijd7bOYIjSFVI77CLc1PI5SSbSYMVx&#10;ocSG3krKr/ubUeDWl6/vZk3p+z3dHk9ep+1nx0o9DvvVDESgPvyH/9ofWsHL+BV+z8Qj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HfC7GAAAA3AAAAA8AAAAAAAAA&#10;AAAAAAAAoQIAAGRycy9kb3ducmV2LnhtbFBLBQYAAAAABAAEAPkAAACUAwAAAAA=&#10;" strokecolor="red">
                      <v:stroke endarrow="block" joinstyle="miter"/>
                    </v:shape>
                  </v:group>
                  <v:shape id="TextBox 441" o:spid="_x0000_s1157" type="#_x0000_t202" style="position:absolute;left:1627;top:1552;width:16160;height:14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XVs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mSewv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CF1bEAAAA3AAAAA8AAAAAAAAAAAAAAAAAmAIAAGRycy9k&#10;b3ducmV2LnhtbFBLBQYAAAAABAAEAPUAAACJAwAAAAA=&#10;" filled="f" stroked="f">
                    <v:textbox>
                      <w:txbxContent>
                        <w:p w:rsidR="00946838" w:rsidRPr="009564D0" w:rsidRDefault="00946838" w:rsidP="009564D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Time-0</w:t>
                          </w:r>
                        </w:p>
                      </w:txbxContent>
                    </v:textbox>
                  </v:shape>
                </v:group>
                <v:shape id="Freeform 417" o:spid="_x0000_s1158" style="position:absolute;top:12077;width:7772;height:1070;visibility:visible;mso-wrap-style:square;v-text-anchor:middle" coordsize="5017274,1105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OMMgA&#10;AADcAAAADwAAAGRycy9kb3ducmV2LnhtbESPQUvDQBSE74L/YXlCL9JuqmJrzKaU0tKipdAq6PGZ&#10;fSbB7Nuwu03Tf+8WBI/DzHzDZLPeNKIj52vLCsajBARxYXXNpYL3t9VwCsIHZI2NZVJwJg+z/Poq&#10;w1TbE++pO4RSRAj7FBVUIbSplL6oyKAf2ZY4et/WGQxRulJqh6cIN428S5JHabDmuFBhS4uKip/D&#10;0SjYLr8mTbiVr087/bKYrz/vu537UGpw08+fQQTqw3/4r73RCh7GE7iciUdA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mQ4wyAAAANwAAAAPAAAAAAAAAAAAAAAAAJgCAABk&#10;cnMvZG93bnJldi54bWxQSwUGAAAAAAQABAD1AAAAjQMAAAAA&#10;" path="m5017274,1105231c3690068,1030356,2362863,955482,1526651,771277,690439,587072,345219,293536,,e" filled="f" strokecolor="black [3213]" strokeweight="1pt">
                  <v:stroke joinstyle="miter"/>
                  <v:path arrowok="t" o:connecttype="custom" o:connectlocs="777240,106967;236498,74646;0,0" o:connectangles="0,0,0"/>
                </v:shape>
                <v:group id="Group 418" o:spid="_x0000_s1159" style="position:absolute;left:13883;top:62;width:7497;height:13716" coordorigin="13883,62" coordsize="18956,3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o:lock v:ext="edit" aspectratio="t"/>
                  <v:group id="Group 419" o:spid="_x0000_s1160" style="position:absolute;left:13883;top:62;width:18956;height:34679" coordorigin="13883,62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  <v:group id="Group 420" o:spid="_x0000_s1161" style="position:absolute;left:13883;top:62;width:36596;height:65162" coordorigin="13883,62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<o:lock v:ext="edit" aspectratio="t"/>
                      <v:roundrect id="Rounded Rectangle 421" o:spid="_x0000_s1162" style="position:absolute;left:13883;top:62;width:36596;height:651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J+1sQA&#10;AADcAAAADwAAAGRycy9kb3ducmV2LnhtbESPQWvCQBSE70L/w/IKvZmNEkWiq9SAbT1qhdLbM/ua&#10;BLNvw+42Sf+9Wyj0OMzMN8xmN5pW9OR8Y1nBLElBEJdWN1wpuLwfpisQPiBrbC2Tgh/ysNs+TDaY&#10;azvwifpzqESEsM9RQR1Cl0vpy5oM+sR2xNH7ss5giNJVUjscIty0cp6mS2mw4bhQY0dFTeXt/G0U&#10;3BaYtS+fizHl/TF8XDMuTPGq1NPj+LwGEWgM/+G/9ptWkM1n8HsmHg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iftbEAAAA3AAAAA8AAAAAAAAAAAAAAAAAmAIAAGRycy9k&#10;b3ducmV2LnhtbFBLBQYAAAAABAAEAPUAAACJAwAAAAA=&#10;" fillcolor="#c3c3c3 [2166]" strokecolor="#a5a5a5 [3206]" strokeweight=".5pt">
                        <v:fill color2="#b6b6b6 [2614]" rotate="t" colors="0 #d2d2d2;.5 #c8c8c8;1 silver" focus="100%" type="gradient">
                          <o:fill v:ext="view" type="gradientUnscaled"/>
                        </v:fill>
                        <v:stroke joinstyle="miter"/>
                      </v:roundrect>
                      <v:shape id="Straight Arrow Connector 422" o:spid="_x0000_s1163" type="#_x0000_t32" style="position:absolute;left:23180;top:32345;width:9001;height:35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Iu58UAAADcAAAADwAAAGRycy9kb3ducmV2LnhtbESPQWvCQBSE7wX/w/IEb3VjUkqJriJq&#10;wUJ7qApeH9lnEs2+DbvbJPbXdwuFHoeZ+YZZrAbTiI6cry0rmE0TEMSF1TWXCk7H18cXED4ga2ws&#10;k4I7eVgtRw8LzLXt+ZO6QyhFhLDPUUEVQptL6YuKDPqpbYmjd7HOYIjSlVI77CPcNDJNkmdpsOa4&#10;UGFLm4qK2+HLKHC76/t3u6Nse88+Tmevs+6tZ6Um42E9BxFoCP/hv/ZeK3hKU/g9E4+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4Iu58UAAADcAAAADwAAAAAAAAAA&#10;AAAAAAChAgAAZHJzL2Rvd25yZXYueG1sUEsFBgAAAAAEAAQA+QAAAJMDAAAAAA==&#10;" strokecolor="red">
                        <v:stroke endarrow="block" joinstyle="miter"/>
                      </v:shape>
                    </v:group>
                    <v:shape id="Straight Arrow Connector 423" o:spid="_x0000_s1164" type="#_x0000_t32" style="position:absolute;left:41328;top:45776;width:0;height:9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6LfMUAAADcAAAADwAAAGRycy9kb3ducmV2LnhtbESPQWvCQBSE74X+h+UVvOmmRopEVymt&#10;goI9aIVeH9lnEs2+DbtrEvvru4LQ4zAz3zDzZW9q0ZLzlWUFr6MEBHFudcWFguP3ejgF4QOyxtoy&#10;KbiRh+Xi+WmOmbYd76k9hEJECPsMFZQhNJmUPi/JoB/Zhjh6J+sMhihdIbXDLsJNLcdJ8iYNVhwX&#10;Smzoo6T8crgaBW513v02K0o/b+nX8cfrtN12rNTgpX+fgQjUh//wo73RCibjFO5n4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6LfMUAAADcAAAADwAAAAAAAAAA&#10;AAAAAAChAgAAZHJzL2Rvd25yZXYueG1sUEsFBgAAAAAEAAQA+QAAAJMDAAAAAA==&#10;" strokecolor="red">
                      <v:stroke endarrow="block" joinstyle="miter"/>
                    </v:shape>
                  </v:group>
                  <v:shape id="TextBox 547" o:spid="_x0000_s1165" type="#_x0000_t202" style="position:absolute;left:15436;top:1615;width:16185;height:14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mB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qk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5gfEAAAA3AAAAA8AAAAAAAAAAAAAAAAAmAIAAGRycy9k&#10;b3ducmV2LnhtbFBLBQYAAAAABAAEAPUAAACJAwAAAAA=&#10;" filled="f" stroked="f">
                    <v:textbox>
                      <w:txbxContent>
                        <w:p w:rsidR="00946838" w:rsidRPr="009564D0" w:rsidRDefault="00946838" w:rsidP="009564D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Time-1</w:t>
                          </w:r>
                        </w:p>
                      </w:txbxContent>
                    </v:textbox>
                  </v:shape>
                </v:group>
                <v:shape id="Freeform 425" o:spid="_x0000_s1166" style="position:absolute;left:16849;top:11208;width:4531;height:1235;visibility:visible;mso-wrap-style:square;v-text-anchor:middle" coordsize="5017274,1105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/YcgA&#10;AADcAAAADwAAAGRycy9kb3ducmV2LnhtbESP3UrDQBSE74W+w3KE3hS7sa1/sZtQSkVRKVgFe3ma&#10;PU2C2bNhd03Tt3cLBS+HmfmGmee9aURHzteWFVyPExDEhdU1lwq+Pp+u7kH4gKyxsUwKjuQhzwYX&#10;c0y1PfAHdZtQighhn6KCKoQ2ldIXFRn0Y9sSR29vncEQpSuldniIcNPISZLcSoM1x4UKW1pWVPxs&#10;fo2C99Xurgkj+faw1q/LxfN22q3dt1LDy37xCCJQH/7D5/aLVjCb3MDpTDwCMv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a/9hyAAAANwAAAAPAAAAAAAAAAAAAAAAAJgCAABk&#10;cnMvZG93bnJldi54bWxQSwUGAAAAAAQABAD1AAAAjQMAAAAA&#10;" path="m5017274,1105231c3690068,1030356,2362863,955482,1526651,771277,690439,587072,345219,293536,,e" filled="f" strokecolor="black [3213]" strokeweight="1pt">
                  <v:stroke joinstyle="miter"/>
                  <v:path arrowok="t" o:connecttype="custom" o:connectlocs="453155,123477;137886,86167;0,0" o:connectangles="0,0,0"/>
                </v:shape>
                <v:line id="Straight Connector 426" o:spid="_x0000_s1167" style="position:absolute;visibility:visible;mso-wrap-style:square" from="14042,9432" to="17008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WXT8MAAADcAAAADwAAAGRycy9kb3ducmV2LnhtbESPUWvCQBCE3wX/w7GFvummUYJETylC&#10;i0+Wqj9gza1JbG4v5K4m7a/vFQQfh5n5hlltBtuoG3e+dqLhZZqAYimcqaXUcDq+TRagfCAx1Dhh&#10;DT/sYbMej1aUG9fLJ98OoVQRIj4nDVUIbY7oi4ot+alrWaJ3cZ2lEGVXoumoj3DbYJokGVqqJS5U&#10;1PK24uLr8G012Nku2Wd9um+wuL6f5RdxPvvQ+vlpeF2CCjyER/je3hkN8zSD/zPxCOD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Fl0/DAAAA3AAAAA8AAAAAAAAAAAAA&#10;AAAAoQIAAGRycy9kb3ducmV2LnhtbFBLBQYAAAAABAAEAPkAAACRAwAAAAA=&#10;" strokecolor="black [3213]" strokeweight="1pt">
                  <v:stroke joinstyle="miter"/>
                </v:line>
                <v:shape id="Arc 427" o:spid="_x0000_s1168" style="position:absolute;left:14404;top:7222;width:4796;height:5369;rotation:-5508195fd;visibility:visible;mso-wrap-style:square;v-text-anchor:middle" coordsize="479659,536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rGVcIA&#10;AADcAAAADwAAAGRycy9kb3ducmV2LnhtbESPQYvCMBSE78L+h/AW9qbpylp3a6OsgqhHq94fzbMt&#10;Ni+libb+eyMIHoeZ+YZJF72pxY1aV1lW8D2KQBDnVldcKDge1sNfEM4ja6wtk4I7OVjMPwYpJtp2&#10;vKdb5gsRIOwSVFB63yRSurwkg25kG+LgnW1r0AfZFlK32AW4qeU4imJpsOKwUGJDq5LyS3Y1CrLl&#10;5TSZxPu/zeo0xXi3tW59t0p9ffb/MxCeev8Ov9pbreBnPIXnmXA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sZVwgAAANwAAAAPAAAAAAAAAAAAAAAAAJgCAABkcnMvZG93&#10;bnJldi54bWxQSwUGAAAAAAQABAD1AAAAhwMAAAAA&#10;" path="m239829,nsc347578,,442100,80433,470920,196645l239830,268450v,-89483,-1,-178967,-1,-268450xem239829,nfc347578,,442100,80433,470920,196645e" filled="f" strokecolor="red" strokeweight=".5pt">
                  <v:stroke joinstyle="miter"/>
                  <v:path arrowok="t" o:connecttype="custom" o:connectlocs="239829,0;470920,196645" o:connectangles="0,0"/>
                </v:shape>
                <v:group id="Group 428" o:spid="_x0000_s1169" style="position:absolute;left:27162;width:7498;height:13716" coordorigin="27162" coordsize="18956,3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lpv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Npab7CAAAA3AAAAA8A&#10;AAAAAAAAAAAAAAAAqgIAAGRycy9kb3ducmV2LnhtbFBLBQYAAAAABAAEAPoAAACZAwAAAAA=&#10;">
                  <o:lock v:ext="edit" aspectratio="t"/>
                  <v:group id="Group 429" o:spid="_x0000_s1170" style="position:absolute;left:27162;width:18957;height:34678" coordorigin="27162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  <o:lock v:ext="edit" aspectratio="t"/>
                    <v:roundrect id="Rounded Rectangle 430" o:spid="_x0000_s1171" style="position:absolute;left:27162;width:36597;height:651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dNkMAA&#10;AADcAAAADwAAAGRycy9kb3ducmV2LnhtbERPTYvCMBC9C/6HMII3TXXrItUoWthdPW4VxNvYjG2x&#10;mZQmavffbw6Cx8f7Xq47U4sHta6yrGAyjkAQ51ZXXCg4Hr5GcxDOI2usLZOCP3KwXvV7S0y0ffIv&#10;PTJfiBDCLkEFpfdNIqXLSzLoxrYhDtzVtgZ9gG0hdYvPEG5qOY2iT2mw4tBQYkNpSfktuxsFtxnG&#10;9fd51kW83fvTJebUpD9KDQfdZgHCU+ff4pd7pxXEH2F+OBOO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dNkMAAAADcAAAADwAAAAAAAAAAAAAAAACYAgAAZHJzL2Rvd25y&#10;ZXYueG1sUEsFBgAAAAAEAAQA9QAAAIUD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  <v:shape id="Straight Arrow Connector 431" o:spid="_x0000_s1172" type="#_x0000_t32" style="position:absolute;left:41288;top:20661;width:9001;height:35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kmTcUAAADcAAAADwAAAGRycy9kb3ducmV2LnhtbESPQWvCQBSE74X+h+UVeqsbjZQSXaVU&#10;hQr20FTo9ZF9JtHs27C7JtFf7wqFHoeZ+YaZLwfTiI6cry0rGI8SEMSF1TWXCvY/m5c3ED4ga2ws&#10;k4ILeVguHh/mmGnb8zd1eShFhLDPUEEVQptJ6YuKDPqRbYmjd7DOYIjSlVI77CPcNHKSJK/SYM1x&#10;ocKWPioqTvnZKHDr4+7arildXdKv/a/XabftWannp+F9BiLQEP7Df+1PrWCajuF+Jh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kmTcUAAADcAAAADwAAAAAAAAAA&#10;AAAAAAChAgAAZHJzL2Rvd25yZXYueG1sUEsFBgAAAAAEAAQA+QAAAJMDAAAAAA==&#10;" strokecolor="red">
                      <v:stroke endarrow="block" joinstyle="miter"/>
                    </v:shape>
                  </v:group>
                  <v:shape id="TextBox 571" o:spid="_x0000_s1173" type="#_x0000_t202" style="position:absolute;left:28711;top:1552;width:16185;height:14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NNc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bPpB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E01xQAAANwAAAAPAAAAAAAAAAAAAAAAAJgCAABkcnMv&#10;ZG93bnJldi54bWxQSwUGAAAAAAQABAD1AAAAigMAAAAA&#10;" filled="f" stroked="f">
                    <v:textbox>
                      <w:txbxContent>
                        <w:p w:rsidR="00946838" w:rsidRPr="009564D0" w:rsidRDefault="00946838" w:rsidP="009564D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Time-2</w:t>
                          </w:r>
                        </w:p>
                      </w:txbxContent>
                    </v:textbox>
                  </v:shape>
                </v:group>
                <v:line id="Straight Connector 433" o:spid="_x0000_s1174" style="position:absolute;visibility:visible;mso-wrap-style:square" from="27367,5711" to="34717,12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uiCsMAAADcAAAADwAAAGRycy9kb3ducmV2LnhtbESPUWvCQBCE34X+h2OFvulGIyLRU6TQ&#10;4pOl6g9Yc2sSze2F3NWk/fW9guDjMDPfMKtNb2t159ZXTjRMxgkoltyZSgoNp+P7aAHKBxJDtRPW&#10;8MMeNuuXwYoy4zr54vshFCpCxGekoQyhyRB9XrIlP3YNS/QurrUUomwLNC11EW5rnCbJHC1VEhdK&#10;avit5Px2+LYabLpL9vNuuq8xv36c5Rdxln5q/Trst0tQgfvwDD/aO6NhlqbwfyYeA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rogrDAAAA3AAAAA8AAAAAAAAAAAAA&#10;AAAAoQIAAGRycy9kb3ducmV2LnhtbFBLBQYAAAAABAAEAPkAAACRAwAAAAA=&#10;" strokecolor="black [3213]" strokeweight="1pt">
                  <v:stroke joinstyle="miter"/>
                  <o:lock v:ext="edit" shapetype="f"/>
                </v:line>
                <v:shape id="Arc 434" o:spid="_x0000_s1175" style="position:absolute;left:29286;top:4488;width:4797;height:5369;rotation:-5508195fd;visibility:visible;mso-wrap-style:square;v-text-anchor:middle" coordsize="479659,536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HO/8QA&#10;AADcAAAADwAAAGRycy9kb3ducmV2LnhtbESPQWvCQBSE7wX/w/KE3uqmVqNNs4oKUns06v2RfU1C&#10;sm9Ddk3iv+8WCj0OM/MNk25H04ieOldZVvA6i0AQ51ZXXCi4Xo4vaxDOI2tsLJOCBznYbiZPKSba&#10;DnymPvOFCBB2CSoovW8TKV1ekkE3sy1x8L5tZ9AH2RVSdzgEuGnkPIpiabDisFBiS4eS8jq7GwXZ&#10;vr4tl/H5/fNwW2H8dbLu+LBKPU/H3QcIT6P/D/+1T1rB4m0Bv2fC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Bzv/EAAAA3AAAAA8AAAAAAAAAAAAAAAAAmAIAAGRycy9k&#10;b3ducmV2LnhtbFBLBQYAAAAABAAEAPUAAACJAwAAAAA=&#10;" path="m239829,nsc347578,,442100,80433,470920,196645l239830,268450v,-89483,-1,-178967,-1,-268450xem239829,nfc347578,,442100,80433,470920,196645e" filled="f" strokecolor="red" strokeweight=".5pt">
                  <v:stroke joinstyle="miter"/>
                  <v:path arrowok="t" o:connecttype="custom" o:connectlocs="239829,0;470920,196645" o:connectangles="0,0"/>
                </v:shape>
                <v:group id="Group 435" o:spid="_x0000_s1176" style="position:absolute;left:40441;top:7;width:7977;height:13716" coordorigin="40441,7" coordsize="20168,3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o:lock v:ext="edit" aspectratio="t"/>
                  <v:group id="Group 436" o:spid="_x0000_s1177" style="position:absolute;left:40441;top:7;width:18957;height:34678" coordorigin="40441,7" coordsize="36596,6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  <o:lock v:ext="edit" aspectratio="t"/>
                    <v:roundrect id="Rounded Rectangle 437" o:spid="_x0000_s1178" style="position:absolute;left:40441;top:7;width:36597;height:651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7V5MQA&#10;AADcAAAADwAAAGRycy9kb3ducmV2LnhtbESPQWvCQBSE74L/YXmCt7pRYyvRVTRQW4+mBfH2zD6T&#10;YPZtyG41/vtuoeBxmJlvmOW6M7W4UesqywrGowgEcW51xYWC76/3lzkI55E11pZJwYMcrFf93hIT&#10;be98oFvmCxEg7BJUUHrfJFK6vCSDbmQb4uBdbGvQB9kWUrd4D3BTy0kUvUqDFYeFEhtKS8qv2Y9R&#10;cJ1hXO9Osy7i7d4fzzGnJv1QajjoNgsQnjr/DP+3P7WCePoGf2fC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1eTEAAAA3AAAAA8AAAAAAAAAAAAAAAAAmAIAAGRycy9k&#10;b3ducmV2LnhtbFBLBQYAAAAABAAEAPUAAACJAw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  <v:shape id="Straight Arrow Connector 438" o:spid="_x0000_s1179" type="#_x0000_t32" style="position:absolute;left:41464;top:12133;width:9414;height:15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OP0MIAAADcAAAADwAAAGRycy9kb3ducmV2LnhtbERPy2rCQBTdF/yH4Qru6sSmFImOIj6g&#10;BbvwAW4vmWsSzdwJM9Mk9uudRaHLw3nPl72pRUvOV5YVTMYJCOLc6ooLBefT7nUKwgdkjbVlUvAg&#10;D8vF4GWOmbYdH6g9hkLEEPYZKihDaDIpfV6SQT+2DXHkrtYZDBG6QmqHXQw3tXxLkg9psOLYUGJD&#10;65Ly+/HHKHDb2/632VK6eaTf54vXafvVsVKjYb+agQjUh3/xn/tTK3hP49p4Jh4B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7OP0MIAAADcAAAADwAAAAAAAAAAAAAA&#10;AAChAgAAZHJzL2Rvd25yZXYueG1sUEsFBgAAAAAEAAQA+QAAAJADAAAAAA==&#10;" strokecolor="red">
                      <v:stroke endarrow="block" joinstyle="miter"/>
                    </v:shape>
                  </v:group>
                  <v:shape id="TextBox 581" o:spid="_x0000_s1180" type="#_x0000_t202" style="position:absolute;left:44425;top:1541;width:16184;height:14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jfR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Ju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o30TEAAAA3AAAAA8AAAAAAAAAAAAAAAAAmAIAAGRycy9k&#10;b3ducmV2LnhtbFBLBQYAAAAABAAEAPUAAACJAwAAAAA=&#10;" filled="f" stroked="f">
                    <v:textbox>
                      <w:txbxContent>
                        <w:p w:rsidR="00946838" w:rsidRPr="009564D0" w:rsidRDefault="00946838" w:rsidP="009564D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Time-3</w:t>
                          </w:r>
                        </w:p>
                      </w:txbxContent>
                    </v:textbox>
                  </v:shape>
                </v:group>
                <v:line id="Straight Connector 440" o:spid="_x0000_s1181" style="position:absolute;visibility:visible;mso-wrap-style:square" from="40441,2922" to="47864,1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9PAMEAAADcAAAADwAAAGRycy9kb3ducmV2LnhtbERPzWrCQBC+C32HZQq9mUljkBJdQylU&#10;PCm1fYBpdkyi2dmQXU3ap+8ehB4/vv91OdlO3XjwrRMNz0kKiqVyppVaw9fn+/wFlA8khjonrOGH&#10;PZSbh9maCuNG+eDbMdQqhogvSEMTQl8g+qphSz5xPUvkTm6wFCIcajQDjTHcdpil6RIttRIbGur5&#10;reHqcrxaDXaxS/fLMdt3WJ233/KLmC8OWj89Tq8rUIGn8C++u3dGQ57H+fFMPAK4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v08AwQAAANwAAAAPAAAAAAAAAAAAAAAA&#10;AKECAABkcnMvZG93bnJldi54bWxQSwUGAAAAAAQABAD5AAAAjwMAAAAA&#10;" strokecolor="black [3213]" strokeweight="1pt">
                  <v:stroke joinstyle="miter"/>
                  <o:lock v:ext="edit" shapetype="f"/>
                </v:line>
                <w10:anchorlock/>
              </v:group>
            </w:pict>
          </mc:Fallback>
        </mc:AlternateContent>
      </w:r>
    </w:p>
    <w:p w:rsidR="00090825" w:rsidRPr="00D77401" w:rsidRDefault="00090825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6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3E4AA3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New dune surface </w:t>
      </w:r>
      <w:r w:rsidR="002D106D">
        <w:rPr>
          <w:rStyle w:val="Strong"/>
          <w:rFonts w:asciiTheme="minorBidi" w:hAnsiTheme="minorBidi" w:cstheme="minorBidi"/>
          <w:sz w:val="22"/>
          <w:szCs w:val="22"/>
        </w:rPr>
        <w:t xml:space="preserve">developing </w:t>
      </w:r>
      <w:r w:rsidR="003E4AA3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with steeper slope during stage-2. </w:t>
      </w:r>
    </w:p>
    <w:p w:rsidR="008F19DA" w:rsidRPr="00D77401" w:rsidRDefault="008F19DA" w:rsidP="00D77401">
      <w:pPr>
        <w:jc w:val="center"/>
        <w:rPr>
          <w:rStyle w:val="Strong"/>
          <w:sz w:val="22"/>
          <w:szCs w:val="22"/>
        </w:rPr>
      </w:pPr>
    </w:p>
    <w:p w:rsidR="00090825" w:rsidRPr="00F74303" w:rsidRDefault="002D106D" w:rsidP="008F19DA">
      <w:pPr>
        <w:jc w:val="center"/>
        <w:rPr>
          <w:rStyle w:val="Strong"/>
          <w:b w:val="0"/>
          <w:bCs w:val="0"/>
        </w:rPr>
      </w:pPr>
      <w:r w:rsidRPr="002D106D">
        <w:rPr>
          <w:rStyle w:val="Strong"/>
          <w:b w:val="0"/>
          <w:bCs w:val="0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08948F7" wp14:editId="6DC10E2F">
                <wp:simplePos x="0" y="0"/>
                <wp:positionH relativeFrom="margin">
                  <wp:posOffset>1721236</wp:posOffset>
                </wp:positionH>
                <wp:positionV relativeFrom="paragraph">
                  <wp:posOffset>1186488</wp:posOffset>
                </wp:positionV>
                <wp:extent cx="612250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6D" w:rsidRDefault="002D106D" w:rsidP="002D106D">
                            <w:r>
                              <w:t>Dune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8948F7" id="_x0000_s1182" type="#_x0000_t202" style="position:absolute;left:0;text-align:left;margin-left:135.55pt;margin-top:93.4pt;width:48.2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" filled="f" stroked="f">
                <v:textbox style="mso-fit-shape-to-text:t">
                  <w:txbxContent>
                    <w:p w:rsidR="002D106D" w:rsidRDefault="002D106D" w:rsidP="002D106D">
                      <w:r>
                        <w:t>Dune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0825" w:rsidRPr="002F2332">
        <w:rPr>
          <w:noProof/>
        </w:rPr>
        <mc:AlternateContent>
          <mc:Choice Requires="wpg">
            <w:drawing>
              <wp:inline distT="0" distB="0" distL="0" distR="0" wp14:anchorId="2390A6E1" wp14:editId="7F5EC32D">
                <wp:extent cx="3657600" cy="3005756"/>
                <wp:effectExtent l="0" t="0" r="19050" b="23495"/>
                <wp:docPr id="497" name="Group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657600" cy="3005756"/>
                          <a:chOff x="0" y="28494"/>
                          <a:chExt cx="5702979" cy="4686616"/>
                        </a:xfrm>
                      </wpg:grpSpPr>
                      <wpg:grpSp>
                        <wpg:cNvPr id="498" name="Group 498"/>
                        <wpg:cNvGrpSpPr>
                          <a:grpSpLocks noChangeAspect="1"/>
                        </wpg:cNvGrpSpPr>
                        <wpg:grpSpPr>
                          <a:xfrm>
                            <a:off x="0" y="28494"/>
                            <a:ext cx="5702979" cy="4686616"/>
                            <a:chOff x="0" y="28494"/>
                            <a:chExt cx="5702979" cy="4686616"/>
                          </a:xfrm>
                        </wpg:grpSpPr>
                        <wps:wsp>
                          <wps:cNvPr id="499" name="Rounded Rectangle 499"/>
                          <wps:cNvSpPr/>
                          <wps:spPr>
                            <a:xfrm>
                              <a:off x="55379" y="28495"/>
                              <a:ext cx="5647600" cy="468661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bodyPr rtlCol="0" anchor="ctr"/>
                        </wps:wsp>
                        <wpg:grpSp>
                          <wpg:cNvPr id="500" name="Group 500"/>
                          <wpg:cNvGrpSpPr/>
                          <wpg:grpSpPr>
                            <a:xfrm>
                              <a:off x="0" y="1304239"/>
                              <a:ext cx="5507345" cy="2494087"/>
                              <a:chOff x="0" y="1304239"/>
                              <a:chExt cx="3089650" cy="1451923"/>
                            </a:xfrm>
                          </wpg:grpSpPr>
                          <wps:wsp>
                            <wps:cNvPr id="501" name="Freeform 501"/>
                            <wps:cNvSpPr/>
                            <wps:spPr>
                              <a:xfrm rot="610187">
                                <a:off x="1139409" y="1836008"/>
                                <a:ext cx="1950241" cy="920154"/>
                              </a:xfrm>
                              <a:custGeom>
                                <a:avLst/>
                                <a:gdLst>
                                  <a:gd name="connsiteX0" fmla="*/ 0 w 6895476"/>
                                  <a:gd name="connsiteY0" fmla="*/ 0 h 1425036"/>
                                  <a:gd name="connsiteX1" fmla="*/ 2323476 w 6895476"/>
                                  <a:gd name="connsiteY1" fmla="*/ 1214203 h 1425036"/>
                                  <a:gd name="connsiteX2" fmla="*/ 6895476 w 6895476"/>
                                  <a:gd name="connsiteY2" fmla="*/ 1424065 h 1425036"/>
                                  <a:gd name="connsiteX3" fmla="*/ 6895476 w 6895476"/>
                                  <a:gd name="connsiteY3" fmla="*/ 1424065 h 1425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895476" h="1425036">
                                    <a:moveTo>
                                      <a:pt x="0" y="0"/>
                                    </a:moveTo>
                                    <a:cubicBezTo>
                                      <a:pt x="587115" y="488429"/>
                                      <a:pt x="1174230" y="976859"/>
                                      <a:pt x="2323476" y="1214203"/>
                                    </a:cubicBezTo>
                                    <a:cubicBezTo>
                                      <a:pt x="3472722" y="1451547"/>
                                      <a:pt x="6895476" y="1424065"/>
                                      <a:pt x="6895476" y="1424065"/>
                                    </a:cubicBezTo>
                                    <a:lnTo>
                                      <a:pt x="6895476" y="1424065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2" name="Freeform 502"/>
                            <wps:cNvSpPr/>
                            <wps:spPr>
                              <a:xfrm flipH="1" flipV="1">
                                <a:off x="0" y="1304239"/>
                                <a:ext cx="1475703" cy="991845"/>
                              </a:xfrm>
                              <a:custGeom>
                                <a:avLst/>
                                <a:gdLst>
                                  <a:gd name="connsiteX0" fmla="*/ 0 w 6895476"/>
                                  <a:gd name="connsiteY0" fmla="*/ 0 h 1425036"/>
                                  <a:gd name="connsiteX1" fmla="*/ 2323476 w 6895476"/>
                                  <a:gd name="connsiteY1" fmla="*/ 1214203 h 1425036"/>
                                  <a:gd name="connsiteX2" fmla="*/ 6895476 w 6895476"/>
                                  <a:gd name="connsiteY2" fmla="*/ 1424065 h 1425036"/>
                                  <a:gd name="connsiteX3" fmla="*/ 6895476 w 6895476"/>
                                  <a:gd name="connsiteY3" fmla="*/ 1424065 h 1425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895476" h="1425036">
                                    <a:moveTo>
                                      <a:pt x="0" y="0"/>
                                    </a:moveTo>
                                    <a:cubicBezTo>
                                      <a:pt x="587115" y="488429"/>
                                      <a:pt x="1174230" y="976859"/>
                                      <a:pt x="2323476" y="1214203"/>
                                    </a:cubicBezTo>
                                    <a:cubicBezTo>
                                      <a:pt x="3472722" y="1451547"/>
                                      <a:pt x="6895476" y="1424065"/>
                                      <a:pt x="6895476" y="1424065"/>
                                    </a:cubicBezTo>
                                    <a:lnTo>
                                      <a:pt x="6895476" y="1424065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03" name="Group 503"/>
                          <wpg:cNvGrpSpPr/>
                          <wpg:grpSpPr>
                            <a:xfrm>
                              <a:off x="174618" y="826823"/>
                              <a:ext cx="4164743" cy="687998"/>
                              <a:chOff x="174618" y="826824"/>
                              <a:chExt cx="2259159" cy="369469"/>
                            </a:xfrm>
                          </wpg:grpSpPr>
                          <wps:wsp>
                            <wps:cNvPr id="504" name="Curved Connector 504"/>
                            <wps:cNvCnPr/>
                            <wps:spPr>
                              <a:xfrm>
                                <a:off x="295694" y="838664"/>
                                <a:ext cx="1196789" cy="284017"/>
                              </a:xfrm>
                              <a:prstGeom prst="curvedConnector3">
                                <a:avLst>
                                  <a:gd name="adj1" fmla="val 134270"/>
                                </a:avLst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5" name="Curved Connector 505"/>
                            <wps:cNvCnPr/>
                            <wps:spPr>
                              <a:xfrm>
                                <a:off x="174618" y="826824"/>
                                <a:ext cx="1196789" cy="284017"/>
                              </a:xfrm>
                              <a:prstGeom prst="curvedConnector3">
                                <a:avLst>
                                  <a:gd name="adj1" fmla="val 134270"/>
                                </a:avLst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6" name="Curved Connector 506"/>
                            <wps:cNvCnPr/>
                            <wps:spPr>
                              <a:xfrm>
                                <a:off x="670026" y="850505"/>
                                <a:ext cx="1196789" cy="284017"/>
                              </a:xfrm>
                              <a:prstGeom prst="curvedConnector3">
                                <a:avLst>
                                  <a:gd name="adj1" fmla="val 134270"/>
                                </a:avLst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7" name="Curved Connector 507"/>
                            <wps:cNvCnPr/>
                            <wps:spPr>
                              <a:xfrm>
                                <a:off x="268858" y="912276"/>
                                <a:ext cx="1196789" cy="284017"/>
                              </a:xfrm>
                              <a:prstGeom prst="curvedConnector3">
                                <a:avLst>
                                  <a:gd name="adj1" fmla="val 134270"/>
                                </a:avLst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8" name="Straight Arrow Connector 508"/>
                            <wps:cNvCnPr/>
                            <wps:spPr>
                              <a:xfrm>
                                <a:off x="174618" y="826824"/>
                                <a:ext cx="2259159" cy="8545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09" name="Oval 509"/>
                          <wps:cNvSpPr/>
                          <wps:spPr>
                            <a:xfrm>
                              <a:off x="654882" y="738198"/>
                              <a:ext cx="228600" cy="2286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10" name="Group 510"/>
                          <wpg:cNvGrpSpPr/>
                          <wpg:grpSpPr>
                            <a:xfrm rot="728027">
                              <a:off x="431000" y="1423920"/>
                              <a:ext cx="4610441" cy="2079568"/>
                              <a:chOff x="431000" y="1423921"/>
                              <a:chExt cx="4610441" cy="2079568"/>
                            </a:xfrm>
                          </wpg:grpSpPr>
                          <wpg:grpSp>
                            <wpg:cNvPr id="511" name="Group 511"/>
                            <wpg:cNvGrpSpPr/>
                            <wpg:grpSpPr>
                              <a:xfrm>
                                <a:off x="431000" y="1474644"/>
                                <a:ext cx="4610441" cy="2028845"/>
                                <a:chOff x="431000" y="1474644"/>
                                <a:chExt cx="6774741" cy="2582400"/>
                              </a:xfrm>
                            </wpg:grpSpPr>
                            <wpg:grpSp>
                              <wpg:cNvPr id="512" name="Group 512"/>
                              <wpg:cNvGrpSpPr/>
                              <wpg:grpSpPr>
                                <a:xfrm>
                                  <a:off x="431000" y="1474644"/>
                                  <a:ext cx="6774741" cy="2582400"/>
                                  <a:chOff x="431000" y="1474642"/>
                                  <a:chExt cx="10011397" cy="1779907"/>
                                </a:xfrm>
                              </wpg:grpSpPr>
                              <wps:wsp>
                                <wps:cNvPr id="513" name="Oval 513"/>
                                <wps:cNvSpPr/>
                                <wps:spPr>
                                  <a:xfrm>
                                    <a:off x="431000" y="1474642"/>
                                    <a:ext cx="595675" cy="24066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14" name="Straight Arrow Connector 514"/>
                                <wps:cNvCnPr/>
                                <wps:spPr>
                                  <a:xfrm rot="20871973">
                                    <a:off x="8975014" y="3088628"/>
                                    <a:ext cx="1467383" cy="165921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15" name="Freeform 515"/>
                              <wps:cNvSpPr/>
                              <wps:spPr>
                                <a:xfrm>
                                  <a:off x="834647" y="1581476"/>
                                  <a:ext cx="3580401" cy="2039724"/>
                                </a:xfrm>
                                <a:custGeom>
                                  <a:avLst/>
                                  <a:gdLst>
                                    <a:gd name="connsiteX0" fmla="*/ 0 w 4020671"/>
                                    <a:gd name="connsiteY0" fmla="*/ 3645 h 2477904"/>
                                    <a:gd name="connsiteX1" fmla="*/ 1815353 w 4020671"/>
                                    <a:gd name="connsiteY1" fmla="*/ 393610 h 2477904"/>
                                    <a:gd name="connsiteX2" fmla="*/ 4020671 w 4020671"/>
                                    <a:gd name="connsiteY2" fmla="*/ 2477904 h 2477904"/>
                                    <a:gd name="connsiteX3" fmla="*/ 4020671 w 4020671"/>
                                    <a:gd name="connsiteY3" fmla="*/ 2477904 h 2477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020671" h="2477904">
                                      <a:moveTo>
                                        <a:pt x="0" y="3645"/>
                                      </a:moveTo>
                                      <a:cubicBezTo>
                                        <a:pt x="572620" y="-7561"/>
                                        <a:pt x="1145241" y="-18767"/>
                                        <a:pt x="1815353" y="393610"/>
                                      </a:cubicBezTo>
                                      <a:cubicBezTo>
                                        <a:pt x="2485465" y="805987"/>
                                        <a:pt x="4020671" y="2477904"/>
                                        <a:pt x="4020671" y="2477904"/>
                                      </a:cubicBezTo>
                                      <a:lnTo>
                                        <a:pt x="4020671" y="247790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516" name="Oval 516"/>
                            <wps:cNvSpPr/>
                            <wps:spPr>
                              <a:xfrm>
                                <a:off x="795884" y="1423921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7" name="Oval 517"/>
                            <wps:cNvSpPr/>
                            <wps:spPr>
                              <a:xfrm>
                                <a:off x="1222446" y="1486005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8" name="Oval 518"/>
                            <wps:cNvSpPr/>
                            <wps:spPr>
                              <a:xfrm>
                                <a:off x="1586605" y="1614558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9" name="Oval 519"/>
                            <wps:cNvSpPr/>
                            <wps:spPr>
                              <a:xfrm>
                                <a:off x="1991294" y="1864925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0" name="Oval 520"/>
                            <wps:cNvSpPr/>
                            <wps:spPr>
                              <a:xfrm>
                                <a:off x="2306560" y="2190900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1" name="Oval 521"/>
                            <wps:cNvSpPr/>
                            <wps:spPr>
                              <a:xfrm>
                                <a:off x="2558369" y="2543736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2" name="Oval 522"/>
                            <wps:cNvSpPr/>
                            <wps:spPr>
                              <a:xfrm>
                                <a:off x="2793209" y="2813398"/>
                                <a:ext cx="274320" cy="2743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23" name="TextBox 10"/>
                          <wps:cNvSpPr txBox="1"/>
                          <wps:spPr>
                            <a:xfrm>
                              <a:off x="1197822" y="28494"/>
                              <a:ext cx="3649709" cy="5455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46838" w:rsidRDefault="00946838" w:rsidP="0009082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Stage-3</w:t>
                                </w:r>
                              </w:p>
                              <w:p w:rsidR="00946838" w:rsidRPr="009564D0" w:rsidRDefault="00281D20" w:rsidP="00E63D5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E63D5A"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Rolling</w:t>
                                </w:r>
                                <w:r w:rsidR="00946838" w:rsidRPr="00E63D5A">
                                  <w:rPr>
                                    <w:rFonts w:asciiTheme="majorBidi" w:hAnsiTheme="majorBidi" w:cstheme="maj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 xml:space="preserve"> &amp; suspension with vertical eddies </w:t>
                                </w:r>
                                <w:r w:rsidR="00946838" w:rsidRPr="009564D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forming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24" name="Oval 524"/>
                          <wps:cNvSpPr/>
                          <wps:spPr>
                            <a:xfrm rot="728027">
                              <a:off x="1803254" y="760675"/>
                              <a:ext cx="274320" cy="274319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Oval 525"/>
                          <wps:cNvSpPr/>
                          <wps:spPr>
                            <a:xfrm rot="728027">
                              <a:off x="3694591" y="1177687"/>
                              <a:ext cx="274320" cy="274319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Oval 526"/>
                          <wps:cNvSpPr/>
                          <wps:spPr>
                            <a:xfrm rot="728027">
                              <a:off x="2777130" y="1095613"/>
                              <a:ext cx="274320" cy="274319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7" name="Oval 527"/>
                          <wps:cNvSpPr/>
                          <wps:spPr>
                            <a:xfrm rot="728027">
                              <a:off x="3168986" y="1071699"/>
                              <a:ext cx="274320" cy="274319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28" name="Curved Connector 528"/>
                        <wps:cNvCnPr/>
                        <wps:spPr>
                          <a:xfrm>
                            <a:off x="1327226" y="1047993"/>
                            <a:ext cx="2206272" cy="528876"/>
                          </a:xfrm>
                          <a:prstGeom prst="curvedConnector3">
                            <a:avLst>
                              <a:gd name="adj1" fmla="val 134270"/>
                            </a:avLst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9" name="Oval 529"/>
                        <wps:cNvSpPr/>
                        <wps:spPr>
                          <a:xfrm rot="728027">
                            <a:off x="3933918" y="1354759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0" name="Oval 530"/>
                        <wps:cNvSpPr/>
                        <wps:spPr>
                          <a:xfrm rot="728027">
                            <a:off x="3209112" y="3310502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1" name="Oval 531"/>
                        <wps:cNvSpPr/>
                        <wps:spPr>
                          <a:xfrm rot="728027">
                            <a:off x="3551176" y="3406681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2" name="Oval 532"/>
                        <wps:cNvSpPr/>
                        <wps:spPr>
                          <a:xfrm rot="728027">
                            <a:off x="3857517" y="3503839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3" name="Straight Arrow Connector 533"/>
                        <wps:cNvCnPr/>
                        <wps:spPr>
                          <a:xfrm>
                            <a:off x="2902245" y="3128692"/>
                            <a:ext cx="267843" cy="208207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4" name="Curved Connector 534"/>
                        <wps:cNvCnPr/>
                        <wps:spPr>
                          <a:xfrm>
                            <a:off x="1654670" y="1257081"/>
                            <a:ext cx="2217888" cy="813794"/>
                          </a:xfrm>
                          <a:prstGeom prst="curvedConnector3">
                            <a:avLst>
                              <a:gd name="adj1" fmla="val 148948"/>
                            </a:avLst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5" name="Oval 535"/>
                        <wps:cNvSpPr/>
                        <wps:spPr>
                          <a:xfrm rot="728027">
                            <a:off x="4334361" y="1854343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6" name="Oval 536"/>
                        <wps:cNvSpPr/>
                        <wps:spPr>
                          <a:xfrm rot="728027">
                            <a:off x="3876065" y="2260650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7" name="Straight Arrow Connector 537"/>
                        <wps:cNvCnPr/>
                        <wps:spPr>
                          <a:xfrm flipH="1" flipV="1">
                            <a:off x="3521623" y="2425810"/>
                            <a:ext cx="268814" cy="1441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Curved Connector 538"/>
                        <wps:cNvCnPr/>
                        <wps:spPr>
                          <a:xfrm>
                            <a:off x="1950583" y="1143099"/>
                            <a:ext cx="2252611" cy="1231744"/>
                          </a:xfrm>
                          <a:prstGeom prst="curvedConnector3">
                            <a:avLst>
                              <a:gd name="adj1" fmla="val 156600"/>
                            </a:avLst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" name="Oval 539"/>
                        <wps:cNvSpPr/>
                        <wps:spPr>
                          <a:xfrm rot="728027">
                            <a:off x="4664997" y="2158311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0" name="Oval 540"/>
                        <wps:cNvSpPr/>
                        <wps:spPr>
                          <a:xfrm rot="728027">
                            <a:off x="3387504" y="1904955"/>
                            <a:ext cx="274320" cy="27431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1" name="Straight Arrow Connector 541"/>
                        <wps:cNvCnPr/>
                        <wps:spPr>
                          <a:xfrm flipH="1" flipV="1">
                            <a:off x="3033062" y="2070115"/>
                            <a:ext cx="268814" cy="1441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90A6E1" id="Group 93" o:spid="_x0000_s1183" style="width:4in;height:236.65pt;mso-position-horizontal-relative:char;mso-position-vertical-relative:line" coordorigin=",284" coordsize="57029,46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">
                <o:lock v:ext="edit" aspectratio="t"/>
                <v:group id="Group 498" o:spid="_x0000_s1184" style="position:absolute;top:284;width:57029;height:46867" coordorigin=",284" coordsize="57029,46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o:lock v:ext="edit" aspectratio="t"/>
                  <v:roundrect id="Rounded Rectangle 499" o:spid="_x0000_s1185" style="position:absolute;left:553;top:284;width:56476;height:4686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u7N8QA&#10;AADcAAAADwAAAGRycy9kb3ducmV2LnhtbESPS4vCQBCE7wv7H4Ze8KYTJS4aHWU34GOPPkC8tZk2&#10;CWZ6QmbU+O8dQdhjUVVfUdN5aypxo8aVlhX0exEI4szqknMF+92iOwLhPLLGyjIpeJCD+ezzY4qJ&#10;tnfe0G3rcxEg7BJUUHhfJ1K6rCCDrmdr4uCdbWPQB9nkUjd4D3BTyUEUfUuDJYeFAmtKC8ou26tR&#10;cBliXC2Pwzbi3z9/OMWcmnSlVOer/ZmA8NT6//C7vdYK4vEYXmfC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ruzfEAAAA3AAAAA8AAAAAAAAAAAAAAAAAmAIAAGRycy9k&#10;b3ducmV2LnhtbFBLBQYAAAAABAAEAPUAAACJAwAAAAA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stroke joinstyle="miter"/>
                  </v:roundrect>
                  <v:group id="Group 500" o:spid="_x0000_s1186" style="position:absolute;top:13042;width:55073;height:24941" coordorigin=",13042" coordsize="30896,145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  <v:shape id="Freeform 501" o:spid="_x0000_s1187" style="position:absolute;left:11394;top:18360;width:19502;height:9201;rotation:666487fd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/yD8cA&#10;AADcAAAADwAAAGRycy9kb3ducmV2LnhtbESPQWvCQBSE74X+h+UVvIhurFZL6ipSEAQp2KiU3h7Z&#10;1yQ0+zburjH++64g9DjMzDfMfNmZWrTkfGVZwWiYgCDOra64UHDYrwevIHxA1lhbJgVX8rBcPD7M&#10;MdX2wp/UZqEQEcI+RQVlCE0qpc9LMuiHtiGO3o91BkOUrpDa4SXCTS2fk2QqDVYcF0ps6L2k/Dc7&#10;GwX+Y//dd7PjabxtvybbHa+LsTwq1XvqVm8gAnXhP3xvb7SCl2QEt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/8g/HAAAA3AAAAA8AAAAAAAAAAAAAAAAAmAIAAGRy&#10;cy9kb3ducmV2LnhtbFBLBQYAAAAABAAEAPUAAACMAwAAAAA=&#10;" path="m,c587115,488429,1174230,976859,2323476,1214203v1149246,237344,4572000,209862,4572000,209862l6895476,1424065e" filled="f" strokecolor="red" strokeweight="1pt">
                      <v:stroke joinstyle="miter"/>
                      <v:path arrowok="t" o:connecttype="custom" o:connectlocs="0,0;657147,784018;1950241,919527;1950241,919527" o:connectangles="0,0,0,0"/>
                    </v:shape>
                    <v:shape id="Freeform 502" o:spid="_x0000_s1188" style="position:absolute;top:13042;width:14757;height:9918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WTcUA&#10;AADcAAAADwAAAGRycy9kb3ducmV2LnhtbESPT2vCQBTE74LfYXmCt7qJoC2pq/iHgngztqG9PbLP&#10;bDD7NmS3Gr+9Wyh4HGbmN8xi1dtGXKnztWMF6SQBQVw6XXOl4PP08fIGwgdkjY1jUnAnD6vlcLDA&#10;TLsbH+mah0pECPsMFZgQ2kxKXxqy6CeuJY7e2XUWQ5RdJXWHtwi3jZwmyVxarDkuGGxpa6i85L9W&#10;wet9k29DWnwXu5+v1Fz26aHNG6XGo379DiJQH57h//ZeK5glU/g7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VZNxQAAANwAAAAPAAAAAAAAAAAAAAAAAJgCAABkcnMv&#10;ZG93bnJldi54bWxQSwUGAAAAAAQABAD1AAAAigMAAAAA&#10;" path="m,c587115,488429,1174230,976859,2323476,1214203v1149246,237344,4572000,209862,4572000,209862l6895476,1424065e" filled="f" strokecolor="red" strokeweight="1pt">
                      <v:stroke joinstyle="miter"/>
                      <v:path arrowok="t" o:connecttype="custom" o:connectlocs="0,0;497248,845102;1475703,991169;1475703,991169" o:connectangles="0,0,0,0"/>
                    </v:shape>
                  </v:group>
                  <v:group id="Group 503" o:spid="_x0000_s1189" style="position:absolute;left:1746;top:8268;width:41647;height:6880" coordorigin="1746,8268" coordsize="22591,3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urved Connector 504" o:spid="_x0000_s1190" type="#_x0000_t38" style="position:absolute;left:2956;top:8386;width:11968;height:284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5M68QAAADcAAAADwAAAGRycy9kb3ducmV2LnhtbESPQYvCMBSE78L+h/AWvGmqqCzVKLKw&#10;ICKi3SoeH83btmzzUpqo1V9vBMHjMDPfMLNFaypxocaVlhUM+hEI4szqknMF6e9P7wuE88gaK8uk&#10;4EYOFvOPzgxjba+8p0vicxEg7GJUUHhfx1K6rCCDrm9r4uD92cagD7LJpW7wGuCmksMomkiDJYeF&#10;Amv6Lij7T85GwV2uZbZNJpvd6dCuj3lqHJZDpbqf7XIKwlPr3+FXe6UVjKMRPM+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kzrxAAAANwAAAAPAAAAAAAAAAAA&#10;AAAAAKECAABkcnMvZG93bnJldi54bWxQSwUGAAAAAAQABAD5AAAAkgMAAAAA&#10;" adj="29002" strokecolor="#c45911 [2405]" strokeweight=".5pt">
                      <v:stroke endarrow="block" joinstyle="miter"/>
                    </v:shape>
                    <v:shape id="Curved Connector 505" o:spid="_x0000_s1191" type="#_x0000_t38" style="position:absolute;left:1746;top:8268;width:11968;height:284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LpcMMAAADcAAAADwAAAGRycy9kb3ducmV2LnhtbESP3YrCMBSE7wXfIRzBO00VFKlGEUEQ&#10;WWStP3h5aI5tsTkpTVarT78RBC+HmfmGmS0aU4o71a6wrGDQj0AQp1YXnCk4Hta9CQjnkTWWlknB&#10;kxws5u3WDGNtH7yne+IzESDsYlSQe1/FUro0J4Oubyvi4F1tbdAHWWdS1/gIcFPKYRSNpcGCw0KO&#10;Fa1ySm/Jn1HwkluZ7pLxz+/l1GzP2dE4LIZKdTvNcgrCU+O/4U97oxWMohG8z4Qj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C6XDDAAAA3AAAAA8AAAAAAAAAAAAA&#10;AAAAoQIAAGRycy9kb3ducmV2LnhtbFBLBQYAAAAABAAEAPkAAACRAwAAAAA=&#10;" adj="29002" strokecolor="#c45911 [2405]" strokeweight=".5pt">
                      <v:stroke endarrow="block" joinstyle="miter"/>
                    </v:shape>
                    <v:shape id="Curved Connector 506" o:spid="_x0000_s1192" type="#_x0000_t38" style="position:absolute;left:6700;top:8505;width:11968;height:284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B3B8MAAADcAAAADwAAAGRycy9kb3ducmV2LnhtbESPQYvCMBSE7wv+h/AEb2uqYFm6RhFB&#10;EBHRWmWPj+ZtW7Z5KU3U6q83woLHYWa+YabzztTiSq2rLCsYDSMQxLnVFRcKsuPq8wuE88gaa8uk&#10;4E4O5rPexxQTbW98oGvqCxEg7BJUUHrfJFK6vCSDbmgb4uD92tagD7ItpG7xFuCmluMoiqXBisNC&#10;iQ0tS8r/0otR8JAbme/SeLv/OXWbc5EZh9VYqUG/W3yD8NT5d/i/vdYKJlEMrzPhCM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QdwfDAAAA3AAAAA8AAAAAAAAAAAAA&#10;AAAAoQIAAGRycy9kb3ducmV2LnhtbFBLBQYAAAAABAAEAPkAAACRAwAAAAA=&#10;" adj="29002" strokecolor="#c45911 [2405]" strokeweight=".5pt">
                      <v:stroke endarrow="block" joinstyle="miter"/>
                    </v:shape>
                    <v:shape id="Curved Connector 507" o:spid="_x0000_s1193" type="#_x0000_t38" style="position:absolute;left:2688;top:9122;width:11968;height:284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zSnMQAAADcAAAADwAAAGRycy9kb3ducmV2LnhtbESP3YrCMBSE74V9h3AWvNN0BX+oRlkW&#10;FkRk0VrFy0NzbIvNSWmi1n16IwheDjPzDTNbtKYSV2pcaVnBVz8CQZxZXXKuIN399iYgnEfWWFkm&#10;BXdysJh/dGYYa3vjLV0Tn4sAYRejgsL7OpbSZQUZdH1bEwfvZBuDPsgml7rBW4CbSg6iaCQNlhwW&#10;Cqzpp6DsnFyMgn+5ktlfMlpvjvt2dchT47AcKNX9bL+nIDy1/h1+tZdawTAaw/NMOA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XNKcxAAAANwAAAAPAAAAAAAAAAAA&#10;AAAAAKECAABkcnMvZG93bnJldi54bWxQSwUGAAAAAAQABAD5AAAAkgMAAAAA&#10;" adj="29002" strokecolor="#c45911 [2405]" strokeweight=".5pt">
                      <v:stroke endarrow="block" joinstyle="miter"/>
                    </v:shape>
                    <v:shape id="Straight Arrow Connector 508" o:spid="_x0000_s1194" type="#_x0000_t32" style="position:absolute;left:1746;top:8268;width:22591;height:8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+68MEAAADcAAAADwAAAGRycy9kb3ducmV2LnhtbERPTUvDQBC9C/6HZQpexG4qViTttogg&#10;eBKa9uJtyE6TNNnZdXebxn/vHAo9Pt73eju5QY0UU+fZwGJegCKuve24MXDYfz69gUoZ2eLgmQz8&#10;UYLt5v5ujaX1F97RWOVGSQinEg20OYdS61S35DDNfSAW7uijwywwNtpGvEi4G/RzUbxqhx1LQ4uB&#10;Plqq++rspPclVKP/XfTd4+4n9NF/n86OjHmYTe8rUJmmfBNf3V/WwLKQtXJGjoDe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7rwwQAAANwAAAAPAAAAAAAAAAAAAAAA&#10;AKECAABkcnMvZG93bnJldi54bWxQSwUGAAAAAAQABAD5AAAAjwMAAAAA&#10;" strokecolor="#c45911 [2405]" strokeweight=".5pt">
                      <v:stroke endarrow="block" joinstyle="miter"/>
                    </v:shape>
                  </v:group>
                  <v:oval id="Oval 509" o:spid="_x0000_s1195" style="position:absolute;left:6548;top:7381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o4TsYA&#10;AADcAAAADwAAAGRycy9kb3ducmV2LnhtbESPQWvCQBSE74X+h+UVetNNhWqTZiMSEBW9NPbQ4yP7&#10;mg3Nvg3ZVaO/3i0Uehxm5hsmX462E2cafOtYwcs0AUFcO91yo+DzuJ68gfABWWPnmBRcycOyeHzI&#10;MdPuwh90rkIjIoR9hgpMCH0mpa8NWfRT1xNH79sNFkOUQyP1gJcIt52cJclcWmw5LhjsqTRU/1Qn&#10;q2Cf3naVkYtNmZbr2Zc+7I8bvVDq+WlcvYMINIb/8F97qxW8Jin8nolH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o4TsYAAADcAAAADwAAAAAAAAAAAAAAAACYAgAAZHJz&#10;L2Rvd25yZXYueG1sUEsFBgAAAAAEAAQA9QAAAIsDAAAAAA==&#10;" fillcolor="#f4b083 [1941]" strokecolor="red" strokeweight="1pt">
                    <v:stroke joinstyle="miter"/>
                  </v:oval>
                  <v:group id="Group 510" o:spid="_x0000_s1196" style="position:absolute;left:4310;top:14239;width:46104;height:20795;rotation:795200fd" coordorigin="4310,14239" coordsize="46104,2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lSS4wwAAANwAAAAP&#10;AAAAAAAAAAAAAAAAAKoCAABkcnMvZG93bnJldi54bWxQSwUGAAAAAAQABAD6AAAAmgMAAAAA&#10;">
                    <v:group id="Group 511" o:spid="_x0000_s1197" style="position:absolute;left:4310;top:14746;width:46104;height:20288" coordorigin="4310,14746" coordsize="67747,25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<v:group id="Group 512" o:spid="_x0000_s1198" style="position:absolute;left:4310;top:14746;width:67747;height:25824" coordorigin="4310,14746" coordsize="100113,17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ybdM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yQ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Jt0xgAAANwA&#10;AAAPAAAAAAAAAAAAAAAAAKoCAABkcnMvZG93bnJldi54bWxQSwUGAAAAAAQABAD6AAAAnQMAAAAA&#10;">
                        <v:oval id="Oval 513" o:spid="_x0000_s1199" style="position:absolute;left:4310;top:14746;width:5956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uZecUA&#10;AADcAAAADwAAAGRycy9kb3ducmV2LnhtbESPQWvCQBSE74L/YXmCN92otGrqKiUgVvRi9NDjI/ua&#10;Dc2+Ddmtpv31bkHwOMzMN8xq09laXKn1lWMFk3ECgrhwuuJSweW8HS1A+ICssXZMCn7Jw2bd760w&#10;1e7GJ7rmoRQRwj5FBSaEJpXSF4Ys+rFriKP35VqLIcq2lLrFW4TbWk6T5FVarDguGGwoM1R85z9W&#10;wWH5t8+NnO+yZbadfurj4bzTc6WGg+79DUSgLjzDj/aHVvAymcH/mXg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5l5xQAAANwAAAAPAAAAAAAAAAAAAAAAAJgCAABkcnMv&#10;ZG93bnJldi54bWxQSwUGAAAAAAQABAD1AAAAigMAAAAA&#10;" fillcolor="#f4b083 [1941]" strokecolor="red" strokeweight="1pt">
                          <v:stroke joinstyle="miter"/>
                        </v:oval>
                        <v:shape id="Straight Arrow Connector 514" o:spid="_x0000_s1200" type="#_x0000_t32" style="position:absolute;left:89750;top:30886;width:14673;height:1659;rotation:-795200fd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kWcUAAADcAAAADwAAAGRycy9kb3ducmV2LnhtbESPQWvCQBSE7wX/w/IEb3UTsVWiqwSL&#10;0FOh0YPeHtlnEs2+jdlt3P77bqHQ4zAz3zDrbTCtGKh3jWUF6TQBQVxa3XCl4HjYPy9BOI+ssbVM&#10;Cr7JwXYzelpjpu2DP2kofCUihF2GCmrvu0xKV9Zk0E1tRxy9i+0N+ij7SuoeHxFuWjlLkldpsOG4&#10;UGNHu5rKW/FlFOTNGYd8ET7sPn+7F/frEE7pRanJOOQrEJ6C/w//td+1gpd0Dr9n4hG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nkWcUAAADcAAAADwAAAAAAAAAA&#10;AAAAAAChAgAAZHJzL2Rvd25yZXYueG1sUEsFBgAAAAAEAAQA+QAAAJMDAAAAAA==&#10;" strokecolor="red">
                          <v:stroke endarrow="block" joinstyle="miter"/>
                        </v:shape>
                      </v:group>
                      <v:shape id="Freeform 515" o:spid="_x0000_s1201" style="position:absolute;left:8346;top:15814;width:35804;height:20398;visibility:visible;mso-wrap-style:square;v-text-anchor:middle" coordsize="4020671,247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8UMYA&#10;AADcAAAADwAAAGRycy9kb3ducmV2LnhtbESPT2vCQBTE70K/w/IKvenGFv9FVymlrQrNwejB4yP7&#10;TILZt2l2q9FP3xUEj8PM/IaZLVpTiRM1rrSsoN+LQBBnVpecK9htv7pjEM4ja6wsk4ILOVjMnzoz&#10;jLU984ZOqc9FgLCLUUHhfR1L6bKCDLqerYmDd7CNQR9kk0vd4DnATSVfo2goDZYcFgqs6aOg7Jj+&#10;GQWcJ6Pj+vrznSZI+7fP5eS6/k2Uenlu36cgPLX+Eb63V1rBoD+A25lwBO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t8UMYAAADcAAAADwAAAAAAAAAAAAAAAACYAgAAZHJz&#10;L2Rvd25yZXYueG1sUEsFBgAAAAAEAAQA9QAAAIsDAAAAAA==&#10;" path="m,3645c572620,-7561,1145241,-18767,1815353,393610v670112,412377,2205318,2084294,2205318,2084294l4020671,2477904e" filled="f" strokecolor="red">
                        <v:stroke joinstyle="miter"/>
                        <v:path arrowok="t" o:connecttype="custom" o:connectlocs="0,3000;1616569,324006;3580401,2039724;3580401,2039724" o:connectangles="0,0,0,0"/>
                      </v:shape>
                    </v:group>
                    <v:oval id="Oval 516" o:spid="_x0000_s1202" style="position:absolute;left:7958;top:14239;width:2744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64cUA&#10;AADcAAAADwAAAGRycy9kb3ducmV2LnhtbESPT2vCQBTE7wW/w/KE3upGwX/RVSQgVuzFpIceH9ln&#10;Nph9G7Krpv30bqHQ4zAzv2HW29424k6drx0rGI8SEMSl0zVXCj6L/dsChA/IGhvHpOCbPGw3g5c1&#10;pto9+Ez3PFQiQtinqMCE0KZS+tKQRT9yLXH0Lq6zGKLsKqk7fES4beQkSWbSYs1xwWBLmaHymt+s&#10;gtPy55gbOT9ky2w/+dIfp+Kg50q9DvvdCkSgPvyH/9rvWsF0PIPfM/EI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DrhxQAAANwAAAAPAAAAAAAAAAAAAAAAAJgCAABkcnMv&#10;ZG93bnJldi54bWxQSwUGAAAAAAQABAD1AAAAigMAAAAA&#10;" fillcolor="#f4b083 [1941]" strokecolor="red" strokeweight="1pt">
                      <v:stroke joinstyle="miter"/>
                    </v:oval>
                    <v:oval id="Oval 517" o:spid="_x0000_s1203" style="position:absolute;left:12224;top:14860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fesUA&#10;AADcAAAADwAAAGRycy9kb3ducmV2LnhtbESPQWvCQBSE7wX/w/IEb3WjoNHoKhIQW+zF6MHjI/ua&#10;Dc2+DdlV0/56t1DocZiZb5j1treNuFPna8cKJuMEBHHpdM2Vgst5/7oA4QOyxsYxKfgmD9vN4GWN&#10;mXYPPtG9CJWIEPYZKjAhtJmUvjRk0Y9dSxy9T9dZDFF2ldQdPiLcNnKaJHNpsea4YLCl3FD5Vdys&#10;guPy570wMj3ky3w/veqP4/mgU6VGw363AhGoD//hv/abVjCbpPB7Jh4Bu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wJ96xQAAANwAAAAPAAAAAAAAAAAAAAAAAJgCAABkcnMv&#10;ZG93bnJldi54bWxQSwUGAAAAAAQABAD1AAAAigMAAAAA&#10;" fillcolor="#f4b083 [1941]" strokecolor="red" strokeweight="1pt">
                      <v:stroke joinstyle="miter"/>
                    </v:oval>
                    <v:oval id="Oval 518" o:spid="_x0000_s1204" style="position:absolute;left:15866;top:16145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8LCMMA&#10;AADcAAAADwAAAGRycy9kb3ducmV2LnhtbERPz2vCMBS+C/4P4QneNLWwOTtjkYLocJfVHXZ8NG9N&#10;sXkpTdZ2++uXw2DHj+/3Pp9sKwbqfeNYwWadgCCunG64VvB+O62eQPiArLF1TAq+yUN+mM/2mGk3&#10;8hsNZahFDGGfoQITQpdJ6StDFv3adcSR+3S9xRBhX0vd4xjDbSvTJHmUFhuODQY7KgxV9/LLKrju&#10;fl5KI7fnYlec0g/9er2d9Vap5WI6PoMINIV/8Z/7ohU8bOLaeCYe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8LCM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519" o:spid="_x0000_s1205" style="position:absolute;left:19912;top:18649;width:2744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uk8UA&#10;AADcAAAADwAAAGRycy9kb3ducmV2LnhtbESPQWvCQBSE7wX/w/KE3nSj0GpSVykBUdGL0UOPj+wz&#10;G8y+DdmtRn99t1DocZiZb5jFqreNuFHna8cKJuMEBHHpdM2VgvNpPZqD8AFZY+OYFDzIw2o5eFlg&#10;pt2dj3QrQiUihH2GCkwIbSalLw1Z9GPXEkfv4jqLIcqukrrDe4TbRk6T5F1arDkuGGwpN1Rei2+r&#10;YJ8+d4WRs02e5uvplz7sTxs9U+p12H9+gAjUh//wX3urFbxNUv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66TxQAAANwAAAAPAAAAAAAAAAAAAAAAAJgCAABkcnMv&#10;ZG93bnJldi54bWxQSwUGAAAAAAQABAD1AAAAigMAAAAA&#10;" fillcolor="#f4b083 [1941]" strokecolor="red" strokeweight="1pt">
                      <v:stroke joinstyle="miter"/>
                    </v:oval>
                    <v:oval id="Oval 520" o:spid="_x0000_s1206" style="position:absolute;left:23065;top:21909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XNs8MA&#10;AADcAAAADwAAAGRycy9kb3ducmV2LnhtbERPz2vCMBS+D/wfwhN2m6mF6eyMRQrFibtYd9jx0Tyb&#10;YvNSmkyrf/1yGOz48f1e56PtxJUG3zpWMJ8lIIhrp1tuFHydypc3ED4ga+wck4I7ecg3k6c1Ztrd&#10;+EjXKjQihrDPUIEJoc+k9LUhi37meuLInd1gMUQ4NFIPeIvhtpNpkiykxZZjg8GeCkP1pfqxCg6r&#10;x74ycrkrVkWZfuvPw2mnl0o9T8ftO4hAY/gX/7k/tILXNM6PZ+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XNs8MAAADcAAAADwAAAAAAAAAAAAAAAACYAgAAZHJzL2Rv&#10;d25yZXYueG1sUEsFBgAAAAAEAAQA9QAAAIgDAAAAAA==&#10;" fillcolor="#f4b083 [1941]" strokecolor="red" strokeweight="1pt">
                      <v:stroke joinstyle="miter"/>
                    </v:oval>
                    <v:oval id="Oval 521" o:spid="_x0000_s1207" style="position:absolute;left:25583;top:25437;width:274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oKMYA&#10;AADcAAAADwAAAGRycy9kb3ducmV2LnhtbESPQWvCQBSE74L/YXlCb83GQKumWaUExBZ7MXro8ZF9&#10;zYZm34bsVtP++q4geBxm5hum2Iy2E2cafOtYwTxJQRDXTrfcKDgdt49LED4ga+wck4Jf8rBZTycF&#10;5tpd+EDnKjQiQtjnqMCE0OdS+tqQRZ+4njh6X26wGKIcGqkHvES47WSWps/SYstxwWBPpaH6u/qx&#10;Cvarv/fKyMWuXJXb7FN/7I87vVDqYTa+voAINIZ7+NZ+0wqesjlcz8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loKMYAAADcAAAADwAAAAAAAAAAAAAAAACYAgAAZHJz&#10;L2Rvd25yZXYueG1sUEsFBgAAAAAEAAQA9QAAAIsDAAAAAA==&#10;" fillcolor="#f4b083 [1941]" strokecolor="red" strokeweight="1pt">
                      <v:stroke joinstyle="miter"/>
                    </v:oval>
                    <v:oval id="Oval 522" o:spid="_x0000_s1208" style="position:absolute;left:27932;top:28133;width:2743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v2X8YA&#10;AADcAAAADwAAAGRycy9kb3ducmV2LnhtbESPQWvCQBSE7wX/w/KE3urGQLWmriKBEIu9NPbQ4yP7&#10;mg1m34bsqrG/3i0Uehxm5htmvR1tJy40+NaxgvksAUFcO91yo+DzWDy9gPABWWPnmBTcyMN2M3lY&#10;Y6bdlT/oUoVGRAj7DBWYEPpMSl8bsuhnrieO3rcbLIYoh0bqAa8RbjuZJslCWmw5LhjsKTdUn6qz&#10;VXBY/bxVRi7LfJUX6Zd+PxxLvVTqcTruXkEEGsN/+K+91wqe0xR+z8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v2X8YAAADcAAAADwAAAAAAAAAAAAAAAACYAgAAZHJz&#10;L2Rvd25yZXYueG1sUEsFBgAAAAAEAAQA9QAAAIsDAAAAAA==&#10;" fillcolor="#f4b083 [1941]" strokecolor="red" strokeweight="1pt">
                      <v:stroke joinstyle="miter"/>
                    </v:oval>
                  </v:group>
                  <v:shape id="TextBox 10" o:spid="_x0000_s1209" type="#_x0000_t202" style="position:absolute;left:11978;top:284;width:36497;height:5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x7s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On6D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hx7sMAAADcAAAADwAAAAAAAAAAAAAAAACYAgAAZHJzL2Rv&#10;d25yZXYueG1sUEsFBgAAAAAEAAQA9QAAAIgDAAAAAA==&#10;" filled="f" stroked="f">
                    <v:textbox>
                      <w:txbxContent>
                        <w:p w:rsidR="00946838" w:rsidRDefault="00946838" w:rsidP="0009082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Stage-3</w:t>
                          </w:r>
                        </w:p>
                        <w:p w:rsidR="00946838" w:rsidRPr="009564D0" w:rsidRDefault="00281D20" w:rsidP="00E63D5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E63D5A">
                            <w:rPr>
                              <w:rFonts w:asciiTheme="majorBidi" w:hAnsiTheme="majorBidi" w:cstheme="maj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Rolling</w:t>
                          </w:r>
                          <w:r w:rsidR="00946838" w:rsidRPr="00E63D5A">
                            <w:rPr>
                              <w:rFonts w:asciiTheme="majorBidi" w:hAnsiTheme="majorBidi" w:cstheme="maj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 xml:space="preserve"> &amp; suspension with vertical eddies </w:t>
                          </w:r>
                          <w:r w:rsidR="00946838" w:rsidRPr="009564D0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forming</w:t>
                          </w:r>
                        </w:p>
                      </w:txbxContent>
                    </v:textbox>
                  </v:shape>
                  <v:oval id="Oval 524" o:spid="_x0000_s1210" style="position:absolute;left:18032;top:7606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Fc8IA&#10;AADcAAAADwAAAGRycy9kb3ducmV2LnhtbESPzQrCMBCE74LvEFbwpqmiItUoIgiKKPhz8Lg0a1ts&#10;NqWJWn16Iwgeh5n5hpnOa1OIB1Uut6yg141AECdW55wqOJ9WnTEI55E1FpZJwYsczGfNxhRjbZ98&#10;oMfRpyJA2MWoIPO+jKV0SUYGXdeWxMG72sqgD7JKpa7wGeCmkP0oGkmDOYeFDEtaZpTcjnejYP8+&#10;7Mayd6f3os717nXZDLbrjVLtVr2YgPBU+3/4115rBcP+A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1UVzwgAAANwAAAAPAAAAAAAAAAAAAAAAAJgCAABkcnMvZG93&#10;bnJldi54bWxQSwUGAAAAAAQABAD1AAAAhwMAAAAA&#10;" fillcolor="#f4b083 [1941]" strokecolor="red" strokeweight="1pt">
                    <v:stroke joinstyle="miter"/>
                  </v:oval>
                  <v:oval id="Oval 525" o:spid="_x0000_s1211" style="position:absolute;left:36945;top:11776;width:2744;height:274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ng6MIA&#10;AADcAAAADwAAAGRycy9kb3ducmV2LnhtbESPzQrCMBCE74LvEFbwpqmiItUoIgiKKPhz8Lg0a1ts&#10;NqWJWn16Iwgeh5n5hpnOa1OIB1Uut6yg141AECdW55wqOJ9WnTEI55E1FpZJwYsczGfNxhRjbZ98&#10;oMfRpyJA2MWoIPO+jKV0SUYGXdeWxMG72sqgD7JKpa7wGeCmkP0oGkmDOYeFDEtaZpTcjnejYP8+&#10;7Mayd6f3os717nXZDLbrjVLtVr2YgPBU+3/4115rBcP+E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eDowgAAANwAAAAPAAAAAAAAAAAAAAAAAJgCAABkcnMvZG93&#10;bnJldi54bWxQSwUGAAAAAAQABAD1AAAAhwMAAAAA&#10;" fillcolor="#f4b083 [1941]" strokecolor="red" strokeweight="1pt">
                    <v:stroke joinstyle="miter"/>
                  </v:oval>
                  <v:oval id="Oval 526" o:spid="_x0000_s1212" style="position:absolute;left:27771;top:10956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t+n8IA&#10;AADcAAAADwAAAGRycy9kb3ducmV2LnhtbESPzQrCMBCE74LvEFbwpqmiItUoIgiKKPhz8Lg0a1ts&#10;NqWJWn16Iwgeh5n5hpnOa1OIB1Uut6yg141AECdW55wqOJ9WnTEI55E1FpZJwYsczGfNxhRjbZ98&#10;oMfRpyJA2MWoIPO+jKV0SUYGXdeWxMG72sqgD7JKpa7wGeCmkP0oGkmDOYeFDEtaZpTcjnejYP8+&#10;7Mayd6f3os717nXZDLbrjVLtVr2YgPBU+3/4115rBcP+C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36fwgAAANwAAAAPAAAAAAAAAAAAAAAAAJgCAABkcnMvZG93&#10;bnJldi54bWxQSwUGAAAAAAQABAD1AAAAhwMAAAAA&#10;" fillcolor="#f4b083 [1941]" strokecolor="red" strokeweight="1pt">
                    <v:stroke joinstyle="miter"/>
                  </v:oval>
                  <v:oval id="Oval 527" o:spid="_x0000_s1213" style="position:absolute;left:31689;top:10716;width:2744;height:274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bBMQA&#10;AADcAAAADwAAAGRycy9kb3ducmV2LnhtbESPzarCMBSE9xd8h3AEd9dU8Y9eo4ggKKJgdeHy0Jzb&#10;FpuT0kStPr0RBJfDzHzDTOeNKcWNaldYVtDrRiCIU6sLzhScjqvfCQjnkTWWlknBgxzMZ62fKcba&#10;3vlAt8RnIkDYxagg976KpXRpTgZd11bEwfu3tUEfZJ1JXeM9wE0p+1E0kgYLDgs5VrTMKb0kV6Ng&#10;/zzsJrJ3peeiKfTucd4MtuuNUp12s/gD4anx3/CnvdYKhv0xvM+EI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H2wTEAAAA3AAAAA8AAAAAAAAAAAAAAAAAmAIAAGRycy9k&#10;b3ducmV2LnhtbFBLBQYAAAAABAAEAPUAAACJAwAAAAA=&#10;" fillcolor="#f4b083 [1941]" strokecolor="red" strokeweight="1pt">
                    <v:stroke joinstyle="miter"/>
                  </v:oval>
                </v:group>
                <v:shape id="Curved Connector 528" o:spid="_x0000_s1214" type="#_x0000_t38" style="position:absolute;left:13272;top:10479;width:22062;height:5289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YajsAAAADcAAAADwAAAGRycy9kb3ducmV2LnhtbERPy4rCMBTdC/5DuMLsNLWgSDWKCIKI&#10;DE594PLSXNtic1OaqNWvN4sBl4fzni1aU4kHNa60rGA4iEAQZ1aXnCs4Htb9CQjnkTVWlknBixws&#10;5t3ODBNtn/xHj9TnIoSwS1BB4X2dSOmyggy6ga2JA3e1jUEfYJNL3eAzhJtKxlE0lgZLDg0F1rQq&#10;KLuld6PgLbcy+03Hu/3l1G7P+dE4LGOlfnrtcgrCU+u/4n/3RisYxWFtOBOOgJx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2Go7AAAAA3AAAAA8AAAAAAAAAAAAAAAAA&#10;oQIAAGRycy9kb3ducmV2LnhtbFBLBQYAAAAABAAEAPkAAACOAwAAAAA=&#10;" adj="29002" strokecolor="#c45911 [2405]" strokeweight=".5pt">
                  <v:stroke endarrow="block" joinstyle="miter"/>
                </v:shape>
                <v:oval id="Oval 529" o:spid="_x0000_s1215" style="position:absolute;left:39339;top:13547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q7cQA&#10;AADcAAAADwAAAGRycy9kb3ducmV2LnhtbESPzarCMBSE94LvEI7gTlNFpbfXKCIIiij4s7jLQ3Nu&#10;W2xOShO1+vRGEFwOM/MNM503phQ3ql1hWcGgH4EgTq0uOFNwPq16MQjnkTWWlknBgxzMZ+3WFBNt&#10;73yg29FnIkDYJagg975KpHRpTgZd31bEwfu3tUEfZJ1JXeM9wE0ph1E0kQYLDgs5VrTMKb0cr0bB&#10;/nnYxXJwpeeiKfTu8bcZbdcbpbqdZvELwlPjv+FPe60VjIc/8D4Tj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U6u3EAAAA3AAAAA8AAAAAAAAAAAAAAAAAmAIAAGRycy9k&#10;b3ducmV2LnhtbFBLBQYAAAAABAAEAPUAAACJAwAAAAA=&#10;" fillcolor="#f4b083 [1941]" strokecolor="red" strokeweight="1pt">
                  <v:stroke joinstyle="miter"/>
                </v:oval>
                <v:oval id="Oval 530" o:spid="_x0000_s1216" style="position:absolute;left:32091;top:33105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Vrb8A&#10;AADcAAAADwAAAGRycy9kb3ducmV2LnhtbERPyQrCMBC9C/5DGMGbpq5INYoIgiIKLgePQzO2xWZS&#10;mqjVrzcHwePj7bNFbQrxpMrllhX0uhEI4sTqnFMFl/O6MwHhPLLGwjIpeJODxbzZmGGs7YuP9Dz5&#10;VIQQdjEqyLwvYyldkpFB17UlceButjLoA6xSqSt8hXBTyH4UjaXBnENDhiWtMkrup4dRcPgc9xPZ&#10;e9BnWed6/75uh7vNVql2q15OQXiq/V/8c2+0gtEgzA9nwhGQ8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N9WtvwAAANwAAAAPAAAAAAAAAAAAAAAAAJgCAABkcnMvZG93bnJl&#10;di54bWxQSwUGAAAAAAQABAD1AAAAhAMAAAAA&#10;" fillcolor="#f4b083 [1941]" strokecolor="red" strokeweight="1pt">
                  <v:stroke joinstyle="miter"/>
                </v:oval>
                <v:oval id="Oval 531" o:spid="_x0000_s1217" style="position:absolute;left:35511;top:34066;width:2743;height:274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wNsYA&#10;AADcAAAADwAAAGRycy9kb3ducmV2LnhtbESPS4vCQBCE74L/YWjBm07iPpCso4iwkCAu+Djsscm0&#10;STDTEzKjJvn1OwsLeyyq6itqtelMLR7UusqygngegSDOra64UHA5f86WIJxH1lhbJgU9Odisx6MV&#10;Jto++UiPky9EgLBLUEHpfZNI6fKSDLq5bYiDd7WtQR9kW0jd4jPATS0XUfQuDVYcFkpsaFdSfjvd&#10;jYKv4XhYyvhOw7ar9KH/zl73aabUdNJtP0B46vx/+K+dagVvLzH8ng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twNsYAAADcAAAADwAAAAAAAAAAAAAAAACYAgAAZHJz&#10;L2Rvd25yZXYueG1sUEsFBgAAAAAEAAQA9QAAAIsDAAAAAA==&#10;" fillcolor="#f4b083 [1941]" strokecolor="red" strokeweight="1pt">
                  <v:stroke joinstyle="miter"/>
                </v:oval>
                <v:oval id="Oval 532" o:spid="_x0000_s1218" style="position:absolute;left:38575;top:35038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uQcMA&#10;AADcAAAADwAAAGRycy9kb3ducmV2LnhtbESPzarCMBSE9xd8h3AEd9fUX6TXKCIIiihYXbg8NOe2&#10;xeakNFGrT28EweUwM98w03ljSnGj2hWWFfS6EQji1OqCMwWn4+p3AsJ5ZI2lZVLwIAfzWetnirG2&#10;dz7QLfGZCBB2MSrIva9iKV2ak0HXtRVx8P5tbdAHWWdS13gPcFPKfhSNpcGCw0KOFS1zSi/J1SjY&#10;Pw+7iexd6bloCr17nDfD7XqjVKfdLP5AeGr8N/xpr7WC0aAP7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6nuQcMAAADcAAAADwAAAAAAAAAAAAAAAACYAgAAZHJzL2Rv&#10;d25yZXYueG1sUEsFBgAAAAAEAAQA9QAAAIgDAAAAAA==&#10;" fillcolor="#f4b083 [1941]" strokecolor="red" strokeweight="1pt">
                  <v:stroke joinstyle="miter"/>
                </v:oval>
                <v:shape id="Straight Arrow Connector 533" o:spid="_x0000_s1219" type="#_x0000_t32" style="position:absolute;left:29022;top:31286;width:2678;height:20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7xYsYAAADcAAAADwAAAGRycy9kb3ducmV2LnhtbESPT2sCMRTE7wW/Q3iF3jSri1K2Rin+&#10;QSmIuPXS22Pzulm6eVmSVNdv3whCj8PM/IaZL3vbigv50DhWMB5lIIgrpxuuFZw/t8NXECEia2wd&#10;k4IbBVguBk9zLLS78okuZaxFgnAoUIGJsSukDJUhi2HkOuLkfTtvMSbpa6k9XhPctnKSZTNpseG0&#10;YLCjlaHqp/y1Cvr17jY7b7uV+frYjI+7qvH5oVTq5bl/fwMRqY//4Ud7rxVM8xzu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O8WLGAAAA3AAAAA8AAAAAAAAA&#10;AAAAAAAAoQIAAGRycy9kb3ducmV2LnhtbFBLBQYAAAAABAAEAPkAAACUAwAAAAA=&#10;" strokecolor="red">
                  <v:stroke endarrow="block" joinstyle="miter"/>
                </v:shape>
                <v:shape id="Curved Connector 534" o:spid="_x0000_s1220" type="#_x0000_t38" style="position:absolute;left:16546;top:12570;width:22179;height:813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WU38cAAADcAAAADwAAAGRycy9kb3ducmV2LnhtbESPS2/CMBCE75X4D9Yi9VKBQx+AUgyi&#10;tJXoLbwO3JZ4m0TE68g2If33daVKHEcz841mtuhMLVpyvrKsYDRMQBDnVldcKNjvPgdTED4ga6wt&#10;k4If8rCY9+5mmGp75Q2121CICGGfooIyhCaV0uclGfRD2xBH79s6gyFKV0jt8BrhppaPSTKWBiuO&#10;CyU2tCopP28vRsHb5Zifv9r3rJY7v8rcwyT7OJyUuu93y1cQgbpwC/+311rBy9Mz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xZTfxwAAANwAAAAPAAAAAAAA&#10;AAAAAAAAAKECAABkcnMvZG93bnJldi54bWxQSwUGAAAAAAQABAD5AAAAlQMAAAAA&#10;" adj="32173" strokecolor="#c45911 [2405]" strokeweight=".5pt">
                  <v:stroke endarrow="block" joinstyle="miter"/>
                </v:shape>
                <v:oval id="Oval 535" o:spid="_x0000_s1221" style="position:absolute;left:43343;top:18543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2NcUA&#10;AADcAAAADwAAAGRycy9kb3ducmV2LnhtbESPQYvCMBSE74L/ITxhb5rq6iLVWIogKOKC3T3s8dE8&#10;22LzUpqo1V9vhAWPw8x8wyyTztTiSq2rLCsYjyIQxLnVFRcKfn82wzkI55E11pZJwZ0cJKt+b4mx&#10;tjc+0jXzhQgQdjEqKL1vYildXpJBN7INcfBOtjXog2wLqVu8Bbip5SSKvqTBisNCiQ2tS8rP2cUo&#10;+H4cD3M5vtAj7Sp9uP/tpvvtTqmPQZcuQHjq/Dv8395qBbPPGbzO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HY1xQAAANwAAAAPAAAAAAAAAAAAAAAAAJgCAABkcnMv&#10;ZG93bnJldi54bWxQSwUGAAAAAAQABAD1AAAAigMAAAAA&#10;" fillcolor="#f4b083 [1941]" strokecolor="red" strokeweight="1pt">
                  <v:stroke joinstyle="miter"/>
                </v:oval>
                <v:oval id="Oval 536" o:spid="_x0000_s1222" style="position:absolute;left:38760;top:22606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oQsUA&#10;AADcAAAADwAAAGRycy9kb3ducmV2LnhtbESPT4vCMBTE7wv7HcJb2Nua6mqR2lREWFAWBf8cPD6a&#10;Z1tsXkoTtfrpjSB4HGbmN0w67UwtLtS6yrKCfi8CQZxbXXGhYL/7+xmDcB5ZY22ZFNzIwTT7/Egx&#10;0fbKG7psfSEChF2CCkrvm0RKl5dk0PVsQxy8o20N+iDbQuoWrwFuajmIolgarDgslNjQvKT8tD0b&#10;Bev7ZjWW/TPdZ12lV7fDcvi/WCr1/dXNJiA8df4dfrUXWsHoN4bnmXAEZP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uhCxQAAANwAAAAPAAAAAAAAAAAAAAAAAJgCAABkcnMv&#10;ZG93bnJldi54bWxQSwUGAAAAAAQABAD1AAAAigMAAAAA&#10;" fillcolor="#f4b083 [1941]" strokecolor="red" strokeweight="1pt">
                  <v:stroke joinstyle="miter"/>
                </v:oval>
                <v:shape id="Straight Arrow Connector 537" o:spid="_x0000_s1223" type="#_x0000_t32" style="position:absolute;left:35216;top:24258;width:2688;height:14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M6icMAAADcAAAADwAAAGRycy9kb3ducmV2LnhtbESPT4vCMBTE74LfITxhb5q6i3+oTUWE&#10;RcHDYlfvj+bZFpuX2kStfvqNIOxxmJnfMMmyM7W4UesqywrGowgEcW51xYWCw+/3cA7CeWSNtWVS&#10;8CAHy7TfSzDW9s57umW+EAHCLkYFpfdNLKXLSzLoRrYhDt7JtgZ9kG0hdYv3ADe1/IyiqTRYcVgo&#10;saF1Sfk5uxoF8smXSbQqtpuf7Kht95xVY9op9THoVgsQnjr/H363t1rB5GsGrzPhCMj0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DOonDAAAA3AAAAA8AAAAAAAAAAAAA&#10;AAAAoQIAAGRycy9kb3ducmV2LnhtbFBLBQYAAAAABAAEAPkAAACRAwAAAAA=&#10;" strokecolor="red" strokeweight=".5pt">
                  <v:stroke endarrow="block" joinstyle="miter"/>
                </v:shape>
                <v:shape id="Curved Connector 538" o:spid="_x0000_s1224" type="#_x0000_t38" style="position:absolute;left:19505;top:11430;width:22526;height:1231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+NG8IAAADcAAAADwAAAGRycy9kb3ducmV2LnhtbERPTWvCQBC9F/wPywi91Y2G1hJdRSwt&#10;yUUxqfchO01Cs7Mhu03S/nr3IPT4eN/b/WRaMVDvGssKlosIBHFpdcOVgs/i/ekVhPPIGlvLpOCX&#10;HOx3s4ctJtqOfKEh95UIIewSVFB73yVSurImg25hO+LAfdneoA+wr6TucQzhppWrKHqRBhsODTV2&#10;dKyp/M5/jIKP8zorrqg5Px5SW8Snt2w8/Sn1OJ8OGxCeJv8vvrtTreA5DmvDmXAE5O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+NG8IAAADcAAAADwAAAAAAAAAAAAAA&#10;AAChAgAAZHJzL2Rvd25yZXYueG1sUEsFBgAAAAAEAAQA+QAAAJADAAAAAA==&#10;" adj="33826" strokecolor="#c45911 [2405]" strokeweight=".5pt">
                  <v:stroke endarrow="block" joinstyle="miter"/>
                </v:shape>
                <v:oval id="Oval 539" o:spid="_x0000_s1225" style="position:absolute;left:46649;top:21583;width:2744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18MMQA&#10;AADcAAAADwAAAGRycy9kb3ducmV2LnhtbESPS6vCMBSE94L/IRzBnaY+8fYaRQRBuSj4WLg8NMe2&#10;2JyUJmr1198IgsthZr5hpvPaFOJOlcstK+h1IxDEidU5pwpOx1VnAsJ5ZI2FZVLwJAfzWbMxxVjb&#10;B+/pfvCpCBB2MSrIvC9jKV2SkUHXtSVx8C62MuiDrFKpK3wEuClkP4rG0mDOYSHDkpYZJdfDzSjY&#10;vfbbiezd6LWoc719njfDv/VGqXarXvyC8FT7b/jTXmsFo8EPvM+EI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fDDEAAAA3AAAAA8AAAAAAAAAAAAAAAAAmAIAAGRycy9k&#10;b3ducmV2LnhtbFBLBQYAAAAABAAEAPUAAACJAwAAAAA=&#10;" fillcolor="#f4b083 [1941]" strokecolor="red" strokeweight="1pt">
                  <v:stroke joinstyle="miter"/>
                </v:oval>
                <v:oval id="Oval 540" o:spid="_x0000_s1226" style="position:absolute;left:33875;top:19049;width:2743;height:2743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m0L4A&#10;AADcAAAADwAAAGRycy9kb3ducmV2LnhtbERPTwsBQRS/K99hesqNWUJahqQUibIcHF87z+5m5822&#10;M1g+vTkox1+///NlY0rxpNoVlhUM+hEI4tTqgjMFl/OmNwXhPLLG0jIpeJOD5aLdmmOs7YtP9Ex8&#10;JkIIuxgV5N5XsZQuzcmg69uKOHA3Wxv0AdaZ1DW+Qrgp5TCKJtJgwaEhx4rWOaX35GEUHD+nw1QO&#10;HvRZNYU+vK+70X67U6rbaVYzEJ4a/xf/3FutYDwK8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xptC+AAAA3AAAAA8AAAAAAAAAAAAAAAAAmAIAAGRycy9kb3ducmV2&#10;LnhtbFBLBQYAAAAABAAEAPUAAACDAwAAAAA=&#10;" fillcolor="#f4b083 [1941]" strokecolor="red" strokeweight="1pt">
                  <v:stroke joinstyle="miter"/>
                </v:oval>
                <v:shape id="Straight Arrow Connector 541" o:spid="_x0000_s1227" type="#_x0000_t32" style="position:absolute;left:30330;top:20701;width:2688;height:14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B0G8MAAADcAAAADwAAAGRycy9kb3ducmV2LnhtbESPT4vCMBTE7wt+h/CEva1pl/UP1Sgi&#10;LAoexKr3R/Nsi81LbaJWP70RBI/DzPyGmcxaU4krNa60rCDuRSCIM6tLzhXsd/8/IxDOI2usLJOC&#10;OzmYTTtfE0y0vfGWrqnPRYCwS1BB4X2dSOmyggy6nq2Jg3e0jUEfZJNL3eAtwE0lf6NoIA2WHBYK&#10;rGlRUHZKL0aBfPC5H83z1XKTHrRtH8MyprVS3912PgbhqfWf8Lu90gr6fzG8zoQj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gdBvDAAAA3AAAAA8AAAAAAAAAAAAA&#10;AAAAoQIAAGRycy9kb3ducmV2LnhtbFBLBQYAAAAABAAEAPkAAACRAwAAAAA=&#10;" strokecolor="red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090825" w:rsidRPr="00D77401" w:rsidRDefault="00090825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7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E63D5A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High turbulence flow creating vertical eddies during stage-3. </w:t>
      </w:r>
    </w:p>
    <w:p w:rsidR="00090825" w:rsidRDefault="00090825" w:rsidP="008F19DA">
      <w:pPr>
        <w:jc w:val="center"/>
        <w:rPr>
          <w:rStyle w:val="Strong"/>
          <w:b w:val="0"/>
          <w:bCs w:val="0"/>
          <w:u w:val="single"/>
        </w:rPr>
      </w:pPr>
    </w:p>
    <w:p w:rsidR="00090825" w:rsidRPr="00BA3F04" w:rsidRDefault="00090825" w:rsidP="008F19DA">
      <w:pPr>
        <w:jc w:val="center"/>
        <w:rPr>
          <w:rStyle w:val="Strong"/>
          <w:b w:val="0"/>
          <w:bCs w:val="0"/>
          <w:u w:val="single"/>
        </w:rPr>
      </w:pPr>
    </w:p>
    <w:p w:rsidR="00090825" w:rsidRDefault="00090825" w:rsidP="008F19DA">
      <w:pPr>
        <w:tabs>
          <w:tab w:val="left" w:pos="6048"/>
        </w:tabs>
        <w:jc w:val="center"/>
      </w:pPr>
    </w:p>
    <w:p w:rsidR="00090825" w:rsidRDefault="002D106D" w:rsidP="008F19DA">
      <w:pPr>
        <w:jc w:val="center"/>
        <w:rPr>
          <w:rStyle w:val="Strong"/>
          <w:b w:val="0"/>
          <w:bCs w:val="0"/>
        </w:rPr>
      </w:pPr>
      <w:r w:rsidRPr="002D106D">
        <w:rPr>
          <w:rStyle w:val="Strong"/>
          <w:b w:val="0"/>
          <w:bCs w:val="0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9497CCD" wp14:editId="334575B4">
                <wp:simplePos x="0" y="0"/>
                <wp:positionH relativeFrom="margin">
                  <wp:posOffset>4432632</wp:posOffset>
                </wp:positionH>
                <wp:positionV relativeFrom="paragraph">
                  <wp:posOffset>703056</wp:posOffset>
                </wp:positionV>
                <wp:extent cx="6122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6D" w:rsidRDefault="002D106D" w:rsidP="002D106D">
                            <w:r>
                              <w:t>Dune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497CCD" id="_x0000_s1228" type="#_x0000_t202" style="position:absolute;left:0;text-align:left;margin-left:349.05pt;margin-top:55.35pt;width:48.2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" filled="f" stroked="f">
                <v:textbox style="mso-fit-shape-to-text:t">
                  <w:txbxContent>
                    <w:p w:rsidR="002D106D" w:rsidRDefault="002D106D" w:rsidP="002D106D">
                      <w:r>
                        <w:t>Dune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106D">
        <w:rPr>
          <w:rStyle w:val="Strong"/>
          <w:b w:val="0"/>
          <w:bCs w:val="0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523C7CA" wp14:editId="28B48DF7">
                <wp:simplePos x="0" y="0"/>
                <wp:positionH relativeFrom="margin">
                  <wp:posOffset>2656461</wp:posOffset>
                </wp:positionH>
                <wp:positionV relativeFrom="paragraph">
                  <wp:posOffset>713933</wp:posOffset>
                </wp:positionV>
                <wp:extent cx="612250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6D" w:rsidRDefault="002D106D" w:rsidP="002D106D">
                            <w:r>
                              <w:t>Dune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23C7CA" id="_x0000_s1229" type="#_x0000_t202" style="position:absolute;left:0;text-align:left;margin-left:209.15pt;margin-top:56.2pt;width:48.2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" filled="f" stroked="f">
                <v:textbox style="mso-fit-shape-to-text:t">
                  <w:txbxContent>
                    <w:p w:rsidR="002D106D" w:rsidRDefault="002D106D" w:rsidP="002D106D">
                      <w:r>
                        <w:t>Dune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106D">
        <w:rPr>
          <w:rStyle w:val="Strong"/>
          <w:b w:val="0"/>
          <w:bCs w:val="0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1B700B1" wp14:editId="54A25679">
                <wp:simplePos x="0" y="0"/>
                <wp:positionH relativeFrom="margin">
                  <wp:posOffset>894301</wp:posOffset>
                </wp:positionH>
                <wp:positionV relativeFrom="paragraph">
                  <wp:posOffset>774617</wp:posOffset>
                </wp:positionV>
                <wp:extent cx="61225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6D" w:rsidRDefault="002D106D" w:rsidP="002D106D">
                            <w:r>
                              <w:t>Dune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B700B1" id="_x0000_s1230" type="#_x0000_t202" style="position:absolute;left:0;text-align:left;margin-left:70.4pt;margin-top:61pt;width:48.2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" filled="f" stroked="f">
                <v:textbox style="mso-fit-shape-to-text:t">
                  <w:txbxContent>
                    <w:p w:rsidR="002D106D" w:rsidRDefault="002D106D" w:rsidP="002D106D">
                      <w:r>
                        <w:t>Dune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0825" w:rsidRPr="00ED238B">
        <w:rPr>
          <w:noProof/>
          <w:color w:val="FF0000"/>
        </w:rPr>
        <mc:AlternateContent>
          <mc:Choice Requires="wpg">
            <w:drawing>
              <wp:inline distT="0" distB="0" distL="0" distR="0" wp14:anchorId="72DC476E" wp14:editId="07AD413F">
                <wp:extent cx="4572000" cy="1668614"/>
                <wp:effectExtent l="0" t="0" r="38100" b="27305"/>
                <wp:docPr id="543" name="Group 6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2000" cy="1668614"/>
                          <a:chOff x="0" y="0"/>
                          <a:chExt cx="3757418" cy="1374554"/>
                        </a:xfrm>
                      </wpg:grpSpPr>
                      <wpg:grpSp>
                        <wpg:cNvPr id="544" name="Group 544"/>
                        <wpg:cNvGrpSpPr>
                          <a:grpSpLocks noChangeAspect="1"/>
                        </wpg:cNvGrpSpPr>
                        <wpg:grpSpPr>
                          <a:xfrm>
                            <a:off x="1061" y="0"/>
                            <a:ext cx="3756357" cy="1374554"/>
                            <a:chOff x="1061" y="0"/>
                            <a:chExt cx="3756357" cy="1374554"/>
                          </a:xfrm>
                        </wpg:grpSpPr>
                        <wps:wsp>
                          <wps:cNvPr id="545" name="Rounded Rectangle 545"/>
                          <wps:cNvSpPr/>
                          <wps:spPr>
                            <a:xfrm>
                              <a:off x="1061" y="2954"/>
                              <a:ext cx="914400" cy="137160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6838" w:rsidRPr="009564D0" w:rsidRDefault="00946838" w:rsidP="00090825">
                                <w:pPr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ime = 1</w:t>
                                </w:r>
                              </w:p>
                            </w:txbxContent>
                          </wps:txbx>
                          <wps:bodyPr rtlCol="0" anchor="b" anchorCtr="0"/>
                        </wps:wsp>
                        <wps:wsp>
                          <wps:cNvPr id="546" name="Rounded Rectangle 546"/>
                          <wps:cNvSpPr/>
                          <wps:spPr>
                            <a:xfrm>
                              <a:off x="1446635" y="0"/>
                              <a:ext cx="914400" cy="137160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6838" w:rsidRPr="009564D0" w:rsidRDefault="00946838" w:rsidP="00090825">
                                <w:pPr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ime = 2</w:t>
                                </w:r>
                              </w:p>
                            </w:txbxContent>
                          </wps:txbx>
                          <wps:bodyPr rtlCol="0" anchor="b" anchorCtr="0"/>
                        </wps:wsp>
                        <wps:wsp>
                          <wps:cNvPr id="547" name="Straight Connector 547"/>
                          <wps:cNvCnPr>
                            <a:cxnSpLocks/>
                          </wps:cNvCnPr>
                          <wps:spPr>
                            <a:xfrm>
                              <a:off x="1981306" y="414459"/>
                              <a:ext cx="395141" cy="29306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8" name="Freeform 548"/>
                          <wps:cNvSpPr/>
                          <wps:spPr>
                            <a:xfrm flipH="1" flipV="1">
                              <a:off x="1431387" y="142783"/>
                              <a:ext cx="549920" cy="271683"/>
                            </a:xfrm>
                            <a:custGeom>
                              <a:avLst/>
                              <a:gdLst>
                                <a:gd name="connsiteX0" fmla="*/ 0 w 6895476"/>
                                <a:gd name="connsiteY0" fmla="*/ 0 h 1425036"/>
                                <a:gd name="connsiteX1" fmla="*/ 2323476 w 6895476"/>
                                <a:gd name="connsiteY1" fmla="*/ 1214203 h 1425036"/>
                                <a:gd name="connsiteX2" fmla="*/ 6895476 w 6895476"/>
                                <a:gd name="connsiteY2" fmla="*/ 1424065 h 1425036"/>
                                <a:gd name="connsiteX3" fmla="*/ 6895476 w 6895476"/>
                                <a:gd name="connsiteY3" fmla="*/ 1424065 h 1425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95476" h="1425036">
                                  <a:moveTo>
                                    <a:pt x="0" y="0"/>
                                  </a:moveTo>
                                  <a:cubicBezTo>
                                    <a:pt x="587115" y="488429"/>
                                    <a:pt x="1174230" y="976859"/>
                                    <a:pt x="2323476" y="1214203"/>
                                  </a:cubicBezTo>
                                  <a:cubicBezTo>
                                    <a:pt x="3472722" y="1451547"/>
                                    <a:pt x="6895476" y="1424065"/>
                                    <a:pt x="6895476" y="1424065"/>
                                  </a:cubicBezTo>
                                  <a:lnTo>
                                    <a:pt x="6895476" y="14240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9" name="Rounded Rectangle 549"/>
                          <wps:cNvSpPr/>
                          <wps:spPr>
                            <a:xfrm>
                              <a:off x="2824774" y="0"/>
                              <a:ext cx="914400" cy="137160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46838" w:rsidRPr="009564D0" w:rsidRDefault="00946838" w:rsidP="00090825">
                                <w:pPr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9564D0"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ime = 3</w:t>
                                </w:r>
                              </w:p>
                            </w:txbxContent>
                          </wps:txbx>
                          <wps:bodyPr rtlCol="0" anchor="b" anchorCtr="0"/>
                        </wps:wsp>
                        <wps:wsp>
                          <wps:cNvPr id="550" name="Straight Connector 550"/>
                          <wps:cNvCnPr>
                            <a:cxnSpLocks/>
                          </wps:cNvCnPr>
                          <wps:spPr>
                            <a:xfrm>
                              <a:off x="3549630" y="338743"/>
                              <a:ext cx="207788" cy="19416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1" name="Freeform 551"/>
                          <wps:cNvSpPr/>
                          <wps:spPr>
                            <a:xfrm flipH="1" flipV="1">
                              <a:off x="3142824" y="67056"/>
                              <a:ext cx="412024" cy="271683"/>
                            </a:xfrm>
                            <a:custGeom>
                              <a:avLst/>
                              <a:gdLst>
                                <a:gd name="connsiteX0" fmla="*/ 0 w 6895476"/>
                                <a:gd name="connsiteY0" fmla="*/ 0 h 1425036"/>
                                <a:gd name="connsiteX1" fmla="*/ 2323476 w 6895476"/>
                                <a:gd name="connsiteY1" fmla="*/ 1214203 h 1425036"/>
                                <a:gd name="connsiteX2" fmla="*/ 6895476 w 6895476"/>
                                <a:gd name="connsiteY2" fmla="*/ 1424065 h 1425036"/>
                                <a:gd name="connsiteX3" fmla="*/ 6895476 w 6895476"/>
                                <a:gd name="connsiteY3" fmla="*/ 1424065 h 1425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95476" h="1425036">
                                  <a:moveTo>
                                    <a:pt x="0" y="0"/>
                                  </a:moveTo>
                                  <a:cubicBezTo>
                                    <a:pt x="587115" y="488429"/>
                                    <a:pt x="1174230" y="976859"/>
                                    <a:pt x="2323476" y="1214203"/>
                                  </a:cubicBezTo>
                                  <a:cubicBezTo>
                                    <a:pt x="3472722" y="1451547"/>
                                    <a:pt x="6895476" y="1424065"/>
                                    <a:pt x="6895476" y="1424065"/>
                                  </a:cubicBezTo>
                                  <a:lnTo>
                                    <a:pt x="6895476" y="14240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2" name="Straight Connector 552"/>
                          <wps:cNvCnPr>
                            <a:cxnSpLocks/>
                          </wps:cNvCnPr>
                          <wps:spPr>
                            <a:xfrm>
                              <a:off x="235890" y="414492"/>
                              <a:ext cx="688693" cy="5426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3" name="Straight Connector 553"/>
                          <wps:cNvCnPr>
                            <a:cxnSpLocks/>
                          </wps:cNvCnPr>
                          <wps:spPr>
                            <a:xfrm flipV="1">
                              <a:off x="2878990" y="67645"/>
                              <a:ext cx="271785" cy="318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54" name="Freeform 554"/>
                        <wps:cNvSpPr/>
                        <wps:spPr>
                          <a:xfrm>
                            <a:off x="0" y="235421"/>
                            <a:ext cx="235890" cy="179071"/>
                          </a:xfrm>
                          <a:custGeom>
                            <a:avLst/>
                            <a:gdLst>
                              <a:gd name="connsiteX0" fmla="*/ 1001864 w 1001864"/>
                              <a:gd name="connsiteY0" fmla="*/ 257976 h 257976"/>
                              <a:gd name="connsiteX1" fmla="*/ 349857 w 1001864"/>
                              <a:gd name="connsiteY1" fmla="*/ 35339 h 257976"/>
                              <a:gd name="connsiteX2" fmla="*/ 0 w 1001864"/>
                              <a:gd name="connsiteY2" fmla="*/ 3534 h 257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01864" h="257976">
                                <a:moveTo>
                                  <a:pt x="1001864" y="257976"/>
                                </a:moveTo>
                                <a:cubicBezTo>
                                  <a:pt x="759349" y="167861"/>
                                  <a:pt x="516834" y="77746"/>
                                  <a:pt x="349857" y="35339"/>
                                </a:cubicBezTo>
                                <a:cubicBezTo>
                                  <a:pt x="182880" y="-7068"/>
                                  <a:pt x="91440" y="-1767"/>
                                  <a:pt x="0" y="3534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C476E" id="Group 637" o:spid="_x0000_s1231" style="width:5in;height:131.4pt;mso-position-horizontal-relative:char;mso-position-vertical-relative:line" coordsize="37574,13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">
                <o:lock v:ext="edit" aspectratio="t"/>
                <v:group id="Group 544" o:spid="_x0000_s1232" style="position:absolute;left:10;width:37564;height:13745" coordorigin="10" coordsize="37563,13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o:lock v:ext="edit" aspectratio="t"/>
                  <v:roundrect id="Rounded Rectangle 545" o:spid="_x0000_s1233" style="position:absolute;left:10;top:29;width:9144;height:13716;visibility:visible;mso-wrap-style:square;v-text-anchor:bottom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DVcYA&#10;AADcAAAADwAAAGRycy9kb3ducmV2LnhtbESPQWvCQBSE74L/YXlCb2bXEqVNXUUsBU9CtVp6e80+&#10;k9Ts25BdNe2v7wqCx2FmvmGm887W4kytrxxrGCUKBHHuTMWFho/t2/AJhA/IBmvHpOGXPMxn/d4U&#10;M+Mu/E7nTShEhLDPUEMZQpNJ6fOSLPrENcTRO7jWYoiyLaRp8RLhtpaPSk2kxYrjQokNLUvKj5uT&#10;1WAP6d/3ev+q1DNud+nnD8mvyVrrh0G3eAERqAv38K29MhrG6Ri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ZDVcYAAADcAAAADwAAAAAAAAAAAAAAAACYAgAAZHJz&#10;L2Rvd25yZXYueG1sUEsFBgAAAAAEAAQA9QAAAIsDAAAAAA=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stroke joinstyle="miter"/>
                    <v:textbox>
                      <w:txbxContent>
                        <w:p w:rsidR="00946838" w:rsidRPr="009564D0" w:rsidRDefault="00946838" w:rsidP="00090825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ime = 1</w:t>
                          </w:r>
                        </w:p>
                      </w:txbxContent>
                    </v:textbox>
                  </v:roundrect>
                  <v:roundrect id="Rounded Rectangle 546" o:spid="_x0000_s1234" style="position:absolute;left:14466;width:9144;height:13716;visibility:visible;mso-wrap-style:square;v-text-anchor:bottom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dIsYA&#10;AADcAAAADwAAAGRycy9kb3ducmV2LnhtbESPQWvCQBSE74L/YXlCb7prSUNNXUVaCj0Jaqt4e80+&#10;k2j2bchuNfbXdwuCx2FmvmGm887W4kytrxxrGI8UCOLcmYoLDZ+b9+EzCB+QDdaOScOVPMxn/d4U&#10;M+MuvKLzOhQiQthnqKEMocmk9HlJFv3INcTRO7jWYoiyLaRp8RLhtpaPSqXSYsVxocSGXkvKT+sf&#10;q8Eekt/v5fZNqQluvpLdkeQ+XWr9MOgWLyACdeEevrU/jIanJIX/M/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TdIsYAAADcAAAADwAAAAAAAAAAAAAAAACYAgAAZHJz&#10;L2Rvd25yZXYueG1sUEsFBgAAAAAEAAQA9QAAAIsDAAAAAA=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stroke joinstyle="miter"/>
                    <v:textbox>
                      <w:txbxContent>
                        <w:p w:rsidR="00946838" w:rsidRPr="009564D0" w:rsidRDefault="00946838" w:rsidP="00090825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ime = 2</w:t>
                          </w:r>
                        </w:p>
                      </w:txbxContent>
                    </v:textbox>
                  </v:roundrect>
                  <v:line id="Straight Connector 547" o:spid="_x0000_s1235" style="position:absolute;visibility:visible;mso-wrap-style:square" from="19813,4144" to="23764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fY6cQAAADcAAAADwAAAGRycy9kb3ducmV2LnhtbESP3WrCQBSE7wu+w3IK3tWTqlWJriIF&#10;i1cWfx7gmD0m0ezZkN2atE/fLRS8HGbmG2ax6myl7tz40omG10ECiiVzppRcw+m4eZmB8oHEUOWE&#10;NXyzh9Wy97Sg1LhW9nw/hFxFiPiUNBQh1Cmizwq25AeuZonexTWWQpRNjqahNsJthcMkmaClUuJC&#10;QTW/F5zdDl9Wgx1tk92kHe4qzK4fZ/lBHI8+te4/d+s5qMBdeIT/21uj4W08hb8z8Qjg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t9jpxAAAANwAAAAPAAAAAAAAAAAA&#10;AAAAAKECAABkcnMvZG93bnJldi54bWxQSwUGAAAAAAQABAD5AAAAkgMAAAAA&#10;" strokecolor="black [3213]" strokeweight="1pt">
                    <v:stroke joinstyle="miter"/>
                    <o:lock v:ext="edit" shapetype="f"/>
                  </v:line>
                  <v:shape id="Freeform 548" o:spid="_x0000_s1236" style="position:absolute;left:14313;top:1427;width:5500;height:2717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YZ8IA&#10;AADcAAAADwAAAGRycy9kb3ducmV2LnhtbERPz2vCMBS+C/4P4QneNO1wOjqjqEMQb3ZO9PZo3ppi&#10;81KaqPW/Xw7Cjh/f7/mys7W4U+srxwrScQKCuHC64lLB8Xs7+gDhA7LG2jEpeJKH5aLfm2Om3YMP&#10;dM9DKWII+wwVmBCaTEpfGLLox64hjtyvay2GCNtS6hYfMdzW8i1JptJixbHBYEMbQ8U1v1kFs+c6&#10;34T0dD59XX5Sc92l+yavlRoOutUniEBd+Be/3Dut4H0S18Yz8Qj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9hnwgAAANwAAAAPAAAAAAAAAAAAAAAAAJgCAABkcnMvZG93&#10;bnJldi54bWxQSwUGAAAAAAQABAD1AAAAhwMAAAAA&#10;" path="m,c587115,488429,1174230,976859,2323476,1214203v1149246,237344,4572000,209862,4572000,209862l6895476,1424065e" filled="f" strokecolor="red" strokeweight="1pt">
                    <v:stroke joinstyle="miter"/>
                    <v:path arrowok="t" o:connecttype="custom" o:connectlocs="0,0;185299,231488;549920,271498;549920,271498" o:connectangles="0,0,0,0"/>
                  </v:shape>
                  <v:roundrect id="Rounded Rectangle 549" o:spid="_x0000_s1237" style="position:absolute;left:28247;width:9144;height:13716;visibility:visible;mso-wrap-style:square;v-text-anchor:bottom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JUMUA&#10;AADcAAAADwAAAGRycy9kb3ducmV2LnhtbESPT2sCMRTE74V+h/AKvWli2YquRpGWQk9C/Yu35+a5&#10;u7p5WTapbv30RhB6HGbmN8x42tpKnKnxpWMNva4CQZw5U3KuYbX86gxA+IBssHJMGv7Iw3Ty/DTG&#10;1LgL/9B5EXIRIexT1FCEUKdS+qwgi77rauLoHVxjMUTZ5NI0eIlwW8k3pfrSYslxocCaPgrKTotf&#10;q8Eekut+vvlUaojLdbI9ktz151q/vrSzEYhAbfgPP9rfRsN7MoT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0lQxQAAANwAAAAPAAAAAAAAAAAAAAAAAJgCAABkcnMv&#10;ZG93bnJldi54bWxQSwUGAAAAAAQABAD1AAAAigMAAAAA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stroke joinstyle="miter"/>
                    <v:textbox>
                      <w:txbxContent>
                        <w:p w:rsidR="00946838" w:rsidRPr="009564D0" w:rsidRDefault="00946838" w:rsidP="00090825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64D0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ime = 3</w:t>
                          </w:r>
                        </w:p>
                      </w:txbxContent>
                    </v:textbox>
                  </v:roundrect>
                  <v:line id="Straight Connector 550" o:spid="_x0000_s1238" style="position:absolute;visibility:visible;mso-wrap-style:square" from="35496,3387" to="37574,5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fWQMAAAADcAAAADwAAAGRycy9kb3ducmV2LnhtbERPzWrCQBC+F3yHZQRvdaJWkdRVRFA8&#10;KVUfYJqdJqnZ2ZBdTfTpuwehx4/vf7HqbKXu3PjSiYbRMAHFkjlTSq7hct6+z0H5QGKocsIaHuxh&#10;tey9LSg1rpUvvp9CrmKI+JQ0FCHUKaLPCrbkh65midyPayyFCJscTUNtDLcVjpNkhpZKiQ0F1bwp&#10;OLueblaDneyTw6wdHyrMfnff8kT8mBy1HvS79SeowF34F7/ce6NhOo3z45l4BHD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H1kDAAAAA3AAAAA8AAAAAAAAAAAAAAAAA&#10;oQIAAGRycy9kb3ducmV2LnhtbFBLBQYAAAAABAAEAPkAAACOAwAAAAA=&#10;" strokecolor="black [3213]" strokeweight="1pt">
                    <v:stroke joinstyle="miter"/>
                    <o:lock v:ext="edit" shapetype="f"/>
                  </v:line>
                  <v:shape id="Freeform 551" o:spid="_x0000_s1239" style="position:absolute;left:31428;top:670;width:4120;height:2717;flip:x y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TnJ8QA&#10;AADcAAAADwAAAGRycy9kb3ducmV2LnhtbESPQWsCMRSE7wX/Q3hCb5qNoJatUapSEG9dW2lvj83r&#10;ZnHzsmyirv++EYQeh5n5hlmseteIC3Wh9qxBjTMQxKU3NVcaPg/voxcQISIbbDyThhsFWC0HTwvM&#10;jb/yB12KWIkE4ZCjBhtjm0sZSksOw9i3xMn79Z3DmGRXSdPhNcFdIydZNpMOa04LFlvaWCpPxdlp&#10;mN/WxSaq4/dx+/Ol7Gmn9m3RaP087N9eQUTq43/40d4ZDdOpgvuZd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k5yfEAAAA3AAAAA8AAAAAAAAAAAAAAAAAmAIAAGRycy9k&#10;b3ducmV2LnhtbFBLBQYAAAAABAAEAPUAAACJAwAAAAA=&#10;" path="m,c587115,488429,1174230,976859,2323476,1214203v1149246,237344,4572000,209862,4572000,209862l6895476,1424065e" filled="f" strokecolor="red" strokeweight="1pt">
                    <v:stroke joinstyle="miter"/>
                    <v:path arrowok="t" o:connecttype="custom" o:connectlocs="0,0;138834,231488;412024,271498;412024,271498" o:connectangles="0,0,0,0"/>
                  </v:shape>
                  <v:line id="Straight Connector 552" o:spid="_x0000_s1240" style="position:absolute;visibility:visible;mso-wrap-style:square" from="2358,4144" to="9245,9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ntrMQAAADcAAAADwAAAGRycy9kb3ducmV2LnhtbESPUWvCQBCE34X+h2MLfdNNo4YSPUWE&#10;Fp8UbX/AmtsmaXN7IXc1aX+9Jwh9HGbmG2a5HmyjLtz52omG50kCiqVwppZSw8f76/gFlA8khhon&#10;rOGXPaxXD6Ml5cb1cuTLKZQqQsTnpKEKoc0RfVGxJT9xLUv0Pl1nKUTZlWg66iPcNpgmSYaWaokL&#10;FbW8rbj4Pv1YDXa6S/ZZn+4bLL7ezvKHOJsetH56HDYLUIGH8B++t3dGw3yewu1MPAK4u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Ge2sxAAAANwAAAAPAAAAAAAAAAAA&#10;AAAAAKECAABkcnMvZG93bnJldi54bWxQSwUGAAAAAAQABAD5AAAAkgMAAAAA&#10;" strokecolor="black [3213]" strokeweight="1pt">
                    <v:stroke joinstyle="miter"/>
                    <o:lock v:ext="edit" shapetype="f"/>
                  </v:line>
                  <v:line id="Straight Connector 553" o:spid="_x0000_s1241" style="position:absolute;flip:y;visibility:visible;mso-wrap-style:square" from="28789,676" to="31507,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41jcUAAADcAAAADwAAAGRycy9kb3ducmV2LnhtbESPQWvCQBSE7wX/w/KE3uqm2oikriKC&#10;2HgRo4d6e2SfSWj2bciuMfXXu0Khx2FmvmHmy97UoqPWVZYVvI8iEMS51RUXCk7HzdsMhPPIGmvL&#10;pOCXHCwXg5c5Jtre+EBd5gsRIOwSVFB63yRSurwkg25kG+LgXWxr0AfZFlK3eAtwU8txFE2lwYrD&#10;QokNrUvKf7KrCZT0fo53+f3j3GW0vRTj9Lvfp0q9DvvVJwhPvf8P/7W/tII4nsDzTDgCcvE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041jcUAAADcAAAADwAAAAAAAAAA&#10;AAAAAAChAgAAZHJzL2Rvd25yZXYueG1sUEsFBgAAAAAEAAQA+QAAAJMDAAAAAA==&#10;" strokecolor="red" strokeweight="1pt">
                    <v:stroke joinstyle="miter"/>
                    <o:lock v:ext="edit" shapetype="f"/>
                  </v:line>
                </v:group>
                <v:shape id="Freeform 554" o:spid="_x0000_s1242" style="position:absolute;top:2354;width:2358;height:1790;visibility:visible;mso-wrap-style:square;v-text-anchor:middle" coordsize="1001864,257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MHKMUA&#10;AADcAAAADwAAAGRycy9kb3ducmV2LnhtbESPT2vCQBTE7wW/w/IEb3WjGFuiq4il4kX80+L5kX0m&#10;wezbmF1N9NO7QqHHYWZ+w0znrSnFjWpXWFYw6EcgiFOrC84U/P58v3+CcB5ZY2mZFNzJwXzWeZti&#10;om3De7odfCYChF2CCnLvq0RKl+Zk0PVtRRy8k60N+iDrTOoamwA3pRxG0VgaLDgs5FjRMqf0fLga&#10;BRxVzX53GXxt4sd4F18/jo/taqVUr9suJiA8tf4//NdeawVxPILX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wcoxQAAANwAAAAPAAAAAAAAAAAAAAAAAJgCAABkcnMv&#10;ZG93bnJldi54bWxQSwUGAAAAAAQABAD1AAAAigMAAAAA&#10;" path="m1001864,257976c759349,167861,516834,77746,349857,35339,182880,-7068,91440,-1767,,3534e" filled="f" strokecolor="red" strokeweight="1pt">
                  <v:stroke joinstyle="miter"/>
                  <v:path arrowok="t" o:connecttype="custom" o:connectlocs="235890,179071;82374,24530;0,2453" o:connectangles="0,0,0"/>
                </v:shape>
                <w10:anchorlock/>
              </v:group>
            </w:pict>
          </mc:Fallback>
        </mc:AlternateContent>
      </w:r>
    </w:p>
    <w:p w:rsidR="00090825" w:rsidRPr="00D77401" w:rsidRDefault="004D03C0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8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>: Dune shape transformation during stage-3, red line shows the new curved dune shape.</w:t>
      </w:r>
    </w:p>
    <w:p w:rsidR="008F19DA" w:rsidRDefault="008F19DA" w:rsidP="008F19DA">
      <w:pPr>
        <w:jc w:val="center"/>
        <w:rPr>
          <w:rStyle w:val="Strong"/>
          <w:b w:val="0"/>
          <w:bCs w:val="0"/>
        </w:rPr>
      </w:pPr>
    </w:p>
    <w:p w:rsidR="00090825" w:rsidRPr="008C42FB" w:rsidRDefault="00090825" w:rsidP="008F19DA">
      <w:pPr>
        <w:tabs>
          <w:tab w:val="left" w:pos="7251"/>
        </w:tabs>
        <w:jc w:val="center"/>
        <w:rPr>
          <w:rStyle w:val="Strong"/>
          <w:b w:val="0"/>
          <w:bCs w:val="0"/>
        </w:rPr>
      </w:pPr>
      <w:r w:rsidRPr="00C968B1">
        <w:rPr>
          <w:noProof/>
        </w:rPr>
        <mc:AlternateContent>
          <mc:Choice Requires="wpg">
            <w:drawing>
              <wp:inline distT="0" distB="0" distL="0" distR="0" wp14:anchorId="0320CD2A" wp14:editId="1C6B817A">
                <wp:extent cx="4572000" cy="1977887"/>
                <wp:effectExtent l="0" t="0" r="19050" b="22860"/>
                <wp:docPr id="171" name="Group 3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2000" cy="1977887"/>
                          <a:chOff x="0" y="0"/>
                          <a:chExt cx="4202154" cy="1817749"/>
                        </a:xfrm>
                      </wpg:grpSpPr>
                      <wps:wsp>
                        <wps:cNvPr id="172" name="Straight Arrow Connector 172"/>
                        <wps:cNvCnPr/>
                        <wps:spPr>
                          <a:xfrm>
                            <a:off x="218902" y="138015"/>
                            <a:ext cx="1615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Rounded Rectangle 173"/>
                        <wps:cNvSpPr/>
                        <wps:spPr>
                          <a:xfrm>
                            <a:off x="0" y="0"/>
                            <a:ext cx="4202154" cy="1817749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wps:wsp>
                        <wps:cNvPr id="174" name="Straight Arrow Connector 174"/>
                        <wps:cNvCnPr/>
                        <wps:spPr>
                          <a:xfrm>
                            <a:off x="1271579" y="795082"/>
                            <a:ext cx="1828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Oval 175"/>
                        <wps:cNvSpPr/>
                        <wps:spPr>
                          <a:xfrm rot="728027">
                            <a:off x="790614" y="760629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" name="Oval 176"/>
                        <wps:cNvSpPr/>
                        <wps:spPr>
                          <a:xfrm rot="728027">
                            <a:off x="1039454" y="731550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" name="Straight Connector 177"/>
                        <wps:cNvCnPr/>
                        <wps:spPr>
                          <a:xfrm>
                            <a:off x="723" y="876855"/>
                            <a:ext cx="20950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Arrow Connector 178"/>
                        <wps:cNvCnPr/>
                        <wps:spPr>
                          <a:xfrm>
                            <a:off x="261550" y="299023"/>
                            <a:ext cx="1615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Curved Connector 179"/>
                        <wps:cNvCnPr/>
                        <wps:spPr>
                          <a:xfrm rot="16200000" flipH="1">
                            <a:off x="1070717" y="709060"/>
                            <a:ext cx="159598" cy="128240"/>
                          </a:xfrm>
                          <a:prstGeom prst="curvedConnector3">
                            <a:avLst>
                              <a:gd name="adj1" fmla="val -9785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Straight Arrow Connector 180"/>
                        <wps:cNvCnPr/>
                        <wps:spPr>
                          <a:xfrm>
                            <a:off x="1866395" y="800889"/>
                            <a:ext cx="1828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Rounded Rectangle 181"/>
                        <wps:cNvSpPr/>
                        <wps:spPr>
                          <a:xfrm>
                            <a:off x="2085125" y="1"/>
                            <a:ext cx="2117029" cy="181774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Stage-4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Oval 182"/>
                        <wps:cNvSpPr/>
                        <wps:spPr>
                          <a:xfrm rot="728027">
                            <a:off x="1644278" y="727632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" name="Freeform 183"/>
                        <wps:cNvSpPr/>
                        <wps:spPr>
                          <a:xfrm rot="610187">
                            <a:off x="2069045" y="882377"/>
                            <a:ext cx="160723" cy="76835"/>
                          </a:xfrm>
                          <a:custGeom>
                            <a:avLst/>
                            <a:gdLst>
                              <a:gd name="connsiteX0" fmla="*/ 0 w 6895476"/>
                              <a:gd name="connsiteY0" fmla="*/ 0 h 1425036"/>
                              <a:gd name="connsiteX1" fmla="*/ 2323476 w 6895476"/>
                              <a:gd name="connsiteY1" fmla="*/ 1214203 h 1425036"/>
                              <a:gd name="connsiteX2" fmla="*/ 6895476 w 6895476"/>
                              <a:gd name="connsiteY2" fmla="*/ 1424065 h 1425036"/>
                              <a:gd name="connsiteX3" fmla="*/ 6895476 w 6895476"/>
                              <a:gd name="connsiteY3" fmla="*/ 1424065 h 1425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95476" h="1425036">
                                <a:moveTo>
                                  <a:pt x="0" y="0"/>
                                </a:moveTo>
                                <a:cubicBezTo>
                                  <a:pt x="587115" y="488429"/>
                                  <a:pt x="1174230" y="976859"/>
                                  <a:pt x="2323476" y="1214203"/>
                                </a:cubicBezTo>
                                <a:cubicBezTo>
                                  <a:pt x="3472722" y="1451547"/>
                                  <a:pt x="6895476" y="1424065"/>
                                  <a:pt x="6895476" y="1424065"/>
                                </a:cubicBezTo>
                                <a:lnTo>
                                  <a:pt x="6895476" y="1424065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" name="Curved Connector 184"/>
                        <wps:cNvCnPr/>
                        <wps:spPr>
                          <a:xfrm rot="16200000" flipH="1">
                            <a:off x="1688930" y="692895"/>
                            <a:ext cx="159598" cy="128240"/>
                          </a:xfrm>
                          <a:prstGeom prst="curvedConnector3">
                            <a:avLst>
                              <a:gd name="adj1" fmla="val -9785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Oval 185"/>
                        <wps:cNvSpPr/>
                        <wps:spPr>
                          <a:xfrm rot="728027">
                            <a:off x="881238" y="258411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" name="Oval 186"/>
                        <wps:cNvSpPr/>
                        <wps:spPr>
                          <a:xfrm rot="728027">
                            <a:off x="1276156" y="267266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7" name="Oval 187"/>
                        <wps:cNvSpPr/>
                        <wps:spPr>
                          <a:xfrm rot="728027">
                            <a:off x="496578" y="273989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" name="Oval 188"/>
                        <wps:cNvSpPr/>
                        <wps:spPr>
                          <a:xfrm rot="728027">
                            <a:off x="1684434" y="267265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" name="Straight Arrow Connector 189"/>
                        <wps:cNvCnPr/>
                        <wps:spPr>
                          <a:xfrm>
                            <a:off x="169569" y="134905"/>
                            <a:ext cx="1615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Oval 237"/>
                        <wps:cNvSpPr/>
                        <wps:spPr>
                          <a:xfrm rot="728027">
                            <a:off x="728838" y="106011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8" name="Oval 238"/>
                        <wps:cNvSpPr/>
                        <wps:spPr>
                          <a:xfrm rot="728027">
                            <a:off x="1123756" y="114866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" name="Oval 239"/>
                        <wps:cNvSpPr/>
                        <wps:spPr>
                          <a:xfrm rot="728027">
                            <a:off x="344178" y="121589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0" name="Oval 240"/>
                        <wps:cNvSpPr/>
                        <wps:spPr>
                          <a:xfrm rot="728027">
                            <a:off x="1532034" y="114865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1" name="Straight Arrow Connector 241"/>
                        <wps:cNvCnPr/>
                        <wps:spPr>
                          <a:xfrm>
                            <a:off x="2407318" y="138015"/>
                            <a:ext cx="1615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Oval 242"/>
                        <wps:cNvSpPr/>
                        <wps:spPr>
                          <a:xfrm rot="728027">
                            <a:off x="2979029" y="868742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3" name="Oval 243"/>
                        <wps:cNvSpPr/>
                        <wps:spPr>
                          <a:xfrm rot="728027">
                            <a:off x="2319852" y="819853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4" name="Straight Arrow Connector 244"/>
                        <wps:cNvCnPr/>
                        <wps:spPr>
                          <a:xfrm>
                            <a:off x="2449966" y="299023"/>
                            <a:ext cx="16153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Oval 245"/>
                        <wps:cNvSpPr/>
                        <wps:spPr>
                          <a:xfrm rot="728027">
                            <a:off x="3133324" y="824518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6" name="Oval 246"/>
                        <wps:cNvSpPr/>
                        <wps:spPr>
                          <a:xfrm rot="728027">
                            <a:off x="3069654" y="258411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7" name="Oval 247"/>
                        <wps:cNvSpPr/>
                        <wps:spPr>
                          <a:xfrm rot="728027">
                            <a:off x="3464572" y="267266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8" name="Oval 248"/>
                        <wps:cNvSpPr/>
                        <wps:spPr>
                          <a:xfrm rot="728027">
                            <a:off x="2684994" y="273989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" name="Oval 249"/>
                        <wps:cNvSpPr/>
                        <wps:spPr>
                          <a:xfrm rot="728027">
                            <a:off x="3872850" y="267265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0" name="Oval 250"/>
                        <wps:cNvSpPr/>
                        <wps:spPr>
                          <a:xfrm rot="728027">
                            <a:off x="2917254" y="106011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" name="Oval 251"/>
                        <wps:cNvSpPr/>
                        <wps:spPr>
                          <a:xfrm rot="728027">
                            <a:off x="3312172" y="114866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2" name="Oval 252"/>
                        <wps:cNvSpPr/>
                        <wps:spPr>
                          <a:xfrm rot="728027">
                            <a:off x="2532594" y="121589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3" name="Oval 253"/>
                        <wps:cNvSpPr/>
                        <wps:spPr>
                          <a:xfrm rot="728027">
                            <a:off x="3720450" y="114865"/>
                            <a:ext cx="64008" cy="6400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4" name="Straight Connector 254"/>
                        <wps:cNvCnPr/>
                        <wps:spPr>
                          <a:xfrm flipV="1">
                            <a:off x="2190474" y="963276"/>
                            <a:ext cx="2011680" cy="773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Oval 255"/>
                        <wps:cNvSpPr/>
                        <wps:spPr>
                          <a:xfrm rot="728027">
                            <a:off x="2822682" y="822170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" name="Oval 352"/>
                        <wps:cNvSpPr/>
                        <wps:spPr>
                          <a:xfrm rot="728027">
                            <a:off x="3476777" y="821784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1" name="Oval 381"/>
                        <wps:cNvSpPr/>
                        <wps:spPr>
                          <a:xfrm rot="728027">
                            <a:off x="3777735" y="820522"/>
                            <a:ext cx="137160" cy="1371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2" name="Oval 382"/>
                        <wps:cNvSpPr/>
                        <wps:spPr>
                          <a:xfrm rot="728027">
                            <a:off x="3330517" y="870105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3" name="Oval 383"/>
                        <wps:cNvSpPr/>
                        <wps:spPr>
                          <a:xfrm rot="728027">
                            <a:off x="3656686" y="866330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4" name="Oval 384"/>
                        <wps:cNvSpPr/>
                        <wps:spPr>
                          <a:xfrm rot="728027">
                            <a:off x="2662289" y="873927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5" name="Freeform 385"/>
                        <wps:cNvSpPr/>
                        <wps:spPr>
                          <a:xfrm>
                            <a:off x="876446" y="381299"/>
                            <a:ext cx="1773140" cy="455801"/>
                          </a:xfrm>
                          <a:custGeom>
                            <a:avLst/>
                            <a:gdLst>
                              <a:gd name="connsiteX0" fmla="*/ 0 w 1773140"/>
                              <a:gd name="connsiteY0" fmla="*/ 304726 h 455801"/>
                              <a:gd name="connsiteX1" fmla="*/ 826935 w 1773140"/>
                              <a:gd name="connsiteY1" fmla="*/ 2576 h 455801"/>
                              <a:gd name="connsiteX2" fmla="*/ 1773140 w 1773140"/>
                              <a:gd name="connsiteY2" fmla="*/ 455801 h 455801"/>
                              <a:gd name="connsiteX3" fmla="*/ 1773140 w 1773140"/>
                              <a:gd name="connsiteY3" fmla="*/ 455801 h 455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73140" h="455801">
                                <a:moveTo>
                                  <a:pt x="0" y="304726"/>
                                </a:moveTo>
                                <a:cubicBezTo>
                                  <a:pt x="265706" y="141061"/>
                                  <a:pt x="531412" y="-22603"/>
                                  <a:pt x="826935" y="2576"/>
                                </a:cubicBezTo>
                                <a:cubicBezTo>
                                  <a:pt x="1122458" y="27755"/>
                                  <a:pt x="1773140" y="455801"/>
                                  <a:pt x="1773140" y="455801"/>
                                </a:cubicBezTo>
                                <a:lnTo>
                                  <a:pt x="1773140" y="455801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Straight Arrow Connector 386"/>
                        <wps:cNvCnPr/>
                        <wps:spPr>
                          <a:xfrm>
                            <a:off x="2501485" y="743089"/>
                            <a:ext cx="180774" cy="11198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0CD2A" id="Group 310" o:spid="_x0000_s1243" style="width:5in;height:155.75pt;mso-position-horizontal-relative:char;mso-position-vertical-relative:line" coordsize="42021,18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">
                <o:lock v:ext="edit" aspectratio="t"/>
                <v:shape id="Straight Arrow Connector 172" o:spid="_x0000_s1244" type="#_x0000_t32" style="position:absolute;left:2189;top:1380;width:16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5SfsQAAADcAAAADwAAAGRycy9kb3ducmV2LnhtbESPQWsCMRCF70L/Q5iCF6lZRbSsRhGh&#10;0FPB1Yu3YTPubnczSZO4rv++EQq9zfDevO/NZjeYTvTkQ2NZwWyagSAurW64UnA+fby9gwgRWWNn&#10;mRQ8KMBu+zLaYK7tnY/UF7ESKYRDjgrqGF0uZShrMhim1hEn7Wq9wZhWX0nt8Z7CTSfnWbaUBhtO&#10;hBodHWoq2+JmEnfhit7+zNpmcry41tuv75shpcavw34NItIQ/81/15861V/N4flMmk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lJ+xAAAANwAAAAPAAAAAAAAAAAA&#10;AAAAAKECAABkcnMvZG93bnJldi54bWxQSwUGAAAAAAQABAD5AAAAkgMAAAAA&#10;" strokecolor="#c45911 [2405]" strokeweight=".5pt">
                  <v:stroke endarrow="block" joinstyle="miter"/>
                </v:shape>
                <v:roundrect id="Rounded Rectangle 173" o:spid="_x0000_s1245" style="position:absolute;width:42021;height:1817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9nIsEA&#10;AADcAAAADwAAAGRycy9kb3ducmV2LnhtbERP24rCMBB9F/yHMMK+aeqKrlSjiLIgeFm8fMDQzLZl&#10;m0lpsjX+vREE3+ZwrjNfBlOJlhpXWlYwHCQgiDOrS84VXC/f/SkI55E1VpZJwZ0cLBfdzhxTbW98&#10;ovbscxFD2KWooPC+TqV0WUEG3cDWxJH7tY1BH2GTS93gLYabSn4myUQaLDk2FFjTuqDs7/xvFIRj&#10;2G0OP3szHOGmCuNpu7VaKvXRC6sZCE/Bv8Uv91bH+V8jeD4TL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/ZyLBAAAA3AAAAA8AAAAAAAAAAAAAAAAAmAIAAGRycy9kb3du&#10;cmV2LnhtbFBLBQYAAAAABAAEAPUAAACGAwAAAAA=&#10;" fillcolor="#c3c3c3 [2166]" strokecolor="black [3213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</v:roundrect>
                <v:shape id="Straight Arrow Connector 174" o:spid="_x0000_s1246" type="#_x0000_t32" style="position:absolute;left:12715;top:7950;width:18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9AJcIAAADcAAAADwAAAGRycy9kb3ducmV2LnhtbERP30vDMBB+F/Y/hBv45tJNUdc1HZsg&#10;6FtXZc+35kyKzaU0ca37640g+HYf388rtpPrxJmG0HpWsFxkIIgbr1s2Ct7fnm8eQYSIrLHzTAq+&#10;KcC2nF0VmGs/8oHOdTQihXDIUYGNsc+lDI0lh2Hhe+LEffjBYUxwMFIPOKZw18lVlt1Lhy2nBos9&#10;PVlqPusvpwC7S0VHU8n1/na5u5hT9VrbUanr+bTbgIg0xX/xn/tFp/kPd/D7TLpAl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K9AJcIAAADcAAAADwAAAAAAAAAAAAAA&#10;AAChAgAAZHJzL2Rvd25yZXYueG1sUEsFBgAAAAAEAAQA+QAAAJADAAAAAA==&#10;" strokecolor="red" strokeweight=".5pt">
                  <v:stroke endarrow="block" joinstyle="miter"/>
                </v:shape>
                <v:oval id="Oval 175" o:spid="_x0000_s1247" style="position:absolute;left:7906;top:7606;width:914;height:91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Vj7MQA&#10;AADcAAAADwAAAGRycy9kb3ducmV2LnhtbERPS2vCQBC+C/0PyxR6043Sh8SsIQiFhGLBtAePQ3aa&#10;hGZnQ3Y10V/fFYTe5uN7TpJOphNnGlxrWcFyEYEgrqxuuVbw/fU+X4NwHlljZ5kUXMhBun2YJRhr&#10;O/KBzqWvRQhhF6OCxvs+ltJVDRl0C9sTB+7HDgZ9gEMt9YBjCDedXEXRqzTYcmhosKddQ9VveTIK&#10;Pq+H/VouT3TNplbvL8fi+SMvlHp6nLINCE+T/xff3bkO899e4PZMu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lY+zEAAAA3AAAAA8AAAAAAAAAAAAAAAAAmAIAAGRycy9k&#10;b3ducmV2LnhtbFBLBQYAAAAABAAEAPUAAACJAwAAAAA=&#10;" fillcolor="#f4b083 [1941]" strokecolor="red" strokeweight="1pt">
                  <v:stroke joinstyle="miter"/>
                </v:oval>
                <v:oval id="Oval 176" o:spid="_x0000_s1248" style="position:absolute;left:10394;top:7315;width:1372;height:1372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9m78A&#10;AADcAAAADwAAAGRycy9kb3ducmV2LnhtbERP3QoBQRS+V95hOsodsyS0DEkpEuXnwuVp59jd7JzZ&#10;dgbL0xul3J2v7/dM57UpxIMql1tW0OtGIIgTq3NOFZxPq84YhPPIGgvLpOBFDuazZmOKsbZPPtDj&#10;6FMRQtjFqCDzvoyldElGBl3XlsSBu9rKoA+wSqWu8BnCTSH7UTSUBnMODRmWtMwouR3vRsH+fdiN&#10;Ze9O70Wd693rshls1xul2q16MQHhqfZ/8c+91mH+aAjfZ8IFcv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d/2bvwAAANwAAAAPAAAAAAAAAAAAAAAAAJgCAABkcnMvZG93bnJl&#10;di54bWxQSwUGAAAAAAQABAD1AAAAhAMAAAAA&#10;" fillcolor="#f4b083 [1941]" strokecolor="red" strokeweight="1pt">
                  <v:stroke joinstyle="miter"/>
                </v:oval>
                <v:line id="Straight Connector 177" o:spid="_x0000_s1249" style="position:absolute;visibility:visible;mso-wrap-style:square" from="7,8768" to="20957,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S+TcEAAADcAAAADwAAAGRycy9kb3ducmV2LnhtbERPzWrCQBC+C32HZQq96UQtWlJXEcHi&#10;San2AabZMYlmZ0N2NdGn7woFb/Px/c5s0dlKXbnxpRMNw0ECiiVzppRcw89h3f8A5QOJocoJa7ix&#10;h8X8pTej1LhWvvm6D7mKIeJT0lCEUKeIPivYkh+4miVyR9dYChE2OZqG2hhuKxwlyQQtlRIbCqp5&#10;VXB23l+sBjveJNtJO9pWmJ2+fuWO+D7eaf322i0/QQXuwlP8796YOH86hccz8QK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VL5NwQAAANwAAAAPAAAAAAAAAAAAAAAA&#10;AKECAABkcnMvZG93bnJldi54bWxQSwUGAAAAAAQABAD5AAAAjwMAAAAA&#10;" strokecolor="black [3213]" strokeweight="1pt">
                  <v:stroke joinstyle="miter"/>
                </v:line>
                <v:shape id="Straight Arrow Connector 178" o:spid="_x0000_s1250" type="#_x0000_t32" style="position:absolute;left:2615;top:2990;width:16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ZllMMAAADcAAAADwAAAGRycy9kb3ducmV2LnhtbESPTWvDMAyG74P9B6PCLmN1OkY30rpl&#10;DAY7DZr2spuI1SRNLHu2m2b/fjoUepPQ+/FovZ3coEaKqfNsYDEvQBHX3nbcGDjsP5/eQKWMbHHw&#10;TAb+KMF2c3+3xtL6C+9orHKjJIRTiQbanEOpdapbcpjmPhDL7eijwyxrbLSNeJFwN+jnolhqhx1L&#10;Q4uBPlqq++rspPclVKP/XfTd4+4n9NF/n86OjHmYTe8rUJmmfBNf3V9W8F+FVp6RCf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2ZZTDAAAA3AAAAA8AAAAAAAAAAAAA&#10;AAAAoQIAAGRycy9kb3ducmV2LnhtbFBLBQYAAAAABAAEAPkAAACRAwAAAAA=&#10;" strokecolor="#c45911 [2405]" strokeweight=".5pt">
                  <v:stroke endarrow="block" joinstyle="miter"/>
                </v:shape>
                <v:shape id="Curved Connector 179" o:spid="_x0000_s1251" type="#_x0000_t38" style="position:absolute;left:10707;top:7089;width:1596;height:1283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nA+cMAAADcAAAADwAAAGRycy9kb3ducmV2LnhtbERPS2vCQBC+F/wPywje6kYP1kZXUVEp&#10;9SD1eR2yYxLMzsbsatJ/7wqF3ubje8542phCPKhyuWUFvW4EgjixOudUwWG/eh+CcB5ZY2GZFPyS&#10;g+mk9TbGWNuaf+ix86kIIexiVJB5X8ZSuiQjg65rS+LAXWxl0AdYpVJXWIdwU8h+FA2kwZxDQ4Yl&#10;LTJKrru7UXA+HU/fa3NbbDbzg1sPim19XG6V6rSb2QiEp8b/i//cXzrM//iE1zPhAj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5wPnDAAAA3AAAAA8AAAAAAAAAAAAA&#10;AAAAoQIAAGRycy9kb3ducmV2LnhtbFBLBQYAAAAABAAEAPkAAACRAwAAAAA=&#10;" adj="-2114" strokecolor="red" strokeweight=".5pt">
                  <v:stroke endarrow="block" joinstyle="miter"/>
                </v:shape>
                <v:shape id="Straight Arrow Connector 180" o:spid="_x0000_s1252" type="#_x0000_t32" style="position:absolute;left:18663;top:8008;width:18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E2AcQAAADcAAAADwAAAGRycy9kb3ducmV2LnhtbESPQU/DMAyF70j7D5GRuLF0IKGtWzZt&#10;SEhwK93E2TReUtE4VRPWsl+PD0jcbL3n9z5vdlPo1IWG1EY2sJgXoIibaFt2Bk7Hl/slqJSRLXaR&#10;ycAPJdhtZzcbLG0c+Z0udXZKQjiVaMDn3Jdap8ZTwDSPPbFo5zgEzLIOTtsBRwkPnX4oiicdsGVp&#10;8NjTs6fmq/4OBrC7VvThKr06PC72V/dZvdV+NObudtqvQWWa8r/57/rVCv5S8OUZmUB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QTYBxAAAANwAAAAPAAAAAAAAAAAA&#10;AAAAAKECAABkcnMvZG93bnJldi54bWxQSwUGAAAAAAQABAD5AAAAkgMAAAAA&#10;" strokecolor="red" strokeweight=".5pt">
                  <v:stroke endarrow="block" joinstyle="miter"/>
                </v:shape>
                <v:roundrect id="Rounded Rectangle 181" o:spid="_x0000_s1253" style="position:absolute;left:20851;width:21170;height:18177;visibility:visible;mso-wrap-style:square;v-text-anchor:bottom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SF8MA&#10;AADcAAAADwAAAGRycy9kb3ducmV2LnhtbERPTWvCQBC9C/0PyxR6002kSEjdhLagSE+atNXjmB2T&#10;0OxsyG41/fddQfA2j/c5y3w0nTjT4FrLCuJZBIK4srrlWsFnuZomIJxH1thZJgV/5CDPHiZLTLW9&#10;8I7Oha9FCGGXooLG+z6V0lUNGXQz2xMH7mQHgz7AoZZ6wEsIN52cR9FCGmw5NDTY03tD1U/xaxTs&#10;DvPt91viyue+LDb7L9mtjx+xUk+P4+sLCE+jv4tv7o0O85MYrs+EC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FSF8MAAADcAAAADwAAAAAAAAAAAAAAAACYAgAAZHJzL2Rv&#10;d25yZXYueG1sUEsFBgAAAAAEAAQA9QAAAIgDAAAAAA==&#10;" fillcolor="#c5e0b3 [1305]" strokecolor="black [3213]" strokeweight="1pt">
                  <v:stroke joinstyle="miter"/>
                  <v:textbox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Stage-4</w:t>
                        </w:r>
                      </w:p>
                    </w:txbxContent>
                  </v:textbox>
                </v:roundrect>
                <v:oval id="Oval 182" o:spid="_x0000_s1254" style="position:absolute;left:16442;top:7276;width:1372;height:1371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mLv78A&#10;AADcAAAADwAAAGRycy9kb3ducmV2LnhtbERPSwrCMBDdC94hjOBOU0WkVKOIICii4GfhcmjGtthM&#10;ShO1enojCO7m8b4znTemFA+qXWFZwaAfgSBOrS44U3A+rXoxCOeRNZaWScGLHMxn7dYUE22ffKDH&#10;0WcihLBLUEHufZVI6dKcDLq+rYgDd7W1QR9gnUld4zOEm1IOo2gsDRYcGnKsaJlTejvejYL9+7CL&#10;5eBO70VT6N3rshlt1xulup1mMQHhqfF/8c+91mF+PITvM+EC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mYu/vwAAANwAAAAPAAAAAAAAAAAAAAAAAJgCAABkcnMvZG93bnJl&#10;di54bWxQSwUGAAAAAAQABAD1AAAAhAMAAAAA&#10;" fillcolor="#f4b083 [1941]" strokecolor="red" strokeweight="1pt">
                  <v:stroke joinstyle="miter"/>
                </v:oval>
                <v:shape id="Freeform 183" o:spid="_x0000_s1255" style="position:absolute;left:20690;top:8823;width:1607;height:769;rotation:666487fd;visibility:visible;mso-wrap-style:square;v-text-anchor:middle" coordsize="6895476,1425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62cUA&#10;AADcAAAADwAAAGRycy9kb3ducmV2LnhtbERP22rCQBB9F/yHZYS+SN20BZHoJhSh2kIJeIHi25id&#10;JtHsbMxuY/r33YLg2xzOdRZpb2rRUesqywqeJhEI4tzqigsF+93b4wyE88gaa8uk4JccpMlwsMBY&#10;2ytvqNv6QoQQdjEqKL1vYildXpJBN7ENceC+bWvQB9gWUrd4DeGmls9RNJUGKw4NJTa0LCk/b3+M&#10;guNJrw6H/fiDLjI7fWXr7PPSjZV6GPWvcxCeen8X39zvOsyfvcD/M+EC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jrZxQAAANwAAAAPAAAAAAAAAAAAAAAAAJgCAABkcnMv&#10;ZG93bnJldi54bWxQSwUGAAAAAAQABAD1AAAAigMAAAAA&#10;" path="m,c587115,488429,1174230,976859,2323476,1214203v1149246,237344,4572000,209862,4572000,209862l6895476,1424065e" filled="f" strokecolor="black [3213]" strokeweight="1pt">
                  <v:stroke joinstyle="miter"/>
                  <v:path arrowok="t" o:connecttype="custom" o:connectlocs="0,0;54157,65467;160723,76783;160723,76783" o:connectangles="0,0,0,0"/>
                </v:shape>
                <v:shape id="Curved Connector 184" o:spid="_x0000_s1256" type="#_x0000_t38" style="position:absolute;left:16889;top:6929;width:1596;height:1282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0fQMIAAADcAAAADwAAAGRycy9kb3ducmV2LnhtbERPS4vCMBC+C/6HMMLeNHURkWoUFZVl&#10;PYjv69CMbbGZdJusrf9+Iyx4m4/vOZNZYwrxoMrllhX0exEI4sTqnFMFp+O6OwLhPLLGwjIpeJKD&#10;2bTdmmCsbc17ehx8KkIIuxgVZN6XsZQuycig69mSOHA3Wxn0AVap1BXWIdwU8jOKhtJgzqEhw5KW&#10;GSX3w69RcL2cL98b87PcbhcntxkWu/q82in10WnmYxCeGv8W/7u/dJg/GsDrmXCBn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20fQMIAAADcAAAADwAAAAAAAAAAAAAA&#10;AAChAgAAZHJzL2Rvd25yZXYueG1sUEsFBgAAAAAEAAQA+QAAAJADAAAAAA==&#10;" adj="-2114" strokecolor="red" strokeweight=".5pt">
                  <v:stroke endarrow="block" joinstyle="miter"/>
                </v:shape>
                <v:oval id="Oval 185" o:spid="_x0000_s1257" style="position:absolute;left:8812;top:2584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ATy8IA&#10;AADcAAAADwAAAGRycy9kb3ducmV2LnhtbERPS4vCMBC+C/6HMMLeNHXZlVJNRYQFRRR8HDwOzdgW&#10;m0lpUq3+erMgeJuP7zmzeWcqcaPGlZYVjEcRCOLM6pJzBafj3zAG4TyyxsoyKXiQg3na780w0fbO&#10;e7odfC5CCLsEFRTe14mULivIoBvZmjhwF9sY9AE2udQN3kO4qeR3FE2kwZJDQ4E1LQvKrofWKNg9&#10;99tYjlt6LrpSbx/n9c9mtVbqa9AtpiA8df4jfrtXOsyPf+H/mXCBT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BPLwgAAANwAAAAPAAAAAAAAAAAAAAAAAJgCAABkcnMvZG93&#10;bnJldi54bWxQSwUGAAAAAAQABAD1AAAAhwMAAAAA&#10;" fillcolor="#f4b083 [1941]" strokecolor="red" strokeweight="1pt">
                  <v:stroke joinstyle="miter"/>
                </v:oval>
                <v:oval id="Oval 186" o:spid="_x0000_s1258" style="position:absolute;left:12761;top:2672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NvL8A&#10;AADcAAAADwAAAGRycy9kb3ducmV2LnhtbERPSwrCMBDdC94hjOBOU0WkVKOIICii4GfhcmjGtthM&#10;ShO1enojCO7m8b4znTemFA+qXWFZwaAfgSBOrS44U3A+rXoxCOeRNZaWScGLHMxn7dYUE22ffKDH&#10;0WcihLBLUEHufZVI6dKcDLq+rYgDd7W1QR9gnUld4zOEm1IOo2gsDRYcGnKsaJlTejvejYL9+7CL&#10;5eBO70VT6N3rshlt1xulup1mMQHhqfF/8c+91mF+PIbvM+EC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oo28vwAAANwAAAAPAAAAAAAAAAAAAAAAAJgCAABkcnMvZG93bnJl&#10;di54bWxQSwUGAAAAAAQABAD1AAAAhAMAAAAA&#10;" fillcolor="#f4b083 [1941]" strokecolor="red" strokeweight="1pt">
                  <v:stroke joinstyle="miter"/>
                </v:oval>
                <v:oval id="Oval 187" o:spid="_x0000_s1259" style="position:absolute;left:4965;top:2739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4oJ8IA&#10;AADcAAAADwAAAGRycy9kb3ducmV2LnhtbERPS4vCMBC+C/6HMMLeNHVZ1lJNRYQFRRR8HDwOzdgW&#10;m0lpUq3+erMgeJuP7zmzeWcqcaPGlZYVjEcRCOLM6pJzBafj3zAG4TyyxsoyKXiQg3na780w0fbO&#10;e7odfC5CCLsEFRTe14mULivIoBvZmjhwF9sY9AE2udQN3kO4qeR3FP1KgyWHhgJrWhaUXQ+tUbB7&#10;7rexHLf0XHSl3j7O65/Naq3U16BbTEF46vxH/HavdJgfT+D/mXCBT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7ignwgAAANwAAAAPAAAAAAAAAAAAAAAAAJgCAABkcnMvZG93&#10;bnJldi54bWxQSwUGAAAAAAQABAD1AAAAhwMAAAAA&#10;" fillcolor="#f4b083 [1941]" strokecolor="red" strokeweight="1pt">
                  <v:stroke joinstyle="miter"/>
                </v:oval>
                <v:oval id="Oval 188" o:spid="_x0000_s1260" style="position:absolute;left:16844;top:2672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8VcUA&#10;AADcAAAADwAAAGRycy9kb3ducmV2LnhtbESPT4vCQAzF78J+hyEL3uzUZZHSdRQRFpRFwT8Hj6GT&#10;bYudTOmMWv305iB4S3gv7/0ynfeuUVfqQu3ZwDhJQREX3tZcGjgefkcZqBCRLTaeycCdAsxnH4Mp&#10;5tbfeEfXfSyVhHDI0UAVY5trHYqKHIbEt8Si/fvOYZS1K7Xt8CbhrtFfaTrRDmuWhgpbWlZUnPcX&#10;Z2D72G0yPb7QY9HXdnM/rb//Vmtjhp/94gdUpD6+za/rlRX8TGjlGZlAz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bxVxQAAANwAAAAPAAAAAAAAAAAAAAAAAJgCAABkcnMv&#10;ZG93bnJldi54bWxQSwUGAAAAAAQABAD1AAAAigMAAAAA&#10;" fillcolor="#f4b083 [1941]" strokecolor="red" strokeweight="1pt">
                  <v:stroke joinstyle="miter"/>
                </v:oval>
                <v:shape id="Straight Arrow Connector 189" o:spid="_x0000_s1261" type="#_x0000_t32" style="position:absolute;left:1695;top:1349;width:161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+wKMQAAADcAAAADwAAAGRycy9kb3ducmV2LnhtbESPQWsCMRCF7wX/Qxihl6JZpRRdjSKF&#10;gifBrRdvw2bcXXcziUlct//eFAq9zfDevO/NejuYTvTkQ2NZwWyagSAurW64UnD6/posQISIrLGz&#10;TAp+KMB2M3pZY67tg4/UF7ESKYRDjgrqGF0uZShrMhim1hEn7WK9wZhWX0nt8ZHCTSfnWfYhDTac&#10;CDU6+qypbIu7Sdx3V/T2Nmubt+PZtd4erndDSr2Oh90KRKQh/pv/rvc61V8s4feZNIH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b7AoxAAAANwAAAAPAAAAAAAAAAAA&#10;AAAAAKECAABkcnMvZG93bnJldi54bWxQSwUGAAAAAAQABAD5AAAAkgMAAAAA&#10;" strokecolor="#c45911 [2405]" strokeweight=".5pt">
                  <v:stroke endarrow="block" joinstyle="miter"/>
                </v:shape>
                <v:oval id="Oval 237" o:spid="_x0000_s1262" style="position:absolute;left:7288;top:1060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SAvMQA&#10;AADcAAAADwAAAGRycy9kb3ducmV2LnhtbESPzarCMBSE9xd8h3AEd9fUH1R6jSKCoIiC1YXLQ3Nu&#10;W2xOShO1+vRGEFwOM/MNM503phQ3ql1hWUGvG4EgTq0uOFNwOq5+JyCcR9ZYWiYFD3Iwn7V+phhr&#10;e+cD3RKfiQBhF6OC3PsqltKlORl0XVsRB+/f1gZ9kHUmdY33ADel7EfRSBosOCzkWNEyp/SSXI2C&#10;/fOwm8jelZ6LptC7x3kz3K43SnXazeIPhKfGf8Of9lor6A/G8D4Tj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0gLzEAAAA3AAAAA8AAAAAAAAAAAAAAAAAmAIAAGRycy9k&#10;b3ducmV2LnhtbFBLBQYAAAAABAAEAPUAAACJAwAAAAA=&#10;" fillcolor="#f4b083 [1941]" strokecolor="red" strokeweight="1pt">
                  <v:stroke joinstyle="miter"/>
                </v:oval>
                <v:oval id="Oval 238" o:spid="_x0000_s1263" style="position:absolute;left:11237;top:1148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Uzr8A&#10;AADcAAAADwAAAGRycy9kb3ducmV2LnhtbERPSwrCMBDdC94hjOBOUz+IVKOIICiiYHXhcmjGtthM&#10;ShO1enqzEFw+3n++bEwpnlS7wrKCQT8CQZxaXXCm4HLe9KYgnEfWWFomBW9ysFy0W3OMtX3xiZ6J&#10;z0QIYRejgtz7KpbSpTkZdH1bEQfuZmuDPsA6k7rGVwg3pRxG0UQaLDg05FjROqf0njyMguPndJjK&#10;wYM+q6bQh/d1N95vd0p1O81qBsJT4//in3urFQxHYW04E46AXH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6xTOvwAAANwAAAAPAAAAAAAAAAAAAAAAAJgCAABkcnMvZG93bnJl&#10;di54bWxQSwUGAAAAAAQABAD1AAAAhAMAAAAA&#10;" fillcolor="#f4b083 [1941]" strokecolor="red" strokeweight="1pt">
                  <v:stroke joinstyle="miter"/>
                </v:oval>
                <v:oval id="Oval 239" o:spid="_x0000_s1264" style="position:absolute;left:3441;top:1215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xVcQA&#10;AADcAAAADwAAAGRycy9kb3ducmV2LnhtbESPS6vCMBSE94L/IRzBnaY+kN5eo4ggKKLgY3GXh+bc&#10;tticlCZq9dcbQXA5zMw3zHTemFLcqHaFZQWDfgSCOLW64EzB+bTqxSCcR9ZYWiYFD3Iwn7VbU0y0&#10;vfOBbkefiQBhl6CC3PsqkdKlORl0fVsRB+/f1gZ9kHUmdY33ADelHEbRRBosOCzkWNEyp/RyvBoF&#10;++dhF8vBlZ6LptC7x99mvF1vlOp2msUvCE+N/4Y/7bVWMBz9wP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nsVXEAAAA3AAAAA8AAAAAAAAAAAAAAAAAmAIAAGRycy9k&#10;b3ducmV2LnhtbFBLBQYAAAAABAAEAPUAAACJAwAAAAA=&#10;" fillcolor="#f4b083 [1941]" strokecolor="red" strokeweight="1pt">
                  <v:stroke joinstyle="miter"/>
                </v:oval>
                <v:oval id="Oval 240" o:spid="_x0000_s1265" style="position:absolute;left:15320;top:1148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rtb8A&#10;AADcAAAADwAAAGRycy9kb3ducmV2LnhtbERPSwrCMBDdC94hjOBOU0VEqqmIICii4GfhcmjGtthM&#10;ShNr9fRmIbh8vP9i2ZpSNFS7wrKC0TACQZxaXXCm4HrZDGYgnEfWWFomBW9ysEy6nQXG2r74RM3Z&#10;ZyKEsItRQe59FUvp0pwMuqGtiAN3t7VBH2CdSV3jK4SbUo6jaCoNFhwacqxonVP6OD+NguPndJjJ&#10;0ZM+q7bQh/dtN9lvd0r1e+1qDsJT6//in3urFYwnYX44E46AT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2u1vwAAANwAAAAPAAAAAAAAAAAAAAAAAJgCAABkcnMvZG93bnJl&#10;di54bWxQSwUGAAAAAAQABAD1AAAAhAMAAAAA&#10;" fillcolor="#f4b083 [1941]" strokecolor="red" strokeweight="1pt">
                  <v:stroke joinstyle="miter"/>
                </v:oval>
                <v:shape id="Straight Arrow Connector 241" o:spid="_x0000_s1266" type="#_x0000_t32" style="position:absolute;left:24073;top:1380;width:16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VnyMMAAADcAAAADwAAAGRycy9kb3ducmV2LnhtbESPzWrDMBCE74G8g9hAL6GRHUIobmRT&#10;AoWeCnF7yW2xtrZra6VIiuO+fVUo5DjMz8ccqtmMYiIfessK8k0GgrixuudWwefH6+MTiBCRNY6W&#10;ScEPBajK5eKAhbY3PtFUx1akEQ4FKuhidIWUoenIYNhYR5y8L+sNxiR9K7XHWxo3o9xm2V4a7DkR&#10;OnR07KgZ6qtJ3J2rJ3vJh359OrvB2/fvqyGlHlbzyzOISHO8h//bb1rBdpfD35l0BGT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FZ8jDAAAA3AAAAA8AAAAAAAAAAAAA&#10;AAAAoQIAAGRycy9kb3ducmV2LnhtbFBLBQYAAAAABAAEAPkAAACRAwAAAAA=&#10;" strokecolor="#c45911 [2405]" strokeweight=".5pt">
                  <v:stroke endarrow="block" joinstyle="miter"/>
                </v:shape>
                <v:oval id="Oval 242" o:spid="_x0000_s1267" style="position:absolute;left:29790;top:8687;width:914;height:91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VQWcEA&#10;AADcAAAADwAAAGRycy9kb3ducmV2LnhtbESPzQrCMBCE74LvEFbwpqlFRKpRRBAUUfDn4HFp1rbY&#10;bEoTtfr0RhA8DjPzDTOdN6YUD6pdYVnBoB+BIE6tLjhTcD6temMQziNrLC2Tghc5mM/arSkm2j75&#10;QI+jz0SAsEtQQe59lUjp0pwMur6tiIN3tbVBH2SdSV3jM8BNKeMoGkmDBYeFHCta5pTejnejYP8+&#10;7MZycKf3oin07nXZDLfrjVLdTrOYgPDU+H/4115rBfEwhu+ZcATk7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UFnBAAAA3AAAAA8AAAAAAAAAAAAAAAAAmAIAAGRycy9kb3du&#10;cmV2LnhtbFBLBQYAAAAABAAEAPUAAACGAwAAAAA=&#10;" fillcolor="#f4b083 [1941]" strokecolor="red" strokeweight="1pt">
                  <v:stroke joinstyle="miter"/>
                </v:oval>
                <v:oval id="Oval 243" o:spid="_x0000_s1268" style="position:absolute;left:23198;top:8198;width:1372;height:1372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1wsIA&#10;AADcAAAADwAAAGRycy9kb3ducmV2LnhtbESPSwvCMBCE74L/IazgTVMfiFSjiCAoouDj4HFp1rbY&#10;bEoTtfrrjSB4HGbmG2Y6r00hHlS53LKCXjcCQZxYnXOq4HxadcYgnEfWWFgmBS9yMJ81G1OMtX3y&#10;gR5Hn4oAYRejgsz7MpbSJRkZdF1bEgfvaiuDPsgqlbrCZ4CbQvajaCQN5hwWMixpmVFyO96Ngv37&#10;sBvL3p3eizrXu9dlM9yuN0q1W/ViAsJT7f/hX3utFfSHA/ieCUd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fXCwgAAANwAAAAPAAAAAAAAAAAAAAAAAJgCAABkcnMvZG93&#10;bnJldi54bWxQSwUGAAAAAAQABAD1AAAAhwMAAAAA&#10;" fillcolor="#f4b083 [1941]" strokecolor="red" strokeweight="1pt">
                  <v:stroke joinstyle="miter"/>
                </v:oval>
                <v:shape id="Straight Arrow Connector 244" o:spid="_x0000_s1269" type="#_x0000_t32" style="position:absolute;left:24499;top:2990;width:161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LEUMMAAADcAAAADwAAAGRycy9kb3ducmV2LnhtbESPX2vCMBTF3wf7DuEO9iKaKkWkM8oQ&#10;BJ8GVl98uzR3bdfmJiax1m9vBoM9Hs6fH2e9HU0vBvKhtaxgPstAEFdWt1wrOJ/20xWIEJE19pZJ&#10;wYMCbDevL2sstL3zkYYy1iKNcChQQROjK6QMVUMGw8w64uR9W28wJulrqT3e07jp5SLLltJgy4nQ&#10;oKNdQ1VX3kzi5q4c7HXetZPjxXXefv3cDCn1/jZ+foCINMb/8F/7oBUs8hx+z6QjID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yxFDDAAAA3AAAAA8AAAAAAAAAAAAA&#10;AAAAoQIAAGRycy9kb3ducmV2LnhtbFBLBQYAAAAABAAEAPkAAACRAwAAAAA=&#10;" strokecolor="#c45911 [2405]" strokeweight=".5pt">
                  <v:stroke endarrow="block" joinstyle="miter"/>
                </v:shape>
                <v:oval id="Oval 245" o:spid="_x0000_s1270" style="position:absolute;left:31333;top:8245;width:1371;height:1371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zILcIA&#10;AADcAAAADwAAAGRycy9kb3ducmV2LnhtbESPzQrCMBCE74LvEFbwpqmiItUoIgiKKPhz8Lg0a1ts&#10;NqWJWn16Iwgeh5n5hpnOa1OIB1Uut6yg141AECdW55wqOJ9WnTEI55E1FpZJwYsczGfNxhRjbZ98&#10;oMfRpyJA2MWoIPO+jKV0SUYGXdeWxMG72sqgD7JKpa7wGeCmkP0oGkmDOYeFDEtaZpTcjnejYP8+&#10;7Mayd6f3os717nXZDLbrjVLtVr2YgPBU+3/4115rBf3BE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7MgtwgAAANwAAAAPAAAAAAAAAAAAAAAAAJgCAABkcnMvZG93&#10;bnJldi54bWxQSwUGAAAAAAQABAD1AAAAhwMAAAAA&#10;" fillcolor="#f4b083 [1941]" strokecolor="red" strokeweight="1pt">
                  <v:stroke joinstyle="miter"/>
                </v:oval>
                <v:oval id="Oval 246" o:spid="_x0000_s1271" style="position:absolute;left:30696;top:2584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5WWsEA&#10;AADcAAAADwAAAGRycy9kb3ducmV2LnhtbESPzQrCMBCE74LvEFbwZlNFRKpRRBAUUfDn4HFp1rbY&#10;bEoTtfr0RhA8DjPzDTOdN6YUD6pdYVlBP4pBEKdWF5wpOJ9WvTEI55E1lpZJwYsczGft1hQTbZ98&#10;oMfRZyJA2CWoIPe+SqR0aU4GXWQr4uBdbW3QB1lnUtf4DHBTykEcj6TBgsNCjhUtc0pvx7tRsH8f&#10;dmPZv9N70RR697pshtv1Rqlup1lMQHhq/D/8a6+1gsFwBN8z4QjI2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+VlrBAAAA3AAAAA8AAAAAAAAAAAAAAAAAmAIAAGRycy9kb3du&#10;cmV2LnhtbFBLBQYAAAAABAAEAPUAAACGAwAAAAA=&#10;" fillcolor="#f4b083 [1941]" strokecolor="red" strokeweight="1pt">
                  <v:stroke joinstyle="miter"/>
                </v:oval>
                <v:oval id="Oval 247" o:spid="_x0000_s1272" style="position:absolute;left:34645;top:2672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LzwcIA&#10;AADcAAAADwAAAGRycy9kb3ducmV2LnhtbESPzQrCMBCE74LvEFbwpqkiKtUoIgiKKPhz8Lg0a1ts&#10;NqWJWn16Iwgeh5n5hpnOa1OIB1Uut6yg141AECdW55wqOJ9WnTEI55E1FpZJwYsczGfNxhRjbZ98&#10;oMfRpyJA2MWoIPO+jKV0SUYGXdeWxMG72sqgD7JKpa7wGeCmkP0oGkqDOYeFDEtaZpTcjnejYP8+&#10;7Mayd6f3os717nXZDLbrjVLtVr2YgPBU+3/4115rBf3BC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vPBwgAAANwAAAAPAAAAAAAAAAAAAAAAAJgCAABkcnMvZG93&#10;bnJldi54bWxQSwUGAAAAAAQABAD1AAAAhwMAAAAA&#10;" fillcolor="#f4b083 [1941]" strokecolor="red" strokeweight="1pt">
                  <v:stroke joinstyle="miter"/>
                </v:oval>
                <v:oval id="Oval 248" o:spid="_x0000_s1273" style="position:absolute;left:26849;top:2739;width:641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ns78A&#10;AADcAAAADwAAAGRycy9kb3ducmV2LnhtbERPSwrCMBDdC94hjOBOU0VEqqmIICii4GfhcmjGtthM&#10;ShNr9fRmIbh8vP9i2ZpSNFS7wrKC0TACQZxaXXCm4HrZDGYgnEfWWFomBW9ysEy6nQXG2r74RM3Z&#10;ZyKEsItRQe59FUvp0pwMuqGtiAN3t7VBH2CdSV3jK4SbUo6jaCoNFhwacqxonVP6OD+NguPndJjJ&#10;0ZM+q7bQh/dtN9lvd0r1e+1qDsJT6//in3urFYwnYW04E46AT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7WezvwAAANwAAAAPAAAAAAAAAAAAAAAAAJgCAABkcnMvZG93bnJl&#10;di54bWxQSwUGAAAAAAQABAD1AAAAhAMAAAAA&#10;" fillcolor="#f4b083 [1941]" strokecolor="red" strokeweight="1pt">
                  <v:stroke joinstyle="miter"/>
                </v:oval>
                <v:oval id="Oval 249" o:spid="_x0000_s1274" style="position:absolute;left:38728;top:2672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CKMIA&#10;AADcAAAADwAAAGRycy9kb3ducmV2LnhtbESPzQrCMBCE74LvEFbwpqkiotUoIgiKKPhz8Lg0a1ts&#10;NqWJWn16Iwgeh5n5hpnOa1OIB1Uut6yg141AECdW55wqOJ9WnREI55E1FpZJwYsczGfNxhRjbZ98&#10;oMfRpyJA2MWoIPO+jKV0SUYGXdeWxMG72sqgD7JKpa7wGeCmkP0oGkqDOYeFDEtaZpTcjnejYP8+&#10;7Eayd6f3os717nXZDLbrjVLtVr2YgPBU+3/4115rBf3BG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cIowgAAANwAAAAPAAAAAAAAAAAAAAAAAJgCAABkcnMvZG93&#10;bnJldi54bWxQSwUGAAAAAAQABAD1AAAAhwMAAAAA&#10;" fillcolor="#f4b083 [1941]" strokecolor="red" strokeweight="1pt">
                  <v:stroke joinstyle="miter"/>
                </v:oval>
                <v:oval id="Oval 250" o:spid="_x0000_s1275" style="position:absolute;left:29172;top:1060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L9aL4A&#10;AADcAAAADwAAAGRycy9kb3ducmV2LnhtbERPTwsBQRS/K99hesqNWUJahqQUibIcHF87z+5m5822&#10;M1g+vTkox1+///NlY0rxpNoVlhUM+hEI4tTqgjMFl/OmNwXhPLLG0jIpeJOD5aLdmmOs7YtP9Ex8&#10;JkIIuxgV5N5XsZQuzcmg69uKOHA3Wxv0AdaZ1DW+Qrgp5TCKJtJgwaEhx4rWOaX35GEUHD+nw1QO&#10;HvRZNYU+vK+70X67U6rbaVYzEJ4a/xf/3FutYDgO88OZc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1C/Wi+AAAA3AAAAA8AAAAAAAAAAAAAAAAAmAIAAGRycy9kb3ducmV2&#10;LnhtbFBLBQYAAAAABAAEAPUAAACDAwAAAAA=&#10;" fillcolor="#f4b083 [1941]" strokecolor="red" strokeweight="1pt">
                  <v:stroke joinstyle="miter"/>
                </v:oval>
                <v:oval id="Oval 251" o:spid="_x0000_s1276" style="position:absolute;left:33121;top:1148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5Y88MA&#10;AADcAAAADwAAAGRycy9kb3ducmV2LnhtbESPQYvCMBSE74L/ITxhb5pWVpFqFBEERRSsHjw+mrdt&#10;2ealNFGrv94IgsdhZr5hZovWVOJGjSstK4gHEQjizOqScwXn07o/AeE8ssbKMil4kIPFvNuZYaLt&#10;nY90S30uAoRdggoK7+tESpcVZNANbE0cvD/bGPRBNrnUDd4D3FRyGEVjabDksFBgTauCsv/0ahQc&#10;nsf9RMZXei7bUu8fl+3vbrNV6qfXLqcgPLX+G/60N1rBcBTD+0w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5Y88MAAADcAAAADwAAAAAAAAAAAAAAAACYAgAAZHJzL2Rv&#10;d25yZXYueG1sUEsFBgAAAAAEAAQA9QAAAIgDAAAAAA==&#10;" fillcolor="#f4b083 [1941]" strokecolor="red" strokeweight="1pt">
                  <v:stroke joinstyle="miter"/>
                </v:oval>
                <v:oval id="Oval 252" o:spid="_x0000_s1277" style="position:absolute;left:25325;top:1215;width:641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GhMQA&#10;AADcAAAADwAAAGRycy9kb3ducmV2LnhtbESPT4vCMBTE74LfITxhb5q27IpUYxFBUETBPwePj+Zt&#10;W7Z5KU3U6qc3C4LHYWZ+w8yyztTiRq2rLCuIRxEI4tzqigsF59NqOAHhPLLG2jIpeJCDbN7vzTDV&#10;9s4Huh19IQKEXYoKSu+bVEqXl2TQjWxDHLxf2xr0QbaF1C3eA9zUMomisTRYcVgosaFlSfnf8WoU&#10;7J+H3UTGV3ouukrvHpfN93a9Uepr0C2mIDx1/hN+t9daQfKTwP+Zc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cxoTEAAAA3AAAAA8AAAAAAAAAAAAAAAAAmAIAAGRycy9k&#10;b3ducmV2LnhtbFBLBQYAAAAABAAEAPUAAACJAwAAAAA=&#10;" fillcolor="#f4b083 [1941]" strokecolor="red" strokeweight="1pt">
                  <v:stroke joinstyle="miter"/>
                </v:oval>
                <v:oval id="Oval 253" o:spid="_x0000_s1278" style="position:absolute;left:37204;top:1148;width:640;height:640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BjH8MA&#10;AADcAAAADwAAAGRycy9kb3ducmV2LnhtbESPzarCMBSE9xd8h3AEd9fUX6TXKCIIiihYXbg8NOe2&#10;xeakNFGrT28EweUwM98w03ljSnGj2hWWFfS6EQji1OqCMwWn4+p3AsJ5ZI2lZVLwIAfzWetnirG2&#10;dz7QLfGZCBB2MSrIva9iKV2ak0HXtRVx8P5tbdAHWWdS13gPcFPKfhSNpcGCw0KOFS1zSi/J1SjY&#10;Pw+7iexd6bloCr17nDfD7XqjVKfdLP5AeGr8N/xpr7WC/mgA7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BjH8MAAADcAAAADwAAAAAAAAAAAAAAAACYAgAAZHJzL2Rv&#10;d25yZXYueG1sUEsFBgAAAAAEAAQA9QAAAIgDAAAAAA==&#10;" fillcolor="#f4b083 [1941]" strokecolor="red" strokeweight="1pt">
                  <v:stroke joinstyle="miter"/>
                </v:oval>
                <v:line id="Straight Connector 254" o:spid="_x0000_s1279" style="position:absolute;flip:y;visibility:visible;mso-wrap-style:square" from="21904,9632" to="42021,9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Vm88gAAADcAAAADwAAAGRycy9kb3ducmV2LnhtbESPQUvDQBSE74L/YXmCl9JuLNXGmE1p&#10;hRJFKbR68fbMPpPQ7Nu4u7bx33eFgsdhZr5h8sVgOnEg51vLCm4mCQjiyuqWawXvb+txCsIHZI2d&#10;ZVLwSx4WxeVFjpm2R97SYRdqESHsM1TQhNBnUvqqIYN+Ynvi6H1ZZzBE6WqpHR4j3HRymiR30mDL&#10;caHBnh4bqva7H6PgWX6/7Ffusy5TWa4/Xuebey5HSl1fDcsHEIGG8B8+t5+0guntDP7OxCMgix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/Vm88gAAADcAAAADwAAAAAA&#10;AAAAAAAAAAChAgAAZHJzL2Rvd25yZXYueG1sUEsFBgAAAAAEAAQA+QAAAJYDAAAAAA==&#10;" strokecolor="black [3213]" strokeweight="1pt">
                  <v:stroke joinstyle="miter"/>
                </v:line>
                <v:oval id="Oval 255" o:spid="_x0000_s1280" style="position:absolute;left:28226;top:8221;width:1372;height:1372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e8MIA&#10;AADcAAAADwAAAGRycy9kb3ducmV2LnhtbESPzQrCMBCE74LvEFbwpqmiItUoIgiKKPhz8Lg0a1ts&#10;NqWJWn16Iwgeh5n5hpnOa1OIB1Uut6yg141AECdW55wqOJ9WnTEI55E1FpZJwYsczGfNxhRjbZ98&#10;oMfRpyJA2MWoIPO+jKV0SUYGXdeWxMG72sqgD7JKpa7wGeCmkP0oGkmDOYeFDEtaZpTcjnejYP8+&#10;7Mayd6f3os717nXZDLbrjVLtVr2YgPBU+3/4115rBf3hEL5nwhG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NV7wwgAAANwAAAAPAAAAAAAAAAAAAAAAAJgCAABkcnMvZG93&#10;bnJldi54bWxQSwUGAAAAAAQABAD1AAAAhwMAAAAA&#10;" fillcolor="#f4b083 [1941]" strokecolor="red" strokeweight="1pt">
                  <v:stroke joinstyle="miter"/>
                </v:oval>
                <v:oval id="Oval 352" o:spid="_x0000_s1281" style="position:absolute;left:34767;top:8217;width:1372;height:1372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JGcMA&#10;AADcAAAADwAAAGRycy9kb3ducmV2LnhtbESPzarCMBSE9xd8h3AEd9fUX6TXKCIIiihYXbg8NOe2&#10;xeakNFGrT28EweUwM98w03ljSnGj2hWWFfS6EQji1OqCMwWn4+p3AsJ5ZI2lZVLwIAfzWetnirG2&#10;dz7QLfGZCBB2MSrIva9iKV2ak0HXtRVx8P5tbdAHWWdS13gPcFPKfhSNpcGCw0KOFS1zSi/J1SjY&#10;Pw+7iexd6bloCr17nDfD7XqjVKfdLP5AeGr8N/xpr7WCwagP7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3JGcMAAADcAAAADwAAAAAAAAAAAAAAAACYAgAAZHJzL2Rv&#10;d25yZXYueG1sUEsFBgAAAAAEAAQA9QAAAIgDAAAAAA==&#10;" fillcolor="#f4b083 [1941]" strokecolor="red" strokeweight="1pt">
                  <v:stroke joinstyle="miter"/>
                </v:oval>
                <v:oval id="Oval 381" o:spid="_x0000_s1282" style="position:absolute;left:37777;top:8205;width:1371;height:1371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7KcQA&#10;AADcAAAADwAAAGRycy9kb3ducmV2LnhtbESPzarCMBSE94LvEI7gTtPq5VKqUUQQFFHwZ+Hy0Bzb&#10;YnNSmqjVpzcXhLscZuYbZjpvTSUe1LjSsoJ4GIEgzqwuOVdwPq0GCQjnkTVWlknBixzMZ93OFFNt&#10;n3ygx9HnIkDYpaig8L5OpXRZQQbd0NbEwbvaxqAPssmlbvAZ4KaSoyj6lQZLDgsF1rQsKLsd70bB&#10;/n3YJTK+03vRlnr3umx+tuuNUv1eu5iA8NT6//C3vdYKxkkMf2fCEZC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eynEAAAA3AAAAA8AAAAAAAAAAAAAAAAAmAIAAGRycy9k&#10;b3ducmV2LnhtbFBLBQYAAAAABAAEAPUAAACJAwAAAAA=&#10;" fillcolor="#f4b083 [1941]" strokecolor="red" strokeweight="1pt">
                  <v:stroke joinstyle="miter"/>
                </v:oval>
                <v:oval id="Oval 382" o:spid="_x0000_s1283" style="position:absolute;left:33305;top:8701;width:914;height:91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3lXsMA&#10;AADcAAAADwAAAGRycy9kb3ducmV2LnhtbESPQYvCMBSE74L/ITxhb5rqipRqFBEERRSsHjw+mrdt&#10;2ealNFGrv94IgsdhZr5hZovWVOJGjSstKxgOIhDEmdUl5wrOp3U/BuE8ssbKMil4kIPFvNuZYaLt&#10;nY90S30uAoRdggoK7+tESpcVZNANbE0cvD/bGPRBNrnUDd4D3FRyFEUTabDksFBgTauCsv/0ahQc&#10;nsd9LIdXei7bUu8fl+14t9kq9dNrl1MQnlr/DX/aG63gNx7B+0w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3lXsMAAADcAAAADwAAAAAAAAAAAAAAAACYAgAAZHJzL2Rv&#10;d25yZXYueG1sUEsFBgAAAAAEAAQA9QAAAIgDAAAAAA==&#10;" fillcolor="#f4b083 [1941]" strokecolor="red" strokeweight="1pt">
                  <v:stroke joinstyle="miter"/>
                </v:oval>
                <v:oval id="Oval 383" o:spid="_x0000_s1284" style="position:absolute;left:36566;top:8663;width:915;height:91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AxcYA&#10;AADcAAAADwAAAGRycy9kb3ducmV2LnhtbESPQWvCQBSE74X+h+UVvNVNTCkhdQ1BEAxiQdtDj4/s&#10;Mwlm34bsRqO/3i0Uehxm5htmmU+mExcaXGtZQTyPQBBXVrdcK/j+2rymIJxH1thZJgU3cpCvnp+W&#10;mGl75QNdjr4WAcIuQwWN930mpasaMujmticO3skOBn2QQy31gNcAN51cRNG7NNhyWGiwp3VD1fk4&#10;GgWf98M+lfFI92Jq9f72U77ttqVSs5ep+ADhafL/4b/2VitI0gR+z4Qj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FAxcYAAADcAAAADwAAAAAAAAAAAAAAAACYAgAAZHJz&#10;L2Rvd25yZXYueG1sUEsFBgAAAAAEAAQA9QAAAIsDAAAAAA==&#10;" fillcolor="#f4b083 [1941]" strokecolor="red" strokeweight="1pt">
                  <v:stroke joinstyle="miter"/>
                </v:oval>
                <v:oval id="Oval 384" o:spid="_x0000_s1285" style="position:absolute;left:26622;top:8739;width:915;height:914;rotation:79520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jYscYA&#10;AADcAAAADwAAAGRycy9kb3ducmV2LnhtbESPQWuDQBSE74X8h+UFemvWtCGIzSohEIiUFGJ76PHh&#10;vqrUfSvuGo2/vlso5DjMzDfMLptMK67Uu8aygvUqAkFcWt1wpeDz4/gUg3AeWWNrmRTcyEGWLh52&#10;mGg78oWuha9EgLBLUEHtfZdI6cqaDLqV7YiD9217gz7IvpK6xzHATSufo2grDTYcFmrs6FBT+VMM&#10;RsH7fDnHcj3QvJ8afb595Zu3U67U43Lav4LwNPl7+L990gpe4g3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jYscYAAADcAAAADwAAAAAAAAAAAAAAAACYAgAAZHJz&#10;L2Rvd25yZXYueG1sUEsFBgAAAAAEAAQA9QAAAIsDAAAAAA==&#10;" fillcolor="#f4b083 [1941]" strokecolor="red" strokeweight="1pt">
                  <v:stroke joinstyle="miter"/>
                </v:oval>
                <v:shape id="Freeform 385" o:spid="_x0000_s1286" style="position:absolute;left:8764;top:3812;width:17731;height:4559;visibility:visible;mso-wrap-style:square;v-text-anchor:middle" coordsize="1773140,455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Rs8YA&#10;AADcAAAADwAAAGRycy9kb3ducmV2LnhtbESPQWvCQBSE7wX/w/KE3uomtY0hugYRLL30YBTs8ZF9&#10;TaLZt2l2a9J/3y0IHoeZ+YZZ5aNpxZV611hWEM8iEMSl1Q1XCo6H3VMKwnlkja1lUvBLDvL15GGF&#10;mbYD7+la+EoECLsMFdTed5mUrqzJoJvZjjh4X7Y36IPsK6l7HALctPI5ihJpsOGwUGNH25rKS/Fj&#10;FNjPVJ72x5fzW7KrvsePYnGI04VSj9NxswThafT38K39rhXM01f4PxOO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pRs8YAAADcAAAADwAAAAAAAAAAAAAAAACYAgAAZHJz&#10;L2Rvd25yZXYueG1sUEsFBgAAAAAEAAQA9QAAAIsDAAAAAA==&#10;" path="m,304726c265706,141061,531412,-22603,826935,2576v295523,25179,946205,453225,946205,453225l1773140,455801e" filled="f" strokecolor="red" strokeweight="1pt">
                  <v:stroke joinstyle="miter"/>
                  <v:path arrowok="t" o:connecttype="custom" o:connectlocs="0,304726;826935,2576;1773140,455801;1773140,455801" o:connectangles="0,0,0,0"/>
                </v:shape>
                <v:shape id="Straight Arrow Connector 386" o:spid="_x0000_s1287" type="#_x0000_t32" style="position:absolute;left:25014;top:7430;width:1808;height:1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EiqcYAAADcAAAADwAAAGRycy9kb3ducmV2LnhtbESPQWvCQBSE74X+h+UVeil1UxUr0VVK&#10;aVHRi0kpeHtkn0lo9m3Y3cb4711B8DjMzDfMfNmbRnTkfG1ZwdsgAUFcWF1zqeAn/36dgvABWWNj&#10;mRScycNy8fgwx1TbE++py0IpIoR9igqqENpUSl9UZNAPbEscvaN1BkOUrpTa4SnCTSOHSTKRBmuO&#10;CxW29FlR8Zf9GwVZstarccm/xctXl2/eh9vD7uCUen7qP2YgAvXhHr6111rBaDqB6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xIqnGAAAA3AAAAA8AAAAAAAAA&#10;AAAAAAAAoQIAAGRycy9kb3ducmV2LnhtbFBLBQYAAAAABAAEAPkAAACUAwAAAAA=&#10;" strokecolor="red" strokeweight="1pt">
                  <v:stroke endarrow="block" joinstyle="miter"/>
                </v:shape>
                <w10:anchorlock/>
              </v:group>
            </w:pict>
          </mc:Fallback>
        </mc:AlternateContent>
      </w:r>
    </w:p>
    <w:p w:rsidR="00090825" w:rsidRPr="00D77401" w:rsidRDefault="004D03C0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9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transport mechanism during stage-4 showing </w:t>
      </w:r>
      <w:r w:rsidR="00047360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proppants 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>rolling and saltation.</w:t>
      </w: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090825" w:rsidP="008F19DA">
      <w:pPr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52E828" wp14:editId="7EA13845">
                <wp:simplePos x="0" y="0"/>
                <wp:positionH relativeFrom="column">
                  <wp:posOffset>4473146</wp:posOffset>
                </wp:positionH>
                <wp:positionV relativeFrom="paragraph">
                  <wp:posOffset>38340</wp:posOffset>
                </wp:positionV>
                <wp:extent cx="905395" cy="4965192"/>
                <wp:effectExtent l="0" t="0" r="28575" b="26035"/>
                <wp:wrapNone/>
                <wp:docPr id="1792" name="Group 17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05395" cy="4965192"/>
                          <a:chOff x="0" y="0"/>
                          <a:chExt cx="905712" cy="4966593"/>
                        </a:xfrm>
                      </wpg:grpSpPr>
                      <wps:wsp>
                        <wps:cNvPr id="1221" name="Right Brace 1221"/>
                        <wps:cNvSpPr/>
                        <wps:spPr>
                          <a:xfrm>
                            <a:off x="8238" y="1095633"/>
                            <a:ext cx="137160" cy="301752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3" name="Right Brace 1223"/>
                        <wps:cNvSpPr/>
                        <wps:spPr>
                          <a:xfrm>
                            <a:off x="8238" y="4143633"/>
                            <a:ext cx="137160" cy="82296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4" name="Right Brace 1224"/>
                        <wps:cNvSpPr/>
                        <wps:spPr>
                          <a:xfrm>
                            <a:off x="8238" y="329514"/>
                            <a:ext cx="137160" cy="733168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472" y="4389972"/>
                            <a:ext cx="675240" cy="23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Stage-1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437" y="2454429"/>
                            <a:ext cx="674605" cy="23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Stage-2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437" y="535362"/>
                            <a:ext cx="674605" cy="23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Stage-3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999" y="0"/>
                            <a:ext cx="674605" cy="23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Stage-4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9" name="Right Brace 1789"/>
                        <wps:cNvSpPr/>
                        <wps:spPr>
                          <a:xfrm>
                            <a:off x="0" y="41189"/>
                            <a:ext cx="137160" cy="26661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52E828" id="Group 1792" o:spid="_x0000_s1288" style="position:absolute;left:0;text-align:left;margin-left:352.2pt;margin-top:3pt;width:71.3pt;height:390.95pt;z-index:251678720;mso-position-horizontal-relative:text;mso-position-vertical-relative:text;mso-width-relative:margin;mso-height-relative:margin" coordsize="9057,49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">
                <o:lock v:ext="edit" aspectratio="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221" o:spid="_x0000_s1289" type="#_x0000_t88" style="position:absolute;left:82;top:10956;width:1371;height:30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3L8QA&#10;AADdAAAADwAAAGRycy9kb3ducmV2LnhtbERPTWsCMRC9C/0PYYTeNOsepG6NUoSKQq2s9tDjdDPd&#10;LG4mYRPX7b9vCgVv83ifs1wPthU9daFxrGA2zUAQV043XCv4OL9OnkCEiKyxdUwKfijAevUwWmKh&#10;3Y1L6k+xFimEQ4EKTIy+kDJUhiyGqfPEift2ncWYYFdL3eEthdtW5lk2lxYbTg0GPW0MVZfT1Srw&#10;pbeH7VdvDuX7cf9ZL3DTvM2VehwPL88gIg3xLv5373San+c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Bdy/EAAAA3QAAAA8AAAAAAAAAAAAAAAAAmAIAAGRycy9k&#10;b3ducmV2LnhtbFBLBQYAAAAABAAEAPUAAACJAwAAAAA=&#10;" adj="82" strokecolor="#5b9bd5 [3204]" strokeweight=".5pt">
                  <v:stroke joinstyle="miter"/>
                </v:shape>
                <v:shape id="Right Brace 1223" o:spid="_x0000_s1290" type="#_x0000_t88" style="position:absolute;left:82;top:41436;width:1371;height:8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4+0sEA&#10;AADdAAAADwAAAGRycy9kb3ducmV2LnhtbERPzUoDMRC+C75DGMGbzbqirGvTIgXFg4Jt9wGGzXR3&#10;aTJZkrGNb28Ewdt8fL+zXGfv1IlimgIbuF1UoIj7YCceDHT7l5sGVBJkiy4wGfimBOvV5cUSWxvO&#10;vKXTTgZVQji1aGAUmVutUz+Sx7QIM3HhDiF6lALjoG3Ecwn3TtdV9aA9TlwaRpxpM1J/3H15Azq/&#10;Nk207123TZ8f99k9OtmIMddX+fkJlFCWf/Gf+82W+XV9B7/flBP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uPtLBAAAA3QAAAA8AAAAAAAAAAAAAAAAAmAIAAGRycy9kb3du&#10;cmV2LnhtbFBLBQYAAAAABAAEAPUAAACGAwAAAAA=&#10;" adj="300" strokecolor="#5b9bd5 [3204]" strokeweight=".5pt">
                  <v:stroke joinstyle="miter"/>
                </v:shape>
                <v:shape id="Right Brace 1224" o:spid="_x0000_s1291" type="#_x0000_t88" style="position:absolute;left:82;top:3295;width:1371;height:7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Tw8UA&#10;AADdAAAADwAAAGRycy9kb3ducmV2LnhtbERPS0sDMRC+C/6HMEJvNttQWtk2LcUHelDQtZfeppvp&#10;JnQzWTaxXfvrjSB4m4/vOcv14Ftxoj66wBom4wIEcR2M40bD9vPp9g5ETMgG28Ck4ZsirFfXV0ss&#10;TTjzB52q1IgcwrFEDTalrpQy1pY8xnHoiDN3CL3HlGHfSNPjOYf7VqqimEmPjnODxY7uLdXH6str&#10;qOT7/nF3eVDO2dfZW7zM1XM913p0M2wWIBIN6V/8534xeb5SU/j9Jp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dPDxQAAAN0AAAAPAAAAAAAAAAAAAAAAAJgCAABkcnMv&#10;ZG93bnJldi54bWxQSwUGAAAAAAQABAD1AAAAigMAAAAA&#10;" adj="337" strokecolor="#5b9bd5 [3204]" strokeweight=".5pt">
                  <v:stroke joinstyle="miter"/>
                </v:shape>
                <v:shape id="_x0000_s1292" type="#_x0000_t202" style="position:absolute;left:2304;top:43899;width:6753;height:2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00IcQA&#10;AADdAAAADwAAAGRycy9kb3ducmV2LnhtbERPS2sCMRC+C/6HMIXearYFH6xGEUXorVYF6W2ajJvF&#10;zWS7SdfVX98IBW/z8T1ntuhcJVpqQulZwesgA0GsvSm5UHDYb14mIEJENlh5JgVXCrCY93szzI2/&#10;8Ce1u1iIFMIhRwU2xjqXMmhLDsPA18SJO/nGYUywKaRp8JLCXSXfsmwkHZacGizWtLKkz7tfpyCs&#10;tz+1Pm2/z9Zcbx/rdqiPmy+lnp+65RREpC4+xP/ud5PmjydDu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9NCHEAAAA3QAAAA8AAAAAAAAAAAAAAAAAmAIAAGRycy9k&#10;b3ducmV2LnhtbFBLBQYAAAAABAAEAPUAAACJAwAAAAA=&#10;">
                  <v:textbox style="mso-fit-shape-to-text:t">
                    <w:txbxContent>
                      <w:p w:rsidR="00946838" w:rsidRPr="009564D0" w:rsidRDefault="00946838" w:rsidP="00090825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b/>
                            <w:bCs/>
                            <w:sz w:val="18"/>
                            <w:szCs w:val="18"/>
                          </w:rPr>
                          <w:t>Stage-1</w:t>
                        </w:r>
                      </w:p>
                    </w:txbxContent>
                  </v:textbox>
                </v:shape>
                <v:shape id="_x0000_s1293" type="#_x0000_t202" style="position:absolute;left:2304;top:24544;width:6746;height:2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+qVsMA&#10;AADdAAAADwAAAGRycy9kb3ducmV2LnhtbERPTWsCMRC9C/6HMEJvNatQK1ujFEXwVquC9DZNxs3i&#10;ZrJu4rr21zeFgrd5vM+ZLTpXiZaaUHpWMBpmIIi1NyUXCg779fMURIjIBivPpOBOARbzfm+GufE3&#10;/qR2FwuRQjjkqMDGWOdSBm3JYRj6mjhxJ984jAk2hTQN3lK4q+Q4yybSYcmpwWJNS0v6vLs6BWG1&#10;vdT6tP0+W3P/+Vi1L/q4/lLqadC9v4GI1MWH+N+9MWn+63QCf9+kE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+qVsMAAADdAAAADwAAAAAAAAAAAAAAAACYAgAAZHJzL2Rv&#10;d25yZXYueG1sUEsFBgAAAAAEAAQA9QAAAIgDAAAAAA==&#10;">
                  <v:textbox style="mso-fit-shape-to-text:t">
                    <w:txbxContent>
                      <w:p w:rsidR="00946838" w:rsidRPr="009564D0" w:rsidRDefault="00946838" w:rsidP="00090825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b/>
                            <w:bCs/>
                            <w:sz w:val="18"/>
                            <w:szCs w:val="18"/>
                          </w:rPr>
                          <w:t>Stage-2</w:t>
                        </w:r>
                      </w:p>
                    </w:txbxContent>
                  </v:textbox>
                </v:shape>
                <v:shape id="_x0000_s1294" type="#_x0000_t202" style="position:absolute;left:2304;top:5353;width:6746;height:2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PzcMA&#10;AADdAAAADwAAAGRycy9kb3ducmV2LnhtbERPS2sCMRC+F/ofwhS81WwLPliNIhWhN58g3sZk3Cxu&#10;JttNuq799Y1Q6G0+vudM552rREtNKD0reOtnIIi1NyUXCg771esYRIjIBivPpOBOAeaz56cp5sbf&#10;eEvtLhYihXDIUYGNsc6lDNqSw9D3NXHiLr5xGBNsCmkavKVwV8n3LBtKhyWnBos1fVjS1923UxCW&#10;m69aXzbnqzX3n/WyHejj6qRU76VbTEBE6uK/+M/9adL80XgEj2/SC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MPzcMAAADdAAAADwAAAAAAAAAAAAAAAACYAgAAZHJzL2Rv&#10;d25yZXYueG1sUEsFBgAAAAAEAAQA9QAAAIgDAAAAAA==&#10;">
                  <v:textbox style="mso-fit-shape-to-text:t">
                    <w:txbxContent>
                      <w:p w:rsidR="00946838" w:rsidRPr="009564D0" w:rsidRDefault="00946838" w:rsidP="00090825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b/>
                            <w:bCs/>
                            <w:sz w:val="18"/>
                            <w:szCs w:val="18"/>
                          </w:rPr>
                          <w:t>Stage-3</w:t>
                        </w:r>
                      </w:p>
                    </w:txbxContent>
                  </v:textbox>
                </v:shape>
                <v:shape id="_x0000_s1295" type="#_x0000_t202" style="position:absolute;left:2139;width:6747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bv8cA&#10;AADdAAAADwAAAGRycy9kb3ducmV2LnhtbESPQU8CMRCF7yb8h2ZMvElXE5UsFEIgJN5EICHexnbY&#10;bthO121dFn+9czDxNpP35r1vZoshNKqnLtWRDTyMC1DENrqaKwOH/eZ+AiplZIdNZDJwpQSL+ehm&#10;hqWLF36nfpcrJSGcSjTgc25LrZP1FDCNY0ss2il2AbOsXaVdhxcJD41+LIpnHbBmafDY0sqTPe++&#10;g4G03n619rT9PHt3/Xlb90/2uPkw5u52WE5BZRryv/nv+tUJ/stEcOUbGUH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8m7/HAAAA3QAAAA8AAAAAAAAAAAAAAAAAmAIAAGRy&#10;cy9kb3ducmV2LnhtbFBLBQYAAAAABAAEAPUAAACMAwAAAAA=&#10;">
                  <v:textbox style="mso-fit-shape-to-text:t">
                    <w:txbxContent>
                      <w:p w:rsidR="00946838" w:rsidRPr="009564D0" w:rsidRDefault="00946838" w:rsidP="00090825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b/>
                            <w:bCs/>
                            <w:sz w:val="18"/>
                            <w:szCs w:val="18"/>
                          </w:rPr>
                          <w:t>Stage-4</w:t>
                        </w:r>
                      </w:p>
                    </w:txbxContent>
                  </v:textbox>
                </v:shape>
                <v:shape id="Right Brace 1789" o:spid="_x0000_s1296" type="#_x0000_t88" style="position:absolute;top:411;width:1371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NKsMA&#10;AADdAAAADwAAAGRycy9kb3ducmV2LnhtbERPyWrDMBC9B/oPYgq9xXILzeJGCaE0JVcnOeQ4WBNL&#10;rTVyLcV2/r4qFHKbx1tntRldI3rqgvWs4DnLQRBXXluuFZyOu+kCRIjIGhvPpOBGATbrh8kKC+0H&#10;Lqk/xFqkEA4FKjAxtoWUoTLkMGS+JU7cxXcOY4JdLXWHQwp3jXzJ85l0aDk1GGzp3VD1fbg6BV9N&#10;+bMs3bm89a/nYfvxaUdnrFJPj+P2DUSkMd7F/+69TvPniyX8fZ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mNKsMAAADdAAAADwAAAAAAAAAAAAAAAACYAgAAZHJzL2Rv&#10;d25yZXYueG1sUEsFBgAAAAAEAAQA9QAAAIgDAAAAAA==&#10;" adj="926" strokecolor="#5b9bd5 [3204]" strokeweight=".5pt">
                  <v:stroke joinstyle="miter"/>
                </v:shape>
              </v:group>
            </w:pict>
          </mc:Fallback>
        </mc:AlternateContent>
      </w:r>
      <w:r w:rsidRPr="004E6EDC">
        <w:rPr>
          <w:noProof/>
        </w:rPr>
        <mc:AlternateContent>
          <mc:Choice Requires="wpg">
            <w:drawing>
              <wp:inline distT="0" distB="0" distL="0" distR="0" wp14:anchorId="09F8A4EF" wp14:editId="22DC0DAA">
                <wp:extent cx="2286000" cy="5074920"/>
                <wp:effectExtent l="19050" t="0" r="19050" b="11430"/>
                <wp:docPr id="1226" name="Group 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286000" cy="5074920"/>
                          <a:chOff x="0" y="0"/>
                          <a:chExt cx="2288329" cy="5077544"/>
                        </a:xfrm>
                      </wpg:grpSpPr>
                      <wps:wsp>
                        <wps:cNvPr id="1227" name="Oval 1227"/>
                        <wps:cNvSpPr/>
                        <wps:spPr>
                          <a:xfrm rot="2647759">
                            <a:off x="1736992" y="3978130"/>
                            <a:ext cx="222396" cy="2223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8" name="Oval 1228"/>
                        <wps:cNvSpPr/>
                        <wps:spPr>
                          <a:xfrm>
                            <a:off x="965348" y="4486035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9" name="Oval 1229"/>
                        <wps:cNvSpPr/>
                        <wps:spPr>
                          <a:xfrm>
                            <a:off x="1007177" y="474538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0" name="Oval 1230"/>
                        <wps:cNvSpPr/>
                        <wps:spPr>
                          <a:xfrm>
                            <a:off x="945173" y="4174513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1" name="Oval 1231"/>
                        <wps:cNvSpPr/>
                        <wps:spPr>
                          <a:xfrm>
                            <a:off x="1016088" y="4826509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2" name="Oval 1232"/>
                        <wps:cNvSpPr/>
                        <wps:spPr>
                          <a:xfrm>
                            <a:off x="1020980" y="489080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3" name="Oval 1233"/>
                        <wps:cNvSpPr/>
                        <wps:spPr>
                          <a:xfrm>
                            <a:off x="1058362" y="4488948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" name="Oval 1234"/>
                        <wps:cNvSpPr/>
                        <wps:spPr>
                          <a:xfrm>
                            <a:off x="1156262" y="4749416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5" name="Oval 1235"/>
                        <wps:cNvSpPr/>
                        <wps:spPr>
                          <a:xfrm>
                            <a:off x="1065179" y="4178546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6" name="Oval 1236"/>
                        <wps:cNvSpPr/>
                        <wps:spPr>
                          <a:xfrm>
                            <a:off x="1136091" y="483054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7" name="Oval 1237"/>
                        <wps:cNvSpPr/>
                        <wps:spPr>
                          <a:xfrm>
                            <a:off x="1136831" y="488832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8" name="Oval 1238"/>
                        <wps:cNvSpPr/>
                        <wps:spPr>
                          <a:xfrm>
                            <a:off x="1153440" y="4487085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9" name="Oval 1239"/>
                        <wps:cNvSpPr/>
                        <wps:spPr>
                          <a:xfrm>
                            <a:off x="1309503" y="4747554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0" name="Oval 1240"/>
                        <wps:cNvSpPr/>
                        <wps:spPr>
                          <a:xfrm>
                            <a:off x="1256096" y="4828678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1" name="Oval 1241"/>
                        <wps:cNvSpPr/>
                        <wps:spPr>
                          <a:xfrm>
                            <a:off x="1256835" y="489080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2" name="Oval 1242"/>
                        <wps:cNvSpPr/>
                        <wps:spPr>
                          <a:xfrm>
                            <a:off x="1248517" y="4491118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3" name="Oval 1243"/>
                        <wps:cNvSpPr/>
                        <wps:spPr>
                          <a:xfrm>
                            <a:off x="1453089" y="4751586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4" name="Oval 1244"/>
                        <wps:cNvSpPr/>
                        <wps:spPr>
                          <a:xfrm>
                            <a:off x="1376102" y="483271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5" name="Oval 1245"/>
                        <wps:cNvSpPr/>
                        <wps:spPr>
                          <a:xfrm>
                            <a:off x="1374763" y="4890497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6" name="Oval 1246"/>
                        <wps:cNvSpPr/>
                        <wps:spPr>
                          <a:xfrm>
                            <a:off x="1078017" y="4888634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7" name="Oval 1247"/>
                        <wps:cNvSpPr/>
                        <wps:spPr>
                          <a:xfrm>
                            <a:off x="1195945" y="4888942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8" name="Oval 1248"/>
                        <wps:cNvSpPr/>
                        <wps:spPr>
                          <a:xfrm>
                            <a:off x="1315949" y="4888634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9" name="Oval 1249"/>
                        <wps:cNvSpPr/>
                        <wps:spPr>
                          <a:xfrm>
                            <a:off x="1076263" y="4824339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0" name="Oval 1250"/>
                        <wps:cNvSpPr/>
                        <wps:spPr>
                          <a:xfrm>
                            <a:off x="1196267" y="4822477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1" name="Oval 1251"/>
                        <wps:cNvSpPr/>
                        <wps:spPr>
                          <a:xfrm>
                            <a:off x="1316270" y="4826509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2" name="Oval 1252"/>
                        <wps:cNvSpPr/>
                        <wps:spPr>
                          <a:xfrm>
                            <a:off x="1081364" y="4745921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" name="Oval 1253"/>
                        <wps:cNvSpPr/>
                        <wps:spPr>
                          <a:xfrm>
                            <a:off x="1236682" y="474405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4" name="Oval 1254"/>
                        <wps:cNvSpPr/>
                        <wps:spPr>
                          <a:xfrm>
                            <a:off x="1385768" y="4748091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5" name="Oval 1255"/>
                        <wps:cNvSpPr/>
                        <wps:spPr>
                          <a:xfrm>
                            <a:off x="1493437" y="4892667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6" name="Oval 1256"/>
                        <wps:cNvSpPr/>
                        <wps:spPr>
                          <a:xfrm>
                            <a:off x="1434624" y="489080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7" name="Oval 1257"/>
                        <wps:cNvSpPr/>
                        <wps:spPr>
                          <a:xfrm>
                            <a:off x="1490371" y="4829946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8" name="Oval 1258"/>
                        <wps:cNvSpPr/>
                        <wps:spPr>
                          <a:xfrm>
                            <a:off x="1438118" y="4823744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9" name="Oval 1259"/>
                        <wps:cNvSpPr/>
                        <wps:spPr>
                          <a:xfrm>
                            <a:off x="1342490" y="4491008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0" name="Oval 1260"/>
                        <wps:cNvSpPr/>
                        <wps:spPr>
                          <a:xfrm>
                            <a:off x="1176421" y="4178498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1" name="Oval 1261"/>
                        <wps:cNvSpPr/>
                        <wps:spPr>
                          <a:xfrm>
                            <a:off x="1296427" y="4182531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2" name="Oval 1262"/>
                        <wps:cNvSpPr/>
                        <wps:spPr>
                          <a:xfrm>
                            <a:off x="1435889" y="4494075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3" name="Oval 1263"/>
                        <wps:cNvSpPr/>
                        <wps:spPr>
                          <a:xfrm>
                            <a:off x="1408766" y="4185598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4" name="Oval 1264"/>
                        <wps:cNvSpPr/>
                        <wps:spPr>
                          <a:xfrm>
                            <a:off x="1531451" y="449817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5" name="Oval 1265"/>
                        <wps:cNvSpPr/>
                        <wps:spPr>
                          <a:xfrm>
                            <a:off x="1588782" y="475607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6" name="Oval 1266"/>
                        <wps:cNvSpPr/>
                        <wps:spPr>
                          <a:xfrm>
                            <a:off x="1526779" y="4187776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7" name="Oval 1267"/>
                        <wps:cNvSpPr/>
                        <wps:spPr>
                          <a:xfrm>
                            <a:off x="1601480" y="4833408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8" name="Oval 1268"/>
                        <wps:cNvSpPr/>
                        <wps:spPr>
                          <a:xfrm>
                            <a:off x="1602586" y="489891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9" name="Oval 1269"/>
                        <wps:cNvSpPr/>
                        <wps:spPr>
                          <a:xfrm>
                            <a:off x="1628605" y="4502211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0" name="Oval 1270"/>
                        <wps:cNvSpPr/>
                        <wps:spPr>
                          <a:xfrm>
                            <a:off x="1737867" y="476010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1" name="Oval 1271"/>
                        <wps:cNvSpPr/>
                        <wps:spPr>
                          <a:xfrm>
                            <a:off x="1646784" y="4191809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2" name="Oval 1272"/>
                        <wps:cNvSpPr/>
                        <wps:spPr>
                          <a:xfrm>
                            <a:off x="1717696" y="4841228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3" name="Oval 1273"/>
                        <wps:cNvSpPr/>
                        <wps:spPr>
                          <a:xfrm>
                            <a:off x="1718436" y="489643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4" name="Oval 1274"/>
                        <wps:cNvSpPr/>
                        <wps:spPr>
                          <a:xfrm>
                            <a:off x="1731258" y="4500348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5" name="Oval 1275"/>
                        <wps:cNvSpPr/>
                        <wps:spPr>
                          <a:xfrm>
                            <a:off x="1891109" y="4758241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6" name="Oval 1276"/>
                        <wps:cNvSpPr/>
                        <wps:spPr>
                          <a:xfrm>
                            <a:off x="1837702" y="4839365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7" name="Oval 1277"/>
                        <wps:cNvSpPr/>
                        <wps:spPr>
                          <a:xfrm>
                            <a:off x="1838440" y="489891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8" name="Oval 1278"/>
                        <wps:cNvSpPr/>
                        <wps:spPr>
                          <a:xfrm>
                            <a:off x="1830122" y="4504381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9" name="Oval 1279"/>
                        <wps:cNvSpPr/>
                        <wps:spPr>
                          <a:xfrm>
                            <a:off x="2042270" y="476227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0" name="Oval 1280"/>
                        <wps:cNvSpPr/>
                        <wps:spPr>
                          <a:xfrm>
                            <a:off x="1957707" y="4843398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" name="Oval 1281"/>
                        <wps:cNvSpPr/>
                        <wps:spPr>
                          <a:xfrm>
                            <a:off x="1956368" y="489860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2" name="Oval 1282"/>
                        <wps:cNvSpPr/>
                        <wps:spPr>
                          <a:xfrm>
                            <a:off x="1659622" y="489674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3" name="Oval 1283"/>
                        <wps:cNvSpPr/>
                        <wps:spPr>
                          <a:xfrm>
                            <a:off x="1777550" y="4897052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4" name="Oval 1284"/>
                        <wps:cNvSpPr/>
                        <wps:spPr>
                          <a:xfrm>
                            <a:off x="1897554" y="489674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5" name="Oval 1285"/>
                        <wps:cNvSpPr/>
                        <wps:spPr>
                          <a:xfrm>
                            <a:off x="1657868" y="4835025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6" name="Oval 1286"/>
                        <wps:cNvSpPr/>
                        <wps:spPr>
                          <a:xfrm>
                            <a:off x="1777872" y="4833163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7" name="Oval 1287"/>
                        <wps:cNvSpPr/>
                        <wps:spPr>
                          <a:xfrm>
                            <a:off x="1897876" y="4837195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8" name="Oval 1288"/>
                        <wps:cNvSpPr/>
                        <wps:spPr>
                          <a:xfrm>
                            <a:off x="1662969" y="475660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9" name="Oval 1289"/>
                        <wps:cNvSpPr/>
                        <wps:spPr>
                          <a:xfrm>
                            <a:off x="1818288" y="4754745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0" name="Oval 1290"/>
                        <wps:cNvSpPr/>
                        <wps:spPr>
                          <a:xfrm>
                            <a:off x="1967373" y="475877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1" name="Oval 1291"/>
                        <wps:cNvSpPr/>
                        <wps:spPr>
                          <a:xfrm>
                            <a:off x="2075042" y="490077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2" name="Oval 1292"/>
                        <wps:cNvSpPr/>
                        <wps:spPr>
                          <a:xfrm>
                            <a:off x="2016230" y="489891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" name="Oval 1293"/>
                        <wps:cNvSpPr/>
                        <wps:spPr>
                          <a:xfrm>
                            <a:off x="2134156" y="490077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4" name="Oval 1294"/>
                        <wps:cNvSpPr/>
                        <wps:spPr>
                          <a:xfrm>
                            <a:off x="2079551" y="4840633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5" name="Oval 1295"/>
                        <wps:cNvSpPr/>
                        <wps:spPr>
                          <a:xfrm>
                            <a:off x="2019723" y="4834431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6" name="Oval 1296"/>
                        <wps:cNvSpPr/>
                        <wps:spPr>
                          <a:xfrm>
                            <a:off x="1924095" y="450427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7" name="Oval 1297"/>
                        <wps:cNvSpPr/>
                        <wps:spPr>
                          <a:xfrm>
                            <a:off x="1758027" y="4191760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8" name="Oval 1298"/>
                        <wps:cNvSpPr/>
                        <wps:spPr>
                          <a:xfrm>
                            <a:off x="1878032" y="4195794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9" name="Oval 1299"/>
                        <wps:cNvSpPr/>
                        <wps:spPr>
                          <a:xfrm>
                            <a:off x="2124307" y="476534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0" name="Oval 1300"/>
                        <wps:cNvSpPr/>
                        <wps:spPr>
                          <a:xfrm>
                            <a:off x="2150227" y="4843700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1" name="Oval 1301"/>
                        <wps:cNvSpPr/>
                        <wps:spPr>
                          <a:xfrm>
                            <a:off x="2017494" y="4507338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" name="Oval 1302"/>
                        <wps:cNvSpPr/>
                        <wps:spPr>
                          <a:xfrm>
                            <a:off x="1990371" y="4198861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3" name="Oval 1303"/>
                        <wps:cNvSpPr/>
                        <wps:spPr>
                          <a:xfrm>
                            <a:off x="1540351" y="4890227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4" name="Oval 1304"/>
                        <wps:cNvSpPr/>
                        <wps:spPr>
                          <a:xfrm>
                            <a:off x="1526714" y="475978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5" name="Oval 1305"/>
                        <wps:cNvSpPr/>
                        <wps:spPr>
                          <a:xfrm>
                            <a:off x="1541271" y="4834361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6" name="Oval 1306"/>
                        <wps:cNvSpPr/>
                        <wps:spPr>
                          <a:xfrm rot="2647759">
                            <a:off x="453283" y="332792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7" name="Oval 1307"/>
                        <wps:cNvSpPr/>
                        <wps:spPr>
                          <a:xfrm rot="2647759">
                            <a:off x="636733" y="349524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8" name="Oval 1308"/>
                        <wps:cNvSpPr/>
                        <wps:spPr>
                          <a:xfrm rot="2647759">
                            <a:off x="792931" y="3643894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9" name="Oval 1309"/>
                        <wps:cNvSpPr/>
                        <wps:spPr>
                          <a:xfrm rot="2647759">
                            <a:off x="975768" y="381971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0" name="Oval 1310"/>
                        <wps:cNvSpPr/>
                        <wps:spPr>
                          <a:xfrm rot="2647759">
                            <a:off x="538277" y="3402214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1" name="Oval 1311"/>
                        <wps:cNvSpPr/>
                        <wps:spPr>
                          <a:xfrm rot="2647759">
                            <a:off x="719162" y="357713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2" name="Oval 1312"/>
                        <wps:cNvSpPr/>
                        <wps:spPr>
                          <a:xfrm rot="2647759">
                            <a:off x="887254" y="373462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3" name="Oval 1313"/>
                        <wps:cNvSpPr/>
                        <wps:spPr>
                          <a:xfrm rot="2647759">
                            <a:off x="515751" y="3205305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4" name="Oval 1314"/>
                        <wps:cNvSpPr/>
                        <wps:spPr>
                          <a:xfrm rot="2647759">
                            <a:off x="645095" y="3324059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5" name="Oval 1315"/>
                        <wps:cNvSpPr/>
                        <wps:spPr>
                          <a:xfrm rot="2647759">
                            <a:off x="773879" y="3451292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6" name="Oval 1316"/>
                        <wps:cNvSpPr/>
                        <wps:spPr>
                          <a:xfrm rot="2647759">
                            <a:off x="1024116" y="3682413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7" name="Oval 1317"/>
                        <wps:cNvSpPr/>
                        <wps:spPr>
                          <a:xfrm rot="2647759">
                            <a:off x="899232" y="3562036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8" name="Oval 1318"/>
                        <wps:cNvSpPr/>
                        <wps:spPr>
                          <a:xfrm rot="2647759">
                            <a:off x="608705" y="301276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9" name="Oval 1319"/>
                        <wps:cNvSpPr/>
                        <wps:spPr>
                          <a:xfrm rot="2647759">
                            <a:off x="765626" y="3165379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0" name="Oval 1320"/>
                        <wps:cNvSpPr/>
                        <wps:spPr>
                          <a:xfrm rot="2647759">
                            <a:off x="925424" y="3312620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1" name="Oval 1321"/>
                        <wps:cNvSpPr/>
                        <wps:spPr>
                          <a:xfrm rot="2647759">
                            <a:off x="1253767" y="3622369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2" name="Oval 1322"/>
                        <wps:cNvSpPr/>
                        <wps:spPr>
                          <a:xfrm rot="2647759">
                            <a:off x="1087311" y="3468888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3" name="Oval 1323"/>
                        <wps:cNvSpPr/>
                        <wps:spPr>
                          <a:xfrm rot="2647759">
                            <a:off x="1153136" y="3991396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4" name="Oval 1324"/>
                        <wps:cNvSpPr/>
                        <wps:spPr>
                          <a:xfrm rot="2647759">
                            <a:off x="1064622" y="3906299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5" name="Oval 1325"/>
                        <wps:cNvSpPr/>
                        <wps:spPr>
                          <a:xfrm rot="2647759">
                            <a:off x="1149522" y="3803684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6" name="Oval 1326"/>
                        <wps:cNvSpPr/>
                        <wps:spPr>
                          <a:xfrm rot="2647759">
                            <a:off x="745295" y="280167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7" name="Oval 1327"/>
                        <wps:cNvSpPr/>
                        <wps:spPr>
                          <a:xfrm rot="2647759">
                            <a:off x="953108" y="2989001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8" name="Oval 1328"/>
                        <wps:cNvSpPr/>
                        <wps:spPr>
                          <a:xfrm rot="2647759">
                            <a:off x="1160774" y="319494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9" name="Oval 1329"/>
                        <wps:cNvSpPr/>
                        <wps:spPr>
                          <a:xfrm rot="2647759">
                            <a:off x="1380947" y="3384404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0" name="Oval 1330"/>
                        <wps:cNvSpPr/>
                        <wps:spPr>
                          <a:xfrm rot="2647759">
                            <a:off x="1569933" y="3580458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1" name="Oval 1331"/>
                        <wps:cNvSpPr/>
                        <wps:spPr>
                          <a:xfrm rot="2647759">
                            <a:off x="916008" y="2545945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2" name="Oval 1332"/>
                        <wps:cNvSpPr/>
                        <wps:spPr>
                          <a:xfrm rot="2647759">
                            <a:off x="1393282" y="2999986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3" name="Oval 1333"/>
                        <wps:cNvSpPr/>
                        <wps:spPr>
                          <a:xfrm rot="2647759">
                            <a:off x="1163192" y="2758431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4" name="Oval 1334"/>
                        <wps:cNvSpPr/>
                        <wps:spPr>
                          <a:xfrm rot="2647759">
                            <a:off x="1651537" y="3230711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5" name="Oval 1335"/>
                        <wps:cNvSpPr/>
                        <wps:spPr>
                          <a:xfrm rot="2647759">
                            <a:off x="1408611" y="3782568"/>
                            <a:ext cx="222396" cy="2223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6" name="Oval 1336"/>
                        <wps:cNvSpPr/>
                        <wps:spPr>
                          <a:xfrm rot="2647759">
                            <a:off x="1238254" y="4077459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7" name="Oval 1337"/>
                        <wps:cNvSpPr/>
                        <wps:spPr>
                          <a:xfrm rot="2647759">
                            <a:off x="1277492" y="3920823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8" name="Oval 1338"/>
                        <wps:cNvSpPr/>
                        <wps:spPr>
                          <a:xfrm rot="2647759">
                            <a:off x="1779956" y="3774833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9" name="Oval 1339"/>
                        <wps:cNvSpPr/>
                        <wps:spPr>
                          <a:xfrm rot="2647759">
                            <a:off x="1585562" y="3921129"/>
                            <a:ext cx="222396" cy="2223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0" name="Oval 1340"/>
                        <wps:cNvSpPr/>
                        <wps:spPr>
                          <a:xfrm rot="2647759">
                            <a:off x="324030" y="3905057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1" name="Oval 1341"/>
                        <wps:cNvSpPr/>
                        <wps:spPr>
                          <a:xfrm rot="2647759">
                            <a:off x="669997" y="3849142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2" name="Oval 1342"/>
                        <wps:cNvSpPr/>
                        <wps:spPr>
                          <a:xfrm rot="2647759">
                            <a:off x="1410062" y="4022733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" name="Oval 1343"/>
                        <wps:cNvSpPr/>
                        <wps:spPr>
                          <a:xfrm rot="2647759">
                            <a:off x="174633" y="3383298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4" name="Oval 1344"/>
                        <wps:cNvSpPr/>
                        <wps:spPr>
                          <a:xfrm rot="2647759">
                            <a:off x="430755" y="3605350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5" name="Oval 1345"/>
                        <wps:cNvSpPr/>
                        <wps:spPr>
                          <a:xfrm>
                            <a:off x="189541" y="4731276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6" name="Oval 1346"/>
                        <wps:cNvSpPr/>
                        <wps:spPr>
                          <a:xfrm>
                            <a:off x="136134" y="4812400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7" name="Oval 1347"/>
                        <wps:cNvSpPr/>
                        <wps:spPr>
                          <a:xfrm>
                            <a:off x="136872" y="487452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8" name="Oval 1348"/>
                        <wps:cNvSpPr/>
                        <wps:spPr>
                          <a:xfrm>
                            <a:off x="128554" y="448256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9" name="Oval 1349"/>
                        <wps:cNvSpPr/>
                        <wps:spPr>
                          <a:xfrm>
                            <a:off x="333127" y="473530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0" name="Oval 1350"/>
                        <wps:cNvSpPr/>
                        <wps:spPr>
                          <a:xfrm>
                            <a:off x="256139" y="4816433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" name="Oval 1351"/>
                        <wps:cNvSpPr/>
                        <wps:spPr>
                          <a:xfrm>
                            <a:off x="254800" y="4874219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2" name="Oval 1352"/>
                        <wps:cNvSpPr/>
                        <wps:spPr>
                          <a:xfrm>
                            <a:off x="195987" y="4872355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3" name="Oval 1353"/>
                        <wps:cNvSpPr/>
                        <wps:spPr>
                          <a:xfrm>
                            <a:off x="196308" y="4810230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4" name="Oval 1354"/>
                        <wps:cNvSpPr/>
                        <wps:spPr>
                          <a:xfrm>
                            <a:off x="116720" y="472777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5" name="Oval 1355"/>
                        <wps:cNvSpPr/>
                        <wps:spPr>
                          <a:xfrm>
                            <a:off x="265805" y="473181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6" name="Oval 1356"/>
                        <wps:cNvSpPr/>
                        <wps:spPr>
                          <a:xfrm rot="2647759">
                            <a:off x="152514" y="3715649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7" name="Oval 1357"/>
                        <wps:cNvSpPr/>
                        <wps:spPr>
                          <a:xfrm>
                            <a:off x="373474" y="487638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8" name="Oval 1358"/>
                        <wps:cNvSpPr/>
                        <wps:spPr>
                          <a:xfrm>
                            <a:off x="314662" y="487452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9" name="Oval 1359"/>
                        <wps:cNvSpPr/>
                        <wps:spPr>
                          <a:xfrm>
                            <a:off x="370409" y="4813667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0" name="Oval 1360"/>
                        <wps:cNvSpPr/>
                        <wps:spPr>
                          <a:xfrm>
                            <a:off x="318156" y="4807466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1" name="Oval 1361"/>
                        <wps:cNvSpPr/>
                        <wps:spPr>
                          <a:xfrm>
                            <a:off x="222527" y="448245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2" name="Oval 1362"/>
                        <wps:cNvSpPr/>
                        <wps:spPr>
                          <a:xfrm>
                            <a:off x="176464" y="4173980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3" name="Oval 1363"/>
                        <wps:cNvSpPr/>
                        <wps:spPr>
                          <a:xfrm>
                            <a:off x="315927" y="4485524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4" name="Oval 1364"/>
                        <wps:cNvSpPr/>
                        <wps:spPr>
                          <a:xfrm>
                            <a:off x="288803" y="4177048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5" name="Oval 1365"/>
                        <wps:cNvSpPr/>
                        <wps:spPr>
                          <a:xfrm>
                            <a:off x="411489" y="448962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6" name="Oval 1366"/>
                        <wps:cNvSpPr/>
                        <wps:spPr>
                          <a:xfrm>
                            <a:off x="468819" y="474236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7" name="Oval 1367"/>
                        <wps:cNvSpPr/>
                        <wps:spPr>
                          <a:xfrm>
                            <a:off x="406816" y="4179225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8" name="Oval 1368"/>
                        <wps:cNvSpPr/>
                        <wps:spPr>
                          <a:xfrm>
                            <a:off x="481518" y="4819705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9" name="Oval 1369"/>
                        <wps:cNvSpPr/>
                        <wps:spPr>
                          <a:xfrm>
                            <a:off x="482623" y="4887789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0" name="Oval 1370"/>
                        <wps:cNvSpPr/>
                        <wps:spPr>
                          <a:xfrm>
                            <a:off x="508642" y="449366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1" name="Oval 1371"/>
                        <wps:cNvSpPr/>
                        <wps:spPr>
                          <a:xfrm>
                            <a:off x="617905" y="474640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2" name="Oval 1372"/>
                        <wps:cNvSpPr/>
                        <wps:spPr>
                          <a:xfrm>
                            <a:off x="526821" y="4183258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3" name="Oval 1373"/>
                        <wps:cNvSpPr/>
                        <wps:spPr>
                          <a:xfrm>
                            <a:off x="597734" y="4827526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4" name="Oval 1374"/>
                        <wps:cNvSpPr/>
                        <wps:spPr>
                          <a:xfrm>
                            <a:off x="598474" y="4885311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5" name="Oval 1375"/>
                        <wps:cNvSpPr/>
                        <wps:spPr>
                          <a:xfrm>
                            <a:off x="611296" y="449179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6" name="Oval 1376"/>
                        <wps:cNvSpPr/>
                        <wps:spPr>
                          <a:xfrm>
                            <a:off x="771146" y="474453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7" name="Oval 1377"/>
                        <wps:cNvSpPr/>
                        <wps:spPr>
                          <a:xfrm>
                            <a:off x="717739" y="482566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8" name="Oval 1378"/>
                        <wps:cNvSpPr/>
                        <wps:spPr>
                          <a:xfrm>
                            <a:off x="718478" y="4887789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9" name="Oval 1379"/>
                        <wps:cNvSpPr/>
                        <wps:spPr>
                          <a:xfrm>
                            <a:off x="710160" y="449583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0" name="Oval 1380"/>
                        <wps:cNvSpPr/>
                        <wps:spPr>
                          <a:xfrm>
                            <a:off x="922307" y="474084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1" name="Oval 1381"/>
                        <wps:cNvSpPr/>
                        <wps:spPr>
                          <a:xfrm>
                            <a:off x="837745" y="4821967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2" name="Oval 1382"/>
                        <wps:cNvSpPr/>
                        <wps:spPr>
                          <a:xfrm>
                            <a:off x="836406" y="4879753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3" name="Oval 1383"/>
                        <wps:cNvSpPr/>
                        <wps:spPr>
                          <a:xfrm>
                            <a:off x="539660" y="488561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4" name="Oval 1384"/>
                        <wps:cNvSpPr/>
                        <wps:spPr>
                          <a:xfrm>
                            <a:off x="657588" y="4885926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5" name="Oval 1385"/>
                        <wps:cNvSpPr/>
                        <wps:spPr>
                          <a:xfrm>
                            <a:off x="777592" y="4885618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6" name="Oval 1386"/>
                        <wps:cNvSpPr/>
                        <wps:spPr>
                          <a:xfrm>
                            <a:off x="537906" y="4821323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7" name="Oval 1387"/>
                        <wps:cNvSpPr/>
                        <wps:spPr>
                          <a:xfrm>
                            <a:off x="657910" y="4819461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8" name="Oval 1388"/>
                        <wps:cNvSpPr/>
                        <wps:spPr>
                          <a:xfrm>
                            <a:off x="777913" y="482349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9" name="Oval 1389"/>
                        <wps:cNvSpPr/>
                        <wps:spPr>
                          <a:xfrm>
                            <a:off x="543006" y="4742905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0" name="Oval 1390"/>
                        <wps:cNvSpPr/>
                        <wps:spPr>
                          <a:xfrm>
                            <a:off x="698325" y="474104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1" name="Oval 1391"/>
                        <wps:cNvSpPr/>
                        <wps:spPr>
                          <a:xfrm>
                            <a:off x="847411" y="473734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2" name="Oval 1392"/>
                        <wps:cNvSpPr/>
                        <wps:spPr>
                          <a:xfrm>
                            <a:off x="955080" y="4881923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3" name="Oval 1393"/>
                        <wps:cNvSpPr/>
                        <wps:spPr>
                          <a:xfrm>
                            <a:off x="896267" y="4880061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4" name="Oval 1394"/>
                        <wps:cNvSpPr/>
                        <wps:spPr>
                          <a:xfrm>
                            <a:off x="959589" y="481920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5" name="Oval 1395"/>
                        <wps:cNvSpPr/>
                        <wps:spPr>
                          <a:xfrm>
                            <a:off x="899761" y="4813000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6" name="Oval 1396"/>
                        <wps:cNvSpPr/>
                        <wps:spPr>
                          <a:xfrm>
                            <a:off x="808272" y="4481381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7" name="Oval 1397"/>
                        <wps:cNvSpPr/>
                        <wps:spPr>
                          <a:xfrm>
                            <a:off x="638064" y="4183210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8" name="Oval 1398"/>
                        <wps:cNvSpPr/>
                        <wps:spPr>
                          <a:xfrm>
                            <a:off x="758069" y="4171787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9" name="Oval 1399"/>
                        <wps:cNvSpPr/>
                        <wps:spPr>
                          <a:xfrm>
                            <a:off x="901672" y="448444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0" name="Oval 1400"/>
                        <wps:cNvSpPr/>
                        <wps:spPr>
                          <a:xfrm>
                            <a:off x="870409" y="4174854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1" name="Oval 1401"/>
                        <wps:cNvSpPr/>
                        <wps:spPr>
                          <a:xfrm>
                            <a:off x="420389" y="4873949"/>
                            <a:ext cx="49005" cy="464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2" name="Oval 1402"/>
                        <wps:cNvSpPr/>
                        <wps:spPr>
                          <a:xfrm>
                            <a:off x="406752" y="474351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3" name="Oval 1403"/>
                        <wps:cNvSpPr/>
                        <wps:spPr>
                          <a:xfrm>
                            <a:off x="421309" y="4818082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4" name="Oval 1404"/>
                        <wps:cNvSpPr/>
                        <wps:spPr>
                          <a:xfrm>
                            <a:off x="2009502" y="4507544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5" name="Oval 1405"/>
                        <wps:cNvSpPr/>
                        <wps:spPr>
                          <a:xfrm>
                            <a:off x="1993467" y="4197140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6" name="Oval 1406"/>
                        <wps:cNvSpPr/>
                        <wps:spPr>
                          <a:xfrm>
                            <a:off x="2106656" y="4511575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7" name="Oval 1407"/>
                        <wps:cNvSpPr/>
                        <wps:spPr>
                          <a:xfrm>
                            <a:off x="2204556" y="476946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8" name="Oval 1408"/>
                        <wps:cNvSpPr/>
                        <wps:spPr>
                          <a:xfrm>
                            <a:off x="2103168" y="4190869"/>
                            <a:ext cx="118872" cy="11701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9" name="Oval 1409"/>
                        <wps:cNvSpPr/>
                        <wps:spPr>
                          <a:xfrm>
                            <a:off x="2178669" y="4900405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0" name="Oval 1410"/>
                        <wps:cNvSpPr/>
                        <wps:spPr>
                          <a:xfrm>
                            <a:off x="2129657" y="476597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1" name="Oval 1411"/>
                        <wps:cNvSpPr/>
                        <wps:spPr>
                          <a:xfrm rot="2647759">
                            <a:off x="135803" y="2840078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2" name="Oval 1412"/>
                        <wps:cNvSpPr/>
                        <wps:spPr>
                          <a:xfrm rot="2647759">
                            <a:off x="130592" y="2550106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3" name="Oval 1413"/>
                        <wps:cNvSpPr/>
                        <wps:spPr>
                          <a:xfrm rot="2647759">
                            <a:off x="458933" y="2859853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4" name="Oval 1414"/>
                        <wps:cNvSpPr/>
                        <wps:spPr>
                          <a:xfrm rot="2647759">
                            <a:off x="292476" y="2706373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5" name="Oval 1415"/>
                        <wps:cNvSpPr/>
                        <wps:spPr>
                          <a:xfrm rot="2647759">
                            <a:off x="264824" y="3149061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6" name="Oval 1416"/>
                        <wps:cNvSpPr/>
                        <wps:spPr>
                          <a:xfrm rot="2647759">
                            <a:off x="176310" y="3063964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7" name="Oval 1417"/>
                        <wps:cNvSpPr/>
                        <wps:spPr>
                          <a:xfrm rot="2647759">
                            <a:off x="261209" y="2961349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8" name="Oval 1418"/>
                        <wps:cNvSpPr/>
                        <wps:spPr>
                          <a:xfrm rot="2647759">
                            <a:off x="321433" y="240230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9" name="Oval 1419"/>
                        <wps:cNvSpPr/>
                        <wps:spPr>
                          <a:xfrm rot="2647759">
                            <a:off x="543215" y="2592333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0" name="Oval 1420"/>
                        <wps:cNvSpPr/>
                        <wps:spPr>
                          <a:xfrm rot="2647759">
                            <a:off x="187110" y="1854509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1" name="Oval 1421"/>
                        <wps:cNvSpPr/>
                        <wps:spPr>
                          <a:xfrm rot="2647759">
                            <a:off x="664383" y="2308550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2" name="Oval 1422"/>
                        <wps:cNvSpPr/>
                        <wps:spPr>
                          <a:xfrm rot="2647759">
                            <a:off x="434294" y="2066995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3" name="Oval 1423"/>
                        <wps:cNvSpPr/>
                        <wps:spPr>
                          <a:xfrm rot="2647759">
                            <a:off x="349945" y="3235131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4" name="Oval 1424"/>
                        <wps:cNvSpPr/>
                        <wps:spPr>
                          <a:xfrm rot="2647759">
                            <a:off x="389182" y="3078495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5" name="Oval 1425"/>
                        <wps:cNvSpPr/>
                        <wps:spPr>
                          <a:xfrm rot="2647759">
                            <a:off x="1225267" y="2577266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6" name="Oval 1426"/>
                        <wps:cNvSpPr/>
                        <wps:spPr>
                          <a:xfrm rot="2647759">
                            <a:off x="1408717" y="274459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7" name="Oval 1427"/>
                        <wps:cNvSpPr/>
                        <wps:spPr>
                          <a:xfrm rot="2647759">
                            <a:off x="1564915" y="289323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8" name="Oval 1428"/>
                        <wps:cNvSpPr/>
                        <wps:spPr>
                          <a:xfrm rot="2647759">
                            <a:off x="1747753" y="306906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9" name="Oval 1429"/>
                        <wps:cNvSpPr/>
                        <wps:spPr>
                          <a:xfrm rot="2647759">
                            <a:off x="1310261" y="265155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0" name="Oval 1430"/>
                        <wps:cNvSpPr/>
                        <wps:spPr>
                          <a:xfrm rot="2647759">
                            <a:off x="1491147" y="282648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" name="Oval 1431"/>
                        <wps:cNvSpPr/>
                        <wps:spPr>
                          <a:xfrm rot="2647759">
                            <a:off x="1659238" y="2983965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2" name="Oval 1432"/>
                        <wps:cNvSpPr/>
                        <wps:spPr>
                          <a:xfrm rot="2647759">
                            <a:off x="1287736" y="2454648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" name="Oval 1433"/>
                        <wps:cNvSpPr/>
                        <wps:spPr>
                          <a:xfrm rot="2647759">
                            <a:off x="1417079" y="2573403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4" name="Oval 1434"/>
                        <wps:cNvSpPr/>
                        <wps:spPr>
                          <a:xfrm rot="2647759">
                            <a:off x="1545865" y="2700636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5" name="Oval 1435"/>
                        <wps:cNvSpPr/>
                        <wps:spPr>
                          <a:xfrm rot="2647759">
                            <a:off x="1796100" y="2931756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6" name="Oval 1436"/>
                        <wps:cNvSpPr/>
                        <wps:spPr>
                          <a:xfrm rot="2647759">
                            <a:off x="1671217" y="2811380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7" name="Oval 1437"/>
                        <wps:cNvSpPr/>
                        <wps:spPr>
                          <a:xfrm rot="2647759">
                            <a:off x="1474168" y="2341929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8" name="Oval 1438"/>
                        <wps:cNvSpPr/>
                        <wps:spPr>
                          <a:xfrm rot="2647759">
                            <a:off x="1631088" y="2494541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9" name="Oval 1439"/>
                        <wps:cNvSpPr/>
                        <wps:spPr>
                          <a:xfrm rot="2647759">
                            <a:off x="1790888" y="2641784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0" name="Oval 1440"/>
                        <wps:cNvSpPr/>
                        <wps:spPr>
                          <a:xfrm rot="2647759">
                            <a:off x="1952772" y="2798052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1" name="Oval 1441"/>
                        <wps:cNvSpPr/>
                        <wps:spPr>
                          <a:xfrm rot="2647759">
                            <a:off x="1925121" y="3240739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2" name="Oval 1442"/>
                        <wps:cNvSpPr/>
                        <wps:spPr>
                          <a:xfrm rot="2647759">
                            <a:off x="1836606" y="315564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3" name="Oval 1443"/>
                        <wps:cNvSpPr/>
                        <wps:spPr>
                          <a:xfrm rot="2647759">
                            <a:off x="1921506" y="3053028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4" name="Oval 1444"/>
                        <wps:cNvSpPr/>
                        <wps:spPr>
                          <a:xfrm rot="2647759">
                            <a:off x="1566251" y="2100709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5" name="Oval 1445"/>
                        <wps:cNvSpPr/>
                        <wps:spPr>
                          <a:xfrm rot="2647759">
                            <a:off x="1774064" y="228804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6" name="Oval 1446"/>
                        <wps:cNvSpPr/>
                        <wps:spPr>
                          <a:xfrm rot="2647759">
                            <a:off x="2010241" y="3326809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7" name="Oval 1447"/>
                        <wps:cNvSpPr/>
                        <wps:spPr>
                          <a:xfrm rot="2647759">
                            <a:off x="436194" y="1831031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8" name="Oval 1448"/>
                        <wps:cNvSpPr/>
                        <wps:spPr>
                          <a:xfrm rot="2647759">
                            <a:off x="619643" y="1998357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9" name="Oval 1449"/>
                        <wps:cNvSpPr/>
                        <wps:spPr>
                          <a:xfrm rot="2647759">
                            <a:off x="775841" y="214700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0" name="Oval 1450"/>
                        <wps:cNvSpPr/>
                        <wps:spPr>
                          <a:xfrm rot="2647759">
                            <a:off x="958679" y="2322827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1" name="Oval 1451"/>
                        <wps:cNvSpPr/>
                        <wps:spPr>
                          <a:xfrm rot="2647759">
                            <a:off x="521189" y="190532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2" name="Oval 1452"/>
                        <wps:cNvSpPr/>
                        <wps:spPr>
                          <a:xfrm rot="2647759">
                            <a:off x="702074" y="2080247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3" name="Oval 1453"/>
                        <wps:cNvSpPr/>
                        <wps:spPr>
                          <a:xfrm rot="2647759">
                            <a:off x="870164" y="2237731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4" name="Oval 1454"/>
                        <wps:cNvSpPr/>
                        <wps:spPr>
                          <a:xfrm rot="2647759">
                            <a:off x="498662" y="1708414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5" name="Oval 1455"/>
                        <wps:cNvSpPr/>
                        <wps:spPr>
                          <a:xfrm rot="2647759">
                            <a:off x="628007" y="1827168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6" name="Oval 1456"/>
                        <wps:cNvSpPr/>
                        <wps:spPr>
                          <a:xfrm rot="2647759">
                            <a:off x="756791" y="1954401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7" name="Oval 1457"/>
                        <wps:cNvSpPr/>
                        <wps:spPr>
                          <a:xfrm rot="2647759">
                            <a:off x="1007026" y="2185522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8" name="Oval 1458"/>
                        <wps:cNvSpPr/>
                        <wps:spPr>
                          <a:xfrm rot="2647759">
                            <a:off x="882144" y="2065145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9" name="Oval 1459"/>
                        <wps:cNvSpPr/>
                        <wps:spPr>
                          <a:xfrm rot="2647759">
                            <a:off x="808344" y="1731215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0" name="Oval 1460"/>
                        <wps:cNvSpPr/>
                        <wps:spPr>
                          <a:xfrm rot="2647759">
                            <a:off x="965265" y="188382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1" name="Oval 1461"/>
                        <wps:cNvSpPr/>
                        <wps:spPr>
                          <a:xfrm rot="2647759">
                            <a:off x="1125064" y="2031070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2" name="Oval 1462"/>
                        <wps:cNvSpPr/>
                        <wps:spPr>
                          <a:xfrm rot="2647759">
                            <a:off x="1286950" y="218733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3" name="Oval 1463"/>
                        <wps:cNvSpPr/>
                        <wps:spPr>
                          <a:xfrm rot="2647759">
                            <a:off x="1136048" y="2494505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4" name="Oval 1464"/>
                        <wps:cNvSpPr/>
                        <wps:spPr>
                          <a:xfrm rot="2647759">
                            <a:off x="1047534" y="240940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5" name="Oval 1465"/>
                        <wps:cNvSpPr/>
                        <wps:spPr>
                          <a:xfrm rot="2647759">
                            <a:off x="1132433" y="2306793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6" name="Oval 1466"/>
                        <wps:cNvSpPr/>
                        <wps:spPr>
                          <a:xfrm rot="2647759">
                            <a:off x="921045" y="1505269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7" name="Oval 1467"/>
                        <wps:cNvSpPr/>
                        <wps:spPr>
                          <a:xfrm rot="2647759">
                            <a:off x="1128858" y="1692601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8" name="Oval 1468"/>
                        <wps:cNvSpPr/>
                        <wps:spPr>
                          <a:xfrm rot="2647759">
                            <a:off x="1336524" y="1898539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9" name="Oval 1469"/>
                        <wps:cNvSpPr/>
                        <wps:spPr>
                          <a:xfrm rot="2647759">
                            <a:off x="1094991" y="1249909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0" name="Oval 1470"/>
                        <wps:cNvSpPr/>
                        <wps:spPr>
                          <a:xfrm rot="2647759">
                            <a:off x="1572265" y="1703950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1" name="Oval 1471"/>
                        <wps:cNvSpPr/>
                        <wps:spPr>
                          <a:xfrm rot="2647759">
                            <a:off x="1342175" y="1462394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2" name="Oval 1472"/>
                        <wps:cNvSpPr/>
                        <wps:spPr>
                          <a:xfrm rot="2647759">
                            <a:off x="641051" y="1565882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3" name="Oval 1473"/>
                        <wps:cNvSpPr/>
                        <wps:spPr>
                          <a:xfrm rot="2647759">
                            <a:off x="719578" y="1305378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4" name="Oval 1474"/>
                        <wps:cNvSpPr/>
                        <wps:spPr>
                          <a:xfrm rot="2647759">
                            <a:off x="849472" y="1026683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5" name="Oval 1475"/>
                        <wps:cNvSpPr/>
                        <wps:spPr>
                          <a:xfrm rot="20000180">
                            <a:off x="358715" y="1748434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6" name="Oval 1476"/>
                        <wps:cNvSpPr/>
                        <wps:spPr>
                          <a:xfrm rot="20000180">
                            <a:off x="377851" y="1589706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7" name="Oval 1477"/>
                        <wps:cNvSpPr/>
                        <wps:spPr>
                          <a:xfrm rot="20000180">
                            <a:off x="469437" y="141582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8" name="Oval 1478"/>
                        <wps:cNvSpPr/>
                        <wps:spPr>
                          <a:xfrm rot="20000180">
                            <a:off x="504633" y="1133658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9" name="Oval 1479"/>
                        <wps:cNvSpPr/>
                        <wps:spPr>
                          <a:xfrm rot="20000180">
                            <a:off x="598940" y="812457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0" name="Oval 1480"/>
                        <wps:cNvSpPr/>
                        <wps:spPr>
                          <a:xfrm rot="20000180">
                            <a:off x="266536" y="165911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1" name="Oval 1481"/>
                        <wps:cNvSpPr/>
                        <wps:spPr>
                          <a:xfrm rot="20000180">
                            <a:off x="241565" y="1459125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2" name="Oval 1482"/>
                        <wps:cNvSpPr/>
                        <wps:spPr>
                          <a:xfrm rot="20000180">
                            <a:off x="311718" y="125706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3" name="Oval 1483"/>
                        <wps:cNvSpPr/>
                        <wps:spPr>
                          <a:xfrm rot="20000180">
                            <a:off x="185143" y="1582521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4" name="Oval 1484"/>
                        <wps:cNvSpPr/>
                        <wps:spPr>
                          <a:xfrm rot="20000180">
                            <a:off x="309978" y="92317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5" name="Oval 1485"/>
                        <wps:cNvSpPr/>
                        <wps:spPr>
                          <a:xfrm rot="2647759">
                            <a:off x="2054442" y="1869976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6" name="Oval 1486"/>
                        <wps:cNvSpPr/>
                        <wps:spPr>
                          <a:xfrm rot="20000180">
                            <a:off x="1976963" y="178737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7" name="Oval 1487"/>
                        <wps:cNvSpPr/>
                        <wps:spPr>
                          <a:xfrm rot="20000180">
                            <a:off x="1996099" y="1628651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8" name="Oval 1488"/>
                        <wps:cNvSpPr/>
                        <wps:spPr>
                          <a:xfrm rot="20000180">
                            <a:off x="1884784" y="1698058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9" name="Oval 1489"/>
                        <wps:cNvSpPr/>
                        <wps:spPr>
                          <a:xfrm rot="20000180">
                            <a:off x="1859813" y="1498070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0" name="Oval 1490"/>
                        <wps:cNvSpPr/>
                        <wps:spPr>
                          <a:xfrm rot="20000180">
                            <a:off x="1929967" y="1296012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1" name="Oval 1491"/>
                        <wps:cNvSpPr/>
                        <wps:spPr>
                          <a:xfrm rot="20000180">
                            <a:off x="1803391" y="1621466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2" name="Oval 1492"/>
                        <wps:cNvSpPr/>
                        <wps:spPr>
                          <a:xfrm rot="20000180">
                            <a:off x="1711212" y="1532145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3" name="Oval 1493"/>
                        <wps:cNvSpPr/>
                        <wps:spPr>
                          <a:xfrm rot="20000180">
                            <a:off x="1632687" y="145270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4" name="Oval 1494"/>
                        <wps:cNvSpPr/>
                        <wps:spPr>
                          <a:xfrm rot="20000180">
                            <a:off x="1745310" y="1373388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5" name="Oval 1495"/>
                        <wps:cNvSpPr/>
                        <wps:spPr>
                          <a:xfrm rot="20000180">
                            <a:off x="1743410" y="1120096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6" name="Oval 1496"/>
                        <wps:cNvSpPr/>
                        <wps:spPr>
                          <a:xfrm rot="20000180">
                            <a:off x="1540508" y="1363382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7" name="Oval 1497"/>
                        <wps:cNvSpPr/>
                        <wps:spPr>
                          <a:xfrm rot="20000180">
                            <a:off x="1623826" y="1257469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8" name="Oval 1498"/>
                        <wps:cNvSpPr/>
                        <wps:spPr>
                          <a:xfrm rot="20000180">
                            <a:off x="1585691" y="961336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9" name="Oval 1499"/>
                        <wps:cNvSpPr/>
                        <wps:spPr>
                          <a:xfrm rot="20000180">
                            <a:off x="1459116" y="1286790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0" name="Oval 1500"/>
                        <wps:cNvSpPr/>
                        <wps:spPr>
                          <a:xfrm rot="20000180">
                            <a:off x="1366937" y="1197469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1" name="Oval 1501"/>
                        <wps:cNvSpPr/>
                        <wps:spPr>
                          <a:xfrm rot="20000180">
                            <a:off x="1506819" y="1134616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2" name="Oval 1502"/>
                        <wps:cNvSpPr/>
                        <wps:spPr>
                          <a:xfrm rot="20000180">
                            <a:off x="1385335" y="1018697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3" name="Oval 1503"/>
                        <wps:cNvSpPr/>
                        <wps:spPr>
                          <a:xfrm rot="20000180">
                            <a:off x="1287807" y="1124603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4" name="Oval 1504"/>
                        <wps:cNvSpPr/>
                        <wps:spPr>
                          <a:xfrm rot="20000180">
                            <a:off x="1668443" y="60287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5" name="Oval 1505"/>
                        <wps:cNvSpPr/>
                        <wps:spPr>
                          <a:xfrm rot="20000180">
                            <a:off x="1091539" y="785193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6" name="Oval 1506"/>
                        <wps:cNvSpPr/>
                        <wps:spPr>
                          <a:xfrm rot="20000180">
                            <a:off x="1701715" y="817028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7" name="Oval 1507"/>
                        <wps:cNvSpPr/>
                        <wps:spPr>
                          <a:xfrm rot="20000180">
                            <a:off x="1420148" y="714073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8" name="Oval 1508"/>
                        <wps:cNvSpPr/>
                        <wps:spPr>
                          <a:xfrm rot="20000180">
                            <a:off x="343492" y="330306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9" name="Oval 1509"/>
                        <wps:cNvSpPr/>
                        <wps:spPr>
                          <a:xfrm rot="20000180">
                            <a:off x="378787" y="66423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0" name="Oval 1510"/>
                        <wps:cNvSpPr/>
                        <wps:spPr>
                          <a:xfrm rot="20000180">
                            <a:off x="840684" y="331692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1" name="Oval 1511"/>
                        <wps:cNvSpPr/>
                        <wps:spPr>
                          <a:xfrm rot="20000180">
                            <a:off x="861535" y="672837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2" name="Oval 1512"/>
                        <wps:cNvSpPr/>
                        <wps:spPr>
                          <a:xfrm rot="20000180">
                            <a:off x="651206" y="584426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3" name="Oval 1513"/>
                        <wps:cNvSpPr/>
                        <wps:spPr>
                          <a:xfrm rot="20000180">
                            <a:off x="1757159" y="386480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4" name="Oval 1514"/>
                        <wps:cNvSpPr/>
                        <wps:spPr>
                          <a:xfrm rot="20000180">
                            <a:off x="1150198" y="439711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5" name="Oval 1515"/>
                        <wps:cNvSpPr/>
                        <wps:spPr>
                          <a:xfrm rot="20000180">
                            <a:off x="1478807" y="404701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" name="Oval 1516"/>
                        <wps:cNvSpPr/>
                        <wps:spPr>
                          <a:xfrm rot="20000180">
                            <a:off x="643086" y="341426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7" name="Oval 1517"/>
                        <wps:cNvSpPr/>
                        <wps:spPr>
                          <a:xfrm>
                            <a:off x="917990" y="4274589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8" name="Oval 1518"/>
                        <wps:cNvSpPr/>
                        <wps:spPr>
                          <a:xfrm>
                            <a:off x="1032245" y="4278622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9" name="Oval 1519"/>
                        <wps:cNvSpPr/>
                        <wps:spPr>
                          <a:xfrm rot="2647759">
                            <a:off x="99804" y="3961855"/>
                            <a:ext cx="222396" cy="2223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0" name="Oval 1520"/>
                        <wps:cNvSpPr/>
                        <wps:spPr>
                          <a:xfrm>
                            <a:off x="1143487" y="4278574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1" name="Oval 1521"/>
                        <wps:cNvSpPr/>
                        <wps:spPr>
                          <a:xfrm>
                            <a:off x="1257742" y="4282607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2" name="Oval 1522"/>
                        <wps:cNvSpPr/>
                        <wps:spPr>
                          <a:xfrm>
                            <a:off x="1370081" y="4285674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3" name="Oval 1523"/>
                        <wps:cNvSpPr/>
                        <wps:spPr>
                          <a:xfrm>
                            <a:off x="1482343" y="4287852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4" name="Oval 1524"/>
                        <wps:cNvSpPr/>
                        <wps:spPr>
                          <a:xfrm>
                            <a:off x="1596597" y="4291885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5" name="Oval 1525"/>
                        <wps:cNvSpPr/>
                        <wps:spPr>
                          <a:xfrm>
                            <a:off x="1707840" y="4291836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6" name="Oval 1526"/>
                        <wps:cNvSpPr/>
                        <wps:spPr>
                          <a:xfrm>
                            <a:off x="1816343" y="4295870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7" name="Oval 1527"/>
                        <wps:cNvSpPr/>
                        <wps:spPr>
                          <a:xfrm>
                            <a:off x="1928682" y="4298937"/>
                            <a:ext cx="100584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8" name="Oval 1528"/>
                        <wps:cNvSpPr/>
                        <wps:spPr>
                          <a:xfrm>
                            <a:off x="172285" y="4274056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9" name="Oval 1529"/>
                        <wps:cNvSpPr/>
                        <wps:spPr>
                          <a:xfrm>
                            <a:off x="278873" y="4277124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0" name="Oval 1530"/>
                        <wps:cNvSpPr/>
                        <wps:spPr>
                          <a:xfrm>
                            <a:off x="385384" y="4279301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1" name="Oval 1531"/>
                        <wps:cNvSpPr/>
                        <wps:spPr>
                          <a:xfrm>
                            <a:off x="488136" y="4283334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2" name="Oval 1532"/>
                        <wps:cNvSpPr/>
                        <wps:spPr>
                          <a:xfrm>
                            <a:off x="593628" y="4283286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3" name="Oval 1533"/>
                        <wps:cNvSpPr/>
                        <wps:spPr>
                          <a:xfrm>
                            <a:off x="696380" y="4287319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4" name="Oval 1534"/>
                        <wps:cNvSpPr/>
                        <wps:spPr>
                          <a:xfrm>
                            <a:off x="808720" y="4274930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5" name="Oval 1535"/>
                        <wps:cNvSpPr/>
                        <wps:spPr>
                          <a:xfrm>
                            <a:off x="1931778" y="4297216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6" name="Oval 1536"/>
                        <wps:cNvSpPr/>
                        <wps:spPr>
                          <a:xfrm>
                            <a:off x="2051783" y="4301249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7" name="Oval 1537"/>
                        <wps:cNvSpPr/>
                        <wps:spPr>
                          <a:xfrm rot="2647759">
                            <a:off x="1866705" y="3480412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8" name="Oval 1538"/>
                        <wps:cNvSpPr/>
                        <wps:spPr>
                          <a:xfrm rot="2647759">
                            <a:off x="1818244" y="1941754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9" name="Oval 1539"/>
                        <wps:cNvSpPr/>
                        <wps:spPr>
                          <a:xfrm rot="2647759">
                            <a:off x="140227" y="2192284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0" name="Oval 1540"/>
                        <wps:cNvSpPr/>
                        <wps:spPr>
                          <a:xfrm rot="20000180">
                            <a:off x="952484" y="89330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1" name="Oval 1541"/>
                        <wps:cNvSpPr/>
                        <wps:spPr>
                          <a:xfrm rot="20000180">
                            <a:off x="1875546" y="556253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2" name="Oval 1542"/>
                        <wps:cNvSpPr/>
                        <wps:spPr>
                          <a:xfrm rot="20000180">
                            <a:off x="1959401" y="1069892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3" name="Oval 1543"/>
                        <wps:cNvSpPr/>
                        <wps:spPr>
                          <a:xfrm rot="2647759">
                            <a:off x="92267" y="1495257"/>
                            <a:ext cx="111199" cy="11119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4" name="Oval 1544"/>
                        <wps:cNvSpPr/>
                        <wps:spPr>
                          <a:xfrm rot="20000180">
                            <a:off x="136286" y="1309312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5" name="Oval 1545"/>
                        <wps:cNvSpPr/>
                        <wps:spPr>
                          <a:xfrm rot="20000180">
                            <a:off x="0" y="1178731"/>
                            <a:ext cx="166797" cy="1667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6" name="Oval 1546"/>
                        <wps:cNvSpPr/>
                        <wps:spPr>
                          <a:xfrm rot="20000180">
                            <a:off x="118129" y="1080137"/>
                            <a:ext cx="222396" cy="22239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7" name="Oval 1547"/>
                        <wps:cNvSpPr/>
                        <wps:spPr>
                          <a:xfrm rot="20000180">
                            <a:off x="43093" y="448273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8" name="Oval 1548"/>
                        <wps:cNvSpPr/>
                        <wps:spPr>
                          <a:xfrm rot="20000180">
                            <a:off x="93823" y="768697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9" name="Oval 1549"/>
                        <wps:cNvSpPr>
                          <a:spLocks noChangeAspect="1"/>
                        </wps:cNvSpPr>
                        <wps:spPr>
                          <a:xfrm>
                            <a:off x="758670" y="4930367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0" name="Oval 1550"/>
                        <wps:cNvSpPr>
                          <a:spLocks noChangeAspect="1"/>
                        </wps:cNvSpPr>
                        <wps:spPr>
                          <a:xfrm>
                            <a:off x="764819" y="4986342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1" name="Oval 1551"/>
                        <wps:cNvSpPr>
                          <a:spLocks noChangeAspect="1"/>
                        </wps:cNvSpPr>
                        <wps:spPr>
                          <a:xfrm>
                            <a:off x="768194" y="503070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2" name="Oval 1552"/>
                        <wps:cNvSpPr>
                          <a:spLocks noChangeAspect="1"/>
                        </wps:cNvSpPr>
                        <wps:spPr>
                          <a:xfrm>
                            <a:off x="861536" y="4933150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3" name="Oval 1553"/>
                        <wps:cNvSpPr>
                          <a:spLocks noChangeAspect="1"/>
                        </wps:cNvSpPr>
                        <wps:spPr>
                          <a:xfrm>
                            <a:off x="847618" y="498912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4" name="Oval 1554"/>
                        <wps:cNvSpPr>
                          <a:spLocks noChangeAspect="1"/>
                        </wps:cNvSpPr>
                        <wps:spPr>
                          <a:xfrm>
                            <a:off x="848129" y="502899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5" name="Oval 1555"/>
                        <wps:cNvSpPr>
                          <a:spLocks noChangeAspect="1"/>
                        </wps:cNvSpPr>
                        <wps:spPr>
                          <a:xfrm>
                            <a:off x="967269" y="4931865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6" name="Oval 1556"/>
                        <wps:cNvSpPr>
                          <a:spLocks noChangeAspect="1"/>
                        </wps:cNvSpPr>
                        <wps:spPr>
                          <a:xfrm>
                            <a:off x="930419" y="498783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7" name="Oval 1557"/>
                        <wps:cNvSpPr>
                          <a:spLocks noChangeAspect="1"/>
                        </wps:cNvSpPr>
                        <wps:spPr>
                          <a:xfrm>
                            <a:off x="930929" y="503070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8" name="Oval 1558"/>
                        <wps:cNvSpPr>
                          <a:spLocks noChangeAspect="1"/>
                        </wps:cNvSpPr>
                        <wps:spPr>
                          <a:xfrm>
                            <a:off x="1066340" y="4934647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9" name="Oval 1559"/>
                        <wps:cNvSpPr>
                          <a:spLocks noChangeAspect="1"/>
                        </wps:cNvSpPr>
                        <wps:spPr>
                          <a:xfrm>
                            <a:off x="1013220" y="4990622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0" name="Oval 1560"/>
                        <wps:cNvSpPr>
                          <a:spLocks noChangeAspect="1"/>
                        </wps:cNvSpPr>
                        <wps:spPr>
                          <a:xfrm>
                            <a:off x="1012296" y="5030493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1" name="Oval 1561"/>
                        <wps:cNvSpPr>
                          <a:spLocks noChangeAspect="1"/>
                        </wps:cNvSpPr>
                        <wps:spPr>
                          <a:xfrm>
                            <a:off x="807548" y="5029207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2" name="Oval 1562"/>
                        <wps:cNvSpPr>
                          <a:spLocks noChangeAspect="1"/>
                        </wps:cNvSpPr>
                        <wps:spPr>
                          <a:xfrm>
                            <a:off x="888916" y="502942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3" name="Oval 1563"/>
                        <wps:cNvSpPr>
                          <a:spLocks noChangeAspect="1"/>
                        </wps:cNvSpPr>
                        <wps:spPr>
                          <a:xfrm>
                            <a:off x="971716" y="5029207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4" name="Oval 1564"/>
                        <wps:cNvSpPr>
                          <a:spLocks noChangeAspect="1"/>
                        </wps:cNvSpPr>
                        <wps:spPr>
                          <a:xfrm>
                            <a:off x="806338" y="498484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5" name="Oval 1565"/>
                        <wps:cNvSpPr>
                          <a:spLocks noChangeAspect="1"/>
                        </wps:cNvSpPr>
                        <wps:spPr>
                          <a:xfrm>
                            <a:off x="889138" y="498356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6" name="Oval 1566"/>
                        <wps:cNvSpPr>
                          <a:spLocks noChangeAspect="1"/>
                        </wps:cNvSpPr>
                        <wps:spPr>
                          <a:xfrm>
                            <a:off x="971938" y="4986342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7" name="Oval 1567"/>
                        <wps:cNvSpPr>
                          <a:spLocks noChangeAspect="1"/>
                        </wps:cNvSpPr>
                        <wps:spPr>
                          <a:xfrm>
                            <a:off x="809858" y="493073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8" name="Oval 1568"/>
                        <wps:cNvSpPr>
                          <a:spLocks noChangeAspect="1"/>
                        </wps:cNvSpPr>
                        <wps:spPr>
                          <a:xfrm>
                            <a:off x="917024" y="4929453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9" name="Oval 1569"/>
                        <wps:cNvSpPr>
                          <a:spLocks noChangeAspect="1"/>
                        </wps:cNvSpPr>
                        <wps:spPr>
                          <a:xfrm>
                            <a:off x="1019890" y="4932236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0" name="Oval 1570"/>
                        <wps:cNvSpPr>
                          <a:spLocks noChangeAspect="1"/>
                        </wps:cNvSpPr>
                        <wps:spPr>
                          <a:xfrm>
                            <a:off x="1094179" y="503199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1" name="Oval 1571"/>
                        <wps:cNvSpPr>
                          <a:spLocks noChangeAspect="1"/>
                        </wps:cNvSpPr>
                        <wps:spPr>
                          <a:xfrm>
                            <a:off x="1053599" y="503070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2" name="Oval 1572"/>
                        <wps:cNvSpPr>
                          <a:spLocks noChangeAspect="1"/>
                        </wps:cNvSpPr>
                        <wps:spPr>
                          <a:xfrm>
                            <a:off x="1092063" y="498871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3" name="Oval 1573"/>
                        <wps:cNvSpPr>
                          <a:spLocks noChangeAspect="1"/>
                        </wps:cNvSpPr>
                        <wps:spPr>
                          <a:xfrm>
                            <a:off x="1056010" y="498443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4" name="Oval 1574"/>
                        <wps:cNvSpPr>
                          <a:spLocks noChangeAspect="1"/>
                        </wps:cNvSpPr>
                        <wps:spPr>
                          <a:xfrm>
                            <a:off x="1159965" y="493951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5" name="Oval 1575"/>
                        <wps:cNvSpPr>
                          <a:spLocks noChangeAspect="1"/>
                        </wps:cNvSpPr>
                        <wps:spPr>
                          <a:xfrm>
                            <a:off x="1168726" y="499288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6" name="Oval 1576"/>
                        <wps:cNvSpPr>
                          <a:spLocks noChangeAspect="1"/>
                        </wps:cNvSpPr>
                        <wps:spPr>
                          <a:xfrm>
                            <a:off x="1169489" y="5032128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7" name="Oval 1577"/>
                        <wps:cNvSpPr>
                          <a:spLocks noChangeAspect="1"/>
                        </wps:cNvSpPr>
                        <wps:spPr>
                          <a:xfrm>
                            <a:off x="1262830" y="4942301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8" name="Oval 1578"/>
                        <wps:cNvSpPr>
                          <a:spLocks noChangeAspect="1"/>
                        </wps:cNvSpPr>
                        <wps:spPr>
                          <a:xfrm>
                            <a:off x="1248913" y="499312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9" name="Oval 1579"/>
                        <wps:cNvSpPr>
                          <a:spLocks noChangeAspect="1"/>
                        </wps:cNvSpPr>
                        <wps:spPr>
                          <a:xfrm>
                            <a:off x="1249423" y="5030419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0" name="Oval 1580"/>
                        <wps:cNvSpPr>
                          <a:spLocks noChangeAspect="1"/>
                        </wps:cNvSpPr>
                        <wps:spPr>
                          <a:xfrm>
                            <a:off x="1368564" y="4941017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1" name="Oval 1581"/>
                        <wps:cNvSpPr>
                          <a:spLocks noChangeAspect="1"/>
                        </wps:cNvSpPr>
                        <wps:spPr>
                          <a:xfrm>
                            <a:off x="1331714" y="499441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2" name="Oval 1582"/>
                        <wps:cNvSpPr>
                          <a:spLocks noChangeAspect="1"/>
                        </wps:cNvSpPr>
                        <wps:spPr>
                          <a:xfrm>
                            <a:off x="1332223" y="5032128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3" name="Oval 1583"/>
                        <wps:cNvSpPr>
                          <a:spLocks noChangeAspect="1"/>
                        </wps:cNvSpPr>
                        <wps:spPr>
                          <a:xfrm>
                            <a:off x="1472861" y="4941223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4" name="Oval 1584"/>
                        <wps:cNvSpPr>
                          <a:spLocks noChangeAspect="1"/>
                        </wps:cNvSpPr>
                        <wps:spPr>
                          <a:xfrm>
                            <a:off x="1414515" y="4994621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5" name="Oval 1585"/>
                        <wps:cNvSpPr>
                          <a:spLocks noChangeAspect="1"/>
                        </wps:cNvSpPr>
                        <wps:spPr>
                          <a:xfrm>
                            <a:off x="1413591" y="503191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6" name="Oval 1586"/>
                        <wps:cNvSpPr>
                          <a:spLocks noChangeAspect="1"/>
                        </wps:cNvSpPr>
                        <wps:spPr>
                          <a:xfrm>
                            <a:off x="1208843" y="503063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7" name="Oval 1587"/>
                        <wps:cNvSpPr>
                          <a:spLocks noChangeAspect="1"/>
                        </wps:cNvSpPr>
                        <wps:spPr>
                          <a:xfrm>
                            <a:off x="1290210" y="5030842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8" name="Oval 1588"/>
                        <wps:cNvSpPr>
                          <a:spLocks noChangeAspect="1"/>
                        </wps:cNvSpPr>
                        <wps:spPr>
                          <a:xfrm>
                            <a:off x="1373011" y="503063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9" name="Oval 1589"/>
                        <wps:cNvSpPr>
                          <a:spLocks noChangeAspect="1"/>
                        </wps:cNvSpPr>
                        <wps:spPr>
                          <a:xfrm>
                            <a:off x="1207633" y="4993996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0" name="Oval 1590"/>
                        <wps:cNvSpPr>
                          <a:spLocks noChangeAspect="1"/>
                        </wps:cNvSpPr>
                        <wps:spPr>
                          <a:xfrm>
                            <a:off x="1290433" y="4992711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1" name="Oval 1591"/>
                        <wps:cNvSpPr>
                          <a:spLocks noChangeAspect="1"/>
                        </wps:cNvSpPr>
                        <wps:spPr>
                          <a:xfrm>
                            <a:off x="1373233" y="4995493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2" name="Oval 1592"/>
                        <wps:cNvSpPr>
                          <a:spLocks noChangeAspect="1"/>
                        </wps:cNvSpPr>
                        <wps:spPr>
                          <a:xfrm>
                            <a:off x="1211152" y="4939890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3" name="Oval 1593"/>
                        <wps:cNvSpPr>
                          <a:spLocks noChangeAspect="1"/>
                        </wps:cNvSpPr>
                        <wps:spPr>
                          <a:xfrm>
                            <a:off x="1318319" y="4938604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4" name="Oval 1594"/>
                        <wps:cNvSpPr>
                          <a:spLocks noChangeAspect="1"/>
                        </wps:cNvSpPr>
                        <wps:spPr>
                          <a:xfrm>
                            <a:off x="1421184" y="4941387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5" name="Oval 1595"/>
                        <wps:cNvSpPr>
                          <a:spLocks noChangeAspect="1"/>
                        </wps:cNvSpPr>
                        <wps:spPr>
                          <a:xfrm>
                            <a:off x="1495473" y="5030837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6" name="Oval 1596"/>
                        <wps:cNvSpPr>
                          <a:spLocks noChangeAspect="1"/>
                        </wps:cNvSpPr>
                        <wps:spPr>
                          <a:xfrm>
                            <a:off x="1454894" y="5029552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7" name="Oval 1597"/>
                        <wps:cNvSpPr>
                          <a:spLocks noChangeAspect="1"/>
                        </wps:cNvSpPr>
                        <wps:spPr>
                          <a:xfrm>
                            <a:off x="1536261" y="5030837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8" name="Oval 1598"/>
                        <wps:cNvSpPr>
                          <a:spLocks noChangeAspect="1"/>
                        </wps:cNvSpPr>
                        <wps:spPr>
                          <a:xfrm>
                            <a:off x="1498584" y="4992713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9" name="Oval 1599"/>
                        <wps:cNvSpPr>
                          <a:spLocks noChangeAspect="1"/>
                        </wps:cNvSpPr>
                        <wps:spPr>
                          <a:xfrm>
                            <a:off x="1457304" y="499101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0" name="Oval 1600"/>
                        <wps:cNvSpPr>
                          <a:spLocks noChangeAspect="1"/>
                        </wps:cNvSpPr>
                        <wps:spPr>
                          <a:xfrm>
                            <a:off x="1529465" y="494333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1" name="Oval 1601"/>
                        <wps:cNvSpPr>
                          <a:spLocks noChangeAspect="1"/>
                        </wps:cNvSpPr>
                        <wps:spPr>
                          <a:xfrm>
                            <a:off x="1547349" y="4992253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2" name="Oval 1602"/>
                        <wps:cNvSpPr>
                          <a:spLocks noChangeAspect="1"/>
                        </wps:cNvSpPr>
                        <wps:spPr>
                          <a:xfrm>
                            <a:off x="1126548" y="503030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3" name="Oval 1603"/>
                        <wps:cNvSpPr>
                          <a:spLocks noChangeAspect="1"/>
                        </wps:cNvSpPr>
                        <wps:spPr>
                          <a:xfrm>
                            <a:off x="1117139" y="4940307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4" name="Oval 1604"/>
                        <wps:cNvSpPr>
                          <a:spLocks noChangeAspect="1"/>
                        </wps:cNvSpPr>
                        <wps:spPr>
                          <a:xfrm>
                            <a:off x="1127183" y="499176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5" name="Oval 1605"/>
                        <wps:cNvSpPr>
                          <a:spLocks noChangeAspect="1"/>
                        </wps:cNvSpPr>
                        <wps:spPr>
                          <a:xfrm>
                            <a:off x="194520" y="492818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6" name="Oval 1606"/>
                        <wps:cNvSpPr>
                          <a:spLocks noChangeAspect="1"/>
                        </wps:cNvSpPr>
                        <wps:spPr>
                          <a:xfrm>
                            <a:off x="157670" y="498415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7" name="Oval 1607"/>
                        <wps:cNvSpPr>
                          <a:spLocks noChangeAspect="1"/>
                        </wps:cNvSpPr>
                        <wps:spPr>
                          <a:xfrm>
                            <a:off x="158179" y="5027021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8" name="Oval 1608"/>
                        <wps:cNvSpPr>
                          <a:spLocks noChangeAspect="1"/>
                        </wps:cNvSpPr>
                        <wps:spPr>
                          <a:xfrm>
                            <a:off x="293591" y="4930963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9" name="Oval 1609"/>
                        <wps:cNvSpPr>
                          <a:spLocks noChangeAspect="1"/>
                        </wps:cNvSpPr>
                        <wps:spPr>
                          <a:xfrm>
                            <a:off x="240471" y="4986938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0" name="Oval 1610"/>
                        <wps:cNvSpPr>
                          <a:spLocks noChangeAspect="1"/>
                        </wps:cNvSpPr>
                        <wps:spPr>
                          <a:xfrm>
                            <a:off x="239547" y="5026809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1" name="Oval 1611"/>
                        <wps:cNvSpPr>
                          <a:spLocks noChangeAspect="1"/>
                        </wps:cNvSpPr>
                        <wps:spPr>
                          <a:xfrm>
                            <a:off x="198967" y="5025523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2" name="Oval 1612"/>
                        <wps:cNvSpPr>
                          <a:spLocks noChangeAspect="1"/>
                        </wps:cNvSpPr>
                        <wps:spPr>
                          <a:xfrm>
                            <a:off x="199189" y="4982658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3" name="Oval 1613"/>
                        <wps:cNvSpPr>
                          <a:spLocks noChangeAspect="1"/>
                        </wps:cNvSpPr>
                        <wps:spPr>
                          <a:xfrm>
                            <a:off x="144275" y="492576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4" name="Oval 1614"/>
                        <wps:cNvSpPr>
                          <a:spLocks noChangeAspect="1"/>
                        </wps:cNvSpPr>
                        <wps:spPr>
                          <a:xfrm>
                            <a:off x="247140" y="492855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5" name="Oval 1615"/>
                        <wps:cNvSpPr>
                          <a:spLocks noChangeAspect="1"/>
                        </wps:cNvSpPr>
                        <wps:spPr>
                          <a:xfrm>
                            <a:off x="321430" y="502830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6" name="Oval 1616"/>
                        <wps:cNvSpPr>
                          <a:spLocks noChangeAspect="1"/>
                        </wps:cNvSpPr>
                        <wps:spPr>
                          <a:xfrm>
                            <a:off x="280851" y="5027021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7" name="Oval 1617"/>
                        <wps:cNvSpPr>
                          <a:spLocks noChangeAspect="1"/>
                        </wps:cNvSpPr>
                        <wps:spPr>
                          <a:xfrm>
                            <a:off x="319315" y="498503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8" name="Oval 1618"/>
                        <wps:cNvSpPr>
                          <a:spLocks noChangeAspect="1"/>
                        </wps:cNvSpPr>
                        <wps:spPr>
                          <a:xfrm>
                            <a:off x="283261" y="4980751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9" name="Oval 1619"/>
                        <wps:cNvSpPr>
                          <a:spLocks noChangeAspect="1"/>
                        </wps:cNvSpPr>
                        <wps:spPr>
                          <a:xfrm>
                            <a:off x="387215" y="4928106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0" name="Oval 1620"/>
                        <wps:cNvSpPr>
                          <a:spLocks noChangeAspect="1"/>
                        </wps:cNvSpPr>
                        <wps:spPr>
                          <a:xfrm>
                            <a:off x="395977" y="4981468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1" name="Oval 1621"/>
                        <wps:cNvSpPr>
                          <a:spLocks noChangeAspect="1"/>
                        </wps:cNvSpPr>
                        <wps:spPr>
                          <a:xfrm>
                            <a:off x="396740" y="502844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2" name="Oval 1622"/>
                        <wps:cNvSpPr>
                          <a:spLocks noChangeAspect="1"/>
                        </wps:cNvSpPr>
                        <wps:spPr>
                          <a:xfrm>
                            <a:off x="490081" y="493088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3" name="Oval 1623"/>
                        <wps:cNvSpPr>
                          <a:spLocks noChangeAspect="1"/>
                        </wps:cNvSpPr>
                        <wps:spPr>
                          <a:xfrm>
                            <a:off x="476164" y="498686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4" name="Oval 1624"/>
                        <wps:cNvSpPr>
                          <a:spLocks noChangeAspect="1"/>
                        </wps:cNvSpPr>
                        <wps:spPr>
                          <a:xfrm>
                            <a:off x="476674" y="502673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5" name="Oval 1625"/>
                        <wps:cNvSpPr>
                          <a:spLocks noChangeAspect="1"/>
                        </wps:cNvSpPr>
                        <wps:spPr>
                          <a:xfrm>
                            <a:off x="595814" y="4929604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6" name="Oval 1626"/>
                        <wps:cNvSpPr>
                          <a:spLocks noChangeAspect="1"/>
                        </wps:cNvSpPr>
                        <wps:spPr>
                          <a:xfrm>
                            <a:off x="558965" y="4985578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7" name="Oval 1627"/>
                        <wps:cNvSpPr>
                          <a:spLocks noChangeAspect="1"/>
                        </wps:cNvSpPr>
                        <wps:spPr>
                          <a:xfrm>
                            <a:off x="559475" y="502844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8" name="Oval 1628"/>
                        <wps:cNvSpPr>
                          <a:spLocks noChangeAspect="1"/>
                        </wps:cNvSpPr>
                        <wps:spPr>
                          <a:xfrm>
                            <a:off x="700112" y="4932386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9" name="Oval 1629"/>
                        <wps:cNvSpPr>
                          <a:spLocks noChangeAspect="1"/>
                        </wps:cNvSpPr>
                        <wps:spPr>
                          <a:xfrm>
                            <a:off x="641766" y="4988361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0" name="Oval 1630"/>
                        <wps:cNvSpPr>
                          <a:spLocks noChangeAspect="1"/>
                        </wps:cNvSpPr>
                        <wps:spPr>
                          <a:xfrm>
                            <a:off x="640842" y="5028232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1" name="Oval 1631"/>
                        <wps:cNvSpPr>
                          <a:spLocks noChangeAspect="1"/>
                        </wps:cNvSpPr>
                        <wps:spPr>
                          <a:xfrm>
                            <a:off x="436094" y="502694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2" name="Oval 1632"/>
                        <wps:cNvSpPr>
                          <a:spLocks noChangeAspect="1"/>
                        </wps:cNvSpPr>
                        <wps:spPr>
                          <a:xfrm>
                            <a:off x="517462" y="5027159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3" name="Oval 1633"/>
                        <wps:cNvSpPr>
                          <a:spLocks noChangeAspect="1"/>
                        </wps:cNvSpPr>
                        <wps:spPr>
                          <a:xfrm>
                            <a:off x="600262" y="5026946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4" name="Oval 1634"/>
                        <wps:cNvSpPr>
                          <a:spLocks noChangeAspect="1"/>
                        </wps:cNvSpPr>
                        <wps:spPr>
                          <a:xfrm>
                            <a:off x="434884" y="498258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5" name="Oval 1635"/>
                        <wps:cNvSpPr>
                          <a:spLocks noChangeAspect="1"/>
                        </wps:cNvSpPr>
                        <wps:spPr>
                          <a:xfrm>
                            <a:off x="517684" y="498129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6" name="Oval 1636"/>
                        <wps:cNvSpPr>
                          <a:spLocks noChangeAspect="1"/>
                        </wps:cNvSpPr>
                        <wps:spPr>
                          <a:xfrm>
                            <a:off x="600483" y="4984081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7" name="Oval 1637"/>
                        <wps:cNvSpPr>
                          <a:spLocks noChangeAspect="1"/>
                        </wps:cNvSpPr>
                        <wps:spPr>
                          <a:xfrm>
                            <a:off x="438403" y="4928478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8" name="Oval 1638"/>
                        <wps:cNvSpPr>
                          <a:spLocks noChangeAspect="1"/>
                        </wps:cNvSpPr>
                        <wps:spPr>
                          <a:xfrm>
                            <a:off x="545569" y="492719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9" name="Oval 1639"/>
                        <wps:cNvSpPr>
                          <a:spLocks noChangeAspect="1"/>
                        </wps:cNvSpPr>
                        <wps:spPr>
                          <a:xfrm>
                            <a:off x="648435" y="4929975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0" name="Oval 1640"/>
                        <wps:cNvSpPr>
                          <a:spLocks noChangeAspect="1"/>
                        </wps:cNvSpPr>
                        <wps:spPr>
                          <a:xfrm>
                            <a:off x="722725" y="5029729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1" name="Oval 1641"/>
                        <wps:cNvSpPr>
                          <a:spLocks noChangeAspect="1"/>
                        </wps:cNvSpPr>
                        <wps:spPr>
                          <a:xfrm>
                            <a:off x="682145" y="502844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2" name="Oval 1642"/>
                        <wps:cNvSpPr>
                          <a:spLocks noChangeAspect="1"/>
                        </wps:cNvSpPr>
                        <wps:spPr>
                          <a:xfrm>
                            <a:off x="725836" y="4986453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3" name="Oval 1643"/>
                        <wps:cNvSpPr>
                          <a:spLocks noChangeAspect="1"/>
                        </wps:cNvSpPr>
                        <wps:spPr>
                          <a:xfrm>
                            <a:off x="684556" y="498217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4" name="Oval 1644"/>
                        <wps:cNvSpPr>
                          <a:spLocks noChangeAspect="1"/>
                        </wps:cNvSpPr>
                        <wps:spPr>
                          <a:xfrm>
                            <a:off x="353800" y="5026623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5" name="Oval 1645"/>
                        <wps:cNvSpPr>
                          <a:spLocks noChangeAspect="1"/>
                        </wps:cNvSpPr>
                        <wps:spPr>
                          <a:xfrm>
                            <a:off x="344391" y="4936623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6" name="Oval 1646"/>
                        <wps:cNvSpPr>
                          <a:spLocks noChangeAspect="1"/>
                        </wps:cNvSpPr>
                        <wps:spPr>
                          <a:xfrm>
                            <a:off x="354435" y="4988076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7" name="Oval 1647"/>
                        <wps:cNvSpPr>
                          <a:spLocks noChangeAspect="1"/>
                        </wps:cNvSpPr>
                        <wps:spPr>
                          <a:xfrm>
                            <a:off x="1481969" y="4943404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8" name="Oval 1648"/>
                        <wps:cNvSpPr>
                          <a:spLocks noChangeAspect="1"/>
                        </wps:cNvSpPr>
                        <wps:spPr>
                          <a:xfrm>
                            <a:off x="1488117" y="4994227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9" name="Oval 1649"/>
                        <wps:cNvSpPr>
                          <a:spLocks noChangeAspect="1"/>
                        </wps:cNvSpPr>
                        <wps:spPr>
                          <a:xfrm>
                            <a:off x="1491494" y="5036013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0" name="Oval 1650"/>
                        <wps:cNvSpPr>
                          <a:spLocks noChangeAspect="1"/>
                        </wps:cNvSpPr>
                        <wps:spPr>
                          <a:xfrm>
                            <a:off x="1584835" y="4943610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1" name="Oval 1651"/>
                        <wps:cNvSpPr>
                          <a:spLocks noChangeAspect="1"/>
                        </wps:cNvSpPr>
                        <wps:spPr>
                          <a:xfrm>
                            <a:off x="1570918" y="499700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2" name="Oval 1652"/>
                        <wps:cNvSpPr>
                          <a:spLocks noChangeAspect="1"/>
                        </wps:cNvSpPr>
                        <wps:spPr>
                          <a:xfrm>
                            <a:off x="1571428" y="503430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3" name="Oval 1653"/>
                        <wps:cNvSpPr>
                          <a:spLocks noChangeAspect="1"/>
                        </wps:cNvSpPr>
                        <wps:spPr>
                          <a:xfrm>
                            <a:off x="1530848" y="503451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4" name="Oval 1654"/>
                        <wps:cNvSpPr>
                          <a:spLocks noChangeAspect="1"/>
                        </wps:cNvSpPr>
                        <wps:spPr>
                          <a:xfrm>
                            <a:off x="1529638" y="499272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5" name="Oval 1655"/>
                        <wps:cNvSpPr>
                          <a:spLocks noChangeAspect="1"/>
                        </wps:cNvSpPr>
                        <wps:spPr>
                          <a:xfrm>
                            <a:off x="1533156" y="4943775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6" name="Oval 1656"/>
                        <wps:cNvSpPr>
                          <a:spLocks noChangeAspect="1"/>
                        </wps:cNvSpPr>
                        <wps:spPr>
                          <a:xfrm>
                            <a:off x="1796954" y="494373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7" name="Oval 1657"/>
                        <wps:cNvSpPr>
                          <a:spLocks noChangeAspect="1"/>
                        </wps:cNvSpPr>
                        <wps:spPr>
                          <a:xfrm>
                            <a:off x="1803103" y="4999707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" name="Oval 1658"/>
                        <wps:cNvSpPr>
                          <a:spLocks noChangeAspect="1"/>
                        </wps:cNvSpPr>
                        <wps:spPr>
                          <a:xfrm>
                            <a:off x="1806478" y="504407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9" name="Oval 1659"/>
                        <wps:cNvSpPr>
                          <a:spLocks noChangeAspect="1"/>
                        </wps:cNvSpPr>
                        <wps:spPr>
                          <a:xfrm>
                            <a:off x="1899820" y="4946515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0" name="Oval 1660"/>
                        <wps:cNvSpPr>
                          <a:spLocks noChangeAspect="1"/>
                        </wps:cNvSpPr>
                        <wps:spPr>
                          <a:xfrm>
                            <a:off x="1885902" y="500249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1" name="Oval 1661"/>
                        <wps:cNvSpPr>
                          <a:spLocks noChangeAspect="1"/>
                        </wps:cNvSpPr>
                        <wps:spPr>
                          <a:xfrm>
                            <a:off x="1886413" y="5042361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2" name="Oval 1662"/>
                        <wps:cNvSpPr>
                          <a:spLocks noChangeAspect="1"/>
                        </wps:cNvSpPr>
                        <wps:spPr>
                          <a:xfrm>
                            <a:off x="2005553" y="4945230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3" name="Oval 1663"/>
                        <wps:cNvSpPr>
                          <a:spLocks noChangeAspect="1"/>
                        </wps:cNvSpPr>
                        <wps:spPr>
                          <a:xfrm>
                            <a:off x="1968703" y="5001204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4" name="Oval 1664"/>
                        <wps:cNvSpPr>
                          <a:spLocks noChangeAspect="1"/>
                        </wps:cNvSpPr>
                        <wps:spPr>
                          <a:xfrm>
                            <a:off x="1969213" y="504407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5" name="Oval 1665"/>
                        <wps:cNvSpPr>
                          <a:spLocks noChangeAspect="1"/>
                        </wps:cNvSpPr>
                        <wps:spPr>
                          <a:xfrm>
                            <a:off x="2104624" y="494801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6" name="Oval 1666"/>
                        <wps:cNvSpPr>
                          <a:spLocks noChangeAspect="1"/>
                        </wps:cNvSpPr>
                        <wps:spPr>
                          <a:xfrm>
                            <a:off x="2051504" y="5003987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" name="Oval 1667"/>
                        <wps:cNvSpPr>
                          <a:spLocks noChangeAspect="1"/>
                        </wps:cNvSpPr>
                        <wps:spPr>
                          <a:xfrm>
                            <a:off x="2050580" y="5043858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8" name="Oval 1668"/>
                        <wps:cNvSpPr>
                          <a:spLocks noChangeAspect="1"/>
                        </wps:cNvSpPr>
                        <wps:spPr>
                          <a:xfrm>
                            <a:off x="1845832" y="5042572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9" name="Oval 1669"/>
                        <wps:cNvSpPr>
                          <a:spLocks noChangeAspect="1"/>
                        </wps:cNvSpPr>
                        <wps:spPr>
                          <a:xfrm>
                            <a:off x="1927200" y="504278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0" name="Oval 1670"/>
                        <wps:cNvSpPr>
                          <a:spLocks noChangeAspect="1"/>
                        </wps:cNvSpPr>
                        <wps:spPr>
                          <a:xfrm>
                            <a:off x="2010000" y="5042572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1" name="Oval 1671"/>
                        <wps:cNvSpPr>
                          <a:spLocks noChangeAspect="1"/>
                        </wps:cNvSpPr>
                        <wps:spPr>
                          <a:xfrm>
                            <a:off x="1844622" y="499821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2" name="Oval 1672"/>
                        <wps:cNvSpPr>
                          <a:spLocks noChangeAspect="1"/>
                        </wps:cNvSpPr>
                        <wps:spPr>
                          <a:xfrm>
                            <a:off x="1927422" y="499692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3" name="Oval 1673"/>
                        <wps:cNvSpPr>
                          <a:spLocks noChangeAspect="1"/>
                        </wps:cNvSpPr>
                        <wps:spPr>
                          <a:xfrm>
                            <a:off x="2010222" y="4999707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4" name="Oval 1674"/>
                        <wps:cNvSpPr>
                          <a:spLocks noChangeAspect="1"/>
                        </wps:cNvSpPr>
                        <wps:spPr>
                          <a:xfrm>
                            <a:off x="1848142" y="4944104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5" name="Oval 1675"/>
                        <wps:cNvSpPr>
                          <a:spLocks noChangeAspect="1"/>
                        </wps:cNvSpPr>
                        <wps:spPr>
                          <a:xfrm>
                            <a:off x="1955308" y="4942818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6" name="Oval 1676"/>
                        <wps:cNvSpPr>
                          <a:spLocks noChangeAspect="1"/>
                        </wps:cNvSpPr>
                        <wps:spPr>
                          <a:xfrm>
                            <a:off x="2058174" y="4945601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7" name="Oval 1677"/>
                        <wps:cNvSpPr>
                          <a:spLocks noChangeAspect="1"/>
                        </wps:cNvSpPr>
                        <wps:spPr>
                          <a:xfrm>
                            <a:off x="2132463" y="504535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8" name="Oval 1678"/>
                        <wps:cNvSpPr>
                          <a:spLocks noChangeAspect="1"/>
                        </wps:cNvSpPr>
                        <wps:spPr>
                          <a:xfrm>
                            <a:off x="2091883" y="5044070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9" name="Oval 1679"/>
                        <wps:cNvSpPr>
                          <a:spLocks noChangeAspect="1"/>
                        </wps:cNvSpPr>
                        <wps:spPr>
                          <a:xfrm>
                            <a:off x="2130347" y="500207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0" name="Oval 1680"/>
                        <wps:cNvSpPr>
                          <a:spLocks noChangeAspect="1"/>
                        </wps:cNvSpPr>
                        <wps:spPr>
                          <a:xfrm>
                            <a:off x="2094294" y="4997800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1" name="Oval 1681"/>
                        <wps:cNvSpPr>
                          <a:spLocks noChangeAspect="1"/>
                        </wps:cNvSpPr>
                        <wps:spPr>
                          <a:xfrm>
                            <a:off x="2198249" y="4952884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2" name="Oval 1682"/>
                        <wps:cNvSpPr>
                          <a:spLocks noChangeAspect="1"/>
                        </wps:cNvSpPr>
                        <wps:spPr>
                          <a:xfrm>
                            <a:off x="2207010" y="500624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3" name="Oval 1683"/>
                        <wps:cNvSpPr>
                          <a:spLocks noChangeAspect="1"/>
                        </wps:cNvSpPr>
                        <wps:spPr>
                          <a:xfrm>
                            <a:off x="2207773" y="5045493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4" name="Oval 1684"/>
                        <wps:cNvSpPr>
                          <a:spLocks noChangeAspect="1"/>
                        </wps:cNvSpPr>
                        <wps:spPr>
                          <a:xfrm>
                            <a:off x="2164832" y="5043671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5" name="Oval 1685"/>
                        <wps:cNvSpPr>
                          <a:spLocks noChangeAspect="1"/>
                        </wps:cNvSpPr>
                        <wps:spPr>
                          <a:xfrm>
                            <a:off x="2155423" y="4953672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6" name="Oval 1686"/>
                        <wps:cNvSpPr>
                          <a:spLocks noChangeAspect="1"/>
                        </wps:cNvSpPr>
                        <wps:spPr>
                          <a:xfrm>
                            <a:off x="2165467" y="5005125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7" name="Oval 1687"/>
                        <wps:cNvSpPr>
                          <a:spLocks noChangeAspect="1"/>
                        </wps:cNvSpPr>
                        <wps:spPr>
                          <a:xfrm>
                            <a:off x="1634098" y="4942969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8" name="Oval 1688"/>
                        <wps:cNvSpPr>
                          <a:spLocks noChangeAspect="1"/>
                        </wps:cNvSpPr>
                        <wps:spPr>
                          <a:xfrm>
                            <a:off x="1738396" y="4945751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9" name="Oval 1689"/>
                        <wps:cNvSpPr>
                          <a:spLocks noChangeAspect="1"/>
                        </wps:cNvSpPr>
                        <wps:spPr>
                          <a:xfrm>
                            <a:off x="1680050" y="5001726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0" name="Oval 1690"/>
                        <wps:cNvSpPr>
                          <a:spLocks noChangeAspect="1"/>
                        </wps:cNvSpPr>
                        <wps:spPr>
                          <a:xfrm>
                            <a:off x="1679126" y="5041597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1" name="Oval 1691"/>
                        <wps:cNvSpPr>
                          <a:spLocks noChangeAspect="1"/>
                        </wps:cNvSpPr>
                        <wps:spPr>
                          <a:xfrm>
                            <a:off x="1638546" y="5040311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2" name="Oval 1692"/>
                        <wps:cNvSpPr>
                          <a:spLocks noChangeAspect="1"/>
                        </wps:cNvSpPr>
                        <wps:spPr>
                          <a:xfrm>
                            <a:off x="1638767" y="4997446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3" name="Oval 1693"/>
                        <wps:cNvSpPr>
                          <a:spLocks noChangeAspect="1"/>
                        </wps:cNvSpPr>
                        <wps:spPr>
                          <a:xfrm>
                            <a:off x="1686719" y="4943340"/>
                            <a:ext cx="48304" cy="5045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4" name="Oval 1694"/>
                        <wps:cNvSpPr>
                          <a:spLocks noChangeAspect="1"/>
                        </wps:cNvSpPr>
                        <wps:spPr>
                          <a:xfrm>
                            <a:off x="1761009" y="5043094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5" name="Oval 1695"/>
                        <wps:cNvSpPr>
                          <a:spLocks noChangeAspect="1"/>
                        </wps:cNvSpPr>
                        <wps:spPr>
                          <a:xfrm>
                            <a:off x="1720429" y="5041809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6" name="Oval 1696"/>
                        <wps:cNvSpPr>
                          <a:spLocks noChangeAspect="1"/>
                        </wps:cNvSpPr>
                        <wps:spPr>
                          <a:xfrm>
                            <a:off x="1764120" y="4999818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7" name="Oval 1697"/>
                        <wps:cNvSpPr>
                          <a:spLocks noChangeAspect="1"/>
                        </wps:cNvSpPr>
                        <wps:spPr>
                          <a:xfrm>
                            <a:off x="1722840" y="4995539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8" name="Oval 1698"/>
                        <wps:cNvSpPr>
                          <a:spLocks noChangeAspect="1"/>
                        </wps:cNvSpPr>
                        <wps:spPr>
                          <a:xfrm>
                            <a:off x="1602243" y="4999707"/>
                            <a:ext cx="42734" cy="4036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9" name="Oval 1699"/>
                        <wps:cNvSpPr>
                          <a:spLocks noChangeAspect="1"/>
                        </wps:cNvSpPr>
                        <wps:spPr>
                          <a:xfrm>
                            <a:off x="1603006" y="5038955"/>
                            <a:ext cx="33812" cy="320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0" name="Oval 1700"/>
                        <wps:cNvSpPr/>
                        <wps:spPr>
                          <a:xfrm>
                            <a:off x="2212163" y="4843790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1" name="Oval 1701"/>
                        <wps:cNvSpPr/>
                        <wps:spPr>
                          <a:xfrm>
                            <a:off x="2221109" y="4906172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2" name="Oval 1702"/>
                        <wps:cNvSpPr/>
                        <wps:spPr>
                          <a:xfrm>
                            <a:off x="2184815" y="4517472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3" name="Oval 1703"/>
                        <wps:cNvSpPr/>
                        <wps:spPr>
                          <a:xfrm>
                            <a:off x="2148171" y="4298814"/>
                            <a:ext cx="109728" cy="10972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4" name="Oval 1704"/>
                        <wps:cNvSpPr/>
                        <wps:spPr>
                          <a:xfrm>
                            <a:off x="958658" y="457537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5" name="Oval 1705"/>
                        <wps:cNvSpPr/>
                        <wps:spPr>
                          <a:xfrm>
                            <a:off x="1055812" y="457941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6" name="Oval 1706"/>
                        <wps:cNvSpPr/>
                        <wps:spPr>
                          <a:xfrm>
                            <a:off x="1150890" y="457754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7" name="Oval 1707"/>
                        <wps:cNvSpPr/>
                        <wps:spPr>
                          <a:xfrm>
                            <a:off x="1245967" y="458158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8" name="Oval 1708"/>
                        <wps:cNvSpPr/>
                        <wps:spPr>
                          <a:xfrm>
                            <a:off x="1339940" y="458147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9" name="Oval 1709"/>
                        <wps:cNvSpPr/>
                        <wps:spPr>
                          <a:xfrm>
                            <a:off x="1433339" y="458453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0" name="Oval 1710"/>
                        <wps:cNvSpPr/>
                        <wps:spPr>
                          <a:xfrm>
                            <a:off x="1528901" y="4588641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1" name="Oval 1711"/>
                        <wps:cNvSpPr/>
                        <wps:spPr>
                          <a:xfrm>
                            <a:off x="1626055" y="4592673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2" name="Oval 1712"/>
                        <wps:cNvSpPr/>
                        <wps:spPr>
                          <a:xfrm>
                            <a:off x="1728708" y="459081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3" name="Oval 1713"/>
                        <wps:cNvSpPr/>
                        <wps:spPr>
                          <a:xfrm>
                            <a:off x="1827572" y="4594843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4" name="Oval 1714"/>
                        <wps:cNvSpPr/>
                        <wps:spPr>
                          <a:xfrm>
                            <a:off x="1921545" y="4594732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5" name="Oval 1715"/>
                        <wps:cNvSpPr/>
                        <wps:spPr>
                          <a:xfrm>
                            <a:off x="2014944" y="4597800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6" name="Oval 1716"/>
                        <wps:cNvSpPr/>
                        <wps:spPr>
                          <a:xfrm>
                            <a:off x="126004" y="457302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7" name="Oval 1717"/>
                        <wps:cNvSpPr/>
                        <wps:spPr>
                          <a:xfrm>
                            <a:off x="219977" y="457291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8" name="Oval 1718"/>
                        <wps:cNvSpPr/>
                        <wps:spPr>
                          <a:xfrm>
                            <a:off x="313377" y="4575986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9" name="Oval 1719"/>
                        <wps:cNvSpPr/>
                        <wps:spPr>
                          <a:xfrm>
                            <a:off x="408939" y="4580091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0" name="Oval 1720"/>
                        <wps:cNvSpPr/>
                        <wps:spPr>
                          <a:xfrm>
                            <a:off x="506092" y="4584122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1" name="Oval 1721"/>
                        <wps:cNvSpPr/>
                        <wps:spPr>
                          <a:xfrm>
                            <a:off x="608746" y="4582259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2" name="Oval 1722"/>
                        <wps:cNvSpPr/>
                        <wps:spPr>
                          <a:xfrm>
                            <a:off x="707610" y="4586292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3" name="Oval 1723"/>
                        <wps:cNvSpPr/>
                        <wps:spPr>
                          <a:xfrm>
                            <a:off x="801582" y="4570725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4" name="Oval 1724"/>
                        <wps:cNvSpPr/>
                        <wps:spPr>
                          <a:xfrm>
                            <a:off x="894982" y="4573793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5" name="Oval 1725"/>
                        <wps:cNvSpPr/>
                        <wps:spPr>
                          <a:xfrm>
                            <a:off x="2006952" y="4598006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6" name="Oval 1726"/>
                        <wps:cNvSpPr/>
                        <wps:spPr>
                          <a:xfrm>
                            <a:off x="2104106" y="4602037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7" name="Oval 1727"/>
                        <wps:cNvSpPr/>
                        <wps:spPr>
                          <a:xfrm>
                            <a:off x="2182265" y="4607934"/>
                            <a:ext cx="84009" cy="87758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8" name="Oval 1728"/>
                        <wps:cNvSpPr/>
                        <wps:spPr>
                          <a:xfrm>
                            <a:off x="1020942" y="4669165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9" name="Oval 1729"/>
                        <wps:cNvSpPr/>
                        <wps:spPr>
                          <a:xfrm>
                            <a:off x="1170027" y="467319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0" name="Oval 1730"/>
                        <wps:cNvSpPr/>
                        <wps:spPr>
                          <a:xfrm>
                            <a:off x="1323268" y="4671336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1" name="Oval 1731"/>
                        <wps:cNvSpPr/>
                        <wps:spPr>
                          <a:xfrm>
                            <a:off x="1466854" y="467536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2" name="Oval 1732"/>
                        <wps:cNvSpPr/>
                        <wps:spPr>
                          <a:xfrm>
                            <a:off x="1095129" y="466970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3" name="Oval 1733"/>
                        <wps:cNvSpPr/>
                        <wps:spPr>
                          <a:xfrm>
                            <a:off x="1250447" y="466784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4" name="Oval 1734"/>
                        <wps:cNvSpPr/>
                        <wps:spPr>
                          <a:xfrm>
                            <a:off x="1399533" y="467187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5" name="Oval 1735"/>
                        <wps:cNvSpPr/>
                        <wps:spPr>
                          <a:xfrm>
                            <a:off x="1602547" y="467985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6" name="Oval 1736"/>
                        <wps:cNvSpPr/>
                        <wps:spPr>
                          <a:xfrm>
                            <a:off x="1751632" y="4683885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7" name="Oval 1737"/>
                        <wps:cNvSpPr/>
                        <wps:spPr>
                          <a:xfrm>
                            <a:off x="1904874" y="4682023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8" name="Oval 1738"/>
                        <wps:cNvSpPr/>
                        <wps:spPr>
                          <a:xfrm>
                            <a:off x="2056035" y="4686055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9" name="Oval 1739"/>
                        <wps:cNvSpPr/>
                        <wps:spPr>
                          <a:xfrm>
                            <a:off x="1676734" y="468039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0" name="Oval 1740"/>
                        <wps:cNvSpPr/>
                        <wps:spPr>
                          <a:xfrm>
                            <a:off x="1832053" y="467852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1" name="Oval 1741"/>
                        <wps:cNvSpPr/>
                        <wps:spPr>
                          <a:xfrm>
                            <a:off x="1981138" y="468256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2" name="Oval 1742"/>
                        <wps:cNvSpPr/>
                        <wps:spPr>
                          <a:xfrm>
                            <a:off x="2138072" y="468912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3" name="Oval 1743"/>
                        <wps:cNvSpPr/>
                        <wps:spPr>
                          <a:xfrm>
                            <a:off x="1540479" y="4683571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4" name="Oval 1744"/>
                        <wps:cNvSpPr/>
                        <wps:spPr>
                          <a:xfrm>
                            <a:off x="203306" y="4655058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5" name="Oval 1745"/>
                        <wps:cNvSpPr/>
                        <wps:spPr>
                          <a:xfrm>
                            <a:off x="346892" y="465908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6" name="Oval 1746"/>
                        <wps:cNvSpPr/>
                        <wps:spPr>
                          <a:xfrm>
                            <a:off x="130485" y="4651561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7" name="Oval 1747"/>
                        <wps:cNvSpPr/>
                        <wps:spPr>
                          <a:xfrm>
                            <a:off x="279570" y="4655594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8" name="Oval 1748"/>
                        <wps:cNvSpPr/>
                        <wps:spPr>
                          <a:xfrm>
                            <a:off x="331921" y="4731248"/>
                            <a:ext cx="61936" cy="5850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9" name="Oval 1749"/>
                        <wps:cNvSpPr/>
                        <wps:spPr>
                          <a:xfrm>
                            <a:off x="482584" y="466614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0" name="Oval 1750"/>
                        <wps:cNvSpPr/>
                        <wps:spPr>
                          <a:xfrm>
                            <a:off x="631670" y="467018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1" name="Oval 1751"/>
                        <wps:cNvSpPr/>
                        <wps:spPr>
                          <a:xfrm>
                            <a:off x="784911" y="4668320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2" name="Oval 1752"/>
                        <wps:cNvSpPr/>
                        <wps:spPr>
                          <a:xfrm>
                            <a:off x="936072" y="4664624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3" name="Oval 1753"/>
                        <wps:cNvSpPr/>
                        <wps:spPr>
                          <a:xfrm>
                            <a:off x="556771" y="4666687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4" name="Oval 1754"/>
                        <wps:cNvSpPr/>
                        <wps:spPr>
                          <a:xfrm>
                            <a:off x="712090" y="4664824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5" name="Oval 1755"/>
                        <wps:cNvSpPr/>
                        <wps:spPr>
                          <a:xfrm>
                            <a:off x="861176" y="466112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6" name="Oval 1756"/>
                        <wps:cNvSpPr/>
                        <wps:spPr>
                          <a:xfrm>
                            <a:off x="420517" y="4667292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7" name="Oval 1757"/>
                        <wps:cNvSpPr/>
                        <wps:spPr>
                          <a:xfrm>
                            <a:off x="2218321" y="4693249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8" name="Oval 1758"/>
                        <wps:cNvSpPr/>
                        <wps:spPr>
                          <a:xfrm>
                            <a:off x="2143422" y="4689754"/>
                            <a:ext cx="70008" cy="731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9" name="Oval 1759"/>
                        <wps:cNvSpPr/>
                        <wps:spPr>
                          <a:xfrm>
                            <a:off x="895597" y="4378929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0" name="Oval 1760"/>
                        <wps:cNvSpPr/>
                        <wps:spPr>
                          <a:xfrm>
                            <a:off x="1009852" y="4382962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1" name="Oval 1761"/>
                        <wps:cNvSpPr/>
                        <wps:spPr>
                          <a:xfrm>
                            <a:off x="1121094" y="4382914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2" name="Oval 1762"/>
                        <wps:cNvSpPr/>
                        <wps:spPr>
                          <a:xfrm>
                            <a:off x="1235349" y="4386947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3" name="Oval 1763"/>
                        <wps:cNvSpPr/>
                        <wps:spPr>
                          <a:xfrm>
                            <a:off x="1347688" y="4390014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4" name="Oval 1764"/>
                        <wps:cNvSpPr/>
                        <wps:spPr>
                          <a:xfrm>
                            <a:off x="1459950" y="4392192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5" name="Oval 1765"/>
                        <wps:cNvSpPr/>
                        <wps:spPr>
                          <a:xfrm>
                            <a:off x="1574204" y="4396225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6" name="Oval 1766"/>
                        <wps:cNvSpPr/>
                        <wps:spPr>
                          <a:xfrm>
                            <a:off x="1685447" y="4396176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7" name="Oval 1767"/>
                        <wps:cNvSpPr/>
                        <wps:spPr>
                          <a:xfrm>
                            <a:off x="1793950" y="4400210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8" name="Oval 1768"/>
                        <wps:cNvSpPr/>
                        <wps:spPr>
                          <a:xfrm>
                            <a:off x="1906289" y="4403277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9" name="Oval 1769"/>
                        <wps:cNvSpPr/>
                        <wps:spPr>
                          <a:xfrm>
                            <a:off x="149892" y="4378396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0" name="Oval 1770"/>
                        <wps:cNvSpPr/>
                        <wps:spPr>
                          <a:xfrm>
                            <a:off x="256480" y="4381464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1" name="Oval 1771"/>
                        <wps:cNvSpPr/>
                        <wps:spPr>
                          <a:xfrm>
                            <a:off x="362991" y="4383641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2" name="Oval 1772"/>
                        <wps:cNvSpPr/>
                        <wps:spPr>
                          <a:xfrm>
                            <a:off x="465743" y="4387674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3" name="Oval 1773"/>
                        <wps:cNvSpPr/>
                        <wps:spPr>
                          <a:xfrm>
                            <a:off x="571235" y="4387626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4" name="Oval 1774"/>
                        <wps:cNvSpPr/>
                        <wps:spPr>
                          <a:xfrm>
                            <a:off x="673987" y="4391659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5" name="Oval 1775"/>
                        <wps:cNvSpPr/>
                        <wps:spPr>
                          <a:xfrm>
                            <a:off x="786327" y="4379270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6" name="Oval 1776"/>
                        <wps:cNvSpPr/>
                        <wps:spPr>
                          <a:xfrm>
                            <a:off x="1909385" y="4401556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7" name="Oval 1777"/>
                        <wps:cNvSpPr/>
                        <wps:spPr>
                          <a:xfrm>
                            <a:off x="2018461" y="4405589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8" name="Oval 1778"/>
                        <wps:cNvSpPr/>
                        <wps:spPr>
                          <a:xfrm>
                            <a:off x="2125778" y="4403154"/>
                            <a:ext cx="100584" cy="10058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9" name="Oval 1779"/>
                        <wps:cNvSpPr/>
                        <wps:spPr>
                          <a:xfrm rot="5400000">
                            <a:off x="619956" y="400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0" name="Oval 1780"/>
                        <wps:cNvSpPr/>
                        <wps:spPr>
                          <a:xfrm rot="5400000">
                            <a:off x="1226341" y="131133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1" name="Oval 1781"/>
                        <wps:cNvSpPr/>
                        <wps:spPr>
                          <a:xfrm rot="5400000">
                            <a:off x="1855638" y="99818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2" name="Oval 1782"/>
                        <wps:cNvSpPr/>
                        <wps:spPr>
                          <a:xfrm rot="20000180">
                            <a:off x="1571625" y="171475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3" name="Oval 1783"/>
                        <wps:cNvSpPr/>
                        <wps:spPr>
                          <a:xfrm rot="20000180">
                            <a:off x="30758" y="172256"/>
                            <a:ext cx="277292" cy="27729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4" name="Oval 1784"/>
                        <wps:cNvSpPr/>
                        <wps:spPr>
                          <a:xfrm rot="5400000">
                            <a:off x="280904" y="0"/>
                            <a:ext cx="332750" cy="3327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9F990" id="Group 810" o:spid="_x0000_s1026" style="width:180pt;height:399.6pt;mso-position-horizontal-relative:char;mso-position-vertical-relative:line" coordsize="22883,50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">
                <o:lock v:ext="edit" aspectratio="t"/>
                <v:oval id="Oval 1227" o:spid="_x0000_s1027" style="position:absolute;left:17369;top:39781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pjsQA&#10;AADdAAAADwAAAGRycy9kb3ducmV2LnhtbERPTWvCQBC9F/oflhF6q7sJodXoKkWQloIHTYvXMTsm&#10;0exsyG41/fddoeBtHu9z5svBtuJCvW8ca0jGCgRx6UzDlYavYv08AeEDssHWMWn4JQ/LxePDHHPj&#10;rrylyy5UIoawz1FDHUKXS+nLmiz6seuII3d0vcUQYV9J0+M1httWpkq9SIsNx4YaO1rVVJ53P1bD&#10;afq5TYI8HAq7f//OTpkhpTZaP42GtxmIQEO4i//dHybOT9NXuH0TT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SKY7EAAAA3QAAAA8AAAAAAAAAAAAAAAAAmAIAAGRycy9k&#10;b3ducmV2LnhtbFBLBQYAAAAABAAEAPUAAACJAwAAAAA=&#10;" fillcolor="#f4b083 [1941]" strokecolor="red" strokeweight="1pt">
                  <v:stroke joinstyle="miter"/>
                </v:oval>
                <v:oval id="Oval 1228" o:spid="_x0000_s1028" style="position:absolute;left:9653;top:44860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4XN8YA&#10;AADdAAAADwAAAGRycy9kb3ducmV2LnhtbESPQW/CMAyF75P2HyJP2m2k62GMQkCoEmITXFZ22NFq&#10;TFPROFWTQbdfjw9I3Gy95/c+L1aj79SZhtgGNvA6yUAR18G23Bj4Pmxe3kHFhGyxC0wG/ijCavn4&#10;sMDChgt/0blKjZIQjgUacCn1hdaxduQxTkJPLNoxDB6TrEOj7YAXCfedzrPsTXtsWRoc9lQ6qk/V&#10;rzewm/1/Vk5Pt+Ws3OQ/dr87bO3UmOencT0HlWhMd/Pt+sMKfp4LrnwjI+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4XN8YAAADdAAAADwAAAAAAAAAAAAAAAACYAgAAZHJz&#10;L2Rvd25yZXYueG1sUEsFBgAAAAAEAAQA9QAAAIsDAAAAAA==&#10;" fillcolor="#f4b083 [1941]" strokecolor="red" strokeweight="1pt">
                  <v:stroke joinstyle="miter"/>
                </v:oval>
                <v:oval id="Oval 1229" o:spid="_x0000_s1029" style="position:absolute;left:10071;top:47453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yrMMA&#10;AADdAAAADwAAAGRycy9kb3ducmV2LnhtbERPTWvCQBC9C/6HZYTedNMcqkldpQREi16MHnocstNs&#10;aHY2ZFdN/fWuUOhtHu9zluvBtuJKvW8cK3idJSCIK6cbrhWcT5vpAoQPyBpbx6TglzysV+PREnPt&#10;bnykaxlqEUPY56jAhNDlUvrKkEU/cx1x5L5dbzFE2NdS93iL4baVaZK8SYsNxwaDHRWGqp/yYhXs&#10;s/tnaeR8W2TFJv3Sh/1pq+dKvUyGj3cQgYbwL/5z73Scn6YZPL+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KyrMMAAADdAAAADwAAAAAAAAAAAAAAAACYAgAAZHJzL2Rv&#10;d25yZXYueG1sUEsFBgAAAAAEAAQA9QAAAIgDAAAAAA==&#10;" fillcolor="#f4b083 [1941]" strokecolor="red" strokeweight="1pt">
                  <v:stroke joinstyle="miter"/>
                </v:oval>
                <v:oval id="Oval 1230" o:spid="_x0000_s1030" style="position:absolute;left:9451;top:41745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GN7McA&#10;AADdAAAADwAAAGRycy9kb3ducmV2LnhtbESPQWvCQBCF7wX/wzJCb3VjCrWmriIBscVejD30OGTH&#10;bDA7G7JbTfvrO4dCbzO8N+99s9qMvlNXGmIb2MB8loEiroNtuTHwcdo9PIOKCdliF5gMfFOEzXpy&#10;t8LChhsf6VqlRkkIxwINuJT6QutYO/IYZ6EnFu0cBo9J1qHRdsCbhPtO51n2pD22LA0Oeyod1Zfq&#10;yxs4LH/eKqcX+3JZ7vJP+3447e3CmPvpuH0BlWhM/+a/61cr+Pmj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hjezHAAAA3QAAAA8AAAAAAAAAAAAAAAAAmAIAAGRy&#10;cy9kb3ducmV2LnhtbFBLBQYAAAAABAAEAPUAAACMAwAAAAA=&#10;" fillcolor="#f4b083 [1941]" strokecolor="red" strokeweight="1pt">
                  <v:stroke joinstyle="miter"/>
                </v:oval>
                <v:oval id="Oval 1231" o:spid="_x0000_s1031" style="position:absolute;left:10160;top:48265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0od8QA&#10;AADdAAAADwAAAGRycy9kb3ducmV2LnhtbERPTWvCQBC9F/wPywi96cYUqqauUgKiohejhx6H7JgN&#10;ZmdDdqvRX98tFHqbx/ucxaq3jbhR52vHCibjBARx6XTNlYLzaT2agfABWWPjmBQ8yMNqOXhZYKbd&#10;nY90K0IlYgj7DBWYENpMSl8asujHriWO3MV1FkOEXSV1h/cYbhuZJsm7tFhzbDDYUm6ovBbfVsF+&#10;/twVRk43+Txfp1/6sD9t9FSp12H/+QEiUB/+xX/urY7z07cJ/H4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tKHfEAAAA3QAAAA8AAAAAAAAAAAAAAAAAmAIAAGRycy9k&#10;b3ducmV2LnhtbFBLBQYAAAAABAAEAPUAAACJAwAAAAA=&#10;" fillcolor="#f4b083 [1941]" strokecolor="red" strokeweight="1pt">
                  <v:stroke joinstyle="miter"/>
                </v:oval>
                <v:oval id="Oval 1232" o:spid="_x0000_s1032" style="position:absolute;left:10209;top:48908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+2AMQA&#10;AADdAAAADwAAAGRycy9kb3ducmV2LnhtbERPTWvCQBC9F/wPywi96cYUqqauUgKiohdjDz0O2Wk2&#10;mJ0N2a1Gf31XEHqbx/ucxaq3jbhQ52vHCibjBARx6XTNlYKv03o0A+EDssbGMSm4kYfVcvCywEy7&#10;Kx/pUoRKxBD2GSowIbSZlL40ZNGPXUscuR/XWQwRdpXUHV5juG1kmiTv0mLNscFgS7mh8lz8WgX7&#10;+X1XGDnd5PN8nX7rw/600VOlXof95weIQH34Fz/dWx3np28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/tgDEAAAA3QAAAA8AAAAAAAAAAAAAAAAAmAIAAGRycy9k&#10;b3ducmV2LnhtbFBLBQYAAAAABAAEAPUAAACJAwAAAAA=&#10;" fillcolor="#f4b083 [1941]" strokecolor="red" strokeweight="1pt">
                  <v:stroke joinstyle="miter"/>
                </v:oval>
                <v:oval id="Oval 1233" o:spid="_x0000_s1033" style="position:absolute;left:10583;top:44889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MTm8QA&#10;AADdAAAADwAAAGRycy9kb3ducmV2LnhtbERPS2vCQBC+C/6HZYTe6sYIPlJXkYBosRejhx6H7DQb&#10;mp0N2a3G/nq3UPA2H99zVpveNuJKna8dK5iMExDEpdM1Vwou593rAoQPyBobx6TgTh426+FghZl2&#10;Nz7RtQiViCHsM1RgQmgzKX1pyKIfu5Y4cl+usxgi7CqpO7zFcNvINElm0mLNscFgS7mh8rv4sQqO&#10;y9/3wsj5Pl/mu/RTfxzPez1X6mXUb99ABOrDU/zvPug4P51O4e+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E5vEAAAA3QAAAA8AAAAAAAAAAAAAAAAAmAIAAGRycy9k&#10;b3ducmV2LnhtbFBLBQYAAAAABAAEAPUAAACJAwAAAAA=&#10;" fillcolor="#f4b083 [1941]" strokecolor="red" strokeweight="1pt">
                  <v:stroke joinstyle="miter"/>
                </v:oval>
                <v:oval id="Oval 1234" o:spid="_x0000_s1034" style="position:absolute;left:11562;top:47494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L78QA&#10;AADdAAAADwAAAGRycy9kb3ducmV2LnhtbERPTWvCQBC9F/wPywi96ca0VE1dRQKiRS/GHnocstNs&#10;MDsbsqvG/vpuQehtHu9zFqveNuJKna8dK5iMExDEpdM1Vwo+T5vRDIQPyBobx6TgTh5Wy8HTAjPt&#10;bnykaxEqEUPYZ6jAhNBmUvrSkEU/di1x5L5dZzFE2FVSd3iL4baRaZK8SYs1xwaDLeWGynNxsQr2&#10;85+PwsjpNp/nm/RLH/anrZ4q9Tzs1+8gAvXhX/xw73Scn768wt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ai+/EAAAA3QAAAA8AAAAAAAAAAAAAAAAAmAIAAGRycy9k&#10;b3ducmV2LnhtbFBLBQYAAAAABAAEAPUAAACJAwAAAAA=&#10;" fillcolor="#f4b083 [1941]" strokecolor="red" strokeweight="1pt">
                  <v:stroke joinstyle="miter"/>
                </v:oval>
                <v:oval id="Oval 1235" o:spid="_x0000_s1035" style="position:absolute;left:10651;top:41785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udMQA&#10;AADdAAAADwAAAGRycy9kb3ducmV2LnhtbERPTWvCQBC9F/wPywi96caUVk1dRQKiRS/GHnocstNs&#10;MDsbsqvG/vpuQehtHu9zFqveNuJKna8dK5iMExDEpdM1Vwo+T5vRDIQPyBobx6TgTh5Wy8HTAjPt&#10;bnykaxEqEUPYZ6jAhNBmUvrSkEU/di1x5L5dZzFE2FVSd3iL4baRaZK8SYs1xwaDLeWGynNxsQr2&#10;85+PwsjpNp/nm/RLH/anrZ4q9Tzs1+8gAvXhX/xw73Scn768wt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WLnTEAAAA3QAAAA8AAAAAAAAAAAAAAAAAmAIAAGRycy9k&#10;b3ducmV2LnhtbFBLBQYAAAAABAAEAPUAAACJAwAAAAA=&#10;" fillcolor="#f4b083 [1941]" strokecolor="red" strokeweight="1pt">
                  <v:stroke joinstyle="miter"/>
                </v:oval>
                <v:oval id="Oval 1236" o:spid="_x0000_s1036" style="position:absolute;left:11360;top:48305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wA8QA&#10;AADdAAAADwAAAGRycy9kb3ducmV2LnhtbERPS2vCQBC+F/wPywje6sYUfERXkYBosRejB49DdpoN&#10;zc6G7Fajv75bKPQ2H99zVpveNuJGna8dK5iMExDEpdM1Vwou593rHIQPyBobx6TgQR4268HLCjPt&#10;7nyiWxEqEUPYZ6jAhNBmUvrSkEU/di1x5D5dZzFE2FVSd3iP4baRaZJMpcWaY4PBlnJD5VfxbRUc&#10;F8/3wsjZPl/ku/SqP47nvZ4pNRr22yWIQH34F/+5DzrOT9+m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EsAPEAAAA3QAAAA8AAAAAAAAAAAAAAAAAmAIAAGRycy9k&#10;b3ducmV2LnhtbFBLBQYAAAAABAAEAPUAAACJAwAAAAA=&#10;" fillcolor="#f4b083 [1941]" strokecolor="red" strokeweight="1pt">
                  <v:stroke joinstyle="miter"/>
                </v:oval>
                <v:oval id="Oval 1237" o:spid="_x0000_s1037" style="position:absolute;left:11368;top:48883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VmMQA&#10;AADdAAAADwAAAGRycy9kb3ducmV2LnhtbERPTWvCQBC9F/wPywi96aYpNDW6igREi14ae+hxyI7Z&#10;0OxsyK4a++u7gtDbPN7nLFaDbcWFet84VvAyTUAQV043XCv4Om4m7yB8QNbYOiYFN/KwWo6eFphr&#10;d+VPupShFjGEfY4KTAhdLqWvDFn0U9cRR+7keoshwr6WusdrDLetTJPkTVpsODYY7KgwVP2UZ6tg&#10;P/v9KI3MtsWs2KTf+rA/bnWm1PN4WM9BBBrCv/jh3uk4P33N4P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IFZjEAAAA3QAAAA8AAAAAAAAAAAAAAAAAmAIAAGRycy9k&#10;b3ducmV2LnhtbFBLBQYAAAAABAAEAPUAAACJAwAAAAA=&#10;" fillcolor="#f4b083 [1941]" strokecolor="red" strokeweight="1pt">
                  <v:stroke joinstyle="miter"/>
                </v:oval>
                <v:oval id="Oval 1238" o:spid="_x0000_s1038" style="position:absolute;left:11534;top:44870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B6scA&#10;AADdAAAADwAAAGRycy9kb3ducmV2LnhtbESPQWvCQBCF7wX/wzJCb3VjCrWmriIBscVejD30OGTH&#10;bDA7G7JbTfvrO4dCbzO8N+99s9qMvlNXGmIb2MB8loEiroNtuTHwcdo9PIOKCdliF5gMfFOEzXpy&#10;t8LChhsf6VqlRkkIxwINuJT6QutYO/IYZ6EnFu0cBo9J1qHRdsCbhPtO51n2pD22LA0Oeyod1Zfq&#10;yxs4LH/eKqcX+3JZ7vJP+3447e3CmPvpuH0BlWhM/+a/61cr+Pmj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XgerHAAAA3QAAAA8AAAAAAAAAAAAAAAAAmAIAAGRy&#10;cy9kb3ducmV2LnhtbFBLBQYAAAAABAAEAPUAAACMAwAAAAA=&#10;" fillcolor="#f4b083 [1941]" strokecolor="red" strokeweight="1pt">
                  <v:stroke joinstyle="miter"/>
                </v:oval>
                <v:oval id="Oval 1239" o:spid="_x0000_s1039" style="position:absolute;left:13095;top:4747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skccQA&#10;AADdAAAADwAAAGRycy9kb3ducmV2LnhtbERPTWvCQBC9F/wPywi96aYp1Ca6igREi16a9NDjkB2z&#10;odnZkF019td3C4Xe5vE+Z7UZbSeuNPjWsYKneQKCuHa65UbBR7WbvYLwAVlj55gU3MnDZj15WGGu&#10;3Y3f6VqGRsQQ9jkqMCH0uZS+NmTRz11PHLmzGyyGCIdG6gFvMdx2Mk2SF2mx5dhgsKfCUP1VXqyC&#10;Y/b9Vhq52BdZsUs/9elY7fVCqcfpuF2CCDSGf/Gf+6Dj/PQ5g9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bJHHEAAAA3QAAAA8AAAAAAAAAAAAAAAAAmAIAAGRycy9k&#10;b3ducmV2LnhtbFBLBQYAAAAABAAEAPUAAACJAwAAAAA=&#10;" fillcolor="#f4b083 [1941]" strokecolor="red" strokeweight="1pt">
                  <v:stroke joinstyle="miter"/>
                </v:oval>
                <v:oval id="Oval 1240" o:spid="_x0000_s1040" style="position:absolute;left:12560;top:48286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+kccA&#10;AADdAAAADwAAAGRycy9kb3ducmV2LnhtbESPQWvCQBCF7wX/wzJCb3VjKLWmriIBscVejD30OGTH&#10;bDA7G7JbTfvrO4dCbzO8N+99s9qMvlNXGmIb2MB8loEiroNtuTHwcdo9PIOKCdliF5gMfFOEzXpy&#10;t8LChhsf6VqlRkkIxwINuJT6QutYO/IYZ6EnFu0cBo9J1qHRdsCbhPtO51n2pD22LA0Oeyod1Zfq&#10;yxs4LH/eKqcX+3JZ7vJP+3447e3CmPvpuH0BlWhM/+a/61cr+Pmj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n/pHHAAAA3QAAAA8AAAAAAAAAAAAAAAAAmAIAAGRy&#10;cy9kb3ducmV2LnhtbFBLBQYAAAAABAAEAPUAAACMAwAAAAA=&#10;" fillcolor="#f4b083 [1941]" strokecolor="red" strokeweight="1pt">
                  <v:stroke joinstyle="miter"/>
                </v:oval>
                <v:oval id="Oval 1241" o:spid="_x0000_s1041" style="position:absolute;left:12568;top:48908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tbCsQA&#10;AADdAAAADwAAAGRycy9kb3ducmV2LnhtbERPTWvCQBC9F/wPywi96cZQqqauUgKiohejhx6H7JgN&#10;ZmdDdqvRX98tFHqbx/ucxaq3jbhR52vHCibjBARx6XTNlYLzaT2agfABWWPjmBQ8yMNqOXhZYKbd&#10;nY90K0IlYgj7DBWYENpMSl8asujHriWO3MV1FkOEXSV1h/cYbhuZJsm7tFhzbDDYUm6ovBbfVsF+&#10;/twVRk43+Txfp1/6sD9t9FSp12H/+QEiUB/+xX/urY7z07cJ/H4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rWwrEAAAA3QAAAA8AAAAAAAAAAAAAAAAAmAIAAGRycy9k&#10;b3ducmV2LnhtbFBLBQYAAAAABAAEAPUAAACJAwAAAAA=&#10;" fillcolor="#f4b083 [1941]" strokecolor="red" strokeweight="1pt">
                  <v:stroke joinstyle="miter"/>
                </v:oval>
                <v:oval id="Oval 1242" o:spid="_x0000_s1042" style="position:absolute;left:12485;top:44911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FfcQA&#10;AADdAAAADwAAAGRycy9kb3ducmV2LnhtbERPTWvCQBC9F/wPywi96cZQqqauUgKiohdjDz0O2Wk2&#10;mJ0N2a1Gf31XEHqbx/ucxaq3jbhQ52vHCibjBARx6XTNlYKv03o0A+EDssbGMSm4kYfVcvCywEy7&#10;Kx/pUoRKxBD2GSowIbSZlL40ZNGPXUscuR/XWQwRdpXUHV5juG1kmiTv0mLNscFgS7mh8lz8WgX7&#10;+X1XGDnd5PN8nX7rw/600VOlXof95weIQH34Fz/dWx3np28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5xX3EAAAA3QAAAA8AAAAAAAAAAAAAAAAAmAIAAGRycy9k&#10;b3ducmV2LnhtbFBLBQYAAAAABAAEAPUAAACJAwAAAAA=&#10;" fillcolor="#f4b083 [1941]" strokecolor="red" strokeweight="1pt">
                  <v:stroke joinstyle="miter"/>
                </v:oval>
                <v:oval id="Oval 1243" o:spid="_x0000_s1043" style="position:absolute;left:14530;top:47515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Vg5sQA&#10;AADdAAAADwAAAGRycy9kb3ducmV2LnhtbERPTWvCQBC9F/wPywi96ca0VE1dRQKiRS/GHnocstNs&#10;MDsbsqvG/vpuQehtHu9zFqveNuJKna8dK5iMExDEpdM1Vwo+T5vRDIQPyBobx6TgTh5Wy8HTAjPt&#10;bnykaxEqEUPYZ6jAhNBmUvrSkEU/di1x5L5dZzFE2FVSd3iL4baRaZK8SYs1xwaDLeWGynNxsQr2&#10;85+PwsjpNp/nm/RLH/anrZ4q9Tzs1+8gAvXhX/xw73Scn76+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1YObEAAAA3QAAAA8AAAAAAAAAAAAAAAAAmAIAAGRycy9k&#10;b3ducmV2LnhtbFBLBQYAAAAABAAEAPUAAACJAwAAAAA=&#10;" fillcolor="#f4b083 [1941]" strokecolor="red" strokeweight="1pt">
                  <v:stroke joinstyle="miter"/>
                </v:oval>
                <v:oval id="Oval 1244" o:spid="_x0000_s1044" style="position:absolute;left:13761;top:48327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z4ksQA&#10;AADdAAAADwAAAGRycy9kb3ducmV2LnhtbERPS2vCQBC+C/6HZYTe6sYgPlJXkYBosRejhx6H7DQb&#10;mp0N2a3G/nq3UPA2H99zVpveNuJKna8dK5iMExDEpdM1Vwou593rAoQPyBobx6TgTh426+FghZl2&#10;Nz7RtQiViCHsM1RgQmgzKX1pyKIfu5Y4cl+usxgi7CqpO7zFcNvINElm0mLNscFgS7mh8rv4sQqO&#10;y9/3wsj5Pl/mu/RTfxzPez1X6mXUb99ABOrDU/zvPug4P51O4e+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c+JLEAAAA3QAAAA8AAAAAAAAAAAAAAAAAmAIAAGRycy9k&#10;b3ducmV2LnhtbFBLBQYAAAAABAAEAPUAAACJAwAAAAA=&#10;" fillcolor="#f4b083 [1941]" strokecolor="red" strokeweight="1pt">
                  <v:stroke joinstyle="miter"/>
                </v:oval>
                <v:oval id="Oval 1245" o:spid="_x0000_s1045" style="position:absolute;left:13747;top:48904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dCcQA&#10;AADdAAAADwAAAGRycy9kb3ducmV2LnhtbERPTWvCQBC9F/wPywi96cbQVk1dRQKiRS/GHnocstNs&#10;MDsbsqvG/vpuQehtHu9zFqveNuJKna8dK5iMExDEpdM1Vwo+T5vRDIQPyBobx6TgTh5Wy8HTAjPt&#10;bnykaxEqEUPYZ6jAhNBmUvrSkEU/di1x5L5dZzFE2FVSd3iL4baRaZK8SYs1xwaDLeWGynNxsQr2&#10;85+PwsjpNp/nm/RLH/anrZ4q9Tzs1+8gAvXhX/xw73Scn768wt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QXQnEAAAA3QAAAA8AAAAAAAAAAAAAAAAAmAIAAGRycy9k&#10;b3ducmV2LnhtbFBLBQYAAAAABAAEAPUAAACJAwAAAAA=&#10;" fillcolor="#f4b083 [1941]" strokecolor="red" strokeweight="1pt">
                  <v:stroke joinstyle="miter"/>
                </v:oval>
                <v:oval id="Oval 1246" o:spid="_x0000_s1046" style="position:absolute;left:10780;top:48886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LDfsQA&#10;AADdAAAADwAAAGRycy9kb3ducmV2LnhtbERPS2vCQBC+F/wPywje6sZQfERXkYBosRejB49DdpoN&#10;zc6G7Fajv75bKPQ2H99zVpveNuJGna8dK5iMExDEpdM1Vwou593rHIQPyBobx6TgQR4268HLCjPt&#10;7nyiWxEqEUPYZ6jAhNBmUvrSkEU/di1x5D5dZzFE2FVSd3iP4baRaZJMpcWaY4PBlnJD5VfxbRUc&#10;F8/3wsjZPl/ku/SqP47nvZ4pNRr22yWIQH34F/+5DzrOT9+m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Cw37EAAAA3QAAAA8AAAAAAAAAAAAAAAAAmAIAAGRycy9k&#10;b3ducmV2LnhtbFBLBQYAAAAABAAEAPUAAACJAwAAAAA=&#10;" fillcolor="#f4b083 [1941]" strokecolor="red" strokeweight="1pt">
                  <v:stroke joinstyle="miter"/>
                </v:oval>
                <v:oval id="Oval 1247" o:spid="_x0000_s1047" style="position:absolute;left:11959;top:4888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5m5cQA&#10;AADdAAAADwAAAGRycy9kb3ducmV2LnhtbERPTWvCQBC9F/wPywi96aahNDW6igREi14ae+hxyI7Z&#10;0OxsyK4a++u7gtDbPN7nLFaDbcWFet84VvAyTUAQV043XCv4Om4m7yB8QNbYOiYFN/KwWo6eFphr&#10;d+VPupShFjGEfY4KTAhdLqWvDFn0U9cRR+7keoshwr6WusdrDLetTJPkTVpsODYY7KgwVP2UZ6tg&#10;P/v9KI3MtsWs2KTf+rA/bnWm1PN4WM9BBBrCv/jh3uk4P33N4P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OZuXEAAAA3QAAAA8AAAAAAAAAAAAAAAAAmAIAAGRycy9k&#10;b3ducmV2LnhtbFBLBQYAAAAABAAEAPUAAACJAwAAAAA=&#10;" fillcolor="#f4b083 [1941]" strokecolor="red" strokeweight="1pt">
                  <v:stroke joinstyle="miter"/>
                </v:oval>
                <v:oval id="Oval 1248" o:spid="_x0000_s1048" style="position:absolute;left:13159;top:48886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yl8cA&#10;AADdAAAADwAAAGRycy9kb3ducmV2LnhtbESPQWvCQBCF7wX/wzJCb3VjKLWmriIBscVejD30OGTH&#10;bDA7G7JbTfvrO4dCbzO8N+99s9qMvlNXGmIb2MB8loEiroNtuTHwcdo9PIOKCdliF5gMfFOEzXpy&#10;t8LChhsf6VqlRkkIxwINuJT6QutYO/IYZ6EnFu0cBo9J1qHRdsCbhPtO51n2pD22LA0Oeyod1Zfq&#10;yxs4LH/eKqcX+3JZ7vJP+3447e3CmPvpuH0BlWhM/+a/61cr+Pmj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R8pfHAAAA3QAAAA8AAAAAAAAAAAAAAAAAmAIAAGRy&#10;cy9kb3ducmV2LnhtbFBLBQYAAAAABAAEAPUAAACMAwAAAAA=&#10;" fillcolor="#f4b083 [1941]" strokecolor="red" strokeweight="1pt">
                  <v:stroke joinstyle="miter"/>
                </v:oval>
                <v:oval id="Oval 1249" o:spid="_x0000_s1049" style="position:absolute;left:10762;top:48243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XDMQA&#10;AADdAAAADwAAAGRycy9kb3ducmV2LnhtbERPTWvCQBC9F/wPywi96aah1Ca6igREi16a9NDjkB2z&#10;odnZkF019td3C4Xe5vE+Z7UZbSeuNPjWsYKneQKCuHa65UbBR7WbvYLwAVlj55gU3MnDZj15WGGu&#10;3Y3f6VqGRsQQ9jkqMCH0uZS+NmTRz11PHLmzGyyGCIdG6gFvMdx2Mk2SF2mx5dhgsKfCUP1VXqyC&#10;Y/b9Vhq52BdZsUs/9elY7fVCqcfpuF2CCDSGf/Gf+6Dj/PQ5g9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dVwzEAAAA3QAAAA8AAAAAAAAAAAAAAAAAmAIAAGRycy9k&#10;b3ducmV2LnhtbFBLBQYAAAAABAAEAPUAAACJAwAAAAA=&#10;" fillcolor="#f4b083 [1941]" strokecolor="red" strokeweight="1pt">
                  <v:stroke joinstyle="miter"/>
                </v:oval>
                <v:oval id="Oval 1250" o:spid="_x0000_s1050" style="position:absolute;left:11962;top:48224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5oTMcA&#10;AADdAAAADwAAAGRycy9kb3ducmV2LnhtbESPQWvCQBCF7wX/wzJCb3VjoLWmriIBscVejD30OGTH&#10;bDA7G7JbTfvrO4dCbzO8N+99s9qMvlNXGmIb2MB8loEiroNtuTHwcdo9PIOKCdliF5gMfFOEzXpy&#10;t8LChhsf6VqlRkkIxwINuJT6QutYO/IYZ6EnFu0cBo9J1qHRdsCbhPtO51n2pD22LA0Oeyod1Zfq&#10;yxs4LH/eKqcX+3JZ7vJP+3447e3CmPvpuH0BlWhM/+a/61cr+Pmj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+aEzHAAAA3QAAAA8AAAAAAAAAAAAAAAAAmAIAAGRy&#10;cy9kb3ducmV2LnhtbFBLBQYAAAAABAAEAPUAAACMAwAAAAA=&#10;" fillcolor="#f4b083 [1941]" strokecolor="red" strokeweight="1pt">
                  <v:stroke joinstyle="miter"/>
                </v:oval>
                <v:oval id="Oval 1251" o:spid="_x0000_s1051" style="position:absolute;left:13162;top:48265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LN18QA&#10;AADdAAAADwAAAGRycy9kb3ducmV2LnhtbERPTWvCQBC9F/wPywi96cZAq6auUgKiohejhx6H7JgN&#10;ZmdDdqvRX98tFHqbx/ucxaq3jbhR52vHCibjBARx6XTNlYLzaT2agfABWWPjmBQ8yMNqOXhZYKbd&#10;nY90K0IlYgj7DBWYENpMSl8asujHriWO3MV1FkOEXSV1h/cYbhuZJsm7tFhzbDDYUm6ovBbfVsF+&#10;/twVRk43+Txfp1/6sD9t9FSp12H/+QEiUB/+xX/urY7z07cJ/H4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yzdfEAAAA3QAAAA8AAAAAAAAAAAAAAAAAmAIAAGRycy9k&#10;b3ducmV2LnhtbFBLBQYAAAAABAAEAPUAAACJAwAAAAA=&#10;" fillcolor="#f4b083 [1941]" strokecolor="red" strokeweight="1pt">
                  <v:stroke joinstyle="miter"/>
                </v:oval>
                <v:oval id="Oval 1252" o:spid="_x0000_s1052" style="position:absolute;left:10813;top:47459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ToMQA&#10;AADdAAAADwAAAGRycy9kb3ducmV2LnhtbERPTWvCQBC9F/wPywi96cZAq6auUgKiohdjDz0O2Wk2&#10;mJ0N2a1Gf31XEHqbx/ucxaq3jbhQ52vHCibjBARx6XTNlYKv03o0A+EDssbGMSm4kYfVcvCywEy7&#10;Kx/pUoRKxBD2GSowIbSZlL40ZNGPXUscuR/XWQwRdpXUHV5juG1kmiTv0mLNscFgS7mh8lz8WgX7&#10;+X1XGDnd5PN8nX7rw/600VOlXof95weIQH34Fz/dWx3np28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gU6DEAAAA3QAAAA8AAAAAAAAAAAAAAAAAmAIAAGRycy9k&#10;b3ducmV2LnhtbFBLBQYAAAAABAAEAPUAAACJAwAAAAA=&#10;" fillcolor="#f4b083 [1941]" strokecolor="red" strokeweight="1pt">
                  <v:stroke joinstyle="miter"/>
                </v:oval>
                <v:oval id="Oval 1253" o:spid="_x0000_s1053" style="position:absolute;left:12366;top:47440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2O8QA&#10;AADdAAAADwAAAGRycy9kb3ducmV2LnhtbERPTWvCQBC9F/wPywi96caUVk1dRQKiRS/GHnocstNs&#10;MDsbsqvG/vpuQehtHu9zFqveNuJKna8dK5iMExDEpdM1Vwo+T5vRDIQPyBobx6TgTh5Wy8HTAjPt&#10;bnykaxEqEUPYZ6jAhNBmUvrSkEU/di1x5L5dZzFE2FVSd3iL4baRaZK8SYs1xwaDLeWGynNxsQr2&#10;85+PwsjpNp/nm/RLH/anrZ4q9Tzs1+8gAvXhX/xw73Scn76+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9jvEAAAA3QAAAA8AAAAAAAAAAAAAAAAAmAIAAGRycy9k&#10;b3ducmV2LnhtbFBLBQYAAAAABAAEAPUAAACJAwAAAAA=&#10;" fillcolor="#f4b083 [1941]" strokecolor="red" strokeweight="1pt">
                  <v:stroke joinstyle="miter"/>
                </v:oval>
                <v:oval id="Oval 1254" o:spid="_x0000_s1054" style="position:absolute;left:13857;top:47480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VuT8QA&#10;AADdAAAADwAAAGRycy9kb3ducmV2LnhtbERPTWvCQBC9F/wPywi96cbQVk1dRQKiRS/GHnocstNs&#10;MDsbsqvG/vpuQehtHu9zFqveNuJKna8dK5iMExDEpdM1Vwo+T5vRDIQPyBobx6TgTh5Wy8HTAjPt&#10;bnykaxEqEUPYZ6jAhNBmUvrSkEU/di1x5L5dZzFE2FVSd3iL4baRaZK8SYs1xwaDLeWGynNxsQr2&#10;85+PwsjpNp/nm/RLH/anrZ4q9Tzs1+8gAvXhX/xw73Scn76+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Fbk/EAAAA3QAAAA8AAAAAAAAAAAAAAAAAmAIAAGRycy9k&#10;b3ducmV2LnhtbFBLBQYAAAAABAAEAPUAAACJAwAAAAA=&#10;" fillcolor="#f4b083 [1941]" strokecolor="red" strokeweight="1pt">
                  <v:stroke joinstyle="miter"/>
                </v:oval>
                <v:oval id="Oval 1255" o:spid="_x0000_s1055" style="position:absolute;left:14934;top:48926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nL1MQA&#10;AADdAAAADwAAAGRycy9kb3ducmV2LnhtbERPS2vCQBC+C/6HZYTe6saAr9RVJCBa7MXoocchO82G&#10;ZmdDdquxv94tFLzNx/ec1aa3jbhS52vHCibjBARx6XTNlYLLefe6AOEDssbGMSm4k4fNejhYYabd&#10;jU90LUIlYgj7DBWYENpMSl8asujHriWO3JfrLIYIu0rqDm8x3DYyTZKZtFhzbDDYUm6o/C5+rILj&#10;8ve9MHK+z5f5Lv3UH8fzXs+Vehn12zcQgfrwFP+7DzrOT6dT+Psmni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Jy9TEAAAA3QAAAA8AAAAAAAAAAAAAAAAAmAIAAGRycy9k&#10;b3ducmV2LnhtbFBLBQYAAAAABAAEAPUAAACJAwAAAAA=&#10;" fillcolor="#f4b083 [1941]" strokecolor="red" strokeweight="1pt">
                  <v:stroke joinstyle="miter"/>
                </v:oval>
                <v:oval id="Oval 1256" o:spid="_x0000_s1056" style="position:absolute;left:14346;top:48908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Vo8QA&#10;AADdAAAADwAAAGRycy9kb3ducmV2LnhtbERPS2vCQBC+F/wPywje6sZAfURXkYBosRejB49DdpoN&#10;zc6G7Fajv75bKPQ2H99zVpveNuJGna8dK5iMExDEpdM1Vwou593rHIQPyBobx6TgQR4268HLCjPt&#10;7nyiWxEqEUPYZ6jAhNBmUvrSkEU/di1x5D5dZzFE2FVSd3iP4baRaZJMpcWaY4PBlnJD5VfxbRUc&#10;F8/3wsjZPl/ku/SqP47nvZ4pNRr22yWIQH34F/+5DzrOT9+m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bVaPEAAAA3QAAAA8AAAAAAAAAAAAAAAAAmAIAAGRycy9k&#10;b3ducmV2LnhtbFBLBQYAAAAABAAEAPUAAACJAwAAAAA=&#10;" fillcolor="#f4b083 [1941]" strokecolor="red" strokeweight="1pt">
                  <v:stroke joinstyle="miter"/>
                </v:oval>
                <v:oval id="Oval 1257" o:spid="_x0000_s1057" style="position:absolute;left:14903;top:48299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wOMQA&#10;AADdAAAADwAAAGRycy9kb3ducmV2LnhtbERPTWvCQBC9F/wPywi96aaBNjW6igREi14ae+hxyI7Z&#10;0OxsyK4a++u7gtDbPN7nLFaDbcWFet84VvAyTUAQV043XCv4Om4m7yB8QNbYOiYFN/KwWo6eFphr&#10;d+VPupShFjGEfY4KTAhdLqWvDFn0U9cRR+7keoshwr6WusdrDLetTJPkTVpsODYY7KgwVP2UZ6tg&#10;P/v9KI3MtsWs2KTf+rA/bnWm1PN4WM9BBBrCv/jh3uk4P33N4P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X8DjEAAAA3QAAAA8AAAAAAAAAAAAAAAAAmAIAAGRycy9k&#10;b3ducmV2LnhtbFBLBQYAAAAABAAEAPUAAACJAwAAAAA=&#10;" fillcolor="#f4b083 [1941]" strokecolor="red" strokeweight="1pt">
                  <v:stroke joinstyle="miter"/>
                </v:oval>
                <v:oval id="Oval 1258" o:spid="_x0000_s1058" style="position:absolute;left:14381;top:48237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hkSscA&#10;AADdAAAADwAAAGRycy9kb3ducmV2LnhtbESPQWvCQBCF7wX/wzJCb3VjoLWmriIBscVejD30OGTH&#10;bDA7G7JbTfvrO4dCbzO8N+99s9qMvlNXGmIb2MB8loEiroNtuTHwcdo9PIOKCdliF5gMfFOEzXpy&#10;t8LChhsf6VqlRkkIxwINuJT6QutYO/IYZ6EnFu0cBo9J1qHRdsCbhPtO51n2pD22LA0Oeyod1Zfq&#10;yxs4LH/eKqcX+3JZ7vJP+3447e3CmPvpuH0BlWhM/+a/61cr+Pmj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IZErHAAAA3QAAAA8AAAAAAAAAAAAAAAAAmAIAAGRy&#10;cy9kb3ducmV2LnhtbFBLBQYAAAAABAAEAPUAAACMAwAAAAA=&#10;" fillcolor="#f4b083 [1941]" strokecolor="red" strokeweight="1pt">
                  <v:stroke joinstyle="miter"/>
                </v:oval>
                <v:oval id="Oval 1259" o:spid="_x0000_s1059" style="position:absolute;left:13424;top:44910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B0cQA&#10;AADdAAAADwAAAGRycy9kb3ducmV2LnhtbERPTWvCQBC9F/wPywi96aaB1ia6igREi16a9NDjkB2z&#10;odnZkF019td3C4Xe5vE+Z7UZbSeuNPjWsYKneQKCuHa65UbBR7WbvYLwAVlj55gU3MnDZj15WGGu&#10;3Y3f6VqGRsQQ9jkqMCH0uZS+NmTRz11PHLmzGyyGCIdG6gFvMdx2Mk2SF2mx5dhgsKfCUP1VXqyC&#10;Y/b9Vhq52BdZsUs/9elY7fVCqcfpuF2CCDSGf/Gf+6Dj/PQ5g9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EwdHEAAAA3QAAAA8AAAAAAAAAAAAAAAAAmAIAAGRycy9k&#10;b3ducmV2LnhtbFBLBQYAAAAABAAEAPUAAACJAwAAAAA=&#10;" fillcolor="#f4b083 [1941]" strokecolor="red" strokeweight="1pt">
                  <v:stroke joinstyle="miter"/>
                </v:oval>
                <v:oval id="Oval 1260" o:spid="_x0000_s1060" style="position:absolute;left:11764;top:41784;width:1188;height:1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Ki8ccA&#10;AADdAAAADwAAAGRycy9kb3ducmV2LnhtbESPQW/CMAyF75P4D5GRdhvpeoBRCGiqhBhilxUOHK3G&#10;a6o1TtVk0PHr58Ok3Wy95/c+r7ej79SVhtgGNvA8y0AR18G23Bg4n3ZPL6BiQrbYBSYDPxRhu5k8&#10;rLGw4cYfdK1SoySEY4EGXEp9oXWsHXmMs9ATi/YZBo9J1qHRdsCbhPtO51k21x5blgaHPZWO6q/q&#10;2xs4Lu+HyunFvlyWu/xi34+nvV0Y8zgdX1egEo3p3/x3/WYFP58Lv3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SovHHAAAA3QAAAA8AAAAAAAAAAAAAAAAAmAIAAGRy&#10;cy9kb3ducmV2LnhtbFBLBQYAAAAABAAEAPUAAACMAwAAAAA=&#10;" fillcolor="#f4b083 [1941]" strokecolor="red" strokeweight="1pt">
                  <v:stroke joinstyle="miter"/>
                </v:oval>
                <v:oval id="Oval 1261" o:spid="_x0000_s1061" style="position:absolute;left:12964;top:41825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4HasMA&#10;AADdAAAADwAAAGRycy9kb3ducmV2LnhtbERPTYvCMBC9L/gfwgh7W1N70LUaRQriil62evA4NLNN&#10;2WZSmqjVX2+Ehb3N433OYtXbRlyp87VjBeNRAoK4dLrmSsHpuPn4BOEDssbGMSm4k4fVcvC2wEy7&#10;G3/TtQiViCHsM1RgQmgzKX1pyKIfuZY4cj+usxgi7CqpO7zFcNvINEkm0mLNscFgS7mh8re4WAX7&#10;2WNXGDnd5rN8k571YX/c6qlS78N+PQcRqA//4j/3l47z08kYXt/EE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4HasMAAADdAAAADwAAAAAAAAAAAAAAAACYAgAAZHJzL2Rv&#10;d25yZXYueG1sUEsFBgAAAAAEAAQA9QAAAIgDAAAAAA==&#10;" fillcolor="#f4b083 [1941]" strokecolor="red" strokeweight="1pt">
                  <v:stroke joinstyle="miter"/>
                </v:oval>
                <v:oval id="Oval 1262" o:spid="_x0000_s1062" style="position:absolute;left:14358;top:44940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ZHcMA&#10;AADdAAAADwAAAGRycy9kb3ducmV2LnhtbERPTYvCMBC9L/gfwgh7W1N70LUaRQriil627mGPQzM2&#10;xWZSmqh1f/1GELzN433OYtXbRlyp87VjBeNRAoK4dLrmSsHPcfPxCcIHZI2NY1JwJw+r5eBtgZl2&#10;N/6maxEqEUPYZ6jAhNBmUvrSkEU/ci1x5E6usxgi7CqpO7zFcNvINEkm0mLNscFgS7mh8lxcrIL9&#10;7G9XGDnd5rN8k/7qw/641VOl3of9eg4iUB9e4qf7S8f56SSFxzfxB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ZHcMAAADdAAAADwAAAAAAAAAAAAAAAACYAgAAZHJzL2Rv&#10;d25yZXYueG1sUEsFBgAAAAAEAAQA9QAAAIgDAAAAAA==&#10;" fillcolor="#f4b083 [1941]" strokecolor="red" strokeweight="1pt">
                  <v:stroke joinstyle="miter"/>
                </v:oval>
                <v:oval id="Oval 1263" o:spid="_x0000_s1063" style="position:absolute;left:14087;top:41855;width:1189;height:1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8hsQA&#10;AADdAAAADwAAAGRycy9kb3ducmV2LnhtbERPS2vCQBC+F/wPywje6sYUfERXkYBosRejB49DdpoN&#10;zc6G7Fajv75bKPQ2H99zVpveNuJGna8dK5iMExDEpdM1Vwou593rHIQPyBobx6TgQR4268HLCjPt&#10;7nyiWxEqEUPYZ6jAhNBmUvrSkEU/di1x5D5dZzFE2FVSd3iP4baRaZJMpcWaY4PBlnJD5VfxbRUc&#10;F8/3wsjZPl/ku/SqP47nvZ4pNRr22yWIQH34F/+5DzrOT6dv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PIbEAAAA3QAAAA8AAAAAAAAAAAAAAAAAmAIAAGRycy9k&#10;b3ducmV2LnhtbFBLBQYAAAAABAAEAPUAAACJAwAAAAA=&#10;" fillcolor="#f4b083 [1941]" strokecolor="red" strokeweight="1pt">
                  <v:stroke joinstyle="miter"/>
                </v:oval>
                <v:oval id="Oval 1264" o:spid="_x0000_s1064" style="position:absolute;left:15314;top:44981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mk8sQA&#10;AADdAAAADwAAAGRycy9kb3ducmV2LnhtbERPS2vCQBC+F/wPywje6sZQfERXkYBosRejB49DdpoN&#10;zc6G7Fajv75bKPQ2H99zVpveNuJGna8dK5iMExDEpdM1Vwou593rHIQPyBobx6TgQR4268HLCjPt&#10;7nyiWxEqEUPYZ6jAhNBmUvrSkEU/di1x5D5dZzFE2FVSd3iP4baRaZJMpcWaY4PBlnJD5VfxbRUc&#10;F8/3wsjZPl/ku/SqP47nvZ4pNRr22yWIQH34F/+5DzrOT6dv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pPLEAAAA3QAAAA8AAAAAAAAAAAAAAAAAmAIAAGRycy9k&#10;b3ducmV2LnhtbFBLBQYAAAAABAAEAPUAAACJAwAAAAA=&#10;" fillcolor="#f4b083 [1941]" strokecolor="red" strokeweight="1pt">
                  <v:stroke joinstyle="miter"/>
                </v:oval>
                <v:oval id="Oval 1265" o:spid="_x0000_s1065" style="position:absolute;left:15887;top:47560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UBacQA&#10;AADdAAAADwAAAGRycy9kb3ducmV2LnhtbERPS2vCQBC+F/wPywje6sZAfURXkYBosRejB49DdpoN&#10;zc6G7Fajv75bKPQ2H99zVpveNuJGna8dK5iMExDEpdM1Vwou593rHIQPyBobx6TgQR4268HLCjPt&#10;7nyiWxEqEUPYZ6jAhNBmUvrSkEU/di1x5D5dZzFE2FVSd3iP4baRaZJMpcWaY4PBlnJD5VfxbRUc&#10;F8/3wsjZPl/ku/SqP47nvZ4pNRr22yWIQH34F/+5DzrOT6dv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lAWnEAAAA3QAAAA8AAAAAAAAAAAAAAAAAmAIAAGRycy9k&#10;b3ducmV2LnhtbFBLBQYAAAAABAAEAPUAAACJAwAAAAA=&#10;" fillcolor="#f4b083 [1941]" strokecolor="red" strokeweight="1pt">
                  <v:stroke joinstyle="miter"/>
                </v:oval>
                <v:oval id="Oval 1266" o:spid="_x0000_s1066" style="position:absolute;left:15267;top:41877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efHsQA&#10;AADdAAAADwAAAGRycy9kb3ducmV2LnhtbERPTWvCQBC9F/wPyxR6q5vmEGvqJkhArNhLYw89Dtlp&#10;NpidDdlVY399tyB4m8f7nFU52V6cafSdYwUv8wQEceN0x62Cr8Pm+RWED8gae8ek4EoeymL2sMJc&#10;uwt/0rkOrYgh7HNUYEIYcil9Y8iin7uBOHI/brQYIhxbqUe8xHDbyzRJMmmx49hgcKDKUHOsT1bB&#10;fvm7q41cbKtltUm/9cf+sNULpZ4ep/UbiEBTuItv7ncd56dZBv/fxB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3nx7EAAAA3QAAAA8AAAAAAAAAAAAAAAAAmAIAAGRycy9k&#10;b3ducmV2LnhtbFBLBQYAAAAABAAEAPUAAACJAwAAAAA=&#10;" fillcolor="#f4b083 [1941]" strokecolor="red" strokeweight="1pt">
                  <v:stroke joinstyle="miter"/>
                </v:oval>
                <v:oval id="Oval 1267" o:spid="_x0000_s1067" style="position:absolute;left:16014;top:48334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s6hcQA&#10;AADdAAAADwAAAGRycy9kb3ducmV2LnhtbERPTWvCQBC9F/wPywi91Y05mBpdRQJixV4aPXgcsmM2&#10;mJ0N2VVjf323UOhtHu9zluvBtuJOvW8cK5hOEhDEldMN1wpOx+3bOwgfkDW2jknBkzysV6OXJeba&#10;PfiL7mWoRQxhn6MCE0KXS+krQxb9xHXEkbu43mKIsK+l7vERw20r0ySZSYsNxwaDHRWGqmt5swoO&#10;8+99aWS2K+bFNj3rz8NxpzOlXsfDZgEi0BD+xX/uDx3np7M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7OoXEAAAA3QAAAA8AAAAAAAAAAAAAAAAAmAIAAGRycy9k&#10;b3ducmV2LnhtbFBLBQYAAAAABAAEAPUAAACJAwAAAAA=&#10;" fillcolor="#f4b083 [1941]" strokecolor="red" strokeweight="1pt">
                  <v:stroke joinstyle="miter"/>
                </v:oval>
                <v:oval id="Oval 1268" o:spid="_x0000_s1068" style="position:absolute;left:16025;top:4898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u98cA&#10;AADdAAAADwAAAGRycy9kb3ducmV2LnhtbESPQW/CMAyF75P4D5GRdhvpeoBRCGiqhBhilxUOHK3G&#10;a6o1TtVk0PHr58Ok3Wy95/c+r7ej79SVhtgGNvA8y0AR18G23Bg4n3ZPL6BiQrbYBSYDPxRhu5k8&#10;rLGw4cYfdK1SoySEY4EGXEp9oXWsHXmMs9ATi/YZBo9J1qHRdsCbhPtO51k21x5blgaHPZWO6q/q&#10;2xs4Lu+HyunFvlyWu/xi34+nvV0Y8zgdX1egEo3p3/x3/WYFP58Lrn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krvfHAAAA3QAAAA8AAAAAAAAAAAAAAAAAmAIAAGRy&#10;cy9kb3ducmV2LnhtbFBLBQYAAAAABAAEAPUAAACMAwAAAAA=&#10;" fillcolor="#f4b083 [1941]" strokecolor="red" strokeweight="1pt">
                  <v:stroke joinstyle="miter"/>
                </v:oval>
                <v:oval id="Oval 1269" o:spid="_x0000_s1069" style="position:absolute;left:16286;top:45022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gLbMQA&#10;AADdAAAADwAAAGRycy9kb3ducmV2LnhtbERPTWvCQBC9C/6HZQq96aY5aJO6igTEir00evA4ZKfZ&#10;YHY2ZFeN/fXdguBtHu9zFqvBtuJKvW8cK3ibJiCIK6cbrhUcD5vJOwgfkDW2jknBnTysluPRAnPt&#10;bvxN1zLUIoawz1GBCaHLpfSVIYt+6jriyP243mKIsK+l7vEWw20r0ySZSYsNxwaDHRWGqnN5sQr2&#10;2e+uNHK+LbJik5701/6w1XOlXl+G9QeIQEN4ih/uTx3np7MM/r+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oC2zEAAAA3QAAAA8AAAAAAAAAAAAAAAAAmAIAAGRycy9k&#10;b3ducmV2LnhtbFBLBQYAAAAABAAEAPUAAACJAwAAAAA=&#10;" fillcolor="#f4b083 [1941]" strokecolor="red" strokeweight="1pt">
                  <v:stroke joinstyle="miter"/>
                </v:oval>
                <v:oval id="Oval 1270" o:spid="_x0000_s1070" style="position:absolute;left:17378;top:47601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0LMcA&#10;AADdAAAADwAAAGRycy9kb3ducmV2LnhtbESPQU/DMAyF70j7D5GRdmMpPVBWlk1TpWmgcaHjwNFq&#10;TFOtcaom2zp+PT4gcbP1nt/7vNpMvlcXGmMX2MDjIgNF3ATbcWvg87h7eAYVE7LFPjAZuFGEzXp2&#10;t8LShit/0KVOrZIQjiUacCkNpdaxceQxLsJALNp3GD0mWcdW2xGvEu57nWfZk/bYsTQ4HKhy1Jzq&#10;szdwWP681U4X+2pZ7fIv+3447m1hzPx+2r6ASjSlf/Pf9asV/LwQ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LNCzHAAAA3QAAAA8AAAAAAAAAAAAAAAAAmAIAAGRy&#10;cy9kb3ducmV2LnhtbFBLBQYAAAAABAAEAPUAAACMAwAAAAA=&#10;" fillcolor="#f4b083 [1941]" strokecolor="red" strokeweight="1pt">
                  <v:stroke joinstyle="miter"/>
                </v:oval>
                <v:oval id="Oval 1271" o:spid="_x0000_s1071" style="position:absolute;left:16467;top:41918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eRt8QA&#10;AADdAAAADwAAAGRycy9kb3ducmV2LnhtbERPTWvCQBC9C/0PyxR60405NJq6SgmIFnsxevA4ZKfZ&#10;0OxsyK6a+uvdguBtHu9zFqvBtuJCvW8cK5hOEhDEldMN1wqOh/V4BsIHZI2tY1LwRx5Wy5fRAnPt&#10;rrynSxlqEUPY56jAhNDlUvrKkEU/cR1x5H5cbzFE2NdS93iN4baVaZK8S4sNxwaDHRWGqt/ybBXs&#10;5rev0shsU8yLdXrS37vDRmdKvb0Onx8gAg3hKX64tzrOT7Mp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HkbfEAAAA3QAAAA8AAAAAAAAAAAAAAAAAmAIAAGRycy9k&#10;b3ducmV2LnhtbFBLBQYAAAAABAAEAPUAAACJAwAAAAA=&#10;" fillcolor="#f4b083 [1941]" strokecolor="red" strokeweight="1pt">
                  <v:stroke joinstyle="miter"/>
                </v:oval>
                <v:oval id="Oval 1272" o:spid="_x0000_s1072" style="position:absolute;left:17176;top:48412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UPwM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T7MU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UPwMMAAADdAAAADwAAAAAAAAAAAAAAAACYAgAAZHJzL2Rv&#10;d25yZXYueG1sUEsFBgAAAAAEAAQA9QAAAIgDAAAAAA==&#10;" fillcolor="#f4b083 [1941]" strokecolor="red" strokeweight="1pt">
                  <v:stroke joinstyle="miter"/>
                </v:oval>
                <v:oval id="Oval 1273" o:spid="_x0000_s1073" style="position:absolute;left:17184;top:48964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mqW8QA&#10;AADdAAAADwAAAGRycy9kb3ducmV2LnhtbERPTWvCQBC9F/wPywi96aYpNDW6igREi14ae+hxyI7Z&#10;0OxsyK4a++u7gtDbPN7nLFaDbcWFet84VvAyTUAQV043XCv4Om4m7yB8QNbYOiYFN/KwWo6eFphr&#10;d+VPupShFjGEfY4KTAhdLqWvDFn0U9cRR+7keoshwr6WusdrDLetTJPkTVpsODYY7KgwVP2UZ6tg&#10;P/v9KI3MtsWs2KTf+rA/bnWm1PN4WM9BBBrCv/jh3uk4P81e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ZqlvEAAAA3QAAAA8AAAAAAAAAAAAAAAAAmAIAAGRycy9k&#10;b3ducmV2LnhtbFBLBQYAAAAABAAEAPUAAACJAwAAAAA=&#10;" fillcolor="#f4b083 [1941]" strokecolor="red" strokeweight="1pt">
                  <v:stroke joinstyle="miter"/>
                </v:oval>
                <v:oval id="Oval 1274" o:spid="_x0000_s1074" style="position:absolute;left:17312;top:45003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yL8QA&#10;AADdAAAADwAAAGRycy9kb3ducmV2LnhtbERPTWvCQBC9F/wPywi96aahNDW6igREi14ae+hxyI7Z&#10;0OxsyK4a++u7gtDbPN7nLFaDbcWFet84VvAyTUAQV043XCv4Om4m7yB8QNbYOiYFN/KwWo6eFphr&#10;d+VPupShFjGEfY4KTAhdLqWvDFn0U9cRR+7keoshwr6WusdrDLetTJPkTVpsODYY7KgwVP2UZ6tg&#10;P/v9KI3MtsWs2KTf+rA/bnWm1PN4WM9BBBrCv/jh3uk4P81e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wMi/EAAAA3QAAAA8AAAAAAAAAAAAAAAAAmAIAAGRycy9k&#10;b3ducmV2LnhtbFBLBQYAAAAABAAEAPUAAACJAwAAAAA=&#10;" fillcolor="#f4b083 [1941]" strokecolor="red" strokeweight="1pt">
                  <v:stroke joinstyle="miter"/>
                </v:oval>
                <v:oval id="Oval 1275" o:spid="_x0000_s1075" style="position:absolute;left:18911;top:47582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yXtMQA&#10;AADdAAAADwAAAGRycy9kb3ducmV2LnhtbERPTWvCQBC9F/wPywi96aaBNjW6igREi14ae+hxyI7Z&#10;0OxsyK4a++u7gtDbPN7nLFaDbcWFet84VvAyTUAQV043XCv4Om4m7yB8QNbYOiYFN/KwWo6eFphr&#10;d+VPupShFjGEfY4KTAhdLqWvDFn0U9cRR+7keoshwr6WusdrDLetTJPkTVpsODYY7KgwVP2UZ6tg&#10;P/v9KI3MtsWs2KTf+rA/bnWm1PN4WM9BBBrCv/jh3uk4P81e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8l7TEAAAA3QAAAA8AAAAAAAAAAAAAAAAAmAIAAGRycy9k&#10;b3ducmV2LnhtbFBLBQYAAAAABAAEAPUAAACJAwAAAAA=&#10;" fillcolor="#f4b083 [1941]" strokecolor="red" strokeweight="1pt">
                  <v:stroke joinstyle="miter"/>
                </v:oval>
                <v:oval id="Oval 1276" o:spid="_x0000_s1076" style="position:absolute;left:18377;top:48393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4Jw8QA&#10;AADdAAAADwAAAGRycy9kb3ducmV2LnhtbERPTWvCQBC9F/wPywi91Y05mBpdRQJixV4aPXgcsmM2&#10;mJ0N2VVjf323UOhtHu9zluvBtuJOvW8cK5hOEhDEldMN1wpOx+3bOwgfkDW2jknBkzysV6OXJeba&#10;PfiL7mWoRQxhn6MCE0KXS+krQxb9xHXEkbu43mKIsK+l7vERw20r0ySZSYsNxwaDHRWGqmt5swoO&#10;8+99aWS2K+bFNj3rz8NxpzOlXsfDZgEi0BD+xX/uDx3np9k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uCcPEAAAA3QAAAA8AAAAAAAAAAAAAAAAAmAIAAGRycy9k&#10;b3ducmV2LnhtbFBLBQYAAAAABAAEAPUAAACJAwAAAAA=&#10;" fillcolor="#f4b083 [1941]" strokecolor="red" strokeweight="1pt">
                  <v:stroke joinstyle="miter"/>
                </v:oval>
                <v:oval id="Oval 1277" o:spid="_x0000_s1077" style="position:absolute;left:18384;top:4898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KsWM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T7MM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KsWMMAAADdAAAADwAAAAAAAAAAAAAAAACYAgAAZHJzL2Rv&#10;d25yZXYueG1sUEsFBgAAAAAEAAQA9QAAAIgDAAAAAA==&#10;" fillcolor="#f4b083 [1941]" strokecolor="red" strokeweight="1pt">
                  <v:stroke joinstyle="miter"/>
                </v:oval>
                <v:oval id="Oval 1278" o:spid="_x0000_s1078" style="position:absolute;left:18301;top:45043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4KscA&#10;AADdAAAADwAAAGRycy9kb3ducmV2LnhtbESPQU/DMAyF70j7D5GRdmMpPVBWlk1TpWmgcaHjwNFq&#10;TFOtcaom2zp+PT4gcbP1nt/7vNpMvlcXGmMX2MDjIgNF3ATbcWvg87h7eAYVE7LFPjAZuFGEzXp2&#10;t8LShit/0KVOrZIQjiUacCkNpdaxceQxLsJALNp3GD0mWcdW2xGvEu57nWfZk/bYsTQ4HKhy1Jzq&#10;szdwWP681U4X+2pZ7fIv+3447m1hzPx+2r6ASjSlf/Pf9asV/LwQXP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9OCrHAAAA3QAAAA8AAAAAAAAAAAAAAAAAmAIAAGRy&#10;cy9kb3ducmV2LnhtbFBLBQYAAAAABAAEAPUAAACMAwAAAAA=&#10;" fillcolor="#f4b083 [1941]" strokecolor="red" strokeweight="1pt">
                  <v:stroke joinstyle="miter"/>
                </v:oval>
                <v:oval id="Oval 1279" o:spid="_x0000_s1079" style="position:absolute;left:20422;top:47622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dscQA&#10;AADdAAAADwAAAGRycy9kb3ducmV2LnhtbERPTWvCQBC9C/0PyxS86cYcTJO6igTEir008dDjkJ1m&#10;Q7OzIbvV2F/fLRR6m8f7nM1usr240ug7xwpWywQEceN0x62CS31YPIHwAVlj75gU3MnDbvsw22Ch&#10;3Y3f6FqFVsQQ9gUqMCEMhZS+MWTRL91AHLkPN1oMEY6t1CPeYrjtZZoka2mx49hgcKDSUPNZfVkF&#10;5/z7VBmZHcu8PKTv+vVcH3Wm1Pxx2j+DCDSFf/Gf+0XH+WmWw+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xnbHEAAAA3QAAAA8AAAAAAAAAAAAAAAAAmAIAAGRycy9k&#10;b3ducmV2LnhtbFBLBQYAAAAABAAEAPUAAACJAwAAAAA=&#10;" fillcolor="#f4b083 [1941]" strokecolor="red" strokeweight="1pt">
                  <v:stroke joinstyle="miter"/>
                </v:oval>
                <v:oval id="Oval 1280" o:spid="_x0000_s1080" style="position:absolute;left:19577;top:48433;width:619;height: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5EC8cA&#10;AADdAAAADwAAAGRycy9kb3ducmV2LnhtbESPQW/CMAyF75P4D5GRdhvpehjQEdBUCTHELhQOO1qN&#10;11RrnKrJoOzXz4dJ3Gy95/c+rzaj79SFhtgGNvA8y0AR18G23Bg4n7ZPC1AxIVvsApOBG0XYrCcP&#10;KyxsuPKRLlVqlIRwLNCAS6kvtI61I49xFnpi0b7C4DHJOjTaDniVcN/pPMtetMeWpcFhT6Wj+rv6&#10;8QYOy9995fR8Vy7Lbf5pPw6nnZ0b8zgd315BJRrT3fx//W4FP18Iv3wjI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eRAvHAAAA3QAAAA8AAAAAAAAAAAAAAAAAmAIAAGRy&#10;cy9kb3ducmV2LnhtbFBLBQYAAAAABAAEAPUAAACMAwAAAAA=&#10;" fillcolor="#f4b083 [1941]" strokecolor="red" strokeweight="1pt">
                  <v:stroke joinstyle="miter"/>
                </v:oval>
                <v:oval id="Oval 1281" o:spid="_x0000_s1081" style="position:absolute;left:19563;top:48986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hkMQA&#10;AADdAAAADwAAAGRycy9kb3ducmV2LnhtbERPS2vCQBC+C/6HZQq96cYcfERXKQHRYi8mHjwO2Wk2&#10;NDsbsqum/fXdQsHbfHzP2ewG24o79b5xrGA2TUAQV043XCu4lPvJEoQPyBpbx6TgmzzstuPRBjPt&#10;HnymexFqEUPYZ6jAhNBlUvrKkEU/dR1x5D5dbzFE2NdS9/iI4baVaZLMpcWGY4PBjnJD1VdxswpO&#10;q5/3wsjFIV/l+/SqP07lQS+Uen0Z3tYgAg3hKf53H3Wcny5n8PdNPE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S4ZDEAAAA3QAAAA8AAAAAAAAAAAAAAAAAmAIAAGRycy9k&#10;b3ducmV2LnhtbFBLBQYAAAAABAAEAPUAAACJAwAAAAA=&#10;" fillcolor="#f4b083 [1941]" strokecolor="red" strokeweight="1pt">
                  <v:stroke joinstyle="miter"/>
                </v:oval>
                <v:oval id="Oval 1282" o:spid="_x0000_s1082" style="position:absolute;left:16596;top:48967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/58MA&#10;AADdAAAADwAAAGRycy9kb3ducmV2LnhtbERPTYvCMBC9L/gfwgje1tQeVq1GkYK44l627mGPQzM2&#10;xWZSmqjVX2+Ehb3N433Oct3bRlyp87VjBZNxAoK4dLrmSsHPcfs+A+EDssbGMSm4k4f1avC2xEy7&#10;G3/TtQiViCHsM1RgQmgzKX1pyKIfu5Y4cifXWQwRdpXUHd5iuG1kmiQf0mLNscFgS7mh8lxcrILD&#10;/LEvjJzu8nm+TX/11+G401OlRsN+swARqA//4j/3p47z01kKr2/iC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B/58MAAADdAAAADwAAAAAAAAAAAAAAAACYAgAAZHJzL2Rv&#10;d25yZXYueG1sUEsFBgAAAAAEAAQA9QAAAIgDAAAAAA==&#10;" fillcolor="#f4b083 [1941]" strokecolor="red" strokeweight="1pt">
                  <v:stroke joinstyle="miter"/>
                </v:oval>
                <v:oval id="Oval 1283" o:spid="_x0000_s1083" style="position:absolute;left:17775;top:48970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afMQA&#10;AADdAAAADwAAAGRycy9kb3ducmV2LnhtbERPTWvCQBC9F/wPywje6sYUqkZXkYBosRejB49DdpoN&#10;zc6G7Fajv75bKHibx/uc5bq3jbhS52vHCibjBARx6XTNlYLzafs6A+EDssbGMSm4k4f1avCyxEy7&#10;Gx/pWoRKxBD2GSowIbSZlL40ZNGPXUscuS/XWQwRdpXUHd5iuG1kmiTv0mLNscFgS7mh8rv4sQoO&#10;88dHYeR0l8/zbXrRn4fTTk+VGg37zQJEoD48xf/uvY7z09kb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M2nzEAAAA3QAAAA8AAAAAAAAAAAAAAAAAmAIAAGRycy9k&#10;b3ducmV2LnhtbFBLBQYAAAAABAAEAPUAAACJAwAAAAA=&#10;" fillcolor="#f4b083 [1941]" strokecolor="red" strokeweight="1pt">
                  <v:stroke joinstyle="miter"/>
                </v:oval>
                <v:oval id="Oval 1284" o:spid="_x0000_s1084" style="position:absolute;left:18975;top:48967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CCMQA&#10;AADdAAAADwAAAGRycy9kb3ducmV2LnhtbERPTWvCQBC9F/wPywje6sZQqkZXkYBosRejB49DdpoN&#10;zc6G7Fajv75bKHibx/uc5bq3jbhS52vHCibjBARx6XTNlYLzafs6A+EDssbGMSm4k4f1avCyxEy7&#10;Gx/pWoRKxBD2GSowIbSZlL40ZNGPXUscuS/XWQwRdpXUHd5iuG1kmiTv0mLNscFgS7mh8rv4sQoO&#10;88dHYeR0l8/zbXrRn4fTTk+VGg37zQJEoD48xf/uvY7z09kb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lQgjEAAAA3QAAAA8AAAAAAAAAAAAAAAAAmAIAAGRycy9k&#10;b3ducmV2LnhtbFBLBQYAAAAABAAEAPUAAACJAwAAAAA=&#10;" fillcolor="#f4b083 [1941]" strokecolor="red" strokeweight="1pt">
                  <v:stroke joinstyle="miter"/>
                </v:oval>
                <v:oval id="Oval 1285" o:spid="_x0000_s1085" style="position:absolute;left:16578;top:48350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nnk8QA&#10;AADdAAAADwAAAGRycy9kb3ducmV2LnhtbERPTWvCQBC9F/wPywje6sZAq0ZXkYBosRejB49DdpoN&#10;zc6G7Fajv75bKHibx/uc5bq3jbhS52vHCibjBARx6XTNlYLzafs6A+EDssbGMSm4k4f1avCyxEy7&#10;Gx/pWoRKxBD2GSowIbSZlL40ZNGPXUscuS/XWQwRdpXUHd5iuG1kmiTv0mLNscFgS7mh8rv4sQoO&#10;88dHYeR0l8/zbXrRn4fTTk+VGg37zQJEoD48xf/uvY7z09kb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p55PEAAAA3QAAAA8AAAAAAAAAAAAAAAAAmAIAAGRycy9k&#10;b3ducmV2LnhtbFBLBQYAAAAABAAEAPUAAACJAwAAAAA=&#10;" fillcolor="#f4b083 [1941]" strokecolor="red" strokeweight="1pt">
                  <v:stroke joinstyle="miter"/>
                </v:oval>
                <v:oval id="Oval 1286" o:spid="_x0000_s1086" style="position:absolute;left:17778;top:48331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t55MQA&#10;AADdAAAADwAAAGRycy9kb3ducmV2LnhtbERPS4vCMBC+C/6HMII3TbcHH9UoS0HcRS9bPXgcmrEp&#10;NpPSZLXur98sCHubj+85621vG3GnzteOFbxNExDEpdM1VwrOp91kAcIHZI2NY1LwJA/bzXCwxky7&#10;B3/RvQiViCHsM1RgQmgzKX1pyKKfupY4clfXWQwRdpXUHT5iuG1kmiQzabHm2GCwpdxQeSu+rYLD&#10;8uezMHK+z5f5Lr3o4+G013OlxqP+fQUiUB/+xS/3h47z08UM/r6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7eeTEAAAA3QAAAA8AAAAAAAAAAAAAAAAAmAIAAGRycy9k&#10;b3ducmV2LnhtbFBLBQYAAAAABAAEAPUAAACJAwAAAAA=&#10;" fillcolor="#f4b083 [1941]" strokecolor="red" strokeweight="1pt">
                  <v:stroke joinstyle="miter"/>
                </v:oval>
                <v:oval id="Oval 1287" o:spid="_x0000_s1087" style="position:absolute;left:18978;top:48371;width:620;height: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cf8QA&#10;AADdAAAADwAAAGRycy9kb3ducmV2LnhtbERPTWvCQBC9F/wPywje6sYcGo2uIgGxYi+NPfQ4ZMds&#10;MDsbsqtGf323UOhtHu9zVpvBtuJGvW8cK5hNExDEldMN1wq+TrvXOQgfkDW2jknBgzxs1qOXFeba&#10;3fmTbmWoRQxhn6MCE0KXS+krQxb91HXEkTu73mKIsK+l7vEew20r0yR5kxYbjg0GOyoMVZfyahUc&#10;F89DaWS2LxbFLv3WH8fTXmdKTcbDdgki0BD+xX/udx3np/MMfr+JJ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33H/EAAAA3QAAAA8AAAAAAAAAAAAAAAAAmAIAAGRycy9k&#10;b3ducmV2LnhtbFBLBQYAAAAABAAEAPUAAACJAwAAAAA=&#10;" fillcolor="#f4b083 [1941]" strokecolor="red" strokeweight="1pt">
                  <v:stroke joinstyle="miter"/>
                </v:oval>
                <v:oval id="Oval 1288" o:spid="_x0000_s1088" style="position:absolute;left:16629;top:47566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IDccA&#10;AADdAAAADwAAAGRycy9kb3ducmV2LnhtbESPQW/CMAyF75P4D5GRdhvpehjQEdBUCTHELhQOO1qN&#10;11RrnKrJoOzXz4dJ3Gy95/c+rzaj79SFhtgGNvA8y0AR18G23Bg4n7ZPC1AxIVvsApOBG0XYrCcP&#10;KyxsuPKRLlVqlIRwLNCAS6kvtI61I49xFnpi0b7C4DHJOjTaDniVcN/pPMtetMeWpcFhT6Wj+rv6&#10;8QYOy9995fR8Vy7Lbf5pPw6nnZ0b8zgd315BJRrT3fx//W4FP18IrnwjI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oSA3HAAAA3QAAAA8AAAAAAAAAAAAAAAAAmAIAAGRy&#10;cy9kb3ducmV2LnhtbFBLBQYAAAAABAAEAPUAAACMAwAAAAA=&#10;" fillcolor="#f4b083 [1941]" strokecolor="red" strokeweight="1pt">
                  <v:stroke joinstyle="miter"/>
                </v:oval>
                <v:oval id="Oval 1289" o:spid="_x0000_s1089" style="position:absolute;left:18182;top:47547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TtlsQA&#10;AADdAAAADwAAAGRycy9kb3ducmV2LnhtbERPTWvCQBC9F/wPyxS81U1zUJO6igREi700evA4ZKfZ&#10;YHY2ZFeN/fWuUOhtHu9zFqvBtuJKvW8cK3ifJCCIK6cbrhUcD5u3OQgfkDW2jknBnTyslqOXBeba&#10;3fibrmWoRQxhn6MCE0KXS+krQxb9xHXEkftxvcUQYV9L3eMthttWpkkylRYbjg0GOyoMVefyYhXs&#10;s9/P0sjZtsiKTXrSX/vDVs+UGr8O6w8QgYbwL/5z73Scn84zeH4TT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k7ZbEAAAA3QAAAA8AAAAAAAAAAAAAAAAAmAIAAGRycy9k&#10;b3ducmV2LnhtbFBLBQYAAAAABAAEAPUAAACJAwAAAAA=&#10;" fillcolor="#f4b083 [1941]" strokecolor="red" strokeweight="1pt">
                  <v:stroke joinstyle="miter"/>
                </v:oval>
                <v:oval id="Oval 1290" o:spid="_x0000_s1090" style="position:absolute;left:19673;top:47587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S1scA&#10;AADdAAAADwAAAGRycy9kb3ducmV2LnhtbESPQU/DMAyF70j7D5GRdmMpPTBalk1TpWmgcaHjwNFq&#10;TFOtcaom2zp+PT4gcbP1nt/7vNpMvlcXGmMX2MDjIgNF3ATbcWvg87h7eAYVE7LFPjAZuFGEzXp2&#10;t8LShit/0KVOrZIQjiUacCkNpdaxceQxLsJALNp3GD0mWcdW2xGvEu57nWfZk/bYsTQ4HKhy1Jzq&#10;szdwKH7eaqeX+6qodvmXfT8c93ZpzPx+2r6ASjSlf/Pf9asV/LwQ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H0tbHAAAA3QAAAA8AAAAAAAAAAAAAAAAAmAIAAGRy&#10;cy9kb3ducmV2LnhtbFBLBQYAAAAABAAEAPUAAACMAwAAAAA=&#10;" fillcolor="#f4b083 [1941]" strokecolor="red" strokeweight="1pt">
                  <v:stroke joinstyle="miter"/>
                </v:oval>
                <v:oval id="Oval 1291" o:spid="_x0000_s1091" style="position:absolute;left:20750;top:49007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3TcQA&#10;AADdAAAADwAAAGRycy9kb3ducmV2LnhtbERPTWvCQBC9C/0PyxR60405VJO6SgmIFnsxevA4ZKfZ&#10;0OxsyK6a+uvdguBtHu9zFqvBtuJCvW8cK5hOEhDEldMN1wqOh/V4DsIHZI2tY1LwRx5Wy5fRAnPt&#10;rrynSxlqEUPY56jAhNDlUvrKkEU/cR1x5H5cbzFE2NdS93iN4baVaZK8S4sNxwaDHRWGqt/ybBXs&#10;sttXaeRsU2TFOj3p791ho2dKvb0Onx8gAg3hKX64tzrOT7Mp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Ld03EAAAA3QAAAA8AAAAAAAAAAAAAAAAAmAIAAGRycy9k&#10;b3ducmV2LnhtbFBLBQYAAAAABAAEAPUAAACJAwAAAAA=&#10;" fillcolor="#f4b083 [1941]" strokecolor="red" strokeweight="1pt">
                  <v:stroke joinstyle="miter"/>
                </v:oval>
                <v:oval id="Oval 1292" o:spid="_x0000_s1092" style="position:absolute;left:20162;top:4898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npOsMA&#10;AADdAAAADwAAAGRycy9kb3ducmV2LnhtbERPTWvCQBC9C/6HZYTedNMcqkldpQREi16MHnocstNs&#10;aHY2ZFdN/fWuUOhtHu9zluvBtuJKvW8cK3idJSCIK6cbrhWcT5vpAoQPyBpbx6TglzysV+PREnPt&#10;bnykaxlqEUPY56jAhNDlUvrKkEU/cx1x5L5dbzFE2NdS93iL4baVaZK8SYsNxwaDHRWGqp/yYhXs&#10;s/tnaeR8W2TFJv3Sh/1pq+dKvUyGj3cQgYbwL/5z73Scn2YpPL+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npOsMAAADdAAAADwAAAAAAAAAAAAAAAACYAgAAZHJzL2Rv&#10;d25yZXYueG1sUEsFBgAAAAAEAAQA9QAAAIgDAAAAAA==&#10;" fillcolor="#f4b083 [1941]" strokecolor="red" strokeweight="1pt">
                  <v:stroke joinstyle="miter"/>
                </v:oval>
                <v:oval id="Oval 1293" o:spid="_x0000_s1093" style="position:absolute;left:21341;top:49007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MocQA&#10;AADdAAAADwAAAGRycy9kb3ducmV2LnhtbERPTWvCQBC9F/wPywi96aYp1Ca6igREi16a9NDjkB2z&#10;odnZkF019td3C4Xe5vE+Z7UZbSeuNPjWsYKneQKCuHa65UbBR7WbvYLwAVlj55gU3MnDZj15WGGu&#10;3Y3f6VqGRsQQ9jkqMCH0uZS+NmTRz11PHLmzGyyGCIdG6gFvMdx2Mk2SF2mx5dhgsKfCUP1VXqyC&#10;Y/b9Vhq52BdZsUs/9elY7fVCqcfpuF2CCDSGf/Gf+6Dj/DR7ht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VTKHEAAAA3QAAAA8AAAAAAAAAAAAAAAAAmAIAAGRycy9k&#10;b3ducmV2LnhtbFBLBQYAAAAABAAEAPUAAACJAwAAAAA=&#10;" fillcolor="#f4b083 [1941]" strokecolor="red" strokeweight="1pt">
                  <v:stroke joinstyle="miter"/>
                </v:oval>
                <v:oval id="Oval 1294" o:spid="_x0000_s1094" style="position:absolute;left:20795;top:48406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zU1cQA&#10;AADdAAAADwAAAGRycy9kb3ducmV2LnhtbERPTWvCQBC9F/wPywi96aah1Ca6igREi16a9NDjkB2z&#10;odnZkF019td3C4Xe5vE+Z7UZbSeuNPjWsYKneQKCuHa65UbBR7WbvYLwAVlj55gU3MnDZj15WGGu&#10;3Y3f6VqGRsQQ9jkqMCH0uZS+NmTRz11PHLmzGyyGCIdG6gFvMdx2Mk2SF2mx5dhgsKfCUP1VXqyC&#10;Y/b9Vhq52BdZsUs/9elY7fVCqcfpuF2CCDSGf/Gf+6Dj/DR7ht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81NXEAAAA3QAAAA8AAAAAAAAAAAAAAAAAmAIAAGRycy9k&#10;b3ducmV2LnhtbFBLBQYAAAAABAAEAPUAAACJAwAAAAA=&#10;" fillcolor="#f4b083 [1941]" strokecolor="red" strokeweight="1pt">
                  <v:stroke joinstyle="miter"/>
                </v:oval>
                <v:oval id="Oval 1295" o:spid="_x0000_s1095" style="position:absolute;left:20197;top:4834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xTsQA&#10;AADdAAAADwAAAGRycy9kb3ducmV2LnhtbERPTWvCQBC9F/wPywi96aaB1ia6igREi16a9NDjkB2z&#10;odnZkF019td3C4Xe5vE+Z7UZbSeuNPjWsYKneQKCuHa65UbBR7WbvYLwAVlj55gU3MnDZj15WGGu&#10;3Y3f6VqGRsQQ9jkqMCH0uZS+NmTRz11PHLmzGyyGCIdG6gFvMdx2Mk2SF2mx5dhgsKfCUP1VXqyC&#10;Y/b9Vhq52BdZsUs/9elY7fVCqcfpuF2CCDSGf/Gf+6Dj/DR7ht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wcU7EAAAA3QAAAA8AAAAAAAAAAAAAAAAAmAIAAGRycy9k&#10;b3ducmV2LnhtbFBLBQYAAAAABAAEAPUAAACJAwAAAAA=&#10;" fillcolor="#f4b083 [1941]" strokecolor="red" strokeweight="1pt">
                  <v:stroke joinstyle="miter"/>
                </v:oval>
                <v:oval id="Oval 1296" o:spid="_x0000_s1096" style="position:absolute;left:19240;top:45042;width:841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vOcQA&#10;AADdAAAADwAAAGRycy9kb3ducmV2LnhtbERPTWvCQBC9C/6HZQq96aY5aJO6igTEir00evA4ZKfZ&#10;YHY2ZFeN/fXdguBtHu9zFqvBtuJKvW8cK3ibJiCIK6cbrhUcD5vJOwgfkDW2jknBnTysluPRAnPt&#10;bvxN1zLUIoawz1GBCaHLpfSVIYt+6jriyP243mKIsK+l7vEWw20r0ySZSYsNxwaDHRWGqnN5sQr2&#10;2e+uNHK+LbJik5701/6w1XOlXl+G9QeIQEN4ih/uTx3np9kM/r+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i7znEAAAA3QAAAA8AAAAAAAAAAAAAAAAAmAIAAGRycy9k&#10;b3ducmV2LnhtbFBLBQYAAAAABAAEAPUAAACJAwAAAAA=&#10;" fillcolor="#f4b083 [1941]" strokecolor="red" strokeweight="1pt">
                  <v:stroke joinstyle="miter"/>
                </v:oval>
                <v:oval id="Oval 1297" o:spid="_x0000_s1097" style="position:absolute;left:17580;top:41917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5KosQA&#10;AADdAAAADwAAAGRycy9kb3ducmV2LnhtbERPTWvCQBC9C/0PyxS86cYcTJO6igTEir008dDjkJ1m&#10;Q7OzIbvV2F/fLRR6m8f7nM1usr240ug7xwpWywQEceN0x62CS31YPIHwAVlj75gU3MnDbvsw22Ch&#10;3Y3f6FqFVsQQ9gUqMCEMhZS+MWTRL91AHLkPN1oMEY6t1CPeYrjtZZoka2mx49hgcKDSUPNZfVkF&#10;5/z7VBmZHcu8PKTv+vVcH3Wm1Pxx2j+DCDSFf/Gf+0XH+Wmewe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uSqLEAAAA3QAAAA8AAAAAAAAAAAAAAAAAmAIAAGRycy9k&#10;b3ducmV2LnhtbFBLBQYAAAAABAAEAPUAAACJAwAAAAA=&#10;" fillcolor="#f4b083 [1941]" strokecolor="red" strokeweight="1pt">
                  <v:stroke joinstyle="miter"/>
                </v:oval>
                <v:oval id="Oval 1298" o:spid="_x0000_s1098" style="position:absolute;left:18780;top:41957;width:1189;height:1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e0McA&#10;AADdAAAADwAAAGRycy9kb3ducmV2LnhtbESPQU/DMAyF70j7D5GRdmMpPTBalk1TpWmgcaHjwNFq&#10;TFOtcaom2zp+PT4gcbP1nt/7vNpMvlcXGmMX2MDjIgNF3ATbcWvg87h7eAYVE7LFPjAZuFGEzXp2&#10;t8LShit/0KVOrZIQjiUacCkNpdaxceQxLsJALNp3GD0mWcdW2xGvEu57nWfZk/bYsTQ4HKhy1Jzq&#10;szdwKH7eaqeX+6qodvmXfT8c93ZpzPx+2r6ASjSlf/Pf9asV/LwQXP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x3tDHAAAA3QAAAA8AAAAAAAAAAAAAAAAAmAIAAGRy&#10;cy9kb3ducmV2LnhtbFBLBQYAAAAABAAEAPUAAACMAwAAAAA=&#10;" fillcolor="#f4b083 [1941]" strokecolor="red" strokeweight="1pt">
                  <v:stroke joinstyle="miter"/>
                </v:oval>
                <v:oval id="Oval 1299" o:spid="_x0000_s1099" style="position:absolute;left:21243;top:4765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17S8MA&#10;AADdAAAADwAAAGRycy9kb3ducmV2LnhtbERPTWvCQBC9C/6HZYTedNMcqkldpQREi16MHnocstNs&#10;aHY2ZFdN/fWuUOhtHu9zluvBtuJKvW8cK3idJSCIK6cbrhWcT5vpAoQPyBpbx6TglzysV+PREnPt&#10;bnykaxlqEUPY56jAhNDlUvrKkEU/cx1x5L5dbzFE2NdS93iL4baVaZK8SYsNxwaDHRWGqp/yYhXs&#10;s/tnaeR8W2TFJv3Sh/1pq+dKvUyGj3cQgYbwL/5z73Scn2YZPL+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17S8MAAADdAAAADwAAAAAAAAAAAAAAAACYAgAAZHJzL2Rv&#10;d25yZXYueG1sUEsFBgAAAAAEAAQA9QAAAIgDAAAAAA==&#10;" fillcolor="#f4b083 [1941]" strokecolor="red" strokeweight="1pt">
                  <v:stroke joinstyle="miter"/>
                </v:oval>
                <v:oval id="Oval 1300" o:spid="_x0000_s1100" style="position:absolute;left:21502;top:48437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xIzMcA&#10;AADdAAAADwAAAGRycy9kb3ducmV2LnhtbESPQWvCQBCF70L/wzKF3nRTC1Wjq5SA2GIvRg8eh+yY&#10;DWZnQ3araX9951DobYb35r1vVpvBt+pGfWwCG3ieZKCIq2Abrg2cjtvxHFRMyBbbwGTgmyJs1g+j&#10;FeY23PlAtzLVSkI45mjApdTlWsfKkcc4CR2xaJfQe0yy9rW2Pd4l3Ld6mmWv2mPD0uCwo8JRdS2/&#10;vIH94uejdHq2KxbFdnq2n/vjzs6MeXoc3pagEg3p3/x3/W4F/yUT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sSMzHAAAA3QAAAA8AAAAAAAAAAAAAAAAAmAIAAGRy&#10;cy9kb3ducmV2LnhtbFBLBQYAAAAABAAEAPUAAACMAwAAAAA=&#10;" fillcolor="#f4b083 [1941]" strokecolor="red" strokeweight="1pt">
                  <v:stroke joinstyle="miter"/>
                </v:oval>
                <v:oval id="Oval 1301" o:spid="_x0000_s1101" style="position:absolute;left:20174;top:45073;width:841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DtV8QA&#10;AADdAAAADwAAAGRycy9kb3ducmV2LnhtbERPS4vCMBC+C/6HMIK3NVXBR9coUhB3cS9WD3scmrEp&#10;NpPSRO3urzcLC97m43vOatPZWtyp9ZVjBeNRAoK4cLriUsH5tHtbgPABWWPtmBT8kIfNut9bYard&#10;g490z0MpYgj7FBWYEJpUSl8YsuhHriGO3MW1FkOEbSl1i48Ybms5SZKZtFhxbDDYUGaouOY3q+Cw&#10;/P3MjZzvs2W2m3zrr8Npr+dKDQfd9h1EoC68xP/uDx3nT5Mx/H0TT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g7VfEAAAA3QAAAA8AAAAAAAAAAAAAAAAAmAIAAGRycy9k&#10;b3ducmV2LnhtbFBLBQYAAAAABAAEAPUAAACJAwAAAAA=&#10;" fillcolor="#f4b083 [1941]" strokecolor="red" strokeweight="1pt">
                  <v:stroke joinstyle="miter"/>
                </v:oval>
                <v:oval id="Oval 1302" o:spid="_x0000_s1102" style="position:absolute;left:19903;top:41988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JzIMQA&#10;AADdAAAADwAAAGRycy9kb3ducmV2LnhtbERPTWvCQBC9F/wPywi96cYUqqauUgKiohdjDz0O2Wk2&#10;mJ0N2a1Gf31XEHqbx/ucxaq3jbhQ52vHCibjBARx6XTNlYKv03o0A+EDssbGMSm4kYfVcvCywEy7&#10;Kx/pUoRKxBD2GSowIbSZlL40ZNGPXUscuR/XWQwRdpXUHV5juG1kmiTv0mLNscFgS7mh8lz8WgX7&#10;+X1XGDnd5PN8nX7rw/600VOlXof95weIQH34Fz/dWx3nvyU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ycyDEAAAA3QAAAA8AAAAAAAAAAAAAAAAAmAIAAGRycy9k&#10;b3ducmV2LnhtbFBLBQYAAAAABAAEAPUAAACJAwAAAAA=&#10;" fillcolor="#f4b083 [1941]" strokecolor="red" strokeweight="1pt">
                  <v:stroke joinstyle="miter"/>
                </v:oval>
                <v:oval id="Oval 1303" o:spid="_x0000_s1103" style="position:absolute;left:15403;top:48902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7Wu8QA&#10;AADdAAAADwAAAGRycy9kb3ducmV2LnhtbERPS4vCMBC+L/gfwgh7W1MVfFSjSEF0cS9WDx6HZmyK&#10;zaQ0Wa37683Cwt7m43vOct3ZWtyp9ZVjBcNBAoK4cLriUsH5tP2YgfABWWPtmBQ8ycN61XtbYqrd&#10;g490z0MpYgj7FBWYEJpUSl8YsugHriGO3NW1FkOEbSl1i48Ybms5SpKJtFhxbDDYUGaouOXfVsFh&#10;/vOZGzndZfNsO7ror8Npp6dKvfe7zQJEoC78i//cex3nj5Mx/H4TT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+1rvEAAAA3QAAAA8AAAAAAAAAAAAAAAAAmAIAAGRycy9k&#10;b3ducmV2LnhtbFBLBQYAAAAABAAEAPUAAACJAwAAAAA=&#10;" fillcolor="#f4b083 [1941]" strokecolor="red" strokeweight="1pt">
                  <v:stroke joinstyle="miter"/>
                </v:oval>
                <v:oval id="Oval 1304" o:spid="_x0000_s1104" style="position:absolute;left:15267;top:47597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dOz8QA&#10;AADdAAAADwAAAGRycy9kb3ducmV2LnhtbERPTWvCQBC9F/wPywje6kYtVaOrSEC06MXYQ49DdswG&#10;s7Mhu2rsr+8WCr3N433Oct3ZWtyp9ZVjBaNhAoK4cLriUsHnefs6A+EDssbaMSl4kof1qveyxFS7&#10;B5/onodSxBD2KSowITSplL4wZNEPXUMcuYtrLYYI21LqFh8x3NZynCTv0mLFscFgQ5mh4prfrILD&#10;/PsjN3K6y+bZdvylj4fzTk+VGvS7zQJEoC78i//cex3nT5I3+P0mn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XTs/EAAAA3QAAAA8AAAAAAAAAAAAAAAAAmAIAAGRycy9k&#10;b3ducmV2LnhtbFBLBQYAAAAABAAEAPUAAACJAwAAAAA=&#10;" fillcolor="#f4b083 [1941]" strokecolor="red" strokeweight="1pt">
                  <v:stroke joinstyle="miter"/>
                </v:oval>
                <v:oval id="Oval 1305" o:spid="_x0000_s1105" style="position:absolute;left:15412;top:48343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rVMQA&#10;AADdAAAADwAAAGRycy9kb3ducmV2LnhtbERPTWvCQBC9F/wPywje6kalVaOrSEC06MXYQ49DdswG&#10;s7Mhu2rsr+8WCr3N433Oct3ZWtyp9ZVjBaNhAoK4cLriUsHnefs6A+EDssbaMSl4kof1qveyxFS7&#10;B5/onodSxBD2KSowITSplL4wZNEPXUMcuYtrLYYI21LqFh8x3NZynCTv0mLFscFgQ5mh4prfrILD&#10;/PsjN3K6y+bZdvylj4fzTk+VGvS7zQJEoC78i//cex3nT5I3+P0mn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61TEAAAA3QAAAA8AAAAAAAAAAAAAAAAAmAIAAGRycy9k&#10;b3ducmV2LnhtbFBLBQYAAAAABAAEAPUAAACJAwAAAAA=&#10;" fillcolor="#f4b083 [1941]" strokecolor="red" strokeweight="1pt">
                  <v:stroke joinstyle="miter"/>
                </v:oval>
                <v:oval id="Oval 1306" o:spid="_x0000_s1106" style="position:absolute;left:4532;top:33279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rf6MQA&#10;AADdAAAADwAAAGRycy9kb3ducmV2LnhtbERPS2vCQBC+F/wPywje6m6qSJu6BimUloIHX/Q6ZqdJ&#10;NDsbstsk/feuIPQ2H99zltlga9FR6yvHGpKpAkGcO1NxoeGwf398BuEDssHaMWn4Iw/ZavSwxNS4&#10;nrfU7UIhYgj7FDWUITSplD4vyaKfuoY4cj+utRgibAtpWuxjuK3lk1ILabHi2FBiQ28l5Zfdr9Vw&#10;fvnaJkGeTnv7/XGcn+eGlNpoPRkP61cQgYbwL767P02cP1MLuH0TT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K3+jEAAAA3QAAAA8AAAAAAAAAAAAAAAAAmAIAAGRycy9k&#10;b3ducmV2LnhtbFBLBQYAAAAABAAEAPUAAACJAwAAAAA=&#10;" fillcolor="#f4b083 [1941]" strokecolor="red" strokeweight="1pt">
                  <v:stroke joinstyle="miter"/>
                </v:oval>
                <v:oval id="Oval 1307" o:spid="_x0000_s1107" style="position:absolute;left:6367;top:3495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Z6c8IA&#10;AADdAAAADwAAAGRycy9kb3ducmV2LnhtbERPS2sCMRC+F/wPYQRvNbFK1dUoUpAWoQdfeB034+7q&#10;ZrJsoq7/3giF3ubje8503thS3Kj2hWMNva4CQZw6U3CmYbddvo9A+IBssHRMGh7kYT5rvU0xMe7O&#10;a7ptQiZiCPsENeQhVImUPs3Jou+6ijhyJ1dbDBHWmTQ13mO4LeWHUp/SYsGxIceKvnJKL5ur1XAe&#10;r9a9II/HrT187wfngSGlfrXutJvFBESgJvyL/9w/Js7vqyG8vokn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npzwgAAAN0AAAAPAAAAAAAAAAAAAAAAAJgCAABkcnMvZG93&#10;bnJldi54bWxQSwUGAAAAAAQABAD1AAAAhwMAAAAA&#10;" fillcolor="#f4b083 [1941]" strokecolor="red" strokeweight="1pt">
                  <v:stroke joinstyle="miter"/>
                </v:oval>
                <v:oval id="Oval 1308" o:spid="_x0000_s1108" style="position:absolute;left:7929;top:36438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nuAcYA&#10;AADdAAAADwAAAGRycy9kb3ducmV2LnhtbESPT2sCQQzF7wW/w5BCb3XGVkS3jiKF0iJ48B9e4066&#10;u3Yns+xMdf325iB4S3gv7/0ynXe+VmdqYxXYwqBvQBHnwVVcWNhtv17HoGJCdlgHJgtXijCf9Z6m&#10;mLlw4TWdN6lQEsIxQwtlSk2mdcxL8hj7oSEW7Te0HpOsbaFdixcJ97V+M2akPVYsDSU29FlS/rf5&#10;9xZOk+V6kPTxuPWH7/3wNHRkzMral+du8QEqUZce5vv1jxP8dyO48o2M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nuAcYAAADdAAAADwAAAAAAAAAAAAAAAACYAgAAZHJz&#10;L2Rvd25yZXYueG1sUEsFBgAAAAAEAAQA9QAAAIsDAAAAAA==&#10;" fillcolor="#f4b083 [1941]" strokecolor="red" strokeweight="1pt">
                  <v:stroke joinstyle="miter"/>
                </v:oval>
                <v:oval id="Oval 1309" o:spid="_x0000_s1109" style="position:absolute;left:9757;top:38197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LmsIA&#10;AADdAAAADwAAAGRycy9kb3ducmV2LnhtbERPS4vCMBC+L/gfwgje1sQHy1qNIoK4LHjwhdexGdtq&#10;MylN1PrvjbCwt/n4njOZNbYUd6p94VhDr6tAEKfOFJxp2O+Wn98gfEA2WDomDU/yMJu2PiaYGPfg&#10;Dd23IRMxhH2CGvIQqkRKn+Zk0XddRRy5s6sthgjrTJoaHzHclrKv1Je0WHBsyLGiRU7pdXuzGi6j&#10;300vyNNpZ4+rw/AyNKTUWutOu5mPQQRqwr/4z/1j4vyBGsH7m3iC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1UuawgAAAN0AAAAPAAAAAAAAAAAAAAAAAJgCAABkcnMvZG93&#10;bnJldi54bWxQSwUGAAAAAAQABAD1AAAAhwMAAAAA&#10;" fillcolor="#f4b083 [1941]" strokecolor="red" strokeweight="1pt">
                  <v:stroke joinstyle="miter"/>
                </v:oval>
                <v:oval id="Oval 1310" o:spid="_x0000_s1110" style="position:absolute;left:5382;top:3402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Z02sYA&#10;AADdAAAADwAAAGRycy9kb3ducmV2LnhtbESPT2vCQBDF74LfYRnBm+6mSmlTV5FCaSl48B+9jtlp&#10;Es3OhuxW02/vHAq9zfDevPebxar3jbpSF+vAFrKpAUVcBFdzaeGwf5s8gYoJ2WETmCz8UoTVcjhY&#10;YO7Cjbd03aVSSQjHHC1UKbW51rGoyGOchpZYtO/QeUyydqV2Hd4k3Df6wZhH7bFmaaiwpdeKisvu&#10;x1s4P39us6RPp73/ej/Oz3NHxmysHY/69QuoRH36N/9dfzjBn2XCL9/ICH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Z02sYAAADdAAAADwAAAAAAAAAAAAAAAACYAgAAZHJz&#10;L2Rvd25yZXYueG1sUEsFBgAAAAAEAAQA9QAAAIsDAAAAAA==&#10;" fillcolor="#f4b083 [1941]" strokecolor="red" strokeweight="1pt">
                  <v:stroke joinstyle="miter"/>
                </v:oval>
                <v:oval id="Oval 1311" o:spid="_x0000_s1111" style="position:absolute;left:7191;top:35771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rRQcIA&#10;AADdAAAADwAAAGRycy9kb3ducmV2LnhtbERPS4vCMBC+L/gfwgh7W5Ousmg1igiLy4IHX3gdm7Gt&#10;NpPSZLX+eyMseJuP7zmTWWsrcaXGl441JD0FgjhzpuRcw277/TEE4QOywcoxabiTh9m08zbB1Lgb&#10;r+m6CbmIIexT1FCEUKdS+qwgi77nauLInVxjMUTY5NI0eIvhtpKfSn1JiyXHhgJrWhSUXTZ/VsN5&#10;9LtOgjwet/aw3A/OA0NKrbR+77bzMYhAbXiJ/90/Js7vJwk8v4kn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tFBwgAAAN0AAAAPAAAAAAAAAAAAAAAAAJgCAABkcnMvZG93&#10;bnJldi54bWxQSwUGAAAAAAQABAD1AAAAhwMAAAAA&#10;" fillcolor="#f4b083 [1941]" strokecolor="red" strokeweight="1pt">
                  <v:stroke joinstyle="miter"/>
                </v:oval>
                <v:oval id="Oval 1312" o:spid="_x0000_s1112" style="position:absolute;left:8872;top:37346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hPNsMA&#10;AADdAAAADwAAAGRycy9kb3ducmV2LnhtbERPTWvCQBC9F/oflhG81d1YEY2uUgSpCD1oWryO2TGJ&#10;ZmdDdtX033cLgrd5vM+ZLztbixu1vnKsIRkoEMS5MxUXGr6z9dsEhA/IBmvHpOGXPCwXry9zTI27&#10;845u+1CIGMI+RQ1lCE0qpc9LsugHriGO3Mm1FkOEbSFNi/cYbms5VGosLVYcG0psaFVSftlfrYbz&#10;dLtLgjweM3v4/BmdR4aU+tK63+s+ZiACdeEpfrg3Js5/T4bw/008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hPNsMAAADdAAAADwAAAAAAAAAAAAAAAACYAgAAZHJzL2Rv&#10;d25yZXYueG1sUEsFBgAAAAAEAAQA9QAAAIgDAAAAAA==&#10;" fillcolor="#f4b083 [1941]" strokecolor="red" strokeweight="1pt">
                  <v:stroke joinstyle="miter"/>
                </v:oval>
                <v:oval id="Oval 1313" o:spid="_x0000_s1113" style="position:absolute;left:5157;top:32053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qrcMA&#10;AADdAAAADwAAAGRycy9kb3ducmV2LnhtbERPTWvCQBC9C/0Pywi96W5URKOrFKG0FHrQtHgds2MS&#10;zc6G7Fbjv3cLgrd5vM9Zrjtbiwu1vnKsIRkqEMS5MxUXGn6y98EMhA/IBmvHpOFGHtarl94SU+Ou&#10;vKXLLhQihrBPUUMZQpNK6fOSLPqha4gjd3StxRBhW0jT4jWG21qOlJpKixXHhhIb2pSUn3d/VsNp&#10;/rVNgjwcMrv/+J2cJoaU+tb6td+9LUAE6sJT/HB/mjh/nIzh/5t4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TqrcMAAADdAAAADwAAAAAAAAAAAAAAAACYAgAAZHJzL2Rv&#10;d25yZXYueG1sUEsFBgAAAAAEAAQA9QAAAIgDAAAAAA==&#10;" fillcolor="#f4b083 [1941]" strokecolor="red" strokeweight="1pt">
                  <v:stroke joinstyle="miter"/>
                </v:oval>
                <v:oval id="Oval 1314" o:spid="_x0000_s1114" style="position:absolute;left:6450;top:33240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y2cMA&#10;AADdAAAADwAAAGRycy9kb3ducmV2LnhtbERPS2sCMRC+F/ofwhR6q8m2S9HVrIhQWgoefOF13Iz7&#10;cDNZNqlu/30jFLzNx/ec2XywrbhQ72vHGpKRAkFcOFNzqWG3/XgZg/AB2WDrmDT8kod5/vgww8y4&#10;K6/psgmliCHsM9RQhdBlUvqiIot+5DriyJ1cbzFE2JfS9HiN4baVr0q9S4s1x4YKO1pWVJw3P1ZD&#10;M/leJ0Eej1t7+NynTWpIqZXWz0/DYgoi0BDu4n/3l4nz35IUbt/EE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1y2cMAAADdAAAADwAAAAAAAAAAAAAAAACYAgAAZHJzL2Rv&#10;d25yZXYueG1sUEsFBgAAAAAEAAQA9QAAAIgDAAAAAA==&#10;" fillcolor="#f4b083 [1941]" strokecolor="red" strokeweight="1pt">
                  <v:stroke joinstyle="miter"/>
                </v:oval>
                <v:oval id="Oval 1315" o:spid="_x0000_s1115" style="position:absolute;left:7738;top:34512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XQsMA&#10;AADdAAAADwAAAGRycy9kb3ducmV2LnhtbERPS2sCMRC+C/6HMEJvmmy1oqtRpCAthR584XXcjLur&#10;m8mySXX7741Q6G0+vufMl62txI0aXzrWkAwUCOLMmZJzDfvduj8B4QOywcoxafglD8tFtzPH1Lg7&#10;b+i2DbmIIexT1FCEUKdS+qwgi37gauLInV1jMUTY5NI0eI/htpKvSo2lxZJjQ4E1vReUXbc/VsNl&#10;+rVJgjyddvb4cRhdRoaU+tb6pdeuZiACteFf/Of+NHH+MHmD5zfxB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HXQsMAAADdAAAADwAAAAAAAAAAAAAAAACYAgAAZHJzL2Rv&#10;d25yZXYueG1sUEsFBgAAAAAEAAQA9QAAAIgDAAAAAA==&#10;" fillcolor="#f4b083 [1941]" strokecolor="red" strokeweight="1pt">
                  <v:stroke joinstyle="miter"/>
                </v:oval>
                <v:oval id="Oval 1316" o:spid="_x0000_s1116" style="position:absolute;left:10241;top:36824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JNcQA&#10;AADdAAAADwAAAGRycy9kb3ducmV2LnhtbERPS2sCMRC+F/ofwgjearJVRFfjUgpiKfSg2+J13Iz7&#10;cDNZNqlu/31TKHibj+8562ywrbhS72vHGpKJAkFcOFNzqeEz3z4tQPiAbLB1TBp+yEO2eXxYY2rc&#10;jfd0PYRSxBD2KWqoQuhSKX1RkUU/cR1x5M6utxgi7EtperzFcNvKZ6Xm0mLNsaHCjl4rKi6Hb6uh&#10;Wb7vkyBPp9wed1+zZmZIqQ+tx6PhZQUi0BDu4n/3m4nzp8kc/r6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STXEAAAA3QAAAA8AAAAAAAAAAAAAAAAAmAIAAGRycy9k&#10;b3ducmV2LnhtbFBLBQYAAAAABAAEAPUAAACJAwAAAAA=&#10;" fillcolor="#f4b083 [1941]" strokecolor="red" strokeweight="1pt">
                  <v:stroke joinstyle="miter"/>
                </v:oval>
                <v:oval id="Oval 1317" o:spid="_x0000_s1117" style="position:absolute;left:8992;top:35620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srsMA&#10;AADdAAAADwAAAGRycy9kb3ducmV2LnhtbERPS2sCMRC+C/6HMEJvmmyVqqtRpCAthR584XXcjLur&#10;m8mySXX7741Q6G0+vufMl62txI0aXzrWkAwUCOLMmZJzDfvduj8B4QOywcoxafglD8tFtzPH1Lg7&#10;b+i2DbmIIexT1FCEUKdS+qwgi37gauLInV1jMUTY5NI0eI/htpKvSr1JiyXHhgJrei8ou25/rIbL&#10;9GuTBHk67ezx4zC6jAwp9a31S69dzUAEasO/+M/9aeL8YTKG5zfxB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/srsMAAADdAAAADwAAAAAAAAAAAAAAAACYAgAAZHJzL2Rv&#10;d25yZXYueG1sUEsFBgAAAAAEAAQA9QAAAIgDAAAAAA==&#10;" fillcolor="#f4b083 [1941]" strokecolor="red" strokeweight="1pt">
                  <v:stroke joinstyle="miter"/>
                </v:oval>
                <v:oval id="Oval 1318" o:spid="_x0000_s1118" style="position:absolute;left:6087;top:30127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43MYA&#10;AADdAAAADwAAAGRycy9kb3ducmV2LnhtbESPT2vCQBDF74LfYRnBm+6mSmlTV5FCaSl48B+9jtlp&#10;Es3OhuxW02/vHAq9zfDevPebxar3jbpSF+vAFrKpAUVcBFdzaeGwf5s8gYoJ2WETmCz8UoTVcjhY&#10;YO7Cjbd03aVSSQjHHC1UKbW51rGoyGOchpZYtO/QeUyydqV2Hd4k3Df6wZhH7bFmaaiwpdeKisvu&#10;x1s4P39us6RPp73/ej/Oz3NHxmysHY/69QuoRH36N/9dfzjBn2WCK9/ICH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B43MYAAADdAAAADwAAAAAAAAAAAAAAAACYAgAAZHJz&#10;L2Rvd25yZXYueG1sUEsFBgAAAAAEAAQA9QAAAIsDAAAAAA==&#10;" fillcolor="#f4b083 [1941]" strokecolor="red" strokeweight="1pt">
                  <v:stroke joinstyle="miter"/>
                </v:oval>
                <v:oval id="Oval 1319" o:spid="_x0000_s1119" style="position:absolute;left:7656;top:31653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dR8MA&#10;AADdAAAADwAAAGRycy9kb3ducmV2LnhtbERPTWvCQBC9F/oflil4q7uxIhpdpRSkIvSgUbyO2TGJ&#10;ZmdDdtX033cLgrd5vM+ZLTpbixu1vnKsIekrEMS5MxUXGnbZ8n0Mwgdkg7Vj0vBLHhbz15cZpsbd&#10;eUO3bShEDGGfooYyhCaV0uclWfR91xBH7uRaiyHCtpCmxXsMt7UcKDWSFiuODSU29FVSftlerYbz&#10;ZL1JgjweM3v43g/PQ0NK/Wjde+s+pyACdeEpfrhXJs7/SCbw/00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zdR8MAAADdAAAADwAAAAAAAAAAAAAAAACYAgAAZHJzL2Rv&#10;d25yZXYueG1sUEsFBgAAAAAEAAQA9QAAAIgDAAAAAA==&#10;" fillcolor="#f4b083 [1941]" strokecolor="red" strokeweight="1pt">
                  <v:stroke joinstyle="miter"/>
                </v:oval>
                <v:oval id="Oval 1320" o:spid="_x0000_s1120" style="position:absolute;left:9254;top:33126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+Z8YA&#10;AADdAAAADwAAAGRycy9kb3ducmV2LnhtbESPT2sCQQzF70K/w5BCbzqjFbFbRxGhVIQe/FN6jTvp&#10;7tqdzLIz6vrtm4PgLeG9vPfLbNH5Wl2ojVVgC8OBAUWcB1dxYeGw/+hPQcWE7LAOTBZuFGExf+rN&#10;MHPhylu67FKhJIRjhhbKlJpM65iX5DEOQkMs2m9oPSZZ20K7Fq8S7ms9MmaiPVYsDSU2tCop/9ud&#10;vYXT22Y7TPp43Pufz+/xaezImC9rX5675TuoRF16mO/Xayf4ryPhl2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q+Z8YAAADdAAAADwAAAAAAAAAAAAAAAACYAgAAZHJz&#10;L2Rvd25yZXYueG1sUEsFBgAAAAAEAAQA9QAAAIsDAAAAAA==&#10;" fillcolor="#f4b083 [1941]" strokecolor="red" strokeweight="1pt">
                  <v:stroke joinstyle="miter"/>
                </v:oval>
                <v:oval id="Oval 1321" o:spid="_x0000_s1121" style="position:absolute;left:12537;top:36223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Yb/MMA&#10;AADdAAAADwAAAGRycy9kb3ducmV2LnhtbERPTWvCQBC9F/oflhG81d1YEY2uUgSpCD1oWryO2TGJ&#10;ZmdDdtX033cLgrd5vM+ZLztbixu1vnKsIRkoEMS5MxUXGr6z9dsEhA/IBmvHpOGXPCwXry9zTI27&#10;845u+1CIGMI+RQ1lCE0qpc9LsugHriGO3Mm1FkOEbSFNi/cYbms5VGosLVYcG0psaFVSftlfrYbz&#10;dLtLgjweM3v4/BmdR4aU+tK63+s+ZiACdeEpfrg3Js5/Hybw/008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Yb/MMAAADdAAAADwAAAAAAAAAAAAAAAACYAgAAZHJzL2Rv&#10;d25yZXYueG1sUEsFBgAAAAAEAAQA9QAAAIgDAAAAAA==&#10;" fillcolor="#f4b083 [1941]" strokecolor="red" strokeweight="1pt">
                  <v:stroke joinstyle="miter"/>
                </v:oval>
                <v:oval id="Oval 1322" o:spid="_x0000_s1122" style="position:absolute;left:10873;top:34688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SFi8QA&#10;AADdAAAADwAAAGRycy9kb3ducmV2LnhtbERPTWvCQBC9F/wPyxR6q7tGKTXNRkQQS8GDRvE6ZqdJ&#10;bHY2ZLea/vuuUOhtHu9zssVgW3Gl3jeONUzGCgRx6UzDlYZDsX5+BeEDssHWMWn4IQ+LfPSQYWrc&#10;jXd03YdKxBD2KWqoQ+hSKX1Zk0U/dh1x5D5dbzFE2FfS9HiL4baViVIv0mLDsaHGjlY1lV/7b6vh&#10;Mv/YTYI8nwt72hxnl5khpbZaPz0OyzcQgYbwL/5zv5s4f5okcP8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EhYvEAAAA3QAAAA8AAAAAAAAAAAAAAAAAmAIAAGRycy9k&#10;b3ducmV2LnhtbFBLBQYAAAAABAAEAPUAAACJAwAAAAA=&#10;" fillcolor="#f4b083 [1941]" strokecolor="red" strokeweight="1pt">
                  <v:stroke joinstyle="miter"/>
                </v:oval>
                <v:oval id="Oval 1323" o:spid="_x0000_s1123" style="position:absolute;left:11531;top:39913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ggEMQA&#10;AADdAAAADwAAAGRycy9kb3ducmV2LnhtbERPS2vCQBC+F/wPywi91d0kUmx0DSKUloIHH8XrmJ0m&#10;sdnZkN1q+u+7QsHbfHzPWRSDbcWFet841pBMFAji0pmGKw2H/evTDIQPyAZbx6ThlzwUy9HDAnPj&#10;rrylyy5UIoawz1FDHUKXS+nLmiz6ieuII/fleoshwr6SpsdrDLetTJV6lhYbjg01drSuqfze/VgN&#10;55ePbRLk6bS3x7fP6XlqSKmN1o/jYTUHEWgId/G/+93E+Vmawe2be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IBDEAAAA3QAAAA8AAAAAAAAAAAAAAAAAmAIAAGRycy9k&#10;b3ducmV2LnhtbFBLBQYAAAAABAAEAPUAAACJAwAAAAA=&#10;" fillcolor="#f4b083 [1941]" strokecolor="red" strokeweight="1pt">
                  <v:stroke joinstyle="miter"/>
                </v:oval>
                <v:oval id="Oval 1324" o:spid="_x0000_s1124" style="position:absolute;left:10646;top:3906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G4ZMMA&#10;AADdAAAADwAAAGRycy9kb3ducmV2LnhtbERPS4vCMBC+C/6HMAt700QtsnaNIguLInjwhdexmW3r&#10;NpPSZLX+eyMIe5uP7znTeWsrcaXGl441DPoKBHHmTMm5hsP+u/cBwgdkg5Vj0nAnD/NZtzPF1Lgb&#10;b+m6C7mIIexT1FCEUKdS+qwgi77vauLI/bjGYoiwyaVp8BbDbSWHSo2lxZJjQ4E1fRWU/e7+rIbL&#10;ZL0dBHk+7+1peUwuiSGlNlq/v7WLTxCB2vAvfrlXJs4fDRN4fhN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G4ZMMAAADdAAAADwAAAAAAAAAAAAAAAACYAgAAZHJzL2Rv&#10;d25yZXYueG1sUEsFBgAAAAAEAAQA9QAAAIgDAAAAAA==&#10;" fillcolor="#f4b083 [1941]" strokecolor="red" strokeweight="1pt">
                  <v:stroke joinstyle="miter"/>
                </v:oval>
                <v:oval id="Oval 1325" o:spid="_x0000_s1125" style="position:absolute;left:11495;top:38036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d/8QA&#10;AADdAAAADwAAAGRycy9kb3ducmV2LnhtbERPTWvCQBC9F/wPywi91d1YK23qGkQoLUIPmorXMTsm&#10;0exsyG41/vtuQfA2j/c5s6y3jThT52vHGpKRAkFcOFNzqeEn/3h6BeEDssHGMWm4kodsPniYYWrc&#10;hdd03oRSxBD2KWqoQmhTKX1RkUU/ci1x5A6usxgi7EppOrzEcNvIsVJTabHm2FBhS8uKitPm12o4&#10;vq3WSZD7fW53n9vJcWJIqW+tH4f94h1EoD7cxTf3l4nzn8cv8P9NP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Hf/EAAAA3QAAAA8AAAAAAAAAAAAAAAAAmAIAAGRycy9k&#10;b3ducmV2LnhtbFBLBQYAAAAABAAEAPUAAACJAwAAAAA=&#10;" fillcolor="#f4b083 [1941]" strokecolor="red" strokeweight="1pt">
                  <v:stroke joinstyle="miter"/>
                </v:oval>
                <v:oval id="Oval 1326" o:spid="_x0000_s1126" style="position:absolute;left:7452;top:28016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+DiMIA&#10;AADdAAAADwAAAGRycy9kb3ducmV2LnhtbERPS4vCMBC+C/6HMII3TXwgbjWKCKIIe/CxeB2b2bZu&#10;MylN1PrvNwsL3ubje8582dhSPKj2hWMNg74CQZw6U3Cm4Xza9KYgfEA2WDomDS/ysFy0W3NMjHvy&#10;gR7HkIkYwj5BDXkIVSKlT3Oy6PuuIo7ct6sthgjrTJoanzHclnKo1ERaLDg25FjROqf053i3Gm4f&#10;+8MgyOv1ZC/br/FtbEipT627nWY1AxGoCW/xv3tn4vzRcAJ/38QT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4OIwgAAAN0AAAAPAAAAAAAAAAAAAAAAAJgCAABkcnMvZG93&#10;bnJldi54bWxQSwUGAAAAAAQABAD1AAAAhwMAAAAA&#10;" fillcolor="#f4b083 [1941]" strokecolor="red" strokeweight="1pt">
                  <v:stroke joinstyle="miter"/>
                </v:oval>
                <v:oval id="Oval 1327" o:spid="_x0000_s1127" style="position:absolute;left:9531;top:29890;width:2773;height:277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mE8QA&#10;AADdAAAADwAAAGRycy9kb3ducmV2LnhtbERPTWvCQBC9F/wPywi91d1YqW3qGkQoLUIPmorXMTsm&#10;0exsyG41/vtuQfA2j/c5s6y3jThT52vHGpKRAkFcOFNzqeEn/3h6BeEDssHGMWm4kodsPniYYWrc&#10;hdd03oRSxBD2KWqoQmhTKX1RkUU/ci1x5A6usxgi7EppOrzEcNvIsVIv0mLNsaHClpYVFafNr9Vw&#10;fFutkyD3+9zuPreT48SQUt9aPw77xTuIQH24i2/uLxPnP4+n8P9NP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zJhPEAAAA3QAAAA8AAAAAAAAAAAAAAAAAmAIAAGRycy9k&#10;b3ducmV2LnhtbFBLBQYAAAAABAAEAPUAAACJAwAAAAA=&#10;" fillcolor="#f4b083 [1941]" strokecolor="red" strokeweight="1pt">
                  <v:stroke joinstyle="miter"/>
                </v:oval>
                <v:oval id="Oval 1328" o:spid="_x0000_s1128" style="position:absolute;left:11607;top:31949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yyYcYA&#10;AADdAAAADwAAAGRycy9kb3ducmV2LnhtbESPT2sCQQzF70K/w5BCbzqjFbFbRxGhVIQe/FN6jTvp&#10;7tqdzLIz6vrtm4PgLeG9vPfLbNH5Wl2ojVVgC8OBAUWcB1dxYeGw/+hPQcWE7LAOTBZuFGExf+rN&#10;MHPhylu67FKhJIRjhhbKlJpM65iX5DEOQkMs2m9oPSZZ20K7Fq8S7ms9MmaiPVYsDSU2tCop/9ud&#10;vYXT22Y7TPp43Pufz+/xaezImC9rX5675TuoRF16mO/Xayf4ryPBlW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yyYcYAAADdAAAADwAAAAAAAAAAAAAAAACYAgAAZHJz&#10;L2Rvd25yZXYueG1sUEsFBgAAAAAEAAQA9QAAAIsDAAAAAA==&#10;" fillcolor="#f4b083 [1941]" strokecolor="red" strokeweight="1pt">
                  <v:stroke joinstyle="miter"/>
                </v:oval>
                <v:oval id="Oval 1329" o:spid="_x0000_s1129" style="position:absolute;left:13809;top:33844;width:2773;height:277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X+sQA&#10;AADdAAAADwAAAGRycy9kb3ducmV2LnhtbERPTWvCQBC9C/0PyxR6M7vaIDW6ShGkpdCDSUuvY3ZM&#10;YrOzIbvV+O/dguBtHu9zluvBtuJEvW8ca5gkCgRx6UzDlYavYjt+AeEDssHWMWm4kIf16mG0xMy4&#10;M+/olIdKxBD2GWqoQ+gyKX1Zk0WfuI44cgfXWwwR9pU0PZ5juG3lVKmZtNhwbKixo01N5W/+ZzUc&#10;5x+7SZD7fWF/3r7TY2pIqU+tnx6H1wWIQEO4i2/udxPnP0/n8P9NPEG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F/rEAAAA3QAAAA8AAAAAAAAAAAAAAAAAmAIAAGRycy9k&#10;b3ducmV2LnhtbFBLBQYAAAAABAAEAPUAAACJAwAAAAA=&#10;" fillcolor="#f4b083 [1941]" strokecolor="red" strokeweight="1pt">
                  <v:stroke joinstyle="miter"/>
                </v:oval>
                <v:oval id="Oval 1330" o:spid="_x0000_s1130" style="position:absolute;left:15699;top:35804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MouscA&#10;AADdAAAADwAAAGRycy9kb3ducmV2LnhtbESPS2sCQRCE74H8h6EDucUZH4jZOIoIEhFy8BFybXc6&#10;u2t2epadUdd/nz4I3rqp6qqvp/PO1+pCbawCW+j3DCjiPLiKCwuH/eptAiomZId1YLJwowjz2fPT&#10;FDMXrrylyy4VSkI4ZmihTKnJtI55SR5jLzTEov2G1mOStS20a/Eq4b7WA2PG2mPF0lBiQ8uS8r/d&#10;2Vs4vW+2/aSPx73/+fwenUaOjPmy9vWlW3yAStSlh/l+vXaCPxwKv3wjI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DKLrHAAAA3QAAAA8AAAAAAAAAAAAAAAAAmAIAAGRy&#10;cy9kb3ducmV2LnhtbFBLBQYAAAAABAAEAPUAAACMAwAAAAA=&#10;" fillcolor="#f4b083 [1941]" strokecolor="red" strokeweight="1pt">
                  <v:stroke joinstyle="miter"/>
                </v:oval>
                <v:oval id="Oval 1331" o:spid="_x0000_s1131" style="position:absolute;left:9160;top:25459;width:3327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+NIcMA&#10;AADdAAAADwAAAGRycy9kb3ducmV2LnhtbERPTWvCQBC9C/0Pywi96W5URKOrFKG0FHrQtHgds2MS&#10;zc6G7Fbjv3cLgrd5vM9Zrjtbiwu1vnKsIRkqEMS5MxUXGn6y98EMhA/IBmvHpOFGHtarl94SU+Ou&#10;vKXLLhQihrBPUUMZQpNK6fOSLPqha4gjd3StxRBhW0jT4jWG21qOlJpKixXHhhIb2pSUn3d/VsNp&#10;/rVNgjwcMrv/+J2cJoaU+tb6td+9LUAE6sJT/HB/mjh/PE7g/5t4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+NIcMAAADdAAAADwAAAAAAAAAAAAAAAACYAgAAZHJzL2Rv&#10;d25yZXYueG1sUEsFBgAAAAAEAAQA9QAAAIgDAAAAAA==&#10;" fillcolor="#f4b083 [1941]" strokecolor="red" strokeweight="1pt">
                  <v:stroke joinstyle="miter"/>
                </v:oval>
                <v:oval id="Oval 1332" o:spid="_x0000_s1132" style="position:absolute;left:13932;top:29999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0TVsQA&#10;AADdAAAADwAAAGRycy9kb3ducmV2LnhtbERPS2vCQBC+F/wPywi91d0kUmx0DSKUloIHH8XrmJ0m&#10;sdnZkN1q+u+7QsHbfHzPWRSDbcWFet841pBMFAji0pmGKw2H/evTDIQPyAZbx6ThlzwUy9HDAnPj&#10;rrylyy5UIoawz1FDHUKXS+nLmiz6ieuII/fleoshwr6SpsdrDLetTJV6lhYbjg01drSuqfze/VgN&#10;55ePbRLk6bS3x7fP6XlqSKmN1o/jYTUHEWgId/G/+93E+VmWwu2be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dE1bEAAAA3QAAAA8AAAAAAAAAAAAAAAAAmAIAAGRycy9k&#10;b3ducmV2LnhtbFBLBQYAAAAABAAEAPUAAACJAwAAAAA=&#10;" fillcolor="#f4b083 [1941]" strokecolor="red" strokeweight="1pt">
                  <v:stroke joinstyle="miter"/>
                </v:oval>
                <v:oval id="Oval 1333" o:spid="_x0000_s1133" style="position:absolute;left:11631;top:27584;width:3328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2zcQA&#10;AADdAAAADwAAAGRycy9kb3ducmV2LnhtbERPTWvCQBC9F/wPyxS81V2NlJpmIyKUloIHjeJ1zE6T&#10;2OxsyK6a/vuuUOhtHu9zsuVgW3Gl3jeONUwnCgRx6UzDlYZ98fb0AsIHZIOtY9LwQx6W+eghw9S4&#10;G2/puguViCHsU9RQh9ClUvqyJot+4jriyH253mKIsK+k6fEWw20rZ0o9S4sNx4YaO1rXVH7vLlbD&#10;efG5nQZ5OhX2+H6Yn+eGlNpoPX4cVq8gAg3hX/zn/jBxfpIkcP8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Rts3EAAAA3QAAAA8AAAAAAAAAAAAAAAAAmAIAAGRycy9k&#10;b3ducmV2LnhtbFBLBQYAAAAABAAEAPUAAACJAwAAAAA=&#10;" fillcolor="#f4b083 [1941]" strokecolor="red" strokeweight="1pt">
                  <v:stroke joinstyle="miter"/>
                </v:oval>
                <v:oval id="Oval 1334" o:spid="_x0000_s1134" style="position:absolute;left:16515;top:32307;width:3327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uucQA&#10;AADdAAAADwAAAGRycy9kb3ducmV2LnhtbERPTWvCQBC9C/0Pywi96a4aisZspAilpdCDpsXrmB2T&#10;aHY2ZLea/vtuoeBtHu9zss1gW3Gl3jeONcymCgRx6UzDlYbP4mWyBOEDssHWMWn4IQ+b/GGUYWrc&#10;jXd03YdKxBD2KWqoQ+hSKX1Zk0U/dR1x5E6utxgi7CtperzFcNvKuVJP0mLDsaHGjrY1lZf9t9Vw&#10;Xr3vZkEej4U9vH4l58SQUh9aP46H5zWIQEO4i//dbybOXywS+Ps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4LrnEAAAA3QAAAA8AAAAAAAAAAAAAAAAAmAIAAGRycy9k&#10;b3ducmV2LnhtbFBLBQYAAAAABAAEAPUAAACJAwAAAAA=&#10;" fillcolor="#f4b083 [1941]" strokecolor="red" strokeweight="1pt">
                  <v:stroke joinstyle="miter"/>
                </v:oval>
                <v:oval id="Oval 1335" o:spid="_x0000_s1135" style="position:absolute;left:14086;top:37825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LIsMA&#10;AADdAAAADwAAAGRycy9kb3ducmV2LnhtbERPS2sCMRC+C/0PYQq9aeKTdmsUEaRF8KBb8Tpuprtr&#10;N5Nlk+r6740geJuP7znTeWsrcabGl4419HsKBHHmTMm5hp901X0H4QOywcoxabiSh/nspTPFxLgL&#10;b+m8C7mIIewT1FCEUCdS+qwgi77nauLI/brGYoiwyaVp8BLDbSUHSk2kxZJjQ4E1LQvK/nb/VsPp&#10;Y73tB3k8pvbwtR+dRoaU2mj99touPkEEasNT/HB/mzh/OBzD/Zt4gp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SLIsMAAADdAAAADwAAAAAAAAAAAAAAAACYAgAAZHJzL2Rv&#10;d25yZXYueG1sUEsFBgAAAAAEAAQA9QAAAIgDAAAAAA==&#10;" fillcolor="#f4b083 [1941]" strokecolor="red" strokeweight="1pt">
                  <v:stroke joinstyle="miter"/>
                </v:oval>
                <v:oval id="Oval 1336" o:spid="_x0000_s1136" style="position:absolute;left:12382;top:40774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VVcIA&#10;AADdAAAADwAAAGRycy9kb3ducmV2LnhtbERPS4vCMBC+C/6HMII3TXwgbjWKCKIIe/CxeB2b2bZu&#10;MylN1PrvNwsL3ubje8582dhSPKj2hWMNg74CQZw6U3Cm4Xza9KYgfEA2WDomDS/ysFy0W3NMjHvy&#10;gR7HkIkYwj5BDXkIVSKlT3Oy6PuuIo7ct6sthgjrTJoanzHclnKo1ERaLDg25FjROqf053i3Gm4f&#10;+8MgyOv1ZC/br/FtbEipT627nWY1AxGoCW/xv3tn4vzRaAJ/38QT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hVVwgAAAN0AAAAPAAAAAAAAAAAAAAAAAJgCAABkcnMvZG93&#10;bnJldi54bWxQSwUGAAAAAAQABAD1AAAAhwMAAAAA&#10;" fillcolor="#f4b083 [1941]" strokecolor="red" strokeweight="1pt">
                  <v:stroke joinstyle="miter"/>
                </v:oval>
                <v:oval id="Oval 1337" o:spid="_x0000_s1137" style="position:absolute;left:12774;top:39208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qwzsMA&#10;AADdAAAADwAAAGRycy9kb3ducmV2LnhtbERPS2sCMRC+C/0PYQq9aeIDbbdGEUFaBA+6Fa/jZrq7&#10;djNZNqmu/94Igrf5+J4znbe2EmdqfOlYQ7+nQBBnzpSca/hJV913ED4gG6wck4YreZjPXjpTTIy7&#10;8JbOu5CLGMI+QQ1FCHUipc8Ksuh7riaO3K9rLIYIm1yaBi8x3FZyoNRYWiw5NhRY07Kg7G/3bzWc&#10;PtbbfpDHY2oPX/vRaWRIqY3Wb6/t4hNEoDY8xQ/3t4nzh8MJ3L+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qwzsMAAADdAAAADwAAAAAAAAAAAAAAAACYAgAAZHJzL2Rv&#10;d25yZXYueG1sUEsFBgAAAAAEAAQA9QAAAIgDAAAAAA==&#10;" fillcolor="#f4b083 [1941]" strokecolor="red" strokeweight="1pt">
                  <v:stroke joinstyle="miter"/>
                </v:oval>
                <v:oval id="Oval 1338" o:spid="_x0000_s1138" style="position:absolute;left:17799;top:37748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UkvMcA&#10;AADdAAAADwAAAGRycy9kb3ducmV2LnhtbESPS2sCQRCE74H8h6EDucUZH4jZOIoIEhFy8BFybXc6&#10;u2t2epadUdd/nz4I3rqp6qqvp/PO1+pCbawCW+j3DCjiPLiKCwuH/eptAiomZId1YLJwowjz2fPT&#10;FDMXrrylyy4VSkI4ZmihTKnJtI55SR5jLzTEov2G1mOStS20a/Eq4b7WA2PG2mPF0lBiQ8uS8r/d&#10;2Vs4vW+2/aSPx73/+fwenUaOjPmy9vWlW3yAStSlh/l+vXaCPxwKrnwjI+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1JLzHAAAA3QAAAA8AAAAAAAAAAAAAAAAAmAIAAGRy&#10;cy9kb3ducmV2LnhtbFBLBQYAAAAABAAEAPUAAACMAwAAAAA=&#10;" fillcolor="#f4b083 [1941]" strokecolor="red" strokeweight="1pt">
                  <v:stroke joinstyle="miter"/>
                </v:oval>
                <v:oval id="Oval 1339" o:spid="_x0000_s1139" style="position:absolute;left:15855;top:39211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BJ8QA&#10;AADdAAAADwAAAGRycy9kb3ducmV2LnhtbERPTWvCQBC9F/oflin01uyqQWp0lSKIIvRg0tLrmB2T&#10;2OxsyG41/ffdguBtHu9zFqvBtuJCvW8caxglCgRx6UzDlYaPYvPyCsIHZIOtY9LwSx5Wy8eHBWbG&#10;XflAlzxUIoawz1BDHUKXSenLmiz6xHXEkTu53mKIsK+k6fEaw20rx0pNpcWGY0ONHa1rKr/zH6vh&#10;PNsfRkEej4X92n6m59SQUu9aPz8Nb3MQgYZwF9/cOxPnTyYz+P8mn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5gSfEAAAA3QAAAA8AAAAAAAAAAAAAAAAAmAIAAGRycy9k&#10;b3ducmV2LnhtbFBLBQYAAAAABAAEAPUAAACJAwAAAAA=&#10;" fillcolor="#f4b083 [1941]" strokecolor="red" strokeweight="1pt">
                  <v:stroke joinstyle="miter"/>
                </v:oval>
                <v:oval id="Oval 1340" o:spid="_x0000_s1140" style="position:absolute;left:3240;top:39050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Vbx8YA&#10;AADdAAAADwAAAGRycy9kb3ducmV2LnhtbESPQWvCQBCF7wX/wzIFb3VXDdKmriKCKIUe1JZex+w0&#10;ic3Ohuyq6b/vHITeZnhv3vtmvux9o67UxTqwhfHIgCIugqu5tPBx3Dw9g4oJ2WETmCz8UoTlYvAw&#10;x9yFG+/pekilkhCOOVqoUmpzrWNRkcc4Ci2xaN+h85hk7UrtOrxJuG/0xJiZ9lizNFTY0rqi4udw&#10;8RbOL2/7cdKn09F/bT+zc+bImHdrh4/96hVUoj79m+/XOyf400z4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Vbx8YAAADdAAAADwAAAAAAAAAAAAAAAACYAgAAZHJz&#10;L2Rvd25yZXYueG1sUEsFBgAAAAAEAAQA9QAAAIsDAAAAAA==&#10;" fillcolor="#f4b083 [1941]" strokecolor="red" strokeweight="1pt">
                  <v:stroke joinstyle="miter"/>
                </v:oval>
                <v:oval id="Oval 1341" o:spid="_x0000_s1141" style="position:absolute;left:6699;top:38491;width:3328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+XMMA&#10;AADdAAAADwAAAGRycy9kb3ducmV2LnhtbERPS2sCMRC+F/ofwhR6q8m2S9HVrIhQWgoefOF13Iz7&#10;cDNZNqlu/30jFLzNx/ec2XywrbhQ72vHGpKRAkFcOFNzqWG3/XgZg/AB2WDrmDT8kod5/vgww8y4&#10;K6/psgmliCHsM9RQhdBlUvqiIot+5DriyJ1cbzFE2JfS9HiN4baVr0q9S4s1x4YKO1pWVJw3P1ZD&#10;M/leJ0Eej1t7+NynTWpIqZXWz0/DYgoi0BDu4n/3l4nz39IEbt/EE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n+XMMAAADdAAAADwAAAAAAAAAAAAAAAACYAgAAZHJzL2Rv&#10;d25yZXYueG1sUEsFBgAAAAAEAAQA9QAAAIgDAAAAAA==&#10;" fillcolor="#f4b083 [1941]" strokecolor="red" strokeweight="1pt">
                  <v:stroke joinstyle="miter"/>
                </v:oval>
                <v:oval id="Oval 1342" o:spid="_x0000_s1142" style="position:absolute;left:14100;top:40227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gK8MA&#10;AADdAAAADwAAAGRycy9kb3ducmV2LnhtbERPS4vCMBC+C/6HMAt700QtsnaNIguLInjwhdexmW3r&#10;NpPSZLX+eyMIe5uP7znTeWsrcaXGl441DPoKBHHmTMm5hsP+u/cBwgdkg5Vj0nAnD/NZtzPF1Lgb&#10;b+m6C7mIIexT1FCEUKdS+qwgi77vauLI/bjGYoiwyaVp8BbDbSWHSo2lxZJjQ4E1fRWU/e7+rIbL&#10;ZL0dBHk+7+1peUwuiSGlNlq/v7WLTxCB2vAvfrlXJs4fJUN4fhN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tgK8MAAADdAAAADwAAAAAAAAAAAAAAAACYAgAAZHJzL2Rv&#10;d25yZXYueG1sUEsFBgAAAAAEAAQA9QAAAIgDAAAAAA==&#10;" fillcolor="#f4b083 [1941]" strokecolor="red" strokeweight="1pt">
                  <v:stroke joinstyle="miter"/>
                </v:oval>
                <v:oval id="Oval 1343" o:spid="_x0000_s1143" style="position:absolute;left:1746;top:33832;width:3327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FsMQA&#10;AADdAAAADwAAAGRycy9kb3ducmV2LnhtbERPTWvCQBC9C/0Pywi96a4aisZspAilpdCDpsXrmB2T&#10;aHY2ZLea/vtuoeBtHu9zss1gW3Gl3jeONcymCgRx6UzDlYbP4mWyBOEDssHWMWn4IQ+b/GGUYWrc&#10;jXd03YdKxBD2KWqoQ+hSKX1Zk0U/dR1x5E6utxgi7CtperzFcNvKuVJP0mLDsaHGjrY1lZf9t9Vw&#10;Xr3vZkEej4U9vH4l58SQUh9aP46H5zWIQEO4i//dbybOXyQL+Ps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XxbDEAAAA3QAAAA8AAAAAAAAAAAAAAAAAmAIAAGRycy9k&#10;b3ducmV2LnhtbFBLBQYAAAAABAAEAPUAAACJAwAAAAA=&#10;" fillcolor="#f4b083 [1941]" strokecolor="red" strokeweight="1pt">
                  <v:stroke joinstyle="miter"/>
                </v:oval>
                <v:oval id="Oval 1344" o:spid="_x0000_s1144" style="position:absolute;left:4307;top:36053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dxMMA&#10;AADdAAAADwAAAGRycy9kb3ducmV2LnhtbERPS4vCMBC+C/sfwix400Qti1uNIoIowh58LF7HZrat&#10;20xKE7X+e7Ow4G0+vudM562txI0aXzrWMOgrEMSZMyXnGo6HVW8Mwgdkg5Vj0vAgD/PZW2eKqXF3&#10;3tFtH3IRQ9inqKEIoU6l9FlBFn3f1cSR+3GNxRBhk0vT4D2G20oOlfqQFkuODQXWtCwo+91frYbL&#10;53Y3CPJ8PtjT+ju5JIaU+tK6+94uJiACteEl/ndvTJw/ShL4+y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5dxMMAAADdAAAADwAAAAAAAAAAAAAAAACYAgAAZHJzL2Rv&#10;d25yZXYueG1sUEsFBgAAAAAEAAQA9QAAAIgDAAAAAA==&#10;" fillcolor="#f4b083 [1941]" strokecolor="red" strokeweight="1pt">
                  <v:stroke joinstyle="miter"/>
                </v:oval>
                <v:oval id="Oval 1345" o:spid="_x0000_s1145" style="position:absolute;left:1895;top:47312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SlMUA&#10;AADdAAAADwAAAGRycy9kb3ducmV2LnhtbERPS2vCQBC+F/oflhG81Y3a+oiuUgJii16MHjwO2TEb&#10;zM6G7FbT/vpuQehtPr7nLNedrcWNWl85VjAcJCCIC6crLhWcjpuXGQgfkDXWjknBN3lYr56flphq&#10;d+cD3fJQihjCPkUFJoQmldIXhiz6gWuII3dxrcUQYVtK3eI9httajpJkIi1WHBsMNpQZKq75l1Ww&#10;m/985kZOt9k824zOer87bvVUqX6ve1+ACNSFf/HD/aHj/PHrG/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8VKUxQAAAN0AAAAPAAAAAAAAAAAAAAAAAJgCAABkcnMv&#10;ZG93bnJldi54bWxQSwUGAAAAAAQABAD1AAAAigMAAAAA&#10;" fillcolor="#f4b083 [1941]" strokecolor="red" strokeweight="1pt">
                  <v:stroke joinstyle="miter"/>
                </v:oval>
                <v:oval id="Oval 1346" o:spid="_x0000_s1146" style="position:absolute;left:1361;top:4812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M48QA&#10;AADdAAAADwAAAGRycy9kb3ducmV2LnhtbERPS2vCQBC+F/wPywje6kZbfERXkYDYYi+NHjwO2TEb&#10;zM6G7Fajv94tFHqbj+85y3Vna3Gl1leOFYyGCQjiwumKSwXHw/Z1BsIHZI21Y1JwJw/rVe9lial2&#10;N/6max5KEUPYp6jAhNCkUvrCkEU/dA1x5M6utRgibEupW7zFcFvLcZJMpMWKY4PBhjJDxSX/sQr2&#10;88dnbuR0l82z7fikv/aHnZ4qNeh3mwWIQF34F/+5P3Sc//Y+gd9v4gl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jzOPEAAAA3QAAAA8AAAAAAAAAAAAAAAAAmAIAAGRycy9k&#10;b3ducmV2LnhtbFBLBQYAAAAABAAEAPUAAACJAwAAAAA=&#10;" fillcolor="#f4b083 [1941]" strokecolor="red" strokeweight="1pt">
                  <v:stroke joinstyle="miter"/>
                </v:oval>
                <v:oval id="Oval 1347" o:spid="_x0000_s1147" style="position:absolute;left:1368;top:48745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9peMQA&#10;AADdAAAADwAAAGRycy9kb3ducmV2LnhtbERPTWvCQBC9F/oflil4qxu1NJq6igRERS/GHnocstNs&#10;MDsbsqvG/nq3UOhtHu9z5sveNuJKna8dKxgNExDEpdM1Vwo+T+vXKQgfkDU2jknBnTwsF89Pc8y0&#10;u/GRrkWoRAxhn6ECE0KbSelLQxb90LXEkft2ncUQYVdJ3eEthttGjpPkXVqsOTYYbCk3VJ6Li1Ww&#10;n/3sCiPTTT7L1+MvfdifNjpVavDSrz5ABOrDv/jPvdVx/uQthd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vaXjEAAAA3QAAAA8AAAAAAAAAAAAAAAAAmAIAAGRycy9k&#10;b3ducmV2LnhtbFBLBQYAAAAABAAEAPUAAACJAwAAAAA=&#10;" fillcolor="#f4b083 [1941]" strokecolor="red" strokeweight="1pt">
                  <v:stroke joinstyle="miter"/>
                </v:oval>
                <v:oval id="Oval 1348" o:spid="_x0000_s1148" style="position:absolute;left:1285;top:44825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9CscA&#10;AADdAAAADwAAAGRycy9kb3ducmV2LnhtbESPQW/CMAyF70j7D5GRdhspbBqjI6CpEmITXCg77Gg1&#10;XlOtcaomg45fjw+TuNl6z+99Xq4H36oT9bEJbGA6yUARV8E2XBv4PG4eXkDFhGyxDUwG/ijCenU3&#10;WmJuw5kPdCpTrSSEY44GXEpdrnWsHHmMk9ARi/Ydeo9J1r7WtsezhPtWz7LsWXtsWBocdlQ4qn7K&#10;X29gt7h8lE7Pt8Wi2My+7H533Nq5Mffj4e0VVKIh3cz/1+9W8B+fBFe+kRH0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w/QrHAAAA3QAAAA8AAAAAAAAAAAAAAAAAmAIAAGRy&#10;cy9kb3ducmV2LnhtbFBLBQYAAAAABAAEAPUAAACMAwAAAAA=&#10;" fillcolor="#f4b083 [1941]" strokecolor="red" strokeweight="1pt">
                  <v:stroke joinstyle="miter"/>
                </v:oval>
                <v:oval id="Oval 1349" o:spid="_x0000_s1149" style="position:absolute;left:3331;top:4735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xYkcQA&#10;AADdAAAADwAAAGRycy9kb3ducmV2LnhtbERPTWvCQBC9C/0PyxR6q5vaoia6igTEFr0YPXgcsmM2&#10;NDsbsqum/fVdoeBtHu9z5sveNuJKna8dK3gbJiCIS6drrhQcD+vXKQgfkDU2jknBD3lYLp4Gc8y0&#10;u/GerkWoRAxhn6ECE0KbSelLQxb90LXEkTu7zmKIsKuk7vAWw20jR0kylhZrjg0GW8oNld/FxSrY&#10;pr9fhZGTTZ7m69FJ77aHjZ4o9fLcr2YgAvXhIf53f+o4//0jhfs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8WJHEAAAA3QAAAA8AAAAAAAAAAAAAAAAAmAIAAGRycy9k&#10;b3ducmV2LnhtbFBLBQYAAAAABAAEAPUAAACJAwAAAAA=&#10;" fillcolor="#f4b083 [1941]" strokecolor="red" strokeweight="1pt">
                  <v:stroke joinstyle="miter"/>
                </v:oval>
                <v:oval id="Oval 1350" o:spid="_x0000_s1150" style="position:absolute;left:2561;top:4816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9n0ccA&#10;AADdAAAADwAAAGRycy9kb3ducmV2LnhtbESPQW/CMAyF70j7D5GRdhspTBujI6CpEmITXCg77Gg1&#10;XlOtcaomg45fjw+TuNl6z+99Xq4H36oT9bEJbGA6yUARV8E2XBv4PG4eXkDFhGyxDUwG/ijCenU3&#10;WmJuw5kPdCpTrSSEY44GXEpdrnWsHHmMk9ARi/Ydeo9J1r7WtsezhPtWz7LsWXtsWBocdlQ4qn7K&#10;X29gt7h8lE7Pt8Wi2My+7H533Nq5Mffj4e0VVKIh3cz/1+9W8B+fhF++kRH0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fZ9HHAAAA3QAAAA8AAAAAAAAAAAAAAAAAmAIAAGRy&#10;cy9kb3ducmV2LnhtbFBLBQYAAAAABAAEAPUAAACMAwAAAAA=&#10;" fillcolor="#f4b083 [1941]" strokecolor="red" strokeweight="1pt">
                  <v:stroke joinstyle="miter"/>
                </v:oval>
                <v:oval id="Oval 1351" o:spid="_x0000_s1151" style="position:absolute;left:2548;top:48742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PCSsQA&#10;AADdAAAADwAAAGRycy9kb3ducmV2LnhtbERPTWvCQBC9C/6HZQRvulFp1dRVSkCs6MXoocchO82G&#10;ZmdDdqtpf71bELzN433OatPZWlyp9ZVjBZNxAoK4cLriUsHlvB0tQPiArLF2TAp+ycNm3e+tMNXu&#10;xie65qEUMYR9igpMCE0qpS8MWfRj1xBH7su1FkOEbSl1i7cYbms5TZJXabHi2GCwocxQ8Z3/WAWH&#10;5d8+N3K+y5bZdvqpj4fzTs+VGg669zcQgbrwFD/cHzrOn71M4P+beIJ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TwkrEAAAA3QAAAA8AAAAAAAAAAAAAAAAAmAIAAGRycy9k&#10;b3ducmV2LnhtbFBLBQYAAAAABAAEAPUAAACJAwAAAAA=&#10;" fillcolor="#f4b083 [1941]" strokecolor="red" strokeweight="1pt">
                  <v:stroke joinstyle="miter"/>
                </v:oval>
                <v:oval id="Oval 1352" o:spid="_x0000_s1152" style="position:absolute;left:1959;top:48723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FcPcQA&#10;AADdAAAADwAAAGRycy9kb3ducmV2LnhtbERPTWvCQBC9F/wPywi96caUVk1dRQKiRS/GHnocstNs&#10;MDsbsqvG/vpuQehtHu9zFqveNuJKna8dK5iMExDEpdM1Vwo+T5vRDIQPyBobx6TgTh5Wy8HTAjPt&#10;bnykaxEqEUPYZ6jAhNBmUvrSkEU/di1x5L5dZzFE2FVSd3iL4baRaZK8SYs1xwaDLeWGynNxsQr2&#10;85+PwsjpNp/nm/RLH/anrZ4q9Tzs1+8gAvXhX/xw73Sc//Kawt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XD3EAAAA3QAAAA8AAAAAAAAAAAAAAAAAmAIAAGRycy9k&#10;b3ducmV2LnhtbFBLBQYAAAAABAAEAPUAAACJAwAAAAA=&#10;" fillcolor="#f4b083 [1941]" strokecolor="red" strokeweight="1pt">
                  <v:stroke joinstyle="miter"/>
                </v:oval>
                <v:oval id="Oval 1353" o:spid="_x0000_s1153" style="position:absolute;left:1963;top:48102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35psQA&#10;AADdAAAADwAAAGRycy9kb3ducmV2LnhtbERPTWvCQBC9C/6HZYTedKPSWqOrSECs6MXYg8chO82G&#10;ZmdDdqtpf71bELzN433Oct3ZWlyp9ZVjBeNRAoK4cLriUsHneTt8B+EDssbaMSn4JQ/rVb+3xFS7&#10;G5/omodSxBD2KSowITSplL4wZNGPXEMcuS/XWgwRtqXULd5iuK3lJEnepMWKY4PBhjJDxXf+YxUc&#10;5n/73MjZLptn28lFHw/nnZ4p9TLoNgsQgbrwFD/cHzrOn75O4f+beIJ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N+abEAAAA3QAAAA8AAAAAAAAAAAAAAAAAmAIAAGRycy9k&#10;b3ducmV2LnhtbFBLBQYAAAAABAAEAPUAAACJAwAAAAA=&#10;" fillcolor="#f4b083 [1941]" strokecolor="red" strokeweight="1pt">
                  <v:stroke joinstyle="miter"/>
                </v:oval>
                <v:oval id="Oval 1354" o:spid="_x0000_s1154" style="position:absolute;left:1167;top:47277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h0sUA&#10;AADdAAAADwAAAGRycy9kb3ducmV2LnhtbERPS2vCQBC+F/oflhG81Y3a+oiuUgJii16MHjwO2TEb&#10;zM6G7FbT/vpuQehtPr7nLNedrcWNWl85VjAcJCCIC6crLhWcjpuXGQgfkDXWjknBN3lYr56flphq&#10;d+cD3fJQihjCPkUFJoQmldIXhiz6gWuII3dxrcUQYVtK3eI9httajpJkIi1WHBsMNpQZKq75l1Ww&#10;m/985kZOt9k824zOer87bvVUqX6ve1+ACNSFf/HD/aHj/PHbK/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GHSxQAAAN0AAAAPAAAAAAAAAAAAAAAAAJgCAABkcnMv&#10;ZG93bnJldi54bWxQSwUGAAAAAAQABAD1AAAAigMAAAAA&#10;" fillcolor="#f4b083 [1941]" strokecolor="red" strokeweight="1pt">
                  <v:stroke joinstyle="miter"/>
                </v:oval>
                <v:oval id="Oval 1355" o:spid="_x0000_s1155" style="position:absolute;left:2658;top:47318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jEScQA&#10;AADdAAAADwAAAGRycy9kb3ducmV2LnhtbERPTWvCQBC9F/wPywje6kbFqtFVJCC22EujB49DdswG&#10;s7Mhu2rsr+8WCr3N433OatPZWtyp9ZVjBaNhAoK4cLriUsHpuHudg/ABWWPtmBQ8ycNm3XtZYard&#10;g7/onodSxBD2KSowITSplL4wZNEPXUMcuYtrLYYI21LqFh8x3NZynCRv0mLFscFgQ5mh4prfrILD&#10;4vsjN3K2zxbZbnzWn4fjXs+UGvS77RJEoC78i//c7zrOn0yn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oxEnEAAAA3QAAAA8AAAAAAAAAAAAAAAAAmAIAAGRycy9k&#10;b3ducmV2LnhtbFBLBQYAAAAABAAEAPUAAACJAwAAAAA=&#10;" fillcolor="#f4b083 [1941]" strokecolor="red" strokeweight="1pt">
                  <v:stroke joinstyle="miter"/>
                </v:oval>
                <v:oval id="Oval 1356" o:spid="_x0000_s1156" style="position:absolute;left:1525;top:37156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nw9cMA&#10;AADdAAAADwAAAGRycy9kb3ducmV2LnhtbERPS2sCMRC+F/wPYYTeauKjoqtRRJAWoQdfeB034+7q&#10;ZrJsUl3/fVMQvM3H95zpvLGluFHtC8cauh0Fgjh1puBMw363+hiB8AHZYOmYNDzIw3zWeptiYtyd&#10;N3TbhkzEEPYJashDqBIpfZqTRd9xFXHkzq62GCKsM2lqvMdwW8qeUkNpseDYkGNFy5zS6/bXariM&#10;15tukKfTzh6/DoPLwJBSP1q/t5vFBESgJrzET/e3ifP7n0P4/y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nw9cMAAADdAAAADwAAAAAAAAAAAAAAAACYAgAAZHJzL2Rv&#10;d25yZXYueG1sUEsFBgAAAAAEAAQA9QAAAIgDAAAAAA==&#10;" fillcolor="#f4b083 [1941]" strokecolor="red" strokeweight="1pt">
                  <v:stroke joinstyle="miter"/>
                </v:oval>
                <v:oval id="Oval 1357" o:spid="_x0000_s1157" style="position:absolute;left:3734;top:48763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/pcQA&#10;AADdAAAADwAAAGRycy9kb3ducmV2LnhtbERPTWvCQBC9F/oflil4qxuVNpq6igRERS/GHnocstNs&#10;MDsbsqvG/nq3UOhtHu9z5sveNuJKna8dKxgNExDEpdM1Vwo+T+vXKQgfkDU2jknBnTwsF89Pc8y0&#10;u/GRrkWoRAxhn6ECE0KbSelLQxb90LXEkft2ncUQYVdJ3eEthttGjpPkXVqsOTYYbCk3VJ6Li1Ww&#10;n/3sCiPTTT7L1+MvfdifNjpVavDSrz5ABOrDv/jPvdVx/uQthd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/6XEAAAA3QAAAA8AAAAAAAAAAAAAAAAAmAIAAGRycy9k&#10;b3ducmV2LnhtbFBLBQYAAAAABAAEAPUAAACJAwAAAAA=&#10;" fillcolor="#f4b083 [1941]" strokecolor="red" strokeweight="1pt">
                  <v:stroke joinstyle="miter"/>
                </v:oval>
                <v:oval id="Oval 1358" o:spid="_x0000_s1158" style="position:absolute;left:3146;top:48745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r18cA&#10;AADdAAAADwAAAGRycy9kb3ducmV2LnhtbESPQW/CMAyF70j7D5GRdhspTBujI6CpEmITXCg77Gg1&#10;XlOtcaomg45fjw+TuNl6z+99Xq4H36oT9bEJbGA6yUARV8E2XBv4PG4eXkDFhGyxDUwG/ijCenU3&#10;WmJuw5kPdCpTrSSEY44GXEpdrnWsHHmMk9ARi/Ydeo9J1r7WtsezhPtWz7LsWXtsWBocdlQ4qn7K&#10;X29gt7h8lE7Pt8Wi2My+7H533Nq5Mffj4e0VVKIh3cz/1+9W8B+fBFe+kRH0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pa9fHAAAA3QAAAA8AAAAAAAAAAAAAAAAAmAIAAGRy&#10;cy9kb3ducmV2LnhtbFBLBQYAAAAABAAEAPUAAACMAwAAAAA=&#10;" fillcolor="#f4b083 [1941]" strokecolor="red" strokeweight="1pt">
                  <v:stroke joinstyle="miter"/>
                </v:oval>
                <v:oval id="Oval 1359" o:spid="_x0000_s1159" style="position:absolute;left:3704;top:48136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OTMQA&#10;AADdAAAADwAAAGRycy9kb3ducmV2LnhtbERPTWvCQBC9C/0PyxR6q5taqia6igTEFr0YPXgcsmM2&#10;NDsbsqum/fVdoeBtHu9z5sveNuJKna8dK3gbJiCIS6drrhQcD+vXKQgfkDU2jknBD3lYLp4Gc8y0&#10;u/GerkWoRAxhn6ECE0KbSelLQxb90LXEkTu7zmKIsKuk7vAWw20jR0kylhZrjg0GW8oNld/FxSrY&#10;pr9fhZGTTZ7m69FJ77aHjZ4o9fLcr2YgAvXhIf53f+o4//0jhfs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zkzEAAAA3QAAAA8AAAAAAAAAAAAAAAAAmAIAAGRycy9k&#10;b3ducmV2LnhtbFBLBQYAAAAABAAEAPUAAACJAwAAAAA=&#10;" fillcolor="#f4b083 [1941]" strokecolor="red" strokeweight="1pt">
                  <v:stroke joinstyle="miter"/>
                </v:oval>
                <v:oval id="Oval 1360" o:spid="_x0000_s1160" style="position:absolute;left:3181;top:4807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tbMcA&#10;AADdAAAADwAAAGRycy9kb3ducmV2LnhtbESPQWvCQBCF70L/wzKF3nRTC1pTVykBsaKXxh56HLLT&#10;bGh2NmS3mvrrnYPgbYb35r1vluvBt+pEfWwCG3ieZKCIq2Abrg18HTfjV1AxIVtsA5OBf4qwXj2M&#10;lpjbcOZPOpWpVhLCMUcDLqUu1zpWjjzGSeiIRfsJvccka19r2+NZwn2rp1k20x4blgaHHRWOqt/y&#10;zxvYLy670un5tlgUm+m3PeyPWzs35ulxeH8DlWhId/Pt+sMK/stM+OUbGUG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zrWzHAAAA3QAAAA8AAAAAAAAAAAAAAAAAmAIAAGRy&#10;cy9kb3ducmV2LnhtbFBLBQYAAAAABAAEAPUAAACMAwAAAAA=&#10;" fillcolor="#f4b083 [1941]" strokecolor="red" strokeweight="1pt">
                  <v:stroke joinstyle="miter"/>
                </v:oval>
                <v:oval id="Oval 1361" o:spid="_x0000_s1161" style="position:absolute;left:2225;top:44824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8I98QA&#10;AADdAAAADwAAAGRycy9kb3ducmV2LnhtbERPS2vCQBC+F/wPywi91Y0KPqKrSECs2ItJDz0O2TEb&#10;zM6G7Kppf71bKPQ2H99z1tveNuJOna8dKxiPEhDEpdM1Vwo+i/3bAoQPyBobx6TgmzxsN4OXNaba&#10;PfhM9zxUIoawT1GBCaFNpfSlIYt+5FriyF1cZzFE2FVSd/iI4baRkySZSYs1xwaDLWWGymt+swpO&#10;y59jbuT8kC2z/eRLf5yKg54r9TrsdysQgfrwL/5zv+s4fzobw+838QS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/CPfEAAAA3QAAAA8AAAAAAAAAAAAAAAAAmAIAAGRycy9k&#10;b3ducmV2LnhtbFBLBQYAAAAABAAEAPUAAACJAwAAAAA=&#10;" fillcolor="#f4b083 [1941]" strokecolor="red" strokeweight="1pt">
                  <v:stroke joinstyle="miter"/>
                </v:oval>
                <v:oval id="Oval 1362" o:spid="_x0000_s1162" style="position:absolute;left:1764;top:41739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2WgMQA&#10;AADdAAAADwAAAGRycy9kb3ducmV2LnhtbERPS2vCQBC+F/wPywje6sYUfERXkYBosRejB49DdpoN&#10;zc6G7Fajv75bKPQ2H99zVpveNuJGna8dK5iMExDEpdM1Vwou593rHIQPyBobx6TgQR4268HLCjPt&#10;7nyiWxEqEUPYZ6jAhNBmUvrSkEU/di1x5D5dZzFE2FVSd3iP4baRaZJMpcWaY4PBlnJD5VfxbRUc&#10;F8/3wsjZPl/ku/SqP47nvZ4pNRr22yWIQH34F/+5DzrOf5um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tloDEAAAA3QAAAA8AAAAAAAAAAAAAAAAAmAIAAGRycy9k&#10;b3ducmV2LnhtbFBLBQYAAAAABAAEAPUAAACJAwAAAAA=&#10;" fillcolor="#f4b083 [1941]" strokecolor="red" strokeweight="1pt">
                  <v:stroke joinstyle="miter"/>
                </v:oval>
                <v:oval id="Oval 1363" o:spid="_x0000_s1163" style="position:absolute;left:3159;top:44855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EzG8QA&#10;AADdAAAADwAAAGRycy9kb3ducmV2LnhtbERPTWvCQBC9C/0PyxS86UYFramrlICo6KVJDz0O2Wk2&#10;mJ0N2a1Gf71bKHibx/uc1aa3jbhQ52vHCibjBARx6XTNlYKvYjt6A+EDssbGMSm4kYfN+mWwwlS7&#10;K3/SJQ+ViCHsU1RgQmhTKX1pyKIfu5Y4cj+usxgi7CqpO7zGcNvIaZLMpcWaY4PBljJD5Tn/tQqO&#10;y/shN3Kxy5bZdvqtT8dipxdKDV/7j3cQgfrwFP+79zrOn81n8PdNPEG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MxvEAAAA3QAAAA8AAAAAAAAAAAAAAAAAmAIAAGRycy9k&#10;b3ducmV2LnhtbFBLBQYAAAAABAAEAPUAAACJAwAAAAA=&#10;" fillcolor="#f4b083 [1941]" strokecolor="red" strokeweight="1pt">
                  <v:stroke joinstyle="miter"/>
                </v:oval>
                <v:oval id="Oval 1364" o:spid="_x0000_s1164" style="position:absolute;left:2888;top:41770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rb8QA&#10;AADdAAAADwAAAGRycy9kb3ducmV2LnhtbERPS2vCQBC+F/wPywje6kZbfERXkYDYYi+NHjwO2TEb&#10;zM6G7Fajv94tFHqbj+85y3Vna3Gl1leOFYyGCQjiwumKSwXHw/Z1BsIHZI21Y1JwJw/rVe9lial2&#10;N/6max5KEUPYp6jAhNCkUvrCkEU/dA1x5M6utRgibEupW7zFcFvLcZJMpMWKY4PBhjJDxSX/sQr2&#10;88dnbuR0l82z7fikv/aHnZ4qNeh3mwWIQF34F/+5P3Sc/zZ5h99v4gl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Iq2/EAAAA3QAAAA8AAAAAAAAAAAAAAAAAmAIAAGRycy9k&#10;b3ducmV2LnhtbFBLBQYAAAAABAAEAPUAAACJAwAAAAA=&#10;" fillcolor="#f4b083 [1941]" strokecolor="red" strokeweight="1pt">
                  <v:stroke joinstyle="miter"/>
                </v:oval>
                <v:oval id="Oval 1365" o:spid="_x0000_s1165" style="position:absolute;left:4114;top:44896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O9MQA&#10;AADdAAAADwAAAGRycy9kb3ducmV2LnhtbERPS2vCQBC+F/wPywje6kZLfURXkYDYYi+NHjwO2TEb&#10;zM6G7Fajv94tFHqbj+85y3Vna3Gl1leOFYyGCQjiwumKSwXHw/Z1BsIHZI21Y1JwJw/rVe9lial2&#10;N/6max5KEUPYp6jAhNCkUvrCkEU/dA1x5M6utRgibEupW7zFcFvLcZJMpMWKY4PBhjJDxSX/sQr2&#10;88dnbuR0l82z7fikv/aHnZ4qNeh3mwWIQF34F/+5P3Sc/zZ5h99v4gl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DvTEAAAA3QAAAA8AAAAAAAAAAAAAAAAAmAIAAGRycy9k&#10;b3ducmV2LnhtbFBLBQYAAAAABAAEAPUAAACJAwAAAAA=&#10;" fillcolor="#f4b083 [1941]" strokecolor="red" strokeweight="1pt">
                  <v:stroke joinstyle="miter"/>
                </v:oval>
                <v:oval id="Oval 1366" o:spid="_x0000_s1166" style="position:absolute;left:4688;top:4742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Qg8QA&#10;AADdAAAADwAAAGRycy9kb3ducmV2LnhtbERPTWvCQBC9C/6HZQRvdaOFqKmrSEC02IvRQ49DdpoN&#10;zc6G7FbT/vquIHibx/uc1aa3jbhS52vHCqaTBARx6XTNlYLLefeyAOEDssbGMSn4JQ+b9XCwwky7&#10;G5/oWoRKxBD2GSowIbSZlL40ZNFPXEscuS/XWQwRdpXUHd5iuG3kLElSabHm2GCwpdxQ+V38WAXH&#10;5d97YeR8ny/z3exTfxzPez1Xajzqt28gAvXhKX64DzrOf01TuH8TT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WkIPEAAAA3QAAAA8AAAAAAAAAAAAAAAAAmAIAAGRycy9k&#10;b3ducmV2LnhtbFBLBQYAAAAABAAEAPUAAACJAwAAAAA=&#10;" fillcolor="#f4b083 [1941]" strokecolor="red" strokeweight="1pt">
                  <v:stroke joinstyle="miter"/>
                </v:oval>
                <v:oval id="Oval 1367" o:spid="_x0000_s1167" style="position:absolute;left:4068;top:41792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1GMQA&#10;AADdAAAADwAAAGRycy9kb3ducmV2LnhtbERPTWvCQBC9F/wPywje6kYLRqOrSEC02IvRg8chO82G&#10;ZmdDdqvRX98tFHqbx/uc1aa3jbhR52vHCibjBARx6XTNlYLLefc6B+EDssbGMSl4kIfNevCywky7&#10;O5/oVoRKxBD2GSowIbSZlL40ZNGPXUscuU/XWQwRdpXUHd5juG3kNElm0mLNscFgS7mh8qv4tgqO&#10;i+d7YWS6zxf5bnrVH8fzXqdKjYb9dgkiUB/+xX/ug47z32Yp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NRjEAAAA3QAAAA8AAAAAAAAAAAAAAAAAmAIAAGRycy9k&#10;b3ducmV2LnhtbFBLBQYAAAAABAAEAPUAAACJAwAAAAA=&#10;" fillcolor="#f4b083 [1941]" strokecolor="red" strokeweight="1pt">
                  <v:stroke joinstyle="miter"/>
                </v:oval>
                <v:oval id="Oval 1368" o:spid="_x0000_s1168" style="position:absolute;left:4815;top:48197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WhascA&#10;AADdAAAADwAAAGRycy9kb3ducmV2LnhtbESPQWvCQBCF70L/wzKF3nRTC1pTVykBsaKXxh56HLLT&#10;bGh2NmS3mvrrnYPgbYb35r1vluvBt+pEfWwCG3ieZKCIq2Abrg18HTfjV1AxIVtsA5OBf4qwXj2M&#10;lpjbcOZPOpWpVhLCMUcDLqUu1zpWjjzGSeiIRfsJvccka19r2+NZwn2rp1k20x4blgaHHRWOqt/y&#10;zxvYLy670un5tlgUm+m3PeyPWzs35ulxeH8DlWhId/Pt+sMK/stMcOUbGUG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FoWrHAAAA3QAAAA8AAAAAAAAAAAAAAAAAmAIAAGRy&#10;cy9kb3ducmV2LnhtbFBLBQYAAAAABAAEAPUAAACMAwAAAAA=&#10;" fillcolor="#f4b083 [1941]" strokecolor="red" strokeweight="1pt">
                  <v:stroke joinstyle="miter"/>
                </v:oval>
                <v:oval id="Oval 1369" o:spid="_x0000_s1169" style="position:absolute;left:4826;top:48877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E8cQA&#10;AADdAAAADwAAAGRycy9kb3ducmV2LnhtbERPTWvCQBC9C/6HZQq91U0tqEldRQJixV6MHnocsmM2&#10;mJ0N2a2m/fWuIHibx/uc+bK3jbhQ52vHCt5HCQji0umaKwXHw/ptBsIHZI2NY1LwRx6Wi+Fgjpl2&#10;V97TpQiViCHsM1RgQmgzKX1pyKIfuZY4cifXWQwRdpXUHV5juG3kOEkm0mLNscFgS7mh8lz8WgW7&#10;9H9bGDnd5Gm+Hv/o791ho6dKvb70q08QgfrwFD/cXzrO/5ikcP8mn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BPHEAAAA3QAAAA8AAAAAAAAAAAAAAAAAmAIAAGRycy9k&#10;b3ducmV2LnhtbFBLBQYAAAAABAAEAPUAAACJAwAAAAA=&#10;" fillcolor="#f4b083 [1941]" strokecolor="red" strokeweight="1pt">
                  <v:stroke joinstyle="miter"/>
                </v:oval>
                <v:oval id="Oval 1370" o:spid="_x0000_s1170" style="position:absolute;left:5086;top:44936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7sccA&#10;AADdAAAADwAAAGRycy9kb3ducmV2LnhtbESPQWvCQBCF7wX/wzKF3uqmFhpNXUUCYou9GD30OGTH&#10;bDA7G7JbTfvrO4dCbzO8N+99s1yPvlNXGmIb2MDTNANFXAfbcmPgdNw+zkHFhGyxC0wGvinCejW5&#10;W2Jhw40PdK1SoySEY4EGXEp9oXWsHXmM09ATi3YOg8ck69BoO+BNwn2nZ1n2oj22LA0Oeyod1Zfq&#10;yxvYL37eK6fzXbkot7NP+7E/7mxuzMP9uHkFlWhM/+a/6zcr+M+58Ms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qO7HHAAAA3QAAAA8AAAAAAAAAAAAAAAAAmAIAAGRy&#10;cy9kb3ducmV2LnhtbFBLBQYAAAAABAAEAPUAAACMAwAAAAA=&#10;" fillcolor="#f4b083 [1941]" strokecolor="red" strokeweight="1pt">
                  <v:stroke joinstyle="miter"/>
                </v:oval>
                <v:oval id="Oval 1371" o:spid="_x0000_s1171" style="position:absolute;left:6179;top:47464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eKsQA&#10;AADdAAAADwAAAGRycy9kb3ducmV2LnhtbERPTWvCQBC9F/wPywje6kYFo9FVJCC22IvRg8chO82G&#10;ZmdDdtW0v94tFHqbx/uc9ba3jbhT52vHCibjBARx6XTNlYLLef+6AOEDssbGMSn4Jg/bzeBljZl2&#10;Dz7RvQiViCHsM1RgQmgzKX1pyKIfu5Y4cp+usxgi7CqpO3zEcNvIaZLMpcWaY4PBlnJD5VdxswqO&#10;y5/3wsj0kC/z/fSqP47ng06VGg373QpEoD78i//cbzrOn6UT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mnirEAAAA3QAAAA8AAAAAAAAAAAAAAAAAmAIAAGRycy9k&#10;b3ducmV2LnhtbFBLBQYAAAAABAAEAPUAAACJAwAAAAA=&#10;" fillcolor="#f4b083 [1941]" strokecolor="red" strokeweight="1pt">
                  <v:stroke joinstyle="miter"/>
                </v:oval>
                <v:oval id="Oval 1372" o:spid="_x0000_s1172" style="position:absolute;left:5268;top:41832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AXcQA&#10;AADdAAAADwAAAGRycy9kb3ducmV2LnhtbERPTWvCQBC9F/wPywi96aYpNDW6igREi14ae+hxyI7Z&#10;0OxsyK4a++u7gtDbPN7nLFaDbcWFet84VvAyTUAQV043XCv4Om4m7yB8QNbYOiYFN/KwWo6eFphr&#10;d+VPupShFjGEfY4KTAhdLqWvDFn0U9cRR+7keoshwr6WusdrDLetTJPkTVpsODYY7KgwVP2UZ6tg&#10;P/v9KI3MtsWs2KTf+rA/bnWm1PN4WM9BBBrCv/jh3uk4/zVL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0AF3EAAAA3QAAAA8AAAAAAAAAAAAAAAAAmAIAAGRycy9k&#10;b3ducmV2LnhtbFBLBQYAAAAABAAEAPUAAACJAwAAAAA=&#10;" fillcolor="#f4b083 [1941]" strokecolor="red" strokeweight="1pt">
                  <v:stroke joinstyle="miter"/>
                </v:oval>
                <v:oval id="Oval 1373" o:spid="_x0000_s1173" style="position:absolute;left:5977;top:48275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lxsQA&#10;AADdAAAADwAAAGRycy9kb3ducmV2LnhtbERPTWvCQBC9F/wPywi91Y0KjUZXkYBosRejB49DdswG&#10;s7Mhu9XYX98tFHqbx/uc5bq3jbhT52vHCsajBARx6XTNlYLzafs2A+EDssbGMSl4kof1avCyxEy7&#10;Bx/pXoRKxBD2GSowIbSZlL40ZNGPXEscuavrLIYIu0rqDh8x3DZykiTv0mLNscFgS7mh8lZ8WQWH&#10;+fdHYWS6y+f5dnLRn4fTTqdKvQ77zQJEoD78i//cex3nT9Mp/H4TT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4pcbEAAAA3QAAAA8AAAAAAAAAAAAAAAAAmAIAAGRycy9k&#10;b3ducmV2LnhtbFBLBQYAAAAABAAEAPUAAACJAwAAAAA=&#10;" fillcolor="#f4b083 [1941]" strokecolor="red" strokeweight="1pt">
                  <v:stroke joinstyle="miter"/>
                </v:oval>
                <v:oval id="Oval 1374" o:spid="_x0000_s1174" style="position:absolute;left:5984;top:48853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E9ssQA&#10;AADdAAAADwAAAGRycy9kb3ducmV2LnhtbERPTWvCQBC9F/oflil4qxu1NJq6igRERS/GHnocstNs&#10;MDsbsqvG/nq3UOhtHu9z5sveNuJKna8dKxgNExDEpdM1Vwo+T+vXKQgfkDU2jknBnTwsF89Pc8y0&#10;u/GRrkWoRAxhn6ECE0KbSelLQxb90LXEkft2ncUQYVdJ3eEthttGjpPkXVqsOTYYbCk3VJ6Li1Ww&#10;n/3sCiPTTT7L1+MvfdifNjpVavDSrz5ABOrDv/jPvdVx/iR9g9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RPbLEAAAA3QAAAA8AAAAAAAAAAAAAAAAAmAIAAGRycy9k&#10;b3ducmV2LnhtbFBLBQYAAAAABAAEAPUAAACJAwAAAAA=&#10;" fillcolor="#f4b083 [1941]" strokecolor="red" strokeweight="1pt">
                  <v:stroke joinstyle="miter"/>
                </v:oval>
                <v:oval id="Oval 1375" o:spid="_x0000_s1175" style="position:absolute;left:6112;top:44917;width:841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YKcQA&#10;AADdAAAADwAAAGRycy9kb3ducmV2LnhtbERPTWvCQBC9F/oflil4qxuVNpq6igRERS/GHnocstNs&#10;MDsbsqvG/nq3UOhtHu9z5sveNuJKna8dKxgNExDEpdM1Vwo+T+vXKQgfkDU2jknBnTwsF89Pc8y0&#10;u/GRrkWoRAxhn6ECE0KbSelLQxb90LXEkft2ncUQYVdJ3eEthttGjpPkXVqsOTYYbCk3VJ6Li1Ww&#10;n/3sCiPTTT7L1+MvfdifNjpVavDSrz5ABOrDv/jPvdVx/iR9g9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dmCnEAAAA3QAAAA8AAAAAAAAAAAAAAAAAmAIAAGRycy9k&#10;b3ducmV2LnhtbFBLBQYAAAAABAAEAPUAAACJAwAAAAA=&#10;" fillcolor="#f4b083 [1941]" strokecolor="red" strokeweight="1pt">
                  <v:stroke joinstyle="miter"/>
                </v:oval>
                <v:oval id="Oval 1376" o:spid="_x0000_s1176" style="position:absolute;left:7711;top:4744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8GXsQA&#10;AADdAAAADwAAAGRycy9kb3ducmV2LnhtbERPTWvCQBC9F/wPywje6kYLRqOrSEC02IvRg8chO82G&#10;ZmdDdqvRX98tFHqbx/uc1aa3jbhR52vHCibjBARx6XTNlYLLefc6B+EDssbGMSl4kIfNevCywky7&#10;O5/oVoRKxBD2GSowIbSZlL40ZNGPXUscuU/XWQwRdpXUHd5juG3kNElm0mLNscFgS7mh8qv4tgqO&#10;i+d7YWS6zxf5bnrVH8fzXqdKjYb9dgkiUB/+xX/ug47z39IZ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PBl7EAAAA3QAAAA8AAAAAAAAAAAAAAAAAmAIAAGRycy9k&#10;b3ducmV2LnhtbFBLBQYAAAAABAAEAPUAAACJAwAAAAA=&#10;" fillcolor="#f4b083 [1941]" strokecolor="red" strokeweight="1pt">
                  <v:stroke joinstyle="miter"/>
                </v:oval>
                <v:oval id="Oval 1377" o:spid="_x0000_s1177" style="position:absolute;left:7177;top:48256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jxcQA&#10;AADdAAAADwAAAGRycy9kb3ducmV2LnhtbERPTWvCQBC9C/6HZYTedKMFU1NXKQHRopfGHnocstNs&#10;MDsbsluN/fWuIHibx/uc5bq3jThT52vHCqaTBARx6XTNlYLv42b8BsIHZI2NY1JwJQ/r1XCwxEy7&#10;C3/RuQiViCHsM1RgQmgzKX1pyKKfuJY4cr+usxgi7CqpO7zEcNvIWZLMpcWaY4PBlnJD5an4swr2&#10;i//Pwsh0my/yzexHH/bHrU6Vehn1H+8gAvXhKX64dzrOf01T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o8XEAAAA3QAAAA8AAAAAAAAAAAAAAAAAmAIAAGRycy9k&#10;b3ducmV2LnhtbFBLBQYAAAAABAAEAPUAAACJAwAAAAA=&#10;" fillcolor="#f4b083 [1941]" strokecolor="red" strokeweight="1pt">
                  <v:stroke joinstyle="miter"/>
                </v:oval>
                <v:oval id="Oval 1378" o:spid="_x0000_s1178" style="position:absolute;left:7184;top:48877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3t8cA&#10;AADdAAAADwAAAGRycy9kb3ducmV2LnhtbESPQWvCQBCF7wX/wzKF3uqmFhpNXUUCYou9GD30OGTH&#10;bDA7G7JbTfvrO4dCbzO8N+99s1yPvlNXGmIb2MDTNANFXAfbcmPgdNw+zkHFhGyxC0wGvinCejW5&#10;W2Jhw40PdK1SoySEY4EGXEp9oXWsHXmM09ATi3YOg8ck69BoO+BNwn2nZ1n2oj22LA0Oeyod1Zfq&#10;yxvYL37eK6fzXbkot7NP+7E/7mxuzMP9uHkFlWhM/+a/6zcr+M+54Mo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cN7fHAAAA3QAAAA8AAAAAAAAAAAAAAAAAmAIAAGRy&#10;cy9kb3ducmV2LnhtbFBLBQYAAAAABAAEAPUAAACMAwAAAAA=&#10;" fillcolor="#f4b083 [1941]" strokecolor="red" strokeweight="1pt">
                  <v:stroke joinstyle="miter"/>
                </v:oval>
                <v:oval id="Oval 1379" o:spid="_x0000_s1179" style="position:absolute;left:7101;top:44958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SLMQA&#10;AADdAAAADwAAAGRycy9kb3ducmV2LnhtbERPTWvCQBC9F/wPywje6kYF06SuIgGxxV4aPXgcstNs&#10;MDsbsqum/fVuodDbPN7nrDaDbcWNet84VjCbJiCIK6cbrhWcjrvnFxA+IGtsHZOCb/KwWY+eVphr&#10;d+dPupWhFjGEfY4KTAhdLqWvDFn0U9cRR+7L9RZDhH0tdY/3GG5bOU+SpbTYcGww2FFhqLqUV6vg&#10;kP28l0am+yIrdvOz/jgc9zpVajIetq8gAg3hX/znftNx/iLN4Pe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QkizEAAAA3QAAAA8AAAAAAAAAAAAAAAAAmAIAAGRycy9k&#10;b3ducmV2LnhtbFBLBQYAAAAABAAEAPUAAACJAwAAAAA=&#10;" fillcolor="#f4b083 [1941]" strokecolor="red" strokeweight="1pt">
                  <v:stroke joinstyle="miter"/>
                </v:oval>
                <v:oval id="Oval 1380" o:spid="_x0000_s1180" style="position:absolute;left:9223;top:47408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9LlscA&#10;AADdAAAADwAAAGRycy9kb3ducmV2LnhtbESPQWvCQBCF74X+h2UKvdVNFapGVykBsUUvjT14HLJj&#10;NpidDdlV0/76zqHgbYb35r1vluvBt+pKfWwCG3gdZaCIq2Abrg18HzYvM1AxIVtsA5OBH4qwXj0+&#10;LDG34cZfdC1TrSSEY44GXEpdrnWsHHmMo9ARi3YKvccka19r2+NNwn2rx1n2pj02LA0OOyocVefy&#10;4g3s5r+fpdPTbTEvNuOj3e8OWzs15vlpeF+ASjSku/n/+sMK/mQm/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/S5bHAAAA3QAAAA8AAAAAAAAAAAAAAAAAmAIAAGRy&#10;cy9kb3ducmV2LnhtbFBLBQYAAAAABAAEAPUAAACMAwAAAAA=&#10;" fillcolor="#f4b083 [1941]" strokecolor="red" strokeweight="1pt">
                  <v:stroke joinstyle="miter"/>
                </v:oval>
                <v:oval id="Oval 1381" o:spid="_x0000_s1181" style="position:absolute;left:8377;top:48219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uDcQA&#10;AADdAAAADwAAAGRycy9kb3ducmV2LnhtbERPS2vCQBC+F/wPywi91Y0WfERXkYBYsReTHnocsmM2&#10;mJ0N2a2m/fWuUPA2H99zVpveNuJKna8dKxiPEhDEpdM1Vwq+it3bHIQPyBobx6Tglzxs1oOXFaba&#10;3fhE1zxUIoawT1GBCaFNpfSlIYt+5FriyJ1dZzFE2FVSd3iL4baRkySZSos1xwaDLWWGykv+YxUc&#10;F3+H3MjZPltku8m3/jwWez1T6nXYb5cgAvXhKf53f+g4/30+hsc38QS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z7g3EAAAA3QAAAA8AAAAAAAAAAAAAAAAAmAIAAGRycy9k&#10;b3ducmV2LnhtbFBLBQYAAAAABAAEAPUAAACJAwAAAAA=&#10;" fillcolor="#f4b083 [1941]" strokecolor="red" strokeweight="1pt">
                  <v:stroke joinstyle="miter"/>
                </v:oval>
                <v:oval id="Oval 1382" o:spid="_x0000_s1182" style="position:absolute;left:8364;top:48797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FwesQA&#10;AADdAAAADwAAAGRycy9kb3ducmV2LnhtbERPTWvCQBC9F/wPywje6sYUqkZXkYBosRejB49DdpoN&#10;zc6G7Fajv75bKHibx/uc5bq3jbhS52vHCibjBARx6XTNlYLzafs6A+EDssbGMSm4k4f1avCyxEy7&#10;Gx/pWoRKxBD2GSowIbSZlL40ZNGPXUscuS/XWQwRdpXUHd5iuG1kmiTv0mLNscFgS7mh8rv4sQoO&#10;88dHYeR0l8/zbXrRn4fTTk+VGg37zQJEoD48xf/uvY7z32Yp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hcHrEAAAA3QAAAA8AAAAAAAAAAAAAAAAAmAIAAGRycy9k&#10;b3ducmV2LnhtbFBLBQYAAAAABAAEAPUAAACJAwAAAAA=&#10;" fillcolor="#f4b083 [1941]" strokecolor="red" strokeweight="1pt">
                  <v:stroke joinstyle="miter"/>
                </v:oval>
                <v:oval id="Oval 1383" o:spid="_x0000_s1183" style="position:absolute;left:5396;top:48856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3V4cQA&#10;AADdAAAADwAAAGRycy9kb3ducmV2LnhtbERPTWvCQBC9C/0PyxS86UaFqqmrlIBosReTHnocstNs&#10;MDsbsluN/npXKHibx/uc1aa3jThT52vHCibjBARx6XTNlYLvYjtagPABWWPjmBRcycNm/TJYYard&#10;hY90zkMlYgj7FBWYENpUSl8asujHriWO3K/rLIYIu0rqDi8x3DZymiRv0mLNscFgS5mh8pT/WQWH&#10;5e0zN3K+y5bZdvqjvw7FTs+VGr72H+8gAvXhKf5373WcP1vM4PFNPEG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t1eHEAAAA3QAAAA8AAAAAAAAAAAAAAAAAmAIAAGRycy9k&#10;b3ducmV2LnhtbFBLBQYAAAAABAAEAPUAAACJAwAAAAA=&#10;" fillcolor="#f4b083 [1941]" strokecolor="red" strokeweight="1pt">
                  <v:stroke joinstyle="miter"/>
                </v:oval>
                <v:oval id="Oval 1384" o:spid="_x0000_s1184" style="position:absolute;left:6575;top:4885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RNlcQA&#10;AADdAAAADwAAAGRycy9kb3ducmV2LnhtbERPTWvCQBC9F/wPywje6kZbqkZXkYDYYi9GDx6H7JgN&#10;ZmdDdqvRX+8WCr3N433OYtXZWlyp9ZVjBaNhAoK4cLriUsHxsHmdgvABWWPtmBTcycNq2XtZYKrd&#10;jfd0zUMpYgj7FBWYEJpUSl8YsuiHriGO3Nm1FkOEbSl1i7cYbms5TpIPabHi2GCwocxQccl/rILd&#10;7PGVGznZZrNsMz7p791hqydKDfrdeg4iUBf+xX/uTx3nv03f4febe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ETZXEAAAA3QAAAA8AAAAAAAAAAAAAAAAAmAIAAGRycy9k&#10;b3ducmV2LnhtbFBLBQYAAAAABAAEAPUAAACJAwAAAAA=&#10;" fillcolor="#f4b083 [1941]" strokecolor="red" strokeweight="1pt">
                  <v:stroke joinstyle="miter"/>
                </v:oval>
                <v:oval id="Oval 1385" o:spid="_x0000_s1185" style="position:absolute;left:7775;top:48856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oDsQA&#10;AADdAAAADwAAAGRycy9kb3ducmV2LnhtbERPTWvCQBC9F/wPywje6kZLq0ZXkYDYYi9GDx6H7JgN&#10;ZmdDdqvRX+8WCr3N433OYtXZWlyp9ZVjBaNhAoK4cLriUsHxsHmdgvABWWPtmBTcycNq2XtZYKrd&#10;jfd0zUMpYgj7FBWYEJpUSl8YsuiHriGO3Nm1FkOEbSl1i7cYbms5TpIPabHi2GCwocxQccl/rILd&#10;7PGVGznZZrNsMz7p791hqydKDfrdeg4iUBf+xX/uTx3nv03f4febe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6A7EAAAA3QAAAA8AAAAAAAAAAAAAAAAAmAIAAGRycy9k&#10;b3ducmV2LnhtbFBLBQYAAAAABAAEAPUAAACJAwAAAAA=&#10;" fillcolor="#f4b083 [1941]" strokecolor="red" strokeweight="1pt">
                  <v:stroke joinstyle="miter"/>
                </v:oval>
                <v:oval id="Oval 1386" o:spid="_x0000_s1186" style="position:absolute;left:5379;top:48213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2ecQA&#10;AADdAAAADwAAAGRycy9kb3ducmV2LnhtbERPS4vCMBC+C/6HMMLeNF0XfFSjSEFc0ctWDx6HZmzK&#10;NpPSRO366zcLwt7m43vOct3ZWtyp9ZVjBe+jBARx4XTFpYLzaTucgfABWWPtmBT8kIf1qt9bYqrd&#10;g7/onodSxBD2KSowITSplL4wZNGPXEMcuatrLYYI21LqFh8x3NZynCQTabHi2GCwocxQ8Z3frILD&#10;/LnPjZzusnm2HV/08XDa6alSb4NuswARqAv/4pf7U8f5H7MJ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dnnEAAAA3QAAAA8AAAAAAAAAAAAAAAAAmAIAAGRycy9k&#10;b3ducmV2LnhtbFBLBQYAAAAABAAEAPUAAACJAwAAAAA=&#10;" fillcolor="#f4b083 [1941]" strokecolor="red" strokeweight="1pt">
                  <v:stroke joinstyle="miter"/>
                </v:oval>
                <v:oval id="Oval 1387" o:spid="_x0000_s1187" style="position:absolute;left:6579;top:4819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bT4sQA&#10;AADdAAAADwAAAGRycy9kb3ducmV2LnhtbERPTWvCQBC9F/wPywje6kYLjUZXkYBosRejB49DdpoN&#10;zc6G7Fajv75bKHibx/uc5bq3jbhS52vHCibjBARx6XTNlYLzafs6A+EDssbGMSm4k4f1avCyxEy7&#10;Gx/pWoRKxBD2GSowIbSZlL40ZNGPXUscuS/XWQwRdpXUHd5iuG3kNEnepcWaY4PBlnJD5XfxYxUc&#10;5o+Pwsh0l8/z7fSiPw+nnU6VGg37zQJEoD48xf/uvY7z32Yp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W0+LEAAAA3QAAAA8AAAAAAAAAAAAAAAAAmAIAAGRycy9k&#10;b3ducmV2LnhtbFBLBQYAAAAABAAEAPUAAACJAwAAAAA=&#10;" fillcolor="#f4b083 [1941]" strokecolor="red" strokeweight="1pt">
                  <v:stroke joinstyle="miter"/>
                </v:oval>
                <v:oval id="Oval 1388" o:spid="_x0000_s1188" style="position:absolute;left:7779;top:48234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HkMcA&#10;AADdAAAADwAAAGRycy9kb3ducmV2LnhtbESPQWvCQBCF74X+h2UKvdVNFapGVykBsUUvjT14HLJj&#10;NpidDdlV0/76zqHgbYb35r1vluvBt+pKfWwCG3gdZaCIq2Abrg18HzYvM1AxIVtsA5OBH4qwXj0+&#10;LDG34cZfdC1TrSSEY44GXEpdrnWsHHmMo9ARi3YKvccka19r2+NNwn2rx1n2pj02LA0OOyocVefy&#10;4g3s5r+fpdPTbTEvNuOj3e8OWzs15vlpeF+ASjSku/n/+sMK/mQmu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JR5DHAAAA3QAAAA8AAAAAAAAAAAAAAAAAmAIAAGRy&#10;cy9kb3ducmV2LnhtbFBLBQYAAAAABAAEAPUAAACMAwAAAAA=&#10;" fillcolor="#f4b083 [1941]" strokecolor="red" strokeweight="1pt">
                  <v:stroke joinstyle="miter"/>
                </v:oval>
                <v:oval id="Oval 1389" o:spid="_x0000_s1189" style="position:absolute;left:5430;top:47429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iC8QA&#10;AADdAAAADwAAAGRycy9kb3ducmV2LnhtbERPTWvCQBC9F/wPyxR6q5taUJO6igTEil6MHnocsmM2&#10;mJ0N2a2m/fWuIHibx/uc2aK3jbhQ52vHCj6GCQji0umaKwXHw+p9CsIHZI2NY1LwRx4W88HLDDPt&#10;rrynSxEqEUPYZ6jAhNBmUvrSkEU/dC1x5E6usxgi7CqpO7zGcNvIUZKMpcWaY4PBlnJD5bn4tQq2&#10;6f+mMHKyztN8NfrRu+1hrSdKvb32yy8QgfrwFD/c3zrO/5ymcP8mn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F4gvEAAAA3QAAAA8AAAAAAAAAAAAAAAAAmAIAAGRycy9k&#10;b3ducmV2LnhtbFBLBQYAAAAABAAEAPUAAACJAwAAAAA=&#10;" fillcolor="#f4b083 [1941]" strokecolor="red" strokeweight="1pt">
                  <v:stroke joinstyle="miter"/>
                </v:oval>
                <v:oval id="Oval 1390" o:spid="_x0000_s1190" style="position:absolute;left:6983;top:47410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dS8cA&#10;AADdAAAADwAAAGRycy9kb3ducmV2LnhtbESPQWvCQBCF7wX/wzJCb3WjhdqkriIBscVejD30OGTH&#10;bDA7G7JbTfvrO4dCbzO8N+99s9qMvlNXGmIb2MB8loEiroNtuTHwcdo9PIOKCdliF5gMfFOEzXpy&#10;t8LChhsf6VqlRkkIxwINuJT6QutYO/IYZ6EnFu0cBo9J1qHRdsCbhPtOL7LsSXtsWRoc9lQ6qi/V&#10;lzdwyH/eKqeX+zIvd4tP+3447e3SmPvpuH0BlWhM/+a/61cr+I+5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m3UvHAAAA3QAAAA8AAAAAAAAAAAAAAAAAmAIAAGRy&#10;cy9kb3ducmV2LnhtbFBLBQYAAAAABAAEAPUAAACMAwAAAAA=&#10;" fillcolor="#f4b083 [1941]" strokecolor="red" strokeweight="1pt">
                  <v:stroke joinstyle="miter"/>
                </v:oval>
                <v:oval id="Oval 1391" o:spid="_x0000_s1191" style="position:absolute;left:8474;top:4737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40MQA&#10;AADdAAAADwAAAGRycy9kb3ducmV2LnhtbERPTWvCQBC9F/wPywi96UYL1aSuUgKiohejhx6H7JgN&#10;ZmdDdqvRX98tFHqbx/ucxaq3jbhR52vHCibjBARx6XTNlYLzaT2ag/ABWWPjmBQ8yMNqOXhZYKbd&#10;nY90K0IlYgj7DBWYENpMSl8asujHriWO3MV1FkOEXSV1h/cYbhs5TZJ3abHm2GCwpdxQeS2+rYJ9&#10;+twVRs42eZqvp1/6sD9t9Eyp12H/+QEiUB/+xX/urY7z39IJ/H4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qeNDEAAAA3QAAAA8AAAAAAAAAAAAAAAAAmAIAAGRycy9k&#10;b3ducmV2LnhtbFBLBQYAAAAABAAEAPUAAACJAwAAAAA=&#10;" fillcolor="#f4b083 [1941]" strokecolor="red" strokeweight="1pt">
                  <v:stroke joinstyle="miter"/>
                </v:oval>
                <v:oval id="Oval 1392" o:spid="_x0000_s1192" style="position:absolute;left:9550;top:48819;width:490;height: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jmp8QA&#10;AADdAAAADwAAAGRycy9kb3ducmV2LnhtbERPTWvCQBC9F/wPywi96aYp1Ca6igREi16a9NDjkB2z&#10;odnZkF019td3C4Xe5vE+Z7UZbSeuNPjWsYKneQKCuHa65UbBR7WbvYLwAVlj55gU3MnDZj15WGGu&#10;3Y3f6VqGRsQQ9jkqMCH0uZS+NmTRz11PHLmzGyyGCIdG6gFvMdx2Mk2SF2mx5dhgsKfCUP1VXqyC&#10;Y/b9Vhq52BdZsUs/9elY7fVCqcfpuF2CCDSGf/Gf+6Dj/Ocshd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45qfEAAAA3QAAAA8AAAAAAAAAAAAAAAAAmAIAAGRycy9k&#10;b3ducmV2LnhtbFBLBQYAAAAABAAEAPUAAACJAwAAAAA=&#10;" fillcolor="#f4b083 [1941]" strokecolor="red" strokeweight="1pt">
                  <v:stroke joinstyle="miter"/>
                </v:oval>
                <v:oval id="Oval 1393" o:spid="_x0000_s1193" style="position:absolute;left:8962;top:48800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RDPMQA&#10;AADdAAAADwAAAGRycy9kb3ducmV2LnhtbERPTWvCQBC9C/6HZYTe6kYFNamrSEC02IvRQ49DdpoN&#10;zc6G7FZjf71bKHibx/uc1aa3jbhS52vHCibjBARx6XTNlYLLefe6BOEDssbGMSm4k4fNejhYYabd&#10;jU90LUIlYgj7DBWYENpMSl8asujHriWO3JfrLIYIu0rqDm8x3DZymiRzabHm2GCwpdxQ+V38WAXH&#10;9Pe9MHKxz9N8N/3UH8fzXi+Uehn12zcQgfrwFP+7DzrOn6Uz+Psmni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0QzzEAAAA3QAAAA8AAAAAAAAAAAAAAAAAmAIAAGRycy9k&#10;b3ducmV2LnhtbFBLBQYAAAAABAAEAPUAAACJAwAAAAA=&#10;" fillcolor="#f4b083 [1941]" strokecolor="red" strokeweight="1pt">
                  <v:stroke joinstyle="miter"/>
                </v:oval>
                <v:oval id="Oval 1394" o:spid="_x0000_s1194" style="position:absolute;left:9595;top:48192;width:62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3bSMQA&#10;AADdAAAADwAAAGRycy9kb3ducmV2LnhtbERPTWvCQBC9C/0PyxR6q5vaoia6igTEFr0YPXgcsmM2&#10;NDsbsqum/fVdoeBtHu9z5sveNuJKna8dK3gbJiCIS6drrhQcD+vXKQgfkDU2jknBD3lYLp4Gc8y0&#10;u/GerkWoRAxhn6ECE0KbSelLQxb90LXEkTu7zmKIsKuk7vAWw20jR0kylhZrjg0GW8oNld/FxSrY&#10;pr9fhZGTTZ7m69FJ77aHjZ4o9fLcr2YgAvXhIf53f+o4/z39gPs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d20jEAAAA3QAAAA8AAAAAAAAAAAAAAAAAmAIAAGRycy9k&#10;b3ducmV2LnhtbFBLBQYAAAAABAAEAPUAAACJAwAAAAA=&#10;" fillcolor="#f4b083 [1941]" strokecolor="red" strokeweight="1pt">
                  <v:stroke joinstyle="miter"/>
                </v:oval>
                <v:oval id="Oval 1395" o:spid="_x0000_s1195" style="position:absolute;left:8997;top:48130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+08QA&#10;AADdAAAADwAAAGRycy9kb3ducmV2LnhtbERPTWvCQBC9C/0PyxR6q5taqia6igTEFr0YPXgcsmM2&#10;NDsbsqum/fVdoeBtHu9z5sveNuJKna8dK3gbJiCIS6drrhQcD+vXKQgfkDU2jknBD3lYLp4Gc8y0&#10;u/GerkWoRAxhn6ECE0KbSelLQxb90LXEkTu7zmKIsKuk7vAWw20jR0kylhZrjg0GW8oNld/FxSrY&#10;pr9fhZGTTZ7m69FJ77aHjZ4o9fLcr2YgAvXhIf53f+o4/z39gPs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ftPEAAAA3QAAAA8AAAAAAAAAAAAAAAAAmAIAAGRycy9k&#10;b3ducmV2LnhtbFBLBQYAAAAABAAEAPUAAACJAwAAAAA=&#10;" fillcolor="#f4b083 [1941]" strokecolor="red" strokeweight="1pt">
                  <v:stroke joinstyle="miter"/>
                </v:oval>
                <v:oval id="Oval 1396" o:spid="_x0000_s1196" style="position:absolute;left:8082;top:44813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PgpMQA&#10;AADdAAAADwAAAGRycy9kb3ducmV2LnhtbERPTWvCQBC9C/6HZQq91U0tqEldRQJixV6MHnocsmM2&#10;mJ0N2a2m/fWuIHibx/uc+bK3jbhQ52vHCt5HCQji0umaKwXHw/ptBsIHZI2NY1LwRx6Wi+Fgjpl2&#10;V97TpQiViCHsM1RgQmgzKX1pyKIfuZY4cifXWQwRdpXUHV5juG3kOEkm0mLNscFgS7mh8lz8WgW7&#10;9H9bGDnd5Gm+Hv/o791ho6dKvb70q08QgfrwFD/cXzrO/0gncP8mn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D4KTEAAAA3QAAAA8AAAAAAAAAAAAAAAAAmAIAAGRycy9k&#10;b3ducmV2LnhtbFBLBQYAAAAABAAEAPUAAACJAwAAAAA=&#10;" fillcolor="#f4b083 [1941]" strokecolor="red" strokeweight="1pt">
                  <v:stroke joinstyle="miter"/>
                </v:oval>
                <v:oval id="Oval 1397" o:spid="_x0000_s1197" style="position:absolute;left:6380;top:41832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P8QA&#10;AADdAAAADwAAAGRycy9kb3ducmV2LnhtbERPTWvCQBC9F/wPywje6kYF06SuIgGxxV4aPXgcstNs&#10;MDsbsqum/fVuodDbPN7nrDaDbcWNet84VjCbJiCIK6cbrhWcjrvnFxA+IGtsHZOCb/KwWY+eVphr&#10;d+dPupWhFjGEfY4KTAhdLqWvDFn0U9cRR+7L9RZDhH0tdY/3GG5bOU+SpbTYcGww2FFhqLqUV6vg&#10;kP28l0am+yIrdvOz/jgc9zpVajIetq8gAg3hX/znftNx/iJL4fe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PRT/EAAAA3QAAAA8AAAAAAAAAAAAAAAAAmAIAAGRycy9k&#10;b3ducmV2LnhtbFBLBQYAAAAABAAEAPUAAACJAwAAAAA=&#10;" fillcolor="#f4b083 [1941]" strokecolor="red" strokeweight="1pt">
                  <v:stroke joinstyle="miter"/>
                </v:oval>
                <v:oval id="Oval 1398" o:spid="_x0000_s1198" style="position:absolute;left:7580;top:41717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DRTccA&#10;AADdAAAADwAAAGRycy9kb3ducmV2LnhtbESPQWvCQBCF7wX/wzJCb3WjhdqkriIBscVejD30OGTH&#10;bDA7G7JbTfvrO4dCbzO8N+99s9qMvlNXGmIb2MB8loEiroNtuTHwcdo9PIOKCdliF5gMfFOEzXpy&#10;t8LChhsf6VqlRkkIxwINuJT6QutYO/IYZ6EnFu0cBo9J1qHRdsCbhPtOL7LsSXtsWRoc9lQ6qi/V&#10;lzdwyH/eKqeX+zIvd4tP+3447e3SmPvpuH0BlWhM/+a/61cr+I+5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Q0U3HAAAA3QAAAA8AAAAAAAAAAAAAAAAAmAIAAGRy&#10;cy9kb3ducmV2LnhtbFBLBQYAAAAABAAEAPUAAACMAwAAAAA=&#10;" fillcolor="#f4b083 [1941]" strokecolor="red" strokeweight="1pt">
                  <v:stroke joinstyle="miter"/>
                </v:oval>
                <v:oval id="Oval 1399" o:spid="_x0000_s1199" style="position:absolute;left:9016;top:44844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01sQA&#10;AADdAAAADwAAAGRycy9kb3ducmV2LnhtbERPTWvCQBC9F/oflin0ppta0CbNRiQgKnpp7KHHITvN&#10;hmZnQ3bV6K93C4Xe5vE+J1+OthNnGnzrWMHLNAFBXDvdcqPg87ievIHwAVlj55gUXMnDsnh8yDHT&#10;7sIfdK5CI2II+wwVmBD6TEpfG7Lop64njty3GyyGCIdG6gEvMdx2cpYkc2mx5dhgsKfSUP1TnayC&#10;fXrbVUYuNmVarmdf+rA/bvRCqeencfUOItAY/sV/7q2O81/TFH6/iSf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cdNbEAAAA3QAAAA8AAAAAAAAAAAAAAAAAmAIAAGRycy9k&#10;b3ducmV2LnhtbFBLBQYAAAAABAAEAPUAAACJAwAAAAA=&#10;" fillcolor="#f4b083 [1941]" strokecolor="red" strokeweight="1pt">
                  <v:stroke joinstyle="miter"/>
                </v:oval>
                <v:oval id="Oval 1400" o:spid="_x0000_s1200" style="position:absolute;left:8704;top:41748;width:1188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aFqccA&#10;AADdAAAADwAAAGRycy9kb3ducmV2LnhtbESPQWvCQBCF70L/wzKF3nRTKVWjq5SA2GIvRg8eh+yY&#10;DWZnQ3araX9951DobYb35r1vVpvBt+pGfWwCG3ieZKCIq2Abrg2cjtvxHFRMyBbbwGTgmyJs1g+j&#10;FeY23PlAtzLVSkI45mjApdTlWsfKkcc4CR2xaJfQe0yy9rW2Pd4l3Ld6mmWv2mPD0uCwo8JRdS2/&#10;vIH94uejdHq2KxbFdnq2n/vjzs6MeXoc3pagEg3p3/x3/W4F/yUT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GhanHAAAA3QAAAA8AAAAAAAAAAAAAAAAAmAIAAGRy&#10;cy9kb3ducmV2LnhtbFBLBQYAAAAABAAEAPUAAACMAwAAAAA=&#10;" fillcolor="#f4b083 [1941]" strokecolor="red" strokeweight="1pt">
                  <v:stroke joinstyle="miter"/>
                </v:oval>
                <v:oval id="Oval 1401" o:spid="_x0000_s1201" style="position:absolute;left:4203;top:48739;width:490;height:4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gMsQA&#10;AADdAAAADwAAAGRycy9kb3ducmV2LnhtbERPS4vCMBC+C/6HMIK3NVXER9coUhB3cS9WD3scmrEp&#10;NpPSRO3urzcLC97m43vOatPZWtyp9ZVjBeNRAoK4cLriUsH5tHtbgPABWWPtmBT8kIfNut9bYard&#10;g490z0MpYgj7FBWYEJpUSl8YsuhHriGO3MW1FkOEbSl1i48Ybms5SZKZtFhxbDDYUGaouOY3q+Cw&#10;/P3MjZzvs2W2m3zrr8Npr+dKDQfd9h1EoC68xP/uDx3nT5Mx/H0TT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KIDLEAAAA3QAAAA8AAAAAAAAAAAAAAAAAmAIAAGRycy9k&#10;b3ducmV2LnhtbFBLBQYAAAAABAAEAPUAAACJAwAAAAA=&#10;" fillcolor="#f4b083 [1941]" strokecolor="red" strokeweight="1pt">
                  <v:stroke joinstyle="miter"/>
                </v:oval>
                <v:oval id="Oval 1402" o:spid="_x0000_s1202" style="position:absolute;left:4067;top:4743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+RcQA&#10;AADdAAAADwAAAGRycy9kb3ducmV2LnhtbERPTWvCQBC9F/wPywi96cZQqqauUgKiohdjDz0O2Wk2&#10;mJ0N2a1Gf31XEHqbx/ucxaq3jbhQ52vHCibjBARx6XTNlYKv03o0A+EDssbGMSm4kYfVcvCywEy7&#10;Kx/pUoRKxBD2GSowIbSZlL40ZNGPXUscuR/XWQwRdpXUHV5juG1kmiTv0mLNscFgS7mh8lz8WgX7&#10;+X1XGDnd5PN8nX7rw/600VOlXof95weIQH34Fz/dWx3nvyU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YvkXEAAAA3QAAAA8AAAAAAAAAAAAAAAAAmAIAAGRycy9k&#10;b3ducmV2LnhtbFBLBQYAAAAABAAEAPUAAACJAwAAAAA=&#10;" fillcolor="#f4b083 [1941]" strokecolor="red" strokeweight="1pt">
                  <v:stroke joinstyle="miter"/>
                </v:oval>
                <v:oval id="Oval 1403" o:spid="_x0000_s1203" style="position:absolute;left:4213;top:48180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b3sQA&#10;AADdAAAADwAAAGRycy9kb3ducmV2LnhtbERPTWvCQBC9F/wPywje6kYtVaOrSEC06MXYQ49DdswG&#10;s7Mhu2rsr+8WCr3N433Oct3ZWtyp9ZVjBaNhAoK4cLriUsHnefs6A+EDssbaMSl4kof1qveyxFS7&#10;B5/onodSxBD2KSowITSplL4wZNEPXUMcuYtrLYYI21LqFh8x3NZynCTv0mLFscFgQ5mh4prfrILD&#10;/PsjN3K6y+bZdvylj4fzTk+VGvS7zQJEoC78i//cex3nvyUT+P0mn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UG97EAAAA3QAAAA8AAAAAAAAAAAAAAAAAmAIAAGRycy9k&#10;b3ducmV2LnhtbFBLBQYAAAAABAAEAPUAAACJAwAAAAA=&#10;" fillcolor="#f4b083 [1941]" strokecolor="red" strokeweight="1pt">
                  <v:stroke joinstyle="miter"/>
                </v:oval>
                <v:oval id="Oval 1404" o:spid="_x0000_s1204" style="position:absolute;left:20095;top:45075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2DqsQA&#10;AADdAAAADwAAAGRycy9kb3ducmV2LnhtbERPS4vCMBC+L/gfwgh7W1NFfFSjSEF0cS9WDx6HZmyK&#10;zaQ0Wa37683Cwt7m43vOct3ZWtyp9ZVjBcNBAoK4cLriUsH5tP2YgfABWWPtmBQ8ycN61XtbYqrd&#10;g490z0MpYgj7FBWYEJpUSl8YsugHriGO3NW1FkOEbSl1i48Ybms5SpKJtFhxbDDYUGaouOXfVsFh&#10;/vOZGzndZfNsO7ror8Npp6dKvfe7zQJEoC78i//cex3nj5Mx/H4TT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9g6rEAAAA3QAAAA8AAAAAAAAAAAAAAAAAmAIAAGRycy9k&#10;b3ducmV2LnhtbFBLBQYAAAAABAAEAPUAAACJAwAAAAA=&#10;" fillcolor="#f4b083 [1941]" strokecolor="red" strokeweight="1pt">
                  <v:stroke joinstyle="miter"/>
                </v:oval>
                <v:oval id="Oval 1405" o:spid="_x0000_s1205" style="position:absolute;left:19934;top:41971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mMcQA&#10;AADdAAAADwAAAGRycy9kb3ducmV2LnhtbERPTWvCQBC9F/wPywje6kaxVaOrSEC06MXYQ49DdswG&#10;s7Mhu2rsr+8WCr3N433Oct3ZWtyp9ZVjBaNhAoK4cLriUsHnefs6A+EDssbaMSl4kof1qveyxFS7&#10;B5/onodSxBD2KSowITSplL4wZNEPXUMcuYtrLYYI21LqFh8x3NZynCTv0mLFscFgQ5mh4prfrILD&#10;/PsjN3K6y+bZdvylj4fzTk+VGvS7zQJEoC78i//cex3nT5I3+P0mni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xJjHEAAAA3QAAAA8AAAAAAAAAAAAAAAAAmAIAAGRycy9k&#10;b3ducmV2LnhtbFBLBQYAAAAABAAEAPUAAACJAwAAAAA=&#10;" fillcolor="#f4b083 [1941]" strokecolor="red" strokeweight="1pt">
                  <v:stroke joinstyle="miter"/>
                </v:oval>
                <v:oval id="Oval 1406" o:spid="_x0000_s1206" style="position:absolute;left:21066;top:45115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4RsQA&#10;AADdAAAADwAAAGRycy9kb3ducmV2LnhtbERPTWvCQBC9F/wPywi91Y2haE1dgwTEir0Ye+hxyI7Z&#10;YHY2ZLca/fVuodDbPN7nLPPBtuJCvW8cK5hOEhDEldMN1wq+jpuXNxA+IGtsHZOCG3nIV6OnJWba&#10;XflAlzLUIoawz1CBCaHLpPSVIYt+4jriyJ1cbzFE2NdS93iN4baVaZLMpMWGY4PBjgpD1bn8sQr2&#10;i/uuNHK+LRbFJv3Wn/vjVs+Veh4P63cQgYbwL/5zf+g4/zWZwe838QS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juEbEAAAA3QAAAA8AAAAAAAAAAAAAAAAAmAIAAGRycy9k&#10;b3ducmV2LnhtbFBLBQYAAAAABAAEAPUAAACJAwAAAAA=&#10;" fillcolor="#f4b083 [1941]" strokecolor="red" strokeweight="1pt">
                  <v:stroke joinstyle="miter"/>
                </v:oval>
                <v:oval id="Oval 1407" o:spid="_x0000_s1207" style="position:absolute;left:22045;top:47694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8d3cQA&#10;AADdAAAADwAAAGRycy9kb3ducmV2LnhtbERPTWvCQBC9C/6HZYTedKMUU1NXKQHRopfGHnocstNs&#10;MDsbsluN/fWuIHibx/uc5bq3jThT52vHCqaTBARx6XTNlYLv42b8BsIHZI2NY1JwJQ/r1XCwxEy7&#10;C3/RuQiViCHsM1RgQmgzKX1pyKKfuJY4cr+usxgi7CqpO7zEcNvIWZLMpcWaY4PBlnJD5an4swr2&#10;i//Pwsh0my/yzexHH/bHrU6Vehn1H+8gAvXhKX64dzrOf01S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vHd3EAAAA3QAAAA8AAAAAAAAAAAAAAAAAmAIAAGRycy9k&#10;b3ducmV2LnhtbFBLBQYAAAAABAAEAPUAAACJAwAAAAA=&#10;" fillcolor="#f4b083 [1941]" strokecolor="red" strokeweight="1pt">
                  <v:stroke joinstyle="miter"/>
                </v:oval>
                <v:oval id="Oval 1408" o:spid="_x0000_s1208" style="position:absolute;left:21031;top:41908;width:1189;height:1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Jr8cA&#10;AADdAAAADwAAAGRycy9kb3ducmV2LnhtbESPQWvCQBCF70L/wzKF3nRTKVWjq5SA2GIvRg8eh+yY&#10;DWZnQ3araX9951DobYb35r1vVpvBt+pGfWwCG3ieZKCIq2Abrg2cjtvxHFRMyBbbwGTgmyJs1g+j&#10;FeY23PlAtzLVSkI45mjApdTlWsfKkcc4CR2xaJfQe0yy9rW2Pd4l3Ld6mmWv2mPD0uCwo8JRdS2/&#10;vIH94uejdHq2KxbFdnq2n/vjzs6MeXoc3pagEg3p3/x3/W4F/yUTXP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wia/HAAAA3QAAAA8AAAAAAAAAAAAAAAAAmAIAAGRy&#10;cy9kb3ducmV2LnhtbFBLBQYAAAAABAAEAPUAAACMAwAAAAA=&#10;" fillcolor="#f4b083 [1941]" strokecolor="red" strokeweight="1pt">
                  <v:stroke joinstyle="miter"/>
                </v:oval>
                <v:oval id="Oval 1409" o:spid="_x0000_s1209" style="position:absolute;left:21786;top:4900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wsNMQA&#10;AADdAAAADwAAAGRycy9kb3ducmV2LnhtbERPTWvCQBC9F/oflin0pptK0SbNRiQgKnpp7KHHITvN&#10;hmZnQ3bV6K93C4Xe5vE+J1+OthNnGnzrWMHLNAFBXDvdcqPg87ievIHwAVlj55gUXMnDsnh8yDHT&#10;7sIfdK5CI2II+wwVmBD6TEpfG7Lop64njty3GyyGCIdG6gEvMdx2cpYkc2mx5dhgsKfSUP1TnayC&#10;fXrbVUYuNmVarmdf+rA/bvRCqeencfUOItAY/sV/7q2O81+TFH6/iSf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8LDTEAAAA3QAAAA8AAAAAAAAAAAAAAAAAmAIAAGRycy9k&#10;b3ducmV2LnhtbFBLBQYAAAAABAAEAPUAAACJAwAAAAA=&#10;" fillcolor="#f4b083 [1941]" strokecolor="red" strokeweight="1pt">
                  <v:stroke joinstyle="miter"/>
                </v:oval>
                <v:oval id="Oval 1410" o:spid="_x0000_s1210" style="position:absolute;left:21296;top:47659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TdMcA&#10;AADdAAAADwAAAGRycy9kb3ducmV2LnhtbESPQWvCQBCF74X+h2UKvdWNUqpGVykBscVejB48Dtkx&#10;G5qdDdmtpv31zkHobYb35r1vluvBt+pCfWwCGxiPMlDEVbAN1waOh83LDFRMyBbbwGTglyKsV48P&#10;S8xtuPKeLmWqlYRwzNGAS6nLtY6VI49xFDpi0c6h95hk7Wtte7xKuG/1JMvetMeGpcFhR4Wj6rv8&#10;8QZ287/P0unptpgXm8nJfu0OWzs15vlpeF+ASjSkf/P9+sMK/utY+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fE3THAAAA3QAAAA8AAAAAAAAAAAAAAAAAmAIAAGRy&#10;cy9kb3ducmV2LnhtbFBLBQYAAAAABAAEAPUAAACMAwAAAAA=&#10;" fillcolor="#f4b083 [1941]" strokecolor="red" strokeweight="1pt">
                  <v:stroke joinstyle="miter"/>
                </v:oval>
                <v:oval id="Oval 1411" o:spid="_x0000_s1211" style="position:absolute;left:1358;top:28400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AcJMIA&#10;AADdAAAADwAAAGRycy9kb3ducmV2LnhtbERPTYvCMBC9L/gfwgje1qRLWbQaRYRFWdiDuuJ1bMa2&#10;2kxKE7X7740g7G0e73Om887W4katrxxrSIYKBHHuTMWFht/d1/sIhA/IBmvHpOGPPMxnvbcpZsbd&#10;eUO3bShEDGGfoYYyhCaT0uclWfRD1xBH7uRaiyHCtpCmxXsMt7X8UOpTWqw4NpTY0LKk/LK9Wg3n&#10;8fcmCfJ43NnDap+eU0NK/Wg96HeLCYhAXfgXv9xrE+enSQLPb+IJ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BwkwgAAAN0AAAAPAAAAAAAAAAAAAAAAAJgCAABkcnMvZG93&#10;bnJldi54bWxQSwUGAAAAAAQABAD1AAAAhwMAAAAA&#10;" fillcolor="#f4b083 [1941]" strokecolor="red" strokeweight="1pt">
                  <v:stroke joinstyle="miter"/>
                </v:oval>
                <v:oval id="Oval 1412" o:spid="_x0000_s1212" style="position:absolute;left:1305;top:25501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KCU8IA&#10;AADdAAAADwAAAGRycy9kb3ducmV2LnhtbERPS4vCMBC+C/6HMMLeNKmUZa1GEUF2EfbgC69jM7bV&#10;ZlKarNZ/v1lY8DYf33Nmi87W4k6trxxrSEYKBHHuTMWFhsN+PfwA4QOywdoxaXiSh8W835thZtyD&#10;t3TfhULEEPYZaihDaDIpfV6SRT9yDXHkLq61GCJsC2lafMRwW8uxUu/SYsWxocSGViXlt92P1XCd&#10;bLZJkOfz3p4+j+k1NaTUt9Zvg245BRGoCy/xv/vLxPlpMoa/b+IJ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oJTwgAAAN0AAAAPAAAAAAAAAAAAAAAAAJgCAABkcnMvZG93&#10;bnJldi54bWxQSwUGAAAAAAQABAD1AAAAhwMAAAAA&#10;" fillcolor="#f4b083 [1941]" strokecolor="red" strokeweight="1pt">
                  <v:stroke joinstyle="miter"/>
                </v:oval>
                <v:oval id="Oval 1413" o:spid="_x0000_s1213" style="position:absolute;left:4589;top:28598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nyMMA&#10;AADdAAAADwAAAGRycy9kb3ducmV2LnhtbERPS2sCMRC+F/ofwhR6q8m2S9HVrIhQWgoefOF13Iz7&#10;cDNZNqlu/30jFLzNx/ec2XywrbhQ72vHGpKRAkFcOFNzqWG3/XgZg/AB2WDrmDT8kod5/vgww8y4&#10;K6/psgmliCHsM9RQhdBlUvqiIot+5DriyJ1cbzFE2JfS9HiN4baVr0q9S4s1x4YKO1pWVJw3P1ZD&#10;M/leJ0Eej1t7+NynTWpIqZXWz0/DYgoi0BDu4n/3l4nz0+QNbt/EE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nyMMAAADdAAAADwAAAAAAAAAAAAAAAACYAgAAZHJzL2Rv&#10;d25yZXYueG1sUEsFBgAAAAAEAAQA9QAAAIgDAAAAAA==&#10;" fillcolor="#f4b083 [1941]" strokecolor="red" strokeweight="1pt">
                  <v:stroke joinstyle="miter"/>
                </v:oval>
                <v:oval id="Oval 1414" o:spid="_x0000_s1214" style="position:absolute;left:2924;top:27063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/vMMA&#10;AADdAAAADwAAAGRycy9kb3ducmV2LnhtbERPyWrDMBC9F/oPYgq91ZKLKYkTOZRCaSn0kI1cJ9bE&#10;S6yRsdTE/fsoEMhtHm+d+WK0nTjR4BvHGtJEgSAunWm40rBZf75MQPiAbLBzTBr+ycOieHyYY27c&#10;mZd0WoVKxBD2OWqoQ+hzKX1Zk0WfuJ44cgc3WAwRDpU0A55juO3kq1Jv0mLDsaHGnj5qKo+rP6uh&#10;nf4s0yD3+7XdfW2zNjOk1K/Wz0/j+wxEoDHcxTf3t4nzszSD6zfxBFl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e/vMMAAADdAAAADwAAAAAAAAAAAAAAAACYAgAAZHJzL2Rv&#10;d25yZXYueG1sUEsFBgAAAAAEAAQA9QAAAIgDAAAAAA==&#10;" fillcolor="#f4b083 [1941]" strokecolor="red" strokeweight="1pt">
                  <v:stroke joinstyle="miter"/>
                </v:oval>
                <v:oval id="Oval 1415" o:spid="_x0000_s1215" style="position:absolute;left:2648;top:31490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aJ8MA&#10;AADdAAAADwAAAGRycy9kb3ducmV2LnhtbERPS2sCMRC+F/wPYYTearJlW3Q1KyKUlkIPvvA6bsZ9&#10;uJksm1S3/74pFLzNx/ecxXKwrbhS72vHGpKJAkFcOFNzqWG/e3uagvAB2WDrmDT8kIdlPnpYYGbc&#10;jTd03YZSxBD2GWqoQugyKX1RkUU/cR1x5M6utxgi7EtperzFcNvKZ6VepcWaY0OFHa0rKi7bb6uh&#10;mX1ukiBPp509vh/SJjWk1JfWj+NhNQcRaAh38b/7w8T5afICf9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saJ8MAAADdAAAADwAAAAAAAAAAAAAAAACYAgAAZHJzL2Rv&#10;d25yZXYueG1sUEsFBgAAAAAEAAQA9QAAAIgDAAAAAA==&#10;" fillcolor="#f4b083 [1941]" strokecolor="red" strokeweight="1pt">
                  <v:stroke joinstyle="miter"/>
                </v:oval>
                <v:oval id="Oval 1416" o:spid="_x0000_s1216" style="position:absolute;left:1763;top:30639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EUMMA&#10;AADdAAAADwAAAGRycy9kb3ducmV2LnhtbERPS2sCMRC+C/6HMEJvmmxZpG7NShGkpeDBF17HzXQf&#10;3UyWTarrv28KBW/z8T1nuRpsK67U+9qxhmSmQBAXztRcajgeNtMXED4gG2wdk4Y7eVjl49ESM+Nu&#10;vKPrPpQihrDPUEMVQpdJ6YuKLPqZ64gj9+V6iyHCvpSmx1sMt618VmouLdYcGyrsaF1R8b3/sRqa&#10;xecuCfJyOdjz+yltUkNKbbV+mgxvryACDeEh/nd/mDg/Tebw9008Qe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EUMMAAADdAAAADwAAAAAAAAAAAAAAAACYAgAAZHJzL2Rv&#10;d25yZXYueG1sUEsFBgAAAAAEAAQA9QAAAIgDAAAAAA==&#10;" fillcolor="#f4b083 [1941]" strokecolor="red" strokeweight="1pt">
                  <v:stroke joinstyle="miter"/>
                </v:oval>
                <v:oval id="Oval 1417" o:spid="_x0000_s1217" style="position:absolute;left:2612;top:29613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Uhy8MA&#10;AADdAAAADwAAAGRycy9kb3ducmV2LnhtbERPS2sCMRC+F/wPYYTearJlaXU1KyKUlkIPvvA6bsZ9&#10;uJksm1S3/74pFLzNx/ecxXKwrbhS72vHGpKJAkFcOFNzqWG/e3uagvAB2WDrmDT8kIdlPnpYYGbc&#10;jTd03YZSxBD2GWqoQugyKX1RkUU/cR1x5M6utxgi7EtperzFcNvKZ6VepMWaY0OFHa0rKi7bb6uh&#10;mX1ukiBPp509vh/SJjWk1JfWj+NhNQcRaAh38b/7w8T5afIKf9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Uhy8MAAADdAAAADwAAAAAAAAAAAAAAAACYAgAAZHJzL2Rv&#10;d25yZXYueG1sUEsFBgAAAAAEAAQA9QAAAIgDAAAAAA==&#10;" fillcolor="#f4b083 [1941]" strokecolor="red" strokeweight="1pt">
                  <v:stroke joinstyle="miter"/>
                </v:oval>
                <v:oval id="Oval 1418" o:spid="_x0000_s1218" style="position:absolute;left:3214;top:24023;width:2773;height:277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1ucYA&#10;AADdAAAADwAAAGRycy9kb3ducmV2LnhtbESPT2vCQBDF74LfYZlCb7qbEoqNrlKE0lLowT/F65gd&#10;k2h2NmS3mn77zqHgbYb35r3fLFaDb9WV+tgEtpBNDSjiMriGKwv73dtkBiomZIdtYLLwSxFWy/Fo&#10;gYULN97QdZsqJSEcC7RQp9QVWseyJo9xGjpi0U6h95hk7SvterxJuG/1kzHP2mPD0lBjR+uaysv2&#10;x1s4v3xusqSPx50/vH/n59yRMV/WPj4Mr3NQiYZ0N/9ffzjBzzPBlW9kB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q1ucYAAADdAAAADwAAAAAAAAAAAAAAAACYAgAAZHJz&#10;L2Rvd25yZXYueG1sUEsFBgAAAAAEAAQA9QAAAIsDAAAAAA==&#10;" fillcolor="#f4b083 [1941]" strokecolor="red" strokeweight="1pt">
                  <v:stroke joinstyle="miter"/>
                </v:oval>
                <v:oval id="Oval 1419" o:spid="_x0000_s1219" style="position:absolute;left:5432;top:25923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YQIsIA&#10;AADdAAAADwAAAGRycy9kb3ducmV2LnhtbERPTYvCMBC9C/sfwizsTZNKWbQaZVkQF2EP6i5ex2Zs&#10;q82kNFHrvzeC4G0e73Om887W4kKtrxxrSAYKBHHuTMWFhr/toj8C4QOywdoxabiRh/nsrTfFzLgr&#10;r+myCYWIIewz1FCG0GRS+rwki37gGuLIHVxrMUTYFtK0eI3htpZDpT6lxYpjQ4kNfZeUnzZnq+E4&#10;Xq2TIPf7rd0t/9NjakipX60/3ruvCYhAXXiJn+4fE+enyRge38QT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phAiwgAAAN0AAAAPAAAAAAAAAAAAAAAAAJgCAABkcnMvZG93&#10;bnJldi54bWxQSwUGAAAAAAQABAD1AAAAhwMAAAAA&#10;" fillcolor="#f4b083 [1941]" strokecolor="red" strokeweight="1pt">
                  <v:stroke joinstyle="miter"/>
                </v:oval>
                <v:oval id="Oval 1420" o:spid="_x0000_s1220" style="position:absolute;left:1871;top:18545;width:3327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zAsYA&#10;AADdAAAADwAAAGRycy9kb3ducmV2LnhtbESPT2vCQBDF7wW/wzKCt7qrhFJTVymCVIQe/IfXMTtN&#10;YrOzIbvV+O07h0JvM7w37/1mvux9o27UxTqwhcnYgCIugqu5tHA8rJ9fQcWE7LAJTBYeFGG5GDzN&#10;MXfhzju67VOpJIRjjhaqlNpc61hU5DGOQ0ss2lfoPCZZu1K7Du8S7hs9NeZFe6xZGipsaVVR8b3/&#10;8Raus+1ukvTlcvDnj1N2zRwZ82ntaNi/v4FK1Kd/89/1xgl+NhV++UZG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BzAsYAAADdAAAADwAAAAAAAAAAAAAAAACYAgAAZHJz&#10;L2Rvd25yZXYueG1sUEsFBgAAAAAEAAQA9QAAAIsDAAAAAA==&#10;" fillcolor="#f4b083 [1941]" strokecolor="red" strokeweight="1pt">
                  <v:stroke joinstyle="miter"/>
                </v:oval>
                <v:oval id="Oval 1421" o:spid="_x0000_s1221" style="position:absolute;left:6643;top:23085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WmcIA&#10;AADdAAAADwAAAGRycy9kb3ducmV2LnhtbERPS4vCMBC+C/6HMMLeNKmUZa1GEUF2EfbgC69jM7bV&#10;ZlKarNZ/v1lY8DYf33Nmi87W4k6trxxrSEYKBHHuTMWFhsN+PfwA4QOywdoxaXiSh8W835thZtyD&#10;t3TfhULEEPYZaihDaDIpfV6SRT9yDXHkLq61GCJsC2lafMRwW8uxUu/SYsWxocSGViXlt92P1XCd&#10;bLZJkOfz3p4+j+k1NaTUt9Zvg245BRGoCy/xv/vLxPnpOIG/b+IJ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NaZwgAAAN0AAAAPAAAAAAAAAAAAAAAAAJgCAABkcnMvZG93&#10;bnJldi54bWxQSwUGAAAAAAQABAD1AAAAhwMAAAAA&#10;" fillcolor="#f4b083 [1941]" strokecolor="red" strokeweight="1pt">
                  <v:stroke joinstyle="miter"/>
                </v:oval>
                <v:oval id="Oval 1422" o:spid="_x0000_s1222" style="position:absolute;left:4342;top:20669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5I7sIA&#10;AADdAAAADwAAAGRycy9kb3ducmV2LnhtbERPTYvCMBC9C/sfwix408RSFrcaRRYWRdiDustex2Zs&#10;q82kNFHrvzeC4G0e73Om887W4kKtrxxrGA0VCOLcmYoLDb+778EYhA/IBmvHpOFGHuazt94UM+Ou&#10;vKHLNhQihrDPUEMZQpNJ6fOSLPqha4gjd3CtxRBhW0jT4jWG21omSn1IixXHhhIb+iopP23PVsPx&#10;c70ZBbnf7+z/8i89poaU+tG6/94tJiACdeElfrpXJs5PkwQe38QT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bkjuwgAAAN0AAAAPAAAAAAAAAAAAAAAAAJgCAABkcnMvZG93&#10;bnJldi54bWxQSwUGAAAAAAQABAD1AAAAhwMAAAAA&#10;" fillcolor="#f4b083 [1941]" strokecolor="red" strokeweight="1pt">
                  <v:stroke joinstyle="miter"/>
                </v:oval>
                <v:oval id="Oval 1423" o:spid="_x0000_s1223" style="position:absolute;left:3499;top:32351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tdcMA&#10;AADdAAAADwAAAGRycy9kb3ducmV2LnhtbERPS4vCMBC+C/6HMAt700QtsnaNIguLInjwhdexmW3r&#10;NpPSZLX+eyMIe5uP7znTeWsrcaXGl441DPoKBHHmTMm5hsP+u/cBwgdkg5Vj0nAnD/NZtzPF1Lgb&#10;b+m6C7mIIexT1FCEUKdS+qwgi77vauLI/bjGYoiwyaVp8BbDbSWHSo2lxZJjQ4E1fRWU/e7+rIbL&#10;ZL0dBHk+7+1peUwuiSGlNlq/v7WLTxCB2vAvfrlXJs5PhiN4fhN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LtdcMAAADdAAAADwAAAAAAAAAAAAAAAACYAgAAZHJzL2Rv&#10;d25yZXYueG1sUEsFBgAAAAAEAAQA9QAAAIgDAAAAAA==&#10;" fillcolor="#f4b083 [1941]" strokecolor="red" strokeweight="1pt">
                  <v:stroke joinstyle="miter"/>
                </v:oval>
                <v:oval id="Oval 1424" o:spid="_x0000_s1224" style="position:absolute;left:3891;top:30784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t1AcIA&#10;AADdAAAADwAAAGRycy9kb3ducmV2LnhtbERPS4vCMBC+C/6HMII3TZSyaDWKCLKysAdfeB2bsa02&#10;k9JktfvvNwuCt/n4njNftrYSD2p86VjDaKhAEGfOlJxrOB42gwkIH5ANVo5Jwy95WC66nTmmxj15&#10;R499yEUMYZ+ihiKEOpXSZwVZ9ENXE0fu6hqLIcIml6bBZwy3lRwr9SEtlhwbCqxpXVB23/9YDbfp&#10;124U5OVysOfPU3JLDCn1rXW/165mIAK14S1+ubcmzk/GCfx/E0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y3UBwgAAAN0AAAAPAAAAAAAAAAAAAAAAAJgCAABkcnMvZG93&#10;bnJldi54bWxQSwUGAAAAAAQABAD1AAAAhwMAAAAA&#10;" fillcolor="#f4b083 [1941]" strokecolor="red" strokeweight="1pt">
                  <v:stroke joinstyle="miter"/>
                </v:oval>
                <v:oval id="Oval 1425" o:spid="_x0000_s1225" style="position:absolute;left:12252;top:2577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fQmsMA&#10;AADdAAAADwAAAGRycy9kb3ducmV2LnhtbERPS4vCMBC+L/gfwgje1kTpLlqNIguLsrAHX3gdm7Gt&#10;NpPSRK3/3iwseJuP7znTeWsrcaPGl441DPoKBHHmTMm5ht32+30Ewgdkg5Vj0vAgD/NZ522KqXF3&#10;XtNtE3IRQ9inqKEIoU6l9FlBFn3f1cSRO7nGYoiwyaVp8B7DbSWHSn1KiyXHhgJr+ioou2yuVsN5&#10;/LMeBHk8bu1huU/OiSGlfrXuddvFBESgNrzE/+6VifOT4Qf8fRN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fQmsMAAADdAAAADwAAAAAAAAAAAAAAAACYAgAAZHJzL2Rv&#10;d25yZXYueG1sUEsFBgAAAAAEAAQA9QAAAIgDAAAAAA==&#10;" fillcolor="#f4b083 [1941]" strokecolor="red" strokeweight="1pt">
                  <v:stroke joinstyle="miter"/>
                </v:oval>
                <v:oval id="Oval 1426" o:spid="_x0000_s1226" style="position:absolute;left:14087;top:27445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O7cQA&#10;AADdAAAADwAAAGRycy9kb3ducmV2LnhtbERPTWvCQBC9C/0PyxR6091ICG3qGkpBLAUPUUuvY3ZM&#10;otnZkN1q/PfdQsHbPN7nLIrRduJCg28da0hmCgRx5UzLtYb9bjV9BuEDssHOMWm4kYdi+TBZYG7c&#10;lUu6bEMtYgj7HDU0IfS5lL5qyKKfuZ44ckc3WAwRDrU0A15juO3kXKlMWmw5NjTY03tD1Xn7YzWc&#10;Xj7LJMjDYWe/11/pKTWk1Ebrp8fx7RVEoDHcxf/uDxPnp/MM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VTu3EAAAA3QAAAA8AAAAAAAAAAAAAAAAAmAIAAGRycy9k&#10;b3ducmV2LnhtbFBLBQYAAAAABAAEAPUAAACJAwAAAAA=&#10;" fillcolor="#f4b083 [1941]" strokecolor="red" strokeweight="1pt">
                  <v:stroke joinstyle="miter"/>
                </v:oval>
                <v:oval id="Oval 1427" o:spid="_x0000_s1227" style="position:absolute;left:15649;top:2893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rdsMA&#10;AADdAAAADwAAAGRycy9kb3ducmV2LnhtbERPS4vCMBC+L/gfwgje1kQpu1qNIguLsrAHX3gdm7Gt&#10;NpPSRK3/3iwseJuP7znTeWsrcaPGl441DPoKBHHmTMm5ht32+30Ewgdkg5Vj0vAgD/NZ522KqXF3&#10;XtNtE3IRQ9inqKEIoU6l9FlBFn3f1cSRO7nGYoiwyaVp8B7DbSWHSn1IiyXHhgJr+ioou2yuVsN5&#10;/LMeBHk8bu1huU/OiSGlfrXuddvFBESgNrzE/+6VifOT4Sf8fRN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nrdsMAAADdAAAADwAAAAAAAAAAAAAAAACYAgAAZHJzL2Rv&#10;d25yZXYueG1sUEsFBgAAAAAEAAQA9QAAAIgDAAAAAA==&#10;" fillcolor="#f4b083 [1941]" strokecolor="red" strokeweight="1pt">
                  <v:stroke joinstyle="miter"/>
                </v:oval>
                <v:oval id="Oval 1428" o:spid="_x0000_s1228" style="position:absolute;left:17477;top:30690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/BMYA&#10;AADdAAAADwAAAGRycy9kb3ducmV2LnhtbESPT2vCQBDF7wW/wzKCt7qrhFJTVymCVIQe/IfXMTtN&#10;YrOzIbvV+O07h0JvM7w37/1mvux9o27UxTqwhcnYgCIugqu5tHA8rJ9fQcWE7LAJTBYeFGG5GDzN&#10;MXfhzju67VOpJIRjjhaqlNpc61hU5DGOQ0ss2lfoPCZZu1K7Du8S7hs9NeZFe6xZGipsaVVR8b3/&#10;8Raus+1ukvTlcvDnj1N2zRwZ82ntaNi/v4FK1Kd/89/1xgl+NhVc+UZG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Z/BMYAAADdAAAADwAAAAAAAAAAAAAAAACYAgAAZHJz&#10;L2Rvd25yZXYueG1sUEsFBgAAAAAEAAQA9QAAAIsDAAAAAA==&#10;" fillcolor="#f4b083 [1941]" strokecolor="red" strokeweight="1pt">
                  <v:stroke joinstyle="miter"/>
                </v:oval>
                <v:oval id="Oval 1429" o:spid="_x0000_s1229" style="position:absolute;left:13102;top:26515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an8QA&#10;AADdAAAADwAAAGRycy9kb3ducmV2LnhtbERPTWvCQBC9F/wPywje6m4klBqzhiKIUuhBbel1kh2T&#10;2OxsyK6a/vtuodDbPN7n5MVoO3GjwbeONSRzBYK4cqblWsP7afv4DMIHZIOdY9LwTR6K9eQhx8y4&#10;Ox/odgy1iCHsM9TQhNBnUvqqIYt+7nriyJ3dYDFEONTSDHiP4baTC6WepMWWY0ODPW0aqr6OV6vh&#10;snw9JEGW5cl+7j7SS2pIqTetZ9PxZQUi0Bj+xX/uvYnz08USfr+JJ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2p/EAAAA3QAAAA8AAAAAAAAAAAAAAAAAmAIAAGRycy9k&#10;b3ducmV2LnhtbFBLBQYAAAAABAAEAPUAAACJAwAAAAA=&#10;" fillcolor="#f4b083 [1941]" strokecolor="red" strokeweight="1pt">
                  <v:stroke joinstyle="miter"/>
                </v:oval>
                <v:oval id="Oval 1430" o:spid="_x0000_s1230" style="position:absolute;left:14911;top:28264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l38YA&#10;AADdAAAADwAAAGRycy9kb3ducmV2LnhtbESPQWvCQBCF7wX/wzIFb3VXDdKmriKCKIUe1JZex+w0&#10;ic3Ohuyq6b/vHITeZnhv3vtmvux9o67UxTqwhfHIgCIugqu5tPBx3Dw9g4oJ2WETmCz8UoTlYvAw&#10;x9yFG+/pekilkhCOOVqoUmpzrWNRkcc4Ci2xaN+h85hk7UrtOrxJuG/0xJiZ9lizNFTY0rqi4udw&#10;8RbOL2/7cdKn09F/bT+zc+bImHdrh4/96hVUoj79m+/XOyf42VT4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nl38YAAADdAAAADwAAAAAAAAAAAAAAAACYAgAAZHJz&#10;L2Rvd25yZXYueG1sUEsFBgAAAAAEAAQA9QAAAIsDAAAAAA==&#10;" fillcolor="#f4b083 [1941]" strokecolor="red" strokeweight="1pt">
                  <v:stroke joinstyle="miter"/>
                </v:oval>
                <v:oval id="Oval 1431" o:spid="_x0000_s1231" style="position:absolute;left:16592;top:29839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ARMMA&#10;AADdAAAADwAAAGRycy9kb3ducmV2LnhtbERPS2sCMRC+F/ofwhR6q8m2S9HVrIhQWgoefOF13Iz7&#10;cDNZNqlu/30jFLzNx/ec2XywrbhQ72vHGpKRAkFcOFNzqWG3/XgZg/AB2WDrmDT8kod5/vgww8y4&#10;K6/psgmliCHsM9RQhdBlUvqiIot+5DriyJ1cbzFE2JfS9HiN4baVr0q9S4s1x4YKO1pWVJw3P1ZD&#10;M/leJ0Eej1t7+NynTWpIqZXWz0/DYgoi0BDu4n/3l4nz07cEbt/EE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VARMMAAADdAAAADwAAAAAAAAAAAAAAAACYAgAAZHJzL2Rv&#10;d25yZXYueG1sUEsFBgAAAAAEAAQA9QAAAIgDAAAAAA==&#10;" fillcolor="#f4b083 [1941]" strokecolor="red" strokeweight="1pt">
                  <v:stroke joinstyle="miter"/>
                </v:oval>
                <v:oval id="Oval 1432" o:spid="_x0000_s1232" style="position:absolute;left:12877;top:24546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eM8MA&#10;AADdAAAADwAAAGRycy9kb3ducmV2LnhtbERPS4vCMBC+C/6HMAt700QtsnaNIguLInjwhdexmW3r&#10;NpPSZLX+eyMIe5uP7znTeWsrcaXGl441DPoKBHHmTMm5hsP+u/cBwgdkg5Vj0nAnD/NZtzPF1Lgb&#10;b+m6C7mIIexT1FCEUKdS+qwgi77vauLI/bjGYoiwyaVp8BbDbSWHSo2lxZJjQ4E1fRWU/e7+rIbL&#10;ZL0dBHk+7+1peUwuiSGlNlq/v7WLTxCB2vAvfrlXJs5PRkN4fhN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feM8MAAADdAAAADwAAAAAAAAAAAAAAAACYAgAAZHJzL2Rv&#10;d25yZXYueG1sUEsFBgAAAAAEAAQA9QAAAIgDAAAAAA==&#10;" fillcolor="#f4b083 [1941]" strokecolor="red" strokeweight="1pt">
                  <v:stroke joinstyle="miter"/>
                </v:oval>
                <v:oval id="Oval 1433" o:spid="_x0000_s1233" style="position:absolute;left:14170;top:25734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t7qMQA&#10;AADdAAAADwAAAGRycy9kb3ducmV2LnhtbERPTWvCQBC9C/0Pywi96a4aisZspAilpdCDpsXrmB2T&#10;aHY2ZLea/vtuoeBtHu9zss1gW3Gl3jeONcymCgRx6UzDlYbP4mWyBOEDssHWMWn4IQ+b/GGUYWrc&#10;jXd03YdKxBD2KWqoQ+hSKX1Zk0U/dR1x5E6utxgi7CtperzFcNvKuVJP0mLDsaHGjrY1lZf9t9Vw&#10;Xr3vZkEej4U9vH4l58SQUh9aP46H5zWIQEO4i//dbybOTxYL+Ps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7e6jEAAAA3QAAAA8AAAAAAAAAAAAAAAAAmAIAAGRycy9k&#10;b3ducmV2LnhtbFBLBQYAAAAABAAEAPUAAACJAwAAAAA=&#10;" fillcolor="#f4b083 [1941]" strokecolor="red" strokeweight="1pt">
                  <v:stroke joinstyle="miter"/>
                </v:oval>
                <v:oval id="Oval 1434" o:spid="_x0000_s1234" style="position:absolute;left:15458;top:27006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Lj3MMA&#10;AADdAAAADwAAAGRycy9kb3ducmV2LnhtbERPS4vCMBC+C/sfwix400Qti1uNIoIowh58LF7HZrat&#10;20xKE7X+e7Ow4G0+vudM562txI0aXzrWMOgrEMSZMyXnGo6HVW8Mwgdkg5Vj0vAgD/PZW2eKqXF3&#10;3tFtH3IRQ9inqKEIoU6l9FlBFn3f1cSR+3GNxRBhk0vT4D2G20oOlfqQFkuODQXWtCwo+91frYbL&#10;53Y3CPJ8PtjT+ju5JIaU+tK6+94uJiACteEl/ndvTJyfjBL4+y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Lj3MMAAADdAAAADwAAAAAAAAAAAAAAAACYAgAAZHJzL2Rv&#10;d25yZXYueG1sUEsFBgAAAAAEAAQA9QAAAIgDAAAAAA==&#10;" fillcolor="#f4b083 [1941]" strokecolor="red" strokeweight="1pt">
                  <v:stroke joinstyle="miter"/>
                </v:oval>
                <v:oval id="Oval 1435" o:spid="_x0000_s1235" style="position:absolute;left:17961;top:29317;width:1667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GR8QA&#10;AADdAAAADwAAAGRycy9kb3ducmV2LnhtbERPTWvCQBC9C/0PyxR6093YWGrqGopQFMGD2uJ1zE6T&#10;2OxsyG41/vtuQfA2j/c5s7y3jThT52vHGpKRAkFcOFNzqeFz/zF8BeEDssHGMWm4kod8/jCYYWbc&#10;hbd03oVSxBD2GWqoQmgzKX1RkUU/ci1x5L5dZzFE2JXSdHiJ4baRY6VepMWaY0OFLS0qKn52v1bD&#10;abreJkEej3t7WH6lp9SQUhutnx779zcQgfpwF9/cKxPnp88T+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eRkfEAAAA3QAAAA8AAAAAAAAAAAAAAAAAmAIAAGRycy9k&#10;b3ducmV2LnhtbFBLBQYAAAAABAAEAPUAAACJAwAAAAA=&#10;" fillcolor="#f4b083 [1941]" strokecolor="red" strokeweight="1pt">
                  <v:stroke joinstyle="miter"/>
                </v:oval>
                <v:oval id="Oval 1436" o:spid="_x0000_s1236" style="position:absolute;left:16712;top:28113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zYMMMA&#10;AADdAAAADwAAAGRycy9kb3ducmV2LnhtbERPTYvCMBC9C/sfwgjeNFGLrNUoiyCKsAd1F69jM7bV&#10;ZlKaqPXfbxYW9jaP9znzZWsr8aDGl441DAcKBHHmTMm5hq/juv8Owgdkg5Vj0vAiD8vFW2eOqXFP&#10;3tPjEHIRQ9inqKEIoU6l9FlBFv3A1cSRu7jGYoiwyaVp8BnDbSVHSk2kxZJjQ4E1rQrKboe71XCd&#10;7vbDIM/noz1tvpNrYkipT6173fZjBiJQG/7Ff+6tifOT8QR+v4kn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zYMMMAAADdAAAADwAAAAAAAAAAAAAAAACYAgAAZHJzL2Rv&#10;d25yZXYueG1sUEsFBgAAAAAEAAQA9QAAAIgDAAAAAA==&#10;" fillcolor="#f4b083 [1941]" strokecolor="red" strokeweight="1pt">
                  <v:stroke joinstyle="miter"/>
                </v:oval>
                <v:oval id="Oval 1437" o:spid="_x0000_s1237" style="position:absolute;left:14741;top:23419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9q8QA&#10;AADdAAAADwAAAGRycy9kb3ducmV2LnhtbERPTWvCQBC9C/0PyxR6093YYGvqGopQFMGD2uJ1zE6T&#10;2OxsyG41/vtuQfA2j/c5s7y3jThT52vHGpKRAkFcOFNzqeFz/zF8BeEDssHGMWm4kod8/jCYYWbc&#10;hbd03oVSxBD2GWqoQmgzKX1RkUU/ci1x5L5dZzFE2JXSdHiJ4baRY6Um0mLNsaHClhYVFT+7X6vh&#10;NF1vkyCPx709LL/SU2pIqY3WT4/9+xuIQH24i2/ulYnz0+cX+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AfavEAAAA3QAAAA8AAAAAAAAAAAAAAAAAmAIAAGRycy9k&#10;b3ducmV2LnhtbFBLBQYAAAAABAAEAPUAAACJAwAAAAA=&#10;" fillcolor="#f4b083 [1941]" strokecolor="red" strokeweight="1pt">
                  <v:stroke joinstyle="miter"/>
                </v:oval>
                <v:oval id="Oval 1438" o:spid="_x0000_s1238" style="position:absolute;left:16310;top:24945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/p2cYA&#10;AADdAAAADwAAAGRycy9kb3ducmV2LnhtbESPQWvCQBCF7wX/wzIFb3VXDdKmriKCKIUe1JZex+w0&#10;ic3Ohuyq6b/vHITeZnhv3vtmvux9o67UxTqwhfHIgCIugqu5tPBx3Dw9g4oJ2WETmCz8UoTlYvAw&#10;x9yFG+/pekilkhCOOVqoUmpzrWNRkcc4Ci2xaN+h85hk7UrtOrxJuG/0xJiZ9lizNFTY0rqi4udw&#10;8RbOL2/7cdKn09F/bT+zc+bImHdrh4/96hVUoj79m+/XOyf42VRw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1/p2cYAAADdAAAADwAAAAAAAAAAAAAAAACYAgAAZHJz&#10;L2Rvd25yZXYueG1sUEsFBgAAAAAEAAQA9QAAAIsDAAAAAA==&#10;" fillcolor="#f4b083 [1941]" strokecolor="red" strokeweight="1pt">
                  <v:stroke joinstyle="miter"/>
                </v:oval>
                <v:oval id="Oval 1439" o:spid="_x0000_s1239" style="position:absolute;left:17908;top:26417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MQsMA&#10;AADdAAAADwAAAGRycy9kb3ducmV2LnhtbERPS4vCMBC+L/gfwgje1kQty1qNIoK4LHjwhdexGdtq&#10;MylN1O6/3wgLe5uP7znTeWsr8aDGl441DPoKBHHmTMm5hsN+9f4Jwgdkg5Vj0vBDHuazztsUU+Oe&#10;vKXHLuQihrBPUUMRQp1K6bOCLPq+q4kjd3GNxRBhk0vT4DOG20oOlfqQFkuODQXWtCwou+3uVsN1&#10;/L0dBHk+7+1pfUyuiSGlNlr3uu1iAiJQG/7Ff+4vE+cnozG8vokn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NMQsMAAADdAAAADwAAAAAAAAAAAAAAAACYAgAAZHJzL2Rv&#10;d25yZXYueG1sUEsFBgAAAAAEAAQA9QAAAIgDAAAAAA==&#10;" fillcolor="#f4b083 [1941]" strokecolor="red" strokeweight="1pt">
                  <v:stroke joinstyle="miter"/>
                </v:oval>
                <v:oval id="Oval 1440" o:spid="_x0000_s1240" style="position:absolute;left:19527;top:27980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+WosYA&#10;AADdAAAADwAAAGRycy9kb3ducmV2LnhtbESPQWvCQBCF74X+h2WE3uquEkqNriIFaSn0oFG8jtkx&#10;iWZnQ3ar6b/vHAq9zfDevPfNYjX4Vt2oj01gC5OxAUVcBtdwZWFfbJ5fQcWE7LANTBZ+KMJq+fiw&#10;wNyFO2/ptkuVkhCOOVqoU+pyrWNZk8c4Dh2xaOfQe0yy9pV2Pd4l3Ld6asyL9tiwNNTY0VtN5XX3&#10;7S1cZp/bSdKnU+GP74fskjky5svap9GwnoNKNKR/89/1hxP8LBN+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+WosYAAADdAAAADwAAAAAAAAAAAAAAAACYAgAAZHJz&#10;L2Rvd25yZXYueG1sUEsFBgAAAAAEAAQA9QAAAIsDAAAAAA==&#10;" fillcolor="#f4b083 [1941]" strokecolor="red" strokeweight="1pt">
                  <v:stroke joinstyle="miter"/>
                </v:oval>
                <v:oval id="Oval 1441" o:spid="_x0000_s1241" style="position:absolute;left:19251;top:32407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zOcMA&#10;AADdAAAADwAAAGRycy9kb3ducmV2LnhtbERPyWrDMBC9F/oPYgq91ZKLKYkTOZRCaSn0kI1cJ9bE&#10;S6yRsdTE/fsoEMhtHm+d+WK0nTjR4BvHGtJEgSAunWm40rBZf75MQPiAbLBzTBr+ycOieHyYY27c&#10;mZd0WoVKxBD2OWqoQ+hzKX1Zk0WfuJ44cgc3WAwRDpU0A55juO3kq1Jv0mLDsaHGnj5qKo+rP6uh&#10;nf4s0yD3+7XdfW2zNjOk1K/Wz0/j+wxEoDHcxTf3t4nzsyyF6zfxBFl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zOcMAAADdAAAADwAAAAAAAAAAAAAAAACYAgAAZHJzL2Rv&#10;d25yZXYueG1sUEsFBgAAAAAEAAQA9QAAAIgDAAAAAA==&#10;" fillcolor="#f4b083 [1941]" strokecolor="red" strokeweight="1pt">
                  <v:stroke joinstyle="miter"/>
                </v:oval>
                <v:oval id="Oval 1442" o:spid="_x0000_s1242" style="position:absolute;left:18366;top:31556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tTsIA&#10;AADdAAAADwAAAGRycy9kb3ducmV2LnhtbERPS4vCMBC+C/6HMII3TZSyaDWKCLKysAdfeB2bsa02&#10;k9JktfvvNwuCt/n4njNftrYSD2p86VjDaKhAEGfOlJxrOB42gwkIH5ANVo5Jwy95WC66nTmmxj15&#10;R499yEUMYZ+ihiKEOpXSZwVZ9ENXE0fu6hqLIcIml6bBZwy3lRwr9SEtlhwbCqxpXVB23/9YDbfp&#10;124U5OVysOfPU3JLDCn1rXW/165mIAK14S1+ubcmzk+SMfx/E0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a1OwgAAAN0AAAAPAAAAAAAAAAAAAAAAAJgCAABkcnMvZG93&#10;bnJldi54bWxQSwUGAAAAAAQABAD1AAAAhwMAAAAA&#10;" fillcolor="#f4b083 [1941]" strokecolor="red" strokeweight="1pt">
                  <v:stroke joinstyle="miter"/>
                </v:oval>
                <v:oval id="Oval 1443" o:spid="_x0000_s1243" style="position:absolute;left:19215;top:30530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I1cMA&#10;AADdAAAADwAAAGRycy9kb3ducmV2LnhtbERPS4vCMBC+C/sfwix400Qti1uNIoIowh58LF7HZrat&#10;20xKE7X+e7Ow4G0+vudM562txI0aXzrWMOgrEMSZMyXnGo6HVW8Mwgdkg5Vj0vAgD/PZW2eKqXF3&#10;3tFtH3IRQ9inqKEIoU6l9FlBFn3f1cSR+3GNxRBhk0vT4D2G20oOlfqQFkuODQXWtCwo+91frYbL&#10;53Y3CPJ8PtjT+ju5JIaU+tK6+94uJiACteEl/ndvTJyfJCP4+y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0I1cMAAADdAAAADwAAAAAAAAAAAAAAAACYAgAAZHJzL2Rv&#10;d25yZXYueG1sUEsFBgAAAAAEAAQA9QAAAIgDAAAAAA==&#10;" fillcolor="#f4b083 [1941]" strokecolor="red" strokeweight="1pt">
                  <v:stroke joinstyle="miter"/>
                </v:oval>
                <v:oval id="Oval 1444" o:spid="_x0000_s1244" style="position:absolute;left:15662;top:21007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QocMA&#10;AADdAAAADwAAAGRycy9kb3ducmV2LnhtbERPS2sCMRC+C/0PYQq9aaKEYrfGpRTEIvSgtvQ6bqb7&#10;6GaybKKu/94IQm/z8T1nkQ+uFSfqQ+3ZwHSiQBAX3tZcGvjar8ZzECEiW2w9k4ELBciXD6MFZtaf&#10;eUunXSxFCuGQoYEqxi6TMhQVOQwT3xEn7tf3DmOCfSltj+cU7lo5U+pZOqw5NVTY0XtFxd/u6Aw0&#10;L5vtNMrDYe9+1t+60ZaU+jTm6XF4ewURaYj/4rv7w6b5Wmu4fZNO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SQocMAAADdAAAADwAAAAAAAAAAAAAAAACYAgAAZHJzL2Rv&#10;d25yZXYueG1sUEsFBgAAAAAEAAQA9QAAAIgDAAAAAA==&#10;" fillcolor="#f4b083 [1941]" strokecolor="red" strokeweight="1pt">
                  <v:stroke joinstyle="miter"/>
                </v:oval>
                <v:oval id="Oval 1445" o:spid="_x0000_s1245" style="position:absolute;left:17740;top:22880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1OsQA&#10;AADdAAAADwAAAGRycy9kb3ducmV2LnhtbERPTWvCQBC9F/oflil4q7uRtNjoKqUgSqEHjcXrmJ0m&#10;sdnZkF1j/PduoeBtHu9z5svBNqKnzteONSRjBYK4cKbmUsM+Xz1PQfiAbLBxTBqu5GG5eHyYY2bc&#10;hbfU70IpYgj7DDVUIbSZlL6oyKIfu5Y4cj+usxgi7EppOrzEcNvIiVKv0mLNsaHClj4qKn53Z6vh&#10;9Pa5TYI8HnN7WH+np9SQUl9aj56G9xmIQEO4i//dGxPnp+kL/H0TT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NTrEAAAA3QAAAA8AAAAAAAAAAAAAAAAAmAIAAGRycy9k&#10;b3ducmV2LnhtbFBLBQYAAAAABAAEAPUAAACJAwAAAAA=&#10;" fillcolor="#f4b083 [1941]" strokecolor="red" strokeweight="1pt">
                  <v:stroke joinstyle="miter"/>
                </v:oval>
                <v:oval id="Oval 1446" o:spid="_x0000_s1246" style="position:absolute;left:20102;top:33268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rTcIA&#10;AADdAAAADwAAAGRycy9kb3ducmV2LnhtbERPTYvCMBC9C/sfwix400Qp4lajyMLiInhQV7yOzdhW&#10;m0lpslr/vREEb/N4nzOdt7YSV2p86VjDoK9AEGfOlJxr+Nv99MYgfEA2WDkmDXfyMJ99dKaYGnfj&#10;DV23IRcxhH2KGooQ6lRKnxVk0fddTRy5k2sshgibXJoGbzHcVnKo1EhaLDk2FFjTd0HZZftvNZy/&#10;VptBkMfjzh6W++ScGFJqrXX3s11MQARqw1v8cv+aOD9JRv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qtNwgAAAN0AAAAPAAAAAAAAAAAAAAAAAJgCAABkcnMvZG93&#10;bnJldi54bWxQSwUGAAAAAAQABAD1AAAAhwMAAAAA&#10;" fillcolor="#f4b083 [1941]" strokecolor="red" strokeweight="1pt">
                  <v:stroke joinstyle="miter"/>
                </v:oval>
                <v:oval id="Oval 1447" o:spid="_x0000_s1247" style="position:absolute;left:4361;top:18310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YO1sQA&#10;AADdAAAADwAAAGRycy9kb3ducmV2LnhtbERPTWvCQBC9F/oflil4q7uR0NroKqUgSqEHjcXrmJ0m&#10;sdnZkF1j/PduoeBtHu9z5svBNqKnzteONSRjBYK4cKbmUsM+Xz1PQfiAbLBxTBqu5GG5eHyYY2bc&#10;hbfU70IpYgj7DDVUIbSZlL6oyKIfu5Y4cj+usxgi7EppOrzEcNvIiVIv0mLNsaHClj4qKn53Z6vh&#10;9Pa5TYI8HnN7WH+np9SQUl9aj56G9xmIQEO4i//dGxPnp+kr/H0TT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GDtbEAAAA3QAAAA8AAAAAAAAAAAAAAAAAmAIAAGRycy9k&#10;b3ducmV2LnhtbFBLBQYAAAAABAAEAPUAAACJAwAAAAA=&#10;" fillcolor="#f4b083 [1941]" strokecolor="red" strokeweight="1pt">
                  <v:stroke joinstyle="miter"/>
                </v:oval>
                <v:oval id="Oval 1448" o:spid="_x0000_s1248" style="position:absolute;left:6196;top:19983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apMYA&#10;AADdAAAADwAAAGRycy9kb3ducmV2LnhtbESPQWvCQBCF74X+h2WE3uquEkqNriIFaSn0oFG8jtkx&#10;iWZnQ3ar6b/vHAq9zfDevPfNYjX4Vt2oj01gC5OxAUVcBtdwZWFfbJ5fQcWE7LANTBZ+KMJq+fiw&#10;wNyFO2/ptkuVkhCOOVqoU+pyrWNZk8c4Dh2xaOfQe0yy9pV2Pd4l3Ld6asyL9tiwNNTY0VtN5XX3&#10;7S1cZp/bSdKnU+GP74fskjky5svap9GwnoNKNKR/89/1hxP8LBN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mapMYAAADdAAAADwAAAAAAAAAAAAAAAACYAgAAZHJz&#10;L2Rvd25yZXYueG1sUEsFBgAAAAAEAAQA9QAAAIsDAAAAAA==&#10;" fillcolor="#f4b083 [1941]" strokecolor="red" strokeweight="1pt">
                  <v:stroke joinstyle="miter"/>
                </v:oval>
                <v:oval id="Oval 1449" o:spid="_x0000_s1249" style="position:absolute;left:7758;top:21470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U/P8MA&#10;AADdAAAADwAAAGRycy9kb3ducmV2LnhtbERPyWrDMBC9F/IPYgq51VKKKbUbJZRASSj0kI1eJ9bE&#10;dmKNjKXY7t9XhUJu83jrzJejbURPna8da5glCgRx4UzNpYbD/uPpFYQPyAYbx6ThhzwsF5OHOebG&#10;DbylfhdKEUPY56ihCqHNpfRFRRZ94lriyJ1dZzFE2JXSdDjEcNvIZ6VepMWaY0OFLa0qKq67m9Vw&#10;yT63syBPp739Xh/TS2pIqS+tp4/j+xuIQGO4i//dGxPnp2kGf9/E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U/P8MAAADdAAAADwAAAAAAAAAAAAAAAACYAgAAZHJzL2Rv&#10;d25yZXYueG1sUEsFBgAAAAAEAAQA9QAAAIgDAAAAAA==&#10;" fillcolor="#f4b083 [1941]" strokecolor="red" strokeweight="1pt">
                  <v:stroke joinstyle="miter"/>
                </v:oval>
                <v:oval id="Oval 1450" o:spid="_x0000_s1250" style="position:absolute;left:9586;top:23228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Af8YA&#10;AADdAAAADwAAAGRycy9kb3ducmV2LnhtbESPQWvCQBCF74L/YZlCb7priaVGV5FCaSl4UFu8jtkx&#10;ic3OhuxW4793DoXeZnhv3vtmsep9oy7UxTqwhcnYgCIugqu5tPC1fxu9gIoJ2WETmCzcKMJqORws&#10;MHfhylu67FKpJIRjjhaqlNpc61hU5DGOQ0ss2il0HpOsXaldh1cJ941+MuZZe6xZGips6bWi4mf3&#10;6y2cZ5/bSdLH494f3r+zc+bImI21jw/9eg4qUZ/+zX/XH07ws6nwyzcygl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YAf8YAAADdAAAADwAAAAAAAAAAAAAAAACYAgAAZHJz&#10;L2Rvd25yZXYueG1sUEsFBgAAAAAEAAQA9QAAAIsDAAAAAA==&#10;" fillcolor="#f4b083 [1941]" strokecolor="red" strokeweight="1pt">
                  <v:stroke joinstyle="miter"/>
                </v:oval>
                <v:oval id="Oval 1451" o:spid="_x0000_s1251" style="position:absolute;left:5211;top:19053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l5MMA&#10;AADdAAAADwAAAGRycy9kb3ducmV2LnhtbERPS2sCMRC+F/wPYYTearJlW3Q1KyKUlkIPvvA6bsZ9&#10;uJksm1S3/74pFLzNx/ecxXKwrbhS72vHGpKJAkFcOFNzqWG/e3uagvAB2WDrmDT8kIdlPnpYYGbc&#10;jTd03YZSxBD2GWqoQugyKX1RkUU/cR1x5M6utxgi7EtperzFcNvKZ6VepcWaY0OFHa0rKi7bb6uh&#10;mX1ukiBPp509vh/SJjWk1JfWj+NhNQcRaAh38b/7w8T56UsCf9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ql5MMAAADdAAAADwAAAAAAAAAAAAAAAACYAgAAZHJzL2Rv&#10;d25yZXYueG1sUEsFBgAAAAAEAAQA9QAAAIgDAAAAAA==&#10;" fillcolor="#f4b083 [1941]" strokecolor="red" strokeweight="1pt">
                  <v:stroke joinstyle="miter"/>
                </v:oval>
                <v:oval id="Oval 1452" o:spid="_x0000_s1252" style="position:absolute;left:7020;top:2080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7k8MA&#10;AADdAAAADwAAAGRycy9kb3ducmV2LnhtbERPS4vCMBC+L/gfwgje1kTpLlqNIguLsrAHX3gdm7Gt&#10;NpPSRK3/3iwseJuP7znTeWsrcaPGl441DPoKBHHmTMm5ht32+30Ewgdkg5Vj0vAgD/NZ522KqXF3&#10;XtNtE3IRQ9inqKEIoU6l9FlBFn3f1cSRO7nGYoiwyaVp8B7DbSWHSn1KiyXHhgJr+ioou2yuVsN5&#10;/LMeBHk8bu1huU/OiSGlfrXuddvFBESgNrzE/+6VifOTjyH8fRN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7k8MAAADdAAAADwAAAAAAAAAAAAAAAACYAgAAZHJzL2Rv&#10;d25yZXYueG1sUEsFBgAAAAAEAAQA9QAAAIgDAAAAAA==&#10;" fillcolor="#f4b083 [1941]" strokecolor="red" strokeweight="1pt">
                  <v:stroke joinstyle="miter"/>
                </v:oval>
                <v:oval id="Oval 1453" o:spid="_x0000_s1253" style="position:absolute;left:8701;top:22377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eCMQA&#10;AADdAAAADwAAAGRycy9kb3ducmV2LnhtbERPTWvCQBC9C/0PyxR6093YWGrqGopQFMGD2uJ1zE6T&#10;2OxsyG41/vtuQfA2j/c5s7y3jThT52vHGpKRAkFcOFNzqeFz/zF8BeEDssHGMWm4kod8/jCYYWbc&#10;hbd03oVSxBD2GWqoQmgzKX1RkUU/ci1x5L5dZzFE2JXSdHiJ4baRY6VepMWaY0OFLS0qKn52v1bD&#10;abreJkEej3t7WH6lp9SQUhutnx779zcQgfpwF9/cKxPnp5Nn+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kngjEAAAA3QAAAA8AAAAAAAAAAAAAAAAAmAIAAGRycy9k&#10;b3ducmV2LnhtbFBLBQYAAAAABAAEAPUAAACJAwAAAAA=&#10;" fillcolor="#f4b083 [1941]" strokecolor="red" strokeweight="1pt">
                  <v:stroke joinstyle="miter"/>
                </v:oval>
                <v:oval id="Oval 1454" o:spid="_x0000_s1254" style="position:absolute;left:4986;top:17084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0GfMQA&#10;AADdAAAADwAAAGRycy9kb3ducmV2LnhtbERPTWvCQBC9F/oflil4q7uRtNjoKqUgSqEHjcXrmJ0m&#10;sdnZkF1j/PduoeBtHu9z5svBNqKnzteONSRjBYK4cKbmUsM+Xz1PQfiAbLBxTBqu5GG5eHyYY2bc&#10;hbfU70IpYgj7DDVUIbSZlL6oyKIfu5Y4cj+usxgi7EppOrzEcNvIiVKv0mLNsaHClj4qKn53Z6vh&#10;9Pa5TYI8HnN7WH+np9SQUl9aj56G9xmIQEO4i//dGxPnpy8p/H0TT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BnzEAAAA3QAAAA8AAAAAAAAAAAAAAAAAmAIAAGRycy9k&#10;b3ducmV2LnhtbFBLBQYAAAAABAAEAPUAAACJAwAAAAA=&#10;" fillcolor="#f4b083 [1941]" strokecolor="red" strokeweight="1pt">
                  <v:stroke joinstyle="miter"/>
                </v:oval>
                <v:oval id="Oval 1455" o:spid="_x0000_s1255" style="position:absolute;left:6280;top:18271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Gj58QA&#10;AADdAAAADwAAAGRycy9kb3ducmV2LnhtbERPTWvCQBC9F/wPyxS81V0llppmIyKUloIHjeJ1zE6T&#10;2OxsyK6a/vuuUOhtHu9zsuVgW3Gl3jeONUwnCgRx6UzDlYZ98fb0AsIHZIOtY9LwQx6W+eghw9S4&#10;G2/puguViCHsU9RQh9ClUvqyJot+4jriyH253mKIsK+k6fEWw20rZ0o9S4sNx4YaO1rXVH7vLlbD&#10;efG5nQZ5OhX2+H5IzokhpTZajx+H1SuIQEP4F/+5P0ycn8zncP8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Bo+fEAAAA3QAAAA8AAAAAAAAAAAAAAAAAmAIAAGRycy9k&#10;b3ducmV2LnhtbFBLBQYAAAAABAAEAPUAAACJAwAAAAA=&#10;" fillcolor="#f4b083 [1941]" strokecolor="red" strokeweight="1pt">
                  <v:stroke joinstyle="miter"/>
                </v:oval>
                <v:oval id="Oval 1456" o:spid="_x0000_s1256" style="position:absolute;left:7567;top:19544;width:1668;height:166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M9kMQA&#10;AADdAAAADwAAAGRycy9kb3ducmV2LnhtbERPTWvCQBC9F/wPyxS81V1LKppmI1IoLQUPGsXrmJ0m&#10;sdnZkF01/fduoeBtHu9zsuVgW3Gh3jeONUwnCgRx6UzDlYZd8f40B+EDssHWMWn4JQ/LfPSQYWrc&#10;lTd02YZKxBD2KWqoQ+hSKX1Zk0U/cR1x5L5dbzFE2FfS9HiN4baVz0rNpMWGY0ONHb3VVP5sz1bD&#10;afG1mQZ5PBb28LFPTokhpdZajx+H1SuIQEO4i//dnybOT15m8PdNP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PZDEAAAA3QAAAA8AAAAAAAAAAAAAAAAAmAIAAGRycy9k&#10;b3ducmV2LnhtbFBLBQYAAAAABAAEAPUAAACJAwAAAAA=&#10;" fillcolor="#f4b083 [1941]" strokecolor="red" strokeweight="1pt">
                  <v:stroke joinstyle="miter"/>
                </v:oval>
                <v:oval id="Oval 1457" o:spid="_x0000_s1257" style="position:absolute;left:10070;top:21855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+YC8QA&#10;AADdAAAADwAAAGRycy9kb3ducmV2LnhtbERPS2sCMRC+F/ofwhR6q4myat2aFRFKpeDBR/E6bqb7&#10;cDNZNqlu/70RCr3Nx/ec+aK3jbhQ5yvHGoYDBYI4d6biQsNh//7yCsIHZIONY9LwSx4W2ePDHFPj&#10;rrylyy4UIoawT1FDGUKbSunzkiz6gWuJI/ftOoshwq6QpsNrDLeNHCk1kRYrjg0ltrQqKT/vfqyG&#10;eva5HQZ5Ou3t8eMrqRNDSm20fn7ql28gAvXhX/znXps4PxlP4f5NPEF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fmAvEAAAA3QAAAA8AAAAAAAAAAAAAAAAAmAIAAGRycy9k&#10;b3ducmV2LnhtbFBLBQYAAAAABAAEAPUAAACJAwAAAAA=&#10;" fillcolor="#f4b083 [1941]" strokecolor="red" strokeweight="1pt">
                  <v:stroke joinstyle="miter"/>
                </v:oval>
                <v:oval id="Oval 1458" o:spid="_x0000_s1258" style="position:absolute;left:8821;top:20651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AMecYA&#10;AADdAAAADwAAAGRycy9kb3ducmV2LnhtbESPQWvCQBCF74L/YZlCb7priaVGV5FCaSl4UFu8jtkx&#10;ic3OhuxW4793DoXeZnhv3vtmsep9oy7UxTqwhcnYgCIugqu5tPC1fxu9gIoJ2WETmCzcKMJqORws&#10;MHfhylu67FKpJIRjjhaqlNpc61hU5DGOQ0ss2il0HpOsXaldh1cJ941+MuZZe6xZGips6bWi4mf3&#10;6y2cZ5/bSdLH494f3r+zc+bImI21jw/9eg4qUZ/+zX/XH07ws6ngyjcygl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AMecYAAADdAAAADwAAAAAAAAAAAAAAAACYAgAAZHJz&#10;L2Rvd25yZXYueG1sUEsFBgAAAAAEAAQA9QAAAIsDAAAAAA==&#10;" fillcolor="#f4b083 [1941]" strokecolor="red" strokeweight="1pt">
                  <v:stroke joinstyle="miter"/>
                </v:oval>
                <v:oval id="Oval 1459" o:spid="_x0000_s1259" style="position:absolute;left:8083;top:17312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p4sQA&#10;AADdAAAADwAAAGRycy9kb3ducmV2LnhtbERPTWvCQBC9F/oflin0VneVtGjMKqUgLYUeNIrXSXZM&#10;otnZkN1q/PduoeBtHu9zsuVgW3Gm3jeONYxHCgRx6UzDlYZtvnqZgvAB2WDrmDRcycNy8fiQYWrc&#10;hdd03oRKxBD2KWqoQ+hSKX1Zk0U/ch1x5A6utxgi7CtperzEcNvKiVJv0mLDsaHGjj5qKk+bX6vh&#10;OPtej4MsitzuP3fJMTGk1I/Wz0/D+xxEoCHcxf/uLxPnJ68z+Psmn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qeLEAAAA3QAAAA8AAAAAAAAAAAAAAAAAmAIAAGRycy9k&#10;b3ducmV2LnhtbFBLBQYAAAAABAAEAPUAAACJAwAAAAA=&#10;" fillcolor="#f4b083 [1941]" strokecolor="red" strokeweight="1pt">
                  <v:stroke joinstyle="miter"/>
                </v:oval>
                <v:oval id="Oval 1460" o:spid="_x0000_s1260" style="position:absolute;left:9652;top:18838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KwsYA&#10;AADdAAAADwAAAGRycy9kb3ducmV2LnhtbESPQWvCQBCF74X+h2UKvdVdSxBNXaUIUil40Fh6HbPT&#10;JDY7G7Krxn/fORS8zfDevPfNfDn4Vl2oj01gC+ORAUVcBtdwZeFQrF+moGJCdtgGJgs3irBcPD7M&#10;MXfhyju67FOlJIRjjhbqlLpc61jW5DGOQkcs2k/oPSZZ+0q7Hq8S7lv9asxEe2xYGmrsaFVT+bs/&#10;ewun2edunPTxWPjvj6/slDkyZmvt89Pw/gYq0ZDu5v/rjRP8bCL88o2Mo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rKwsYAAADdAAAADwAAAAAAAAAAAAAAAACYAgAAZHJz&#10;L2Rvd25yZXYueG1sUEsFBgAAAAAEAAQA9QAAAIsDAAAAAA==&#10;" fillcolor="#f4b083 [1941]" strokecolor="red" strokeweight="1pt">
                  <v:stroke joinstyle="miter"/>
                </v:oval>
                <v:oval id="Oval 1461" o:spid="_x0000_s1261" style="position:absolute;left:11250;top:20310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vWcMA&#10;AADdAAAADwAAAGRycy9kb3ducmV2LnhtbERPS2sCMRC+C/6HMEJvmmxZpG7NShGkpeDBF17HzXQf&#10;3UyWTarrv28KBW/z8T1nuRpsK67U+9qxhmSmQBAXztRcajgeNtMXED4gG2wdk4Y7eVjl49ESM+Nu&#10;vKPrPpQihrDPUEMVQpdJ6YuKLPqZ64gj9+V6iyHCvpSmx1sMt618VmouLdYcGyrsaF1R8b3/sRqa&#10;xecuCfJyOdjz+yltUkNKbbV+mgxvryACDeEh/nd/mDg/nSfw9008Qe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ZvWcMAAADdAAAADwAAAAAAAAAAAAAAAACYAgAAZHJzL2Rv&#10;d25yZXYueG1sUEsFBgAAAAAEAAQA9QAAAIgDAAAAAA==&#10;" fillcolor="#f4b083 [1941]" strokecolor="red" strokeweight="1pt">
                  <v:stroke joinstyle="miter"/>
                </v:oval>
                <v:oval id="Oval 1462" o:spid="_x0000_s1262" style="position:absolute;left:12869;top:21873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TxLsQA&#10;AADdAAAADwAAAGRycy9kb3ducmV2LnhtbERPTWvCQBC9C/0PyxR6091ICG3qGkpBLAUPUUuvY3ZM&#10;otnZkN1q/PfdQsHbPN7nLIrRduJCg28da0hmCgRx5UzLtYb9bjV9BuEDssHOMWm4kYdi+TBZYG7c&#10;lUu6bEMtYgj7HDU0IfS5lL5qyKKfuZ44ckc3WAwRDrU0A15juO3kXKlMWmw5NjTY03tD1Xn7YzWc&#10;Xj7LJMjDYWe/11/pKTWk1Ebrp8fx7RVEoDHcxf/uDxPnp9kc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E8S7EAAAA3QAAAA8AAAAAAAAAAAAAAAAAmAIAAGRycy9k&#10;b3ducmV2LnhtbFBLBQYAAAAABAAEAPUAAACJAwAAAAA=&#10;" fillcolor="#f4b083 [1941]" strokecolor="red" strokeweight="1pt">
                  <v:stroke joinstyle="miter"/>
                </v:oval>
                <v:oval id="Oval 1463" o:spid="_x0000_s1263" style="position:absolute;left:11360;top:24945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UtcMA&#10;AADdAAAADwAAAGRycy9kb3ducmV2LnhtbERPTYvCMBC9C/sfwgjeNFGLrNUoiyCKsAd1F69jM7bV&#10;ZlKaqPXfbxYW9jaP9znzZWsr8aDGl441DAcKBHHmTMm5hq/juv8Owgdkg5Vj0vAiD8vFW2eOqXFP&#10;3tPjEHIRQ9inqKEIoU6l9FlBFv3A1cSRu7jGYoiwyaVp8BnDbSVHSk2kxZJjQ4E1rQrKboe71XCd&#10;7vbDIM/noz1tvpNrYkipT6173fZjBiJQG/7Ff+6tifOTyRh+v4kn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hUtcMAAADdAAAADwAAAAAAAAAAAAAAAACYAgAAZHJzL2Rv&#10;d25yZXYueG1sUEsFBgAAAAAEAAQA9QAAAIgDAAAAAA==&#10;" fillcolor="#f4b083 [1941]" strokecolor="red" strokeweight="1pt">
                  <v:stroke joinstyle="miter"/>
                </v:oval>
                <v:oval id="Oval 1464" o:spid="_x0000_s1264" style="position:absolute;left:10475;top:24094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MwcIA&#10;AADdAAAADwAAAGRycy9kb3ducmV2LnhtbERPTYvCMBC9C/sfwix400Qp4lajyMLiInhQV7yOzdhW&#10;m0lpslr/vREEb/N4nzOdt7YSV2p86VjDoK9AEGfOlJxr+Nv99MYgfEA2WDkmDXfyMJ99dKaYGnfj&#10;DV23IRcxhH2KGooQ6lRKnxVk0fddTRy5k2sshgibXJoGbzHcVnKo1EhaLDk2FFjTd0HZZftvNZy/&#10;VptBkMfjzh6W++ScGFJqrXX3s11MQARqw1v8cv+aOD8ZJf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czBwgAAAN0AAAAPAAAAAAAAAAAAAAAAAJgCAABkcnMvZG93&#10;bnJldi54bWxQSwUGAAAAAAQABAD1AAAAhwMAAAAA&#10;" fillcolor="#f4b083 [1941]" strokecolor="red" strokeweight="1pt">
                  <v:stroke joinstyle="miter"/>
                </v:oval>
                <v:oval id="Oval 1465" o:spid="_x0000_s1265" style="position:absolute;left:11324;top:23067;width:1668;height:166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pWsQA&#10;AADdAAAADwAAAGRycy9kb3ducmV2LnhtbERPTWvCQBC9F/wPyxS81V1LKppmI1IoLQUPGsXrmJ0m&#10;sdnZkF01/fduoeBtHu9zsuVgW3Gh3jeONUwnCgRx6UzDlYZd8f40B+EDssHWMWn4JQ/LfPSQYWrc&#10;lTd02YZKxBD2KWqoQ+hSKX1Zk0U/cR1x5L5dbzFE2FfS9HiN4baVz0rNpMWGY0ONHb3VVP5sz1bD&#10;afG1mQZ5PBb28LFPTokhpdZajx+H1SuIQEO4i//dnybOT2Yv8PdNP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taVrEAAAA3QAAAA8AAAAAAAAAAAAAAAAAmAIAAGRycy9k&#10;b3ducmV2LnhtbFBLBQYAAAAABAAEAPUAAACJAwAAAAA=&#10;" fillcolor="#f4b083 [1941]" strokecolor="red" strokeweight="1pt">
                  <v:stroke joinstyle="miter"/>
                </v:oval>
                <v:oval id="Oval 1466" o:spid="_x0000_s1266" style="position:absolute;left:9210;top:15052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/3LcMA&#10;AADdAAAADwAAAGRycy9kb3ducmV2LnhtbERPS2vCQBC+F/wPywjeml0lBE1dpQhiEXrwhdcxO01i&#10;s7Mhu9X033cLgrf5+J4zX/a2ETfqfO1YwzhRIIgLZ2ouNRwP69cpCB+QDTaOScMveVguBi9zzI27&#10;845u+1CKGMI+Rw1VCG0upS8qsugT1xJH7st1FkOEXSlNh/cYbhs5USqTFmuODRW2tKqo+N7/WA3X&#10;2XY3DvJyOdjz5pReU0NKfWo9GvbvbyAC9eEpfrg/TJyfZhn8fx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/3LcMAAADdAAAADwAAAAAAAAAAAAAAAACYAgAAZHJzL2Rv&#10;d25yZXYueG1sUEsFBgAAAAAEAAQA9QAAAIgDAAAAAA==&#10;" fillcolor="#f4b083 [1941]" strokecolor="red" strokeweight="1pt">
                  <v:stroke joinstyle="miter"/>
                </v:oval>
                <v:oval id="Oval 1467" o:spid="_x0000_s1267" style="position:absolute;left:11288;top:16926;width:2773;height:277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StsQA&#10;AADdAAAADwAAAGRycy9kb3ducmV2LnhtbERPTWvCQBC9F/wPyxS81V0l2JpmIyKUloIHjeJ1zE6T&#10;2OxsyK6a/vuuUOhtHu9zsuVgW3Gl3jeONUwnCgRx6UzDlYZ98fb0AsIHZIOtY9LwQx6W+eghw9S4&#10;G2/puguViCHsU9RQh9ClUvqyJot+4jriyH253mKIsK+k6fEWw20rZ0rNpcWGY0ONHa1rKr93F6vh&#10;vPjcToM8nQp7fD8k58SQUhutx4/D6hVEoCH8i//cHybOT+bPcP8mn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zUrbEAAAA3QAAAA8AAAAAAAAAAAAAAAAAmAIAAGRycy9k&#10;b3ducmV2LnhtbFBLBQYAAAAABAAEAPUAAACJAwAAAAA=&#10;" fillcolor="#f4b083 [1941]" strokecolor="red" strokeweight="1pt">
                  <v:stroke joinstyle="miter"/>
                </v:oval>
                <v:oval id="Oval 1468" o:spid="_x0000_s1268" style="position:absolute;left:13365;top:18985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GxMYA&#10;AADdAAAADwAAAGRycy9kb3ducmV2LnhtbESPQWvCQBCF74X+h2UKvdVdSxBNXaUIUil40Fh6HbPT&#10;JDY7G7Krxn/fORS8zfDevPfNfDn4Vl2oj01gC+ORAUVcBtdwZeFQrF+moGJCdtgGJgs3irBcPD7M&#10;MXfhyju67FOlJIRjjhbqlLpc61jW5DGOQkcs2k/oPSZZ+0q7Hq8S7lv9asxEe2xYGmrsaFVT+bs/&#10;ewun2edunPTxWPjvj6/slDkyZmvt89Pw/gYq0ZDu5v/rjRP8bCK48o2Mo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zGxMYAAADdAAAADwAAAAAAAAAAAAAAAACYAgAAZHJz&#10;L2Rvd25yZXYueG1sUEsFBgAAAAAEAAQA9QAAAIsDAAAAAA==&#10;" fillcolor="#f4b083 [1941]" strokecolor="red" strokeweight="1pt">
                  <v:stroke joinstyle="miter"/>
                </v:oval>
                <v:oval id="Oval 1469" o:spid="_x0000_s1269" style="position:absolute;left:10949;top:12499;width:3328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BjX8IA&#10;AADdAAAADwAAAGRycy9kb3ducmV2LnhtbERPTYvCMBC9L/gfwgje1kQpotUoIogi7EFd8To2Y1tt&#10;JqWJ2v33mwVhb/N4nzNbtLYST2p86VjDoK9AEGfOlJxr+D6uP8cgfEA2WDkmDT/kYTHvfMwwNe7F&#10;e3oeQi5iCPsUNRQh1KmUPivIou+7mjhyV9dYDBE2uTQNvmK4reRQqZG0WHJsKLCmVUHZ/fCwGm6T&#10;3X4Q5OVytOfNKbklhpT60rrXbZdTEIHa8C9+u7cmzk9GE/j7Jp4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GNfwgAAAN0AAAAPAAAAAAAAAAAAAAAAAJgCAABkcnMvZG93&#10;bnJldi54bWxQSwUGAAAAAAQABAD1AAAAhwMAAAAA&#10;" fillcolor="#f4b083 [1941]" strokecolor="red" strokeweight="1pt">
                  <v:stroke joinstyle="miter"/>
                </v:oval>
                <v:oval id="Oval 1470" o:spid="_x0000_s1270" style="position:absolute;left:15722;top:17039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cH8YA&#10;AADdAAAADwAAAGRycy9kb3ducmV2LnhtbESPQWvCQBCF74L/YZlCb7prCbZGV5FCaSl4UFu8jtkx&#10;ic3OhuxW4793DoXeZnhv3vtmsep9oy7UxTqwhcnYgCIugqu5tPC1fxu9gIoJ2WETmCzcKMJqORws&#10;MHfhylu67FKpJIRjjhaqlNpc61hU5DGOQ0ss2il0HpOsXaldh1cJ941+MmaqPdYsDRW29FpR8bP7&#10;9RbOs8/tJOnjce8P79/ZOXNkzMbax4d+PQeVqE//5r/rDyf42bPwyzcygl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NcH8YAAADdAAAADwAAAAAAAAAAAAAAAACYAgAAZHJz&#10;L2Rvd25yZXYueG1sUEsFBgAAAAAEAAQA9QAAAIsDAAAAAA==&#10;" fillcolor="#f4b083 [1941]" strokecolor="red" strokeweight="1pt">
                  <v:stroke joinstyle="miter"/>
                </v:oval>
                <v:oval id="Oval 1471" o:spid="_x0000_s1271" style="position:absolute;left:13421;top:14623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/5hMMA&#10;AADdAAAADwAAAGRycy9kb3ducmV2LnhtbERPS2sCMRC+F/wPYYTearJlaXU1KyKUlkIPvvA6bsZ9&#10;uJksm1S3/74pFLzNx/ecxXKwrbhS72vHGpKJAkFcOFNzqWG/e3uagvAB2WDrmDT8kIdlPnpYYGbc&#10;jTd03YZSxBD2GWqoQugyKX1RkUU/cR1x5M6utxgi7EtperzFcNvKZ6VepMWaY0OFHa0rKi7bb6uh&#10;mX1ukiBPp509vh/SJjWk1JfWj+NhNQcRaAh38b/7w8T56WsCf9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/5hMMAAADdAAAADwAAAAAAAAAAAAAAAACYAgAAZHJzL2Rv&#10;d25yZXYueG1sUEsFBgAAAAAEAAQA9QAAAIgDAAAAAA==&#10;" fillcolor="#f4b083 [1941]" strokecolor="red" strokeweight="1pt">
                  <v:stroke joinstyle="miter"/>
                </v:oval>
                <v:oval id="Oval 1472" o:spid="_x0000_s1272" style="position:absolute;left:6410;top:15658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1n88MA&#10;AADdAAAADwAAAGRycy9kb3ducmV2LnhtbERPS4vCMBC+L/gfwgje1kQpu1qNIguLsrAHX3gdm7Gt&#10;NpPSRK3/3iwseJuP7znTeWsrcaPGl441DPoKBHHmTMm5ht32+30Ewgdkg5Vj0vAgD/NZ522KqXF3&#10;XtNtE3IRQ9inqKEIoU6l9FlBFn3f1cSRO7nGYoiwyaVp8B7DbSWHSn1IiyXHhgJr+ioou2yuVsN5&#10;/LMeBHk8bu1huU/OiSGlfrXuddvFBESgNrzE/+6VifOTzyH8fRN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1n88MAAADdAAAADwAAAAAAAAAAAAAAAACYAgAAZHJzL2Rv&#10;d25yZXYueG1sUEsFBgAAAAAEAAQA9QAAAIgDAAAAAA==&#10;" fillcolor="#f4b083 [1941]" strokecolor="red" strokeweight="1pt">
                  <v:stroke joinstyle="miter"/>
                </v:oval>
                <v:oval id="Oval 1473" o:spid="_x0000_s1273" style="position:absolute;left:7195;top:13053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CaMQA&#10;AADdAAAADwAAAGRycy9kb3ducmV2LnhtbERPTWvCQBC9C/0PyxR6093YYGvqGopQFMGD2uJ1zE6T&#10;2OxsyG41/vtuQfA2j/c5s7y3jThT52vHGpKRAkFcOFNzqeFz/zF8BeEDssHGMWm4kod8/jCYYWbc&#10;hbd03oVSxBD2GWqoQmgzKX1RkUU/ci1x5L5dZzFE2JXSdHiJ4baRY6Um0mLNsaHClhYVFT+7X6vh&#10;NF1vkyCPx709LL/SU2pIqY3WT4/9+xuIQH24i2/ulYnz05dn+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RwmjEAAAA3QAAAA8AAAAAAAAAAAAAAAAAmAIAAGRycy9k&#10;b3ducmV2LnhtbFBLBQYAAAAABAAEAPUAAACJAwAAAAA=&#10;" fillcolor="#f4b083 [1941]" strokecolor="red" strokeweight="1pt">
                  <v:stroke joinstyle="miter"/>
                </v:oval>
                <v:oval id="Oval 1474" o:spid="_x0000_s1274" style="position:absolute;left:8494;top:10266;width:3328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aHMQA&#10;AADdAAAADwAAAGRycy9kb3ducmV2LnhtbERPTWvCQBC9F/oflil4q7uR0NroKqUgSqEHjcXrmJ0m&#10;sdnZkF1j/PduoeBtHu9z5svBNqKnzteONSRjBYK4cKbmUsM+Xz1PQfiAbLBxTBqu5GG5eHyYY2bc&#10;hbfU70IpYgj7DDVUIbSZlL6oyKIfu5Y4cj+usxgi7EppOrzEcNvIiVIv0mLNsaHClj4qKn53Z6vh&#10;9Pa5TYI8HnN7WH+np9SQUl9aj56G9xmIQEO4i//dGxPnp68p/H0TT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WhzEAAAA3QAAAA8AAAAAAAAAAAAAAAAAmAIAAGRycy9k&#10;b3ducmV2LnhtbFBLBQYAAAAABAAEAPUAAACJAwAAAAA=&#10;" fillcolor="#f4b083 [1941]" strokecolor="red" strokeweight="1pt">
                  <v:stroke joinstyle="miter"/>
                </v:oval>
                <v:oval id="Oval 1475" o:spid="_x0000_s1275" style="position:absolute;left:3587;top:17484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ywOMMA&#10;AADdAAAADwAAAGRycy9kb3ducmV2LnhtbERPS2vCQBC+F/oflil4KbqJ2Koxq5SCoLfWFrwO2cmD&#10;ZGfT7Dau/94VCr3Nx/ecfBdMJ0YaXGNZQTpLQBAXVjdcKfj+2k9XIJxH1thZJgVXcrDbPj7kmGl7&#10;4U8aT74SMYRdhgpq7/tMSlfUZNDNbE8cudIOBn2EQyX1gJcYbjo5T5JXabDh2FBjT+81Fe3p1yiw&#10;8oPH9roO+vz806bhmLrSdkpNnsLbBoSn4P/Ff+6DjvMXyxe4fxN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ywOMMAAADdAAAADwAAAAAAAAAAAAAAAACYAgAAZHJzL2Rv&#10;d25yZXYueG1sUEsFBgAAAAAEAAQA9QAAAIgDAAAAAA==&#10;" fillcolor="#f4b083 [1941]" strokecolor="red" strokeweight="1pt">
                  <v:stroke joinstyle="miter"/>
                </v:oval>
                <v:oval id="Oval 1476" o:spid="_x0000_s1276" style="position:absolute;left:3778;top:15897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uT8MA&#10;AADdAAAADwAAAGRycy9kb3ducmV2LnhtbERPTWvCQBC9C/0PyxS8iG5Sito0GymFgt5qLPQ6ZMck&#10;JDubZrdx/fduoeBtHu9z8l0wvZhodK1lBekqAUFcWd1yreDr9LHcgnAeWWNvmRRcycGueJjlmGl7&#10;4SNNpa9FDGGXoYLG+yGT0lUNGXQrOxBH7mxHgz7CsZZ6xEsMN718SpK1NNhybGhwoPeGqq78NQqs&#10;/OSpu74E/b346dJwSN3Z9krNH8PbKwhPwd/F/+69jvOfN2v4+yae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4uT8MAAADdAAAADwAAAAAAAAAAAAAAAACYAgAAZHJzL2Rv&#10;d25yZXYueG1sUEsFBgAAAAAEAAQA9QAAAIgDAAAAAA==&#10;" fillcolor="#f4b083 [1941]" strokecolor="red" strokeweight="1pt">
                  <v:stroke joinstyle="miter"/>
                </v:oval>
                <v:oval id="Oval 1477" o:spid="_x0000_s1277" style="position:absolute;left:4694;top:14158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KL1MIA&#10;AADdAAAADwAAAGRycy9kb3ducmV2LnhtbERPS2vCQBC+C/6HZYReRDcpxUfMKqUgtLdqC16H7ORB&#10;srMxu8b133cLhd7m43tOfgimEyMNrrGsIF0mIIgLqxuuFHx/HRcbEM4ja+wsk4IHOTjsp5McM23v&#10;fKLx7CsRQ9hlqKD2vs+kdEVNBt3S9sSRK+1g0Ec4VFIPeI/hppPPSbKSBhuODTX29FZT0Z5vRoGV&#10;nzy2j23Ql/m1TcNH6krbKfU0C687EJ6C/xf/ud91nP+yXsPvN/EE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covUwgAAAN0AAAAPAAAAAAAAAAAAAAAAAJgCAABkcnMvZG93&#10;bnJldi54bWxQSwUGAAAAAAQABAD1AAAAhwMAAAAA&#10;" fillcolor="#f4b083 [1941]" strokecolor="red" strokeweight="1pt">
                  <v:stroke joinstyle="miter"/>
                </v:oval>
                <v:oval id="Oval 1478" o:spid="_x0000_s1278" style="position:absolute;left:5046;top:11336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0fpsUA&#10;AADdAAAADwAAAGRycy9kb3ducmV2LnhtbESPQWvCQBCF70L/wzKFXqRuIqJt6ipSENpb1UKvQ3ZM&#10;QrKzMbuN67/vHITeZnhv3vtmvU2uUyMNofFsIJ9loIhLbxuuDHyf9s8voEJEtth5JgM3CrDdPEzW&#10;WFh/5QONx1gpCeFQoIE6xr7QOpQ1OQwz3xOLdvaDwyjrUGk74FXCXafnWbbUDhuWhhp7eq+pbI+/&#10;zoDXXzy2t9dkf6aXNk+feTj7zpinx7R7AxUpxX/z/frDCv5iJbjyjY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7R+mxQAAAN0AAAAPAAAAAAAAAAAAAAAAAJgCAABkcnMv&#10;ZG93bnJldi54bWxQSwUGAAAAAAQABAD1AAAAigMAAAAA&#10;" fillcolor="#f4b083 [1941]" strokecolor="red" strokeweight="1pt">
                  <v:stroke joinstyle="miter"/>
                </v:oval>
                <v:oval id="Oval 1479" o:spid="_x0000_s1279" style="position:absolute;left:5989;top:8124;width:3327;height:332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G6PcIA&#10;AADdAAAADwAAAGRycy9kb3ducmV2LnhtbERPTWvCQBC9F/oflil4KbqJSNXUVUQo6M3GQq9DdkxC&#10;srNpdhvXf+8Kgrd5vM9ZbYJpxUC9qy0rSCcJCOLC6ppLBT+nr/EChPPIGlvLpOBKDjbr15cVZtpe&#10;+JuG3JcihrDLUEHlfZdJ6YqKDLqJ7Ygjd7a9QR9hX0rd4yWGm1ZOk+RDGqw5NlTY0a6iosn/jQIr&#10;jzw012XQv+9/TRoOqTvbVqnRW9h+gvAU/FP8cO91nD+bL+H+TT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obo9wgAAAN0AAAAPAAAAAAAAAAAAAAAAAJgCAABkcnMvZG93&#10;bnJldi54bWxQSwUGAAAAAAQABAD1AAAAhwMAAAAA&#10;" fillcolor="#f4b083 [1941]" strokecolor="red" strokeweight="1pt">
                  <v:stroke joinstyle="miter"/>
                </v:oval>
                <v:oval id="Oval 1480" o:spid="_x0000_s1280" style="position:absolute;left:2665;top:16591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5jh8QA&#10;AADdAAAADwAAAGRycy9kb3ducmV2LnhtbESPQWvCQBCF7wX/wzJCL0U3KaVodBUpCHprbcHrkB2T&#10;kOxszG7j+u+dQ6G3Gd6b975Zb5Pr1EhDaDwbyOcZKOLS24YrAz/f+9kCVIjIFjvPZOBOAbabydMa&#10;C+tv/EXjKVZKQjgUaKCOsS+0DmVNDsPc98SiXfzgMMo6VNoOeJNw1+nXLHvXDhuWhhp7+qipbE+/&#10;zoDXnzy292Wy55drm6djHi6+M+Z5mnYrUJFS/Df/XR+s4L8thF++kRH0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OY4fEAAAA3QAAAA8AAAAAAAAAAAAAAAAAmAIAAGRycy9k&#10;b3ducmV2LnhtbFBLBQYAAAAABAAEAPUAAACJAwAAAAA=&#10;" fillcolor="#f4b083 [1941]" strokecolor="red" strokeweight="1pt">
                  <v:stroke joinstyle="miter"/>
                </v:oval>
                <v:oval id="Oval 1481" o:spid="_x0000_s1281" style="position:absolute;left:2415;top:14591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LGHMIA&#10;AADdAAAADwAAAGRycy9kb3ducmV2LnhtbERPyWrDMBC9F/IPYgK9lER2KMVxooRSKKS3NgnkOljj&#10;BVsjx1Jt+e+rQqG3ebx19sdgOjHS4BrLCtJ1AoK4sLrhSsH18r7KQDiPrLGzTApmcnA8LB72mGs7&#10;8ReNZ1+JGMIuRwW1930upStqMujWtieOXGkHgz7CoZJ6wCmGm05ukuRFGmw4NtTY01tNRXv+Ngqs&#10;/OSxnbdB357ubRo+UlfaTqnHZXjdgfAU/L/4z33Scf5zlsLvN/EE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AsYcwgAAAN0AAAAPAAAAAAAAAAAAAAAAAJgCAABkcnMvZG93&#10;bnJldi54bWxQSwUGAAAAAAQABAD1AAAAhwMAAAAA&#10;" fillcolor="#f4b083 [1941]" strokecolor="red" strokeweight="1pt">
                  <v:stroke joinstyle="miter"/>
                </v:oval>
                <v:oval id="Oval 1482" o:spid="_x0000_s1282" style="position:absolute;left:3117;top:12570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Ya8EA&#10;AADdAAAADwAAAGRycy9kb3ducmV2LnhtbERPTYvCMBC9C/6HMMJeRNOKLFqNIoLg3lZ3wevQjG1p&#10;M6lNrPHfbwRhb/N4n7PeBtOInjpXWVaQThMQxLnVFRcKfn8OkwUI55E1NpZJwZMcbDfDwRozbR98&#10;ov7sCxFD2GWooPS+zaR0eUkG3dS2xJG72s6gj7ArpO7wEcNNI2dJ8ikNVhwbSmxpX1Jen+9GgZXf&#10;3NfPZdCX8a1Ow1fqrrZR6mMUdisQnoL/F7/dRx3nzxczeH0TT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QWGvBAAAA3QAAAA8AAAAAAAAAAAAAAAAAmAIAAGRycy9kb3du&#10;cmV2LnhtbFBLBQYAAAAABAAEAPUAAACGAwAAAAA=&#10;" fillcolor="#f4b083 [1941]" strokecolor="red" strokeweight="1pt">
                  <v:stroke joinstyle="miter"/>
                </v:oval>
                <v:oval id="Oval 1483" o:spid="_x0000_s1283" style="position:absolute;left:1851;top:15825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98MIA&#10;AADdAAAADwAAAGRycy9kb3ducmV2LnhtbERPS2vCQBC+C/6HZYReRDdppWjMKqUgtLdqBa9DdvIg&#10;2dmYXeP677uFQm/z8T0n3wfTiZEG11hWkC4TEMSF1Q1XCs7fh8UahPPIGjvLpOBBDva76STHTNs7&#10;H2k8+UrEEHYZKqi97zMpXVGTQbe0PXHkSjsY9BEOldQD3mO46eRzkrxKgw3Hhhp7eq+paE83o8DK&#10;Lx7bxyboy/zapuEzdaXtlHqahbctCE/B/4v/3B86zl+tX+D3m3iC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P3wwgAAAN0AAAAPAAAAAAAAAAAAAAAAAJgCAABkcnMvZG93&#10;bnJldi54bWxQSwUGAAAAAAQABAD1AAAAhwMAAAAA&#10;" fillcolor="#f4b083 [1941]" strokecolor="red" strokeweight="1pt">
                  <v:stroke joinstyle="miter"/>
                </v:oval>
                <v:oval id="Oval 1484" o:spid="_x0000_s1284" style="position:absolute;left:3099;top:9231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lhMEA&#10;AADdAAAADwAAAGRycy9kb3ducmV2LnhtbERPTYvCMBC9C/6HMIIX0bQi4lajLMLCenNV2OvQjG1p&#10;M+k2scZ/b4QFb/N4n7PZBdOInjpXWVaQzhIQxLnVFRcKLuev6QqE88gaG8uk4EEOdtvhYIOZtnf+&#10;of7kCxFD2GWooPS+zaR0eUkG3cy2xJG72s6gj7ArpO7wHsNNI+dJspQGK44NJba0LymvTzejwMoj&#10;9/XjI+jfyV+dhkPqrrZRajwKn2sQnoJ/i//d3zrOX6wW8Pomni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1ZYTBAAAA3QAAAA8AAAAAAAAAAAAAAAAAmAIAAGRycy9kb3du&#10;cmV2LnhtbFBLBQYAAAAABAAEAPUAAACGAwAAAAA=&#10;" fillcolor="#f4b083 [1941]" strokecolor="red" strokeweight="1pt">
                  <v:stroke joinstyle="miter"/>
                </v:oval>
                <v:oval id="Oval 1485" o:spid="_x0000_s1285" style="position:absolute;left:20544;top:18699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PoMMA&#10;AADdAAAADwAAAGRycy9kb3ducmV2LnhtbERPTYvCMBC9C/sfwgh700SpotUoiyCKsAd1F69jM7bV&#10;ZlKarNZ/vxEW9jaP9znzZWsrcafGl441DPoKBHHmTMm5hq/jujcB4QOywcoxaXiSh+XirTPH1LgH&#10;7+l+CLmIIexT1FCEUKdS+qwgi77vauLIXVxjMUTY5NI0+IjhtpJDpcbSYsmxocCaVgVlt8OP1XCd&#10;7vaDIM/noz1tvpNrYkipT63fu+3HDESgNvyL/9xbE+cnkxG8vo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GPoMMAAADdAAAADwAAAAAAAAAAAAAAAACYAgAAZHJzL2Rv&#10;d25yZXYueG1sUEsFBgAAAAAEAAQA9QAAAIgDAAAAAA==&#10;" fillcolor="#f4b083 [1941]" strokecolor="red" strokeweight="1pt">
                  <v:stroke joinstyle="miter"/>
                </v:oval>
                <v:oval id="Oval 1486" o:spid="_x0000_s1286" style="position:absolute;left:19769;top:17873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eaMIA&#10;AADdAAAADwAAAGRycy9kb3ducmV2LnhtbERPyWrDMBC9F/oPYgq9lER2CcF1ooRSKDS3bNDrYI0X&#10;LI1cS3WUv48Khdzm8dZZb6M1YqLRd44V5PMMBHHldMeNgvPpc1aA8AFZo3FMCq7kYbt5fFhjqd2F&#10;DzQdQyNSCPsSFbQhDKWUvmrJop+7gThxtRsthgTHRuoRLyncGvmaZUtpsePU0OJAHy1V/fHXKnBy&#10;z1N/fYv6++Wnz+Mu97UzSj0/xfcViEAx3MX/7i+d5i+KJfx9k06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615owgAAAN0AAAAPAAAAAAAAAAAAAAAAAJgCAABkcnMvZG93&#10;bnJldi54bWxQSwUGAAAAAAQABAD1AAAAhwMAAAAA&#10;" fillcolor="#f4b083 [1941]" strokecolor="red" strokeweight="1pt">
                  <v:stroke joinstyle="miter"/>
                </v:oval>
                <v:oval id="Oval 1487" o:spid="_x0000_s1287" style="position:absolute;left:19960;top:16286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788IA&#10;AADdAAAADwAAAGRycy9kb3ducmV2LnhtbERPS2vCQBC+C/6HZYReRDcpxWrMKqUgtLdqBa9DdvIg&#10;2dmYXeP677uFQm/z8T0n3wfTiZEG11hWkC4TEMSF1Q1XCs7fh8UahPPIGjvLpOBBDva76STHTNs7&#10;H2k8+UrEEHYZKqi97zMpXVGTQbe0PXHkSjsY9BEOldQD3mO46eRzkqykwYZjQ409vddUtKebUWDl&#10;F4/tYxP0ZX5t0/CZutJ2Sj3NwtsWhKfg/8V/7g8d57+sX+H3m3iC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/vzwgAAAN0AAAAPAAAAAAAAAAAAAAAAAJgCAABkcnMvZG93&#10;bnJldi54bWxQSwUGAAAAAAQABAD1AAAAhwMAAAAA&#10;" fillcolor="#f4b083 [1941]" strokecolor="red" strokeweight="1pt">
                  <v:stroke joinstyle="miter"/>
                </v:oval>
                <v:oval id="Oval 1488" o:spid="_x0000_s1288" style="position:absolute;left:18847;top:16980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vgcQA&#10;AADdAAAADwAAAGRycy9kb3ducmV2LnhtbESPQWvCQBCF7wX/wzJCL0U3KaVodBUpCHprbcHrkB2T&#10;kOxszG7j+u+dQ6G3Gd6b975Zb5Pr1EhDaDwbyOcZKOLS24YrAz/f+9kCVIjIFjvPZOBOAbabydMa&#10;C+tv/EXjKVZKQjgUaKCOsS+0DmVNDsPc98SiXfzgMMo6VNoOeJNw1+nXLHvXDhuWhhp7+qipbE+/&#10;zoDXnzy292Wy55drm6djHi6+M+Z5mnYrUJFS/Df/XR+s4L8tBFe+kRH0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4b4HEAAAA3QAAAA8AAAAAAAAAAAAAAAAAmAIAAGRycy9k&#10;b3ducmV2LnhtbFBLBQYAAAAABAAEAPUAAACJAwAAAAA=&#10;" fillcolor="#f4b083 [1941]" strokecolor="red" strokeweight="1pt">
                  <v:stroke joinstyle="miter"/>
                </v:oval>
                <v:oval id="Oval 1489" o:spid="_x0000_s1289" style="position:absolute;left:18598;top:14980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KGsIA&#10;AADdAAAADwAAAGRycy9kb3ducmV2LnhtbERPTWvDMAy9F/YfjAq7lNXJGKVN64ZSGGy3LS3sKmI1&#10;CYnlLPYS59/Pg0FverxPHfJgOjHS4BrLCtJ1AoK4tLrhSsH18vq0BeE8ssbOMimYyUF+fFgcMNN2&#10;4k8aC1+JGMIuQwW1930mpStrMujWtieO3M0OBn2EQyX1gFMMN518TpKNNNhwbKixp3NNZVv8GAVW&#10;fvDYzrugv1bfbRreU3eznVKPy3Dag/AU/F38737Tcf7Ldgd/38QT5P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MoawgAAAN0AAAAPAAAAAAAAAAAAAAAAAJgCAABkcnMvZG93&#10;bnJldi54bWxQSwUGAAAAAAQABAD1AAAAhwMAAAAA&#10;" fillcolor="#f4b083 [1941]" strokecolor="red" strokeweight="1pt">
                  <v:stroke joinstyle="miter"/>
                </v:oval>
                <v:oval id="Oval 1490" o:spid="_x0000_s1290" style="position:absolute;left:19299;top:12960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1WsQA&#10;AADdAAAADwAAAGRycy9kb3ducmV2LnhtbESPQWvCQBCF7wX/wzJCL0U3KaVodBUpCHprbcHrkB2T&#10;kOxszG7j+u+dQ6G3Gd6b975Zb5Pr1EhDaDwbyOcZKOLS24YrAz/f+9kCVIjIFjvPZOBOAbabydMa&#10;C+tv/EXjKVZKQjgUaKCOsS+0DmVNDsPc98SiXfzgMMo6VNoOeJNw1+nXLHvXDhuWhhp7+qipbE+/&#10;zoDXnzy292Wy55drm6djHi6+M+Z5mnYrUJFS/Df/XR+s4L8thV++kRH0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X9VrEAAAA3QAAAA8AAAAAAAAAAAAAAAAAmAIAAGRycy9k&#10;b3ducmV2LnhtbFBLBQYAAAAABAAEAPUAAACJAwAAAAA=&#10;" fillcolor="#f4b083 [1941]" strokecolor="red" strokeweight="1pt">
                  <v:stroke joinstyle="miter"/>
                </v:oval>
                <v:oval id="Oval 1491" o:spid="_x0000_s1291" style="position:absolute;left:18033;top:16214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tQwcIA&#10;AADdAAAADwAAAGRycy9kb3ducmV2LnhtbERPyWrDMBC9F/IPYgK9lER2KCV2ooRSKKS3NgnkOljj&#10;BVsjx1Jt+e+rQqG3ebx19sdgOjHS4BrLCtJ1AoK4sLrhSsH18r7agnAeWWNnmRTM5OB4WDzsMdd2&#10;4i8az74SMYRdjgpq7/tcSlfUZNCtbU8cudIOBn2EQyX1gFMMN53cJMmLNNhwbKixp7eaivb8bRRY&#10;+cljO2dB357ubRo+UlfaTqnHZXjdgfAU/L/4z33Scf5zlsLvN/EE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21DBwgAAAN0AAAAPAAAAAAAAAAAAAAAAAJgCAABkcnMvZG93&#10;bnJldi54bWxQSwUGAAAAAAQABAD1AAAAhwMAAAAA&#10;" fillcolor="#f4b083 [1941]" strokecolor="red" strokeweight="1pt">
                  <v:stroke joinstyle="miter"/>
                </v:oval>
                <v:oval id="Oval 1492" o:spid="_x0000_s1292" style="position:absolute;left:17112;top:15321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OtsEA&#10;AADdAAAADwAAAGRycy9kb3ducmV2LnhtbERPTYvCMBC9C/6HMMJeRNOKLFqNIoLg3lZ3wevQjG1p&#10;M6lNrPHfbwRhb/N4n7PeBtOInjpXWVaQThMQxLnVFRcKfn8OkwUI55E1NpZJwZMcbDfDwRozbR98&#10;ov7sCxFD2GWooPS+zaR0eUkG3dS2xJG72s6gj7ArpO7wEcNNI2dJ8ikNVhwbSmxpX1Jen+9GgZXf&#10;3NfPZdCX8a1Ow1fqrrZR6mMUdisQnoL/F7/dRx3nz5czeH0TT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JzrbBAAAA3QAAAA8AAAAAAAAAAAAAAAAAmAIAAGRycy9kb3du&#10;cmV2LnhtbFBLBQYAAAAABAAEAPUAAACGAwAAAAA=&#10;" fillcolor="#f4b083 [1941]" strokecolor="red" strokeweight="1pt">
                  <v:stroke joinstyle="miter"/>
                </v:oval>
                <v:oval id="Oval 1493" o:spid="_x0000_s1293" style="position:absolute;left:16326;top:14527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VrLcIA&#10;AADdAAAADwAAAGRycy9kb3ducmV2LnhtbERPTWvCQBC9F/oflil4KbqJFtHUVUQo6M3GQq9DdkxC&#10;srNpdhvXf+8Kgrd5vM9ZbYJpxUC9qy0rSCcJCOLC6ppLBT+nr/EChPPIGlvLpOBKDjbr15cVZtpe&#10;+JuG3JcihrDLUEHlfZdJ6YqKDLqJ7Ygjd7a9QR9hX0rd4yWGm1ZOk2QuDdYcGyrsaFdR0eT/RoGV&#10;Rx6a6zLo3/e/Jg2H1J1tq9ToLWw/QXgK/il+uPc6zv9YzuD+TT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RWstwgAAAN0AAAAPAAAAAAAAAAAAAAAAAJgCAABkcnMvZG93&#10;bnJldi54bWxQSwUGAAAAAAQABAD1AAAAhwMAAAAA&#10;" fillcolor="#f4b083 [1941]" strokecolor="red" strokeweight="1pt">
                  <v:stroke joinstyle="miter"/>
                </v:oval>
                <v:oval id="Oval 1494" o:spid="_x0000_s1294" style="position:absolute;left:17453;top:13733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zWcIA&#10;AADdAAAADwAAAGRycy9kb3ducmV2LnhtbERPTWvDMAy9D/ofjAq7jNXJCKPN6pYyKHS3NRv0KmI1&#10;CYnlNPYS59/Pg8JuerxPbffBdGKkwTWWFaSrBARxaXXDlYLvr+PzGoTzyBo7y6RgJgf73eJhi7m2&#10;E59pLHwlYgi7HBXU3ve5lK6syaBb2Z44clc7GPQRDpXUA04x3HTyJUlepcGGY0ONPb3XVLbFj1Fg&#10;5SeP7bwJ+vJ0a9Pwkbqr7ZR6XIbDGwhPwf+L7+6TjvOzTQZ/38QT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rPNZwgAAAN0AAAAPAAAAAAAAAAAAAAAAAJgCAABkcnMvZG93&#10;bnJldi54bWxQSwUGAAAAAAQABAD1AAAAhwMAAAAA&#10;" fillcolor="#f4b083 [1941]" strokecolor="red" strokeweight="1pt">
                  <v:stroke joinstyle="miter"/>
                </v:oval>
                <v:oval id="Oval 1495" o:spid="_x0000_s1295" style="position:absolute;left:17434;top:11200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BWwsIA&#10;AADdAAAADwAAAGRycy9kb3ducmV2LnhtbERPTWvCQBC9F/oflil4KbqJWNHUVUQo6M3GQq9DdkxC&#10;srNpdhvXf+8Kgrd5vM9ZbYJpxUC9qy0rSCcJCOLC6ppLBT+nr/EChPPIGlvLpOBKDjbr15cVZtpe&#10;+JuG3JcihrDLUEHlfZdJ6YqKDLqJ7Ygjd7a9QR9hX0rd4yWGm1ZOk2QuDdYcGyrsaFdR0eT/RoGV&#10;Rx6a6zLo3/e/Jg2H1J1tq9ToLWw/QXgK/il+uPc6zp8tP+D+TT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4FbCwgAAAN0AAAAPAAAAAAAAAAAAAAAAAJgCAABkcnMvZG93&#10;bnJldi54bWxQSwUGAAAAAAQABAD1AAAAhwMAAAAA&#10;" fillcolor="#f4b083 [1941]" strokecolor="red" strokeweight="1pt">
                  <v:stroke joinstyle="miter"/>
                </v:oval>
                <v:oval id="Oval 1496" o:spid="_x0000_s1296" style="position:absolute;left:15405;top:13633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ItcEA&#10;AADdAAAADwAAAGRycy9kb3ducmV2LnhtbERPTYvCMBC9C/6HMIIX0bSyiFajiCC4t113wevQjG1p&#10;M6lNrPHfbwRhb/N4n7PZBdOInjpXWVaQzhIQxLnVFRcKfn+O0yUI55E1NpZJwZMc7LbDwQYzbR/8&#10;Tf3ZFyKGsMtQQel9m0np8pIMupltiSN3tZ1BH2FXSN3hI4abRs6TZCENVhwbSmzpUFJen+9GgZVf&#10;3NfPVdCXya1Ow2fqrrZRajwK+zUIT8H/i9/uk47zP1YLeH0TT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yyLXBAAAA3QAAAA8AAAAAAAAAAAAAAAAAmAIAAGRycy9kb3du&#10;cmV2LnhtbFBLBQYAAAAABAAEAPUAAACGAwAAAAA=&#10;" fillcolor="#f4b083 [1941]" strokecolor="red" strokeweight="1pt">
                  <v:stroke joinstyle="miter"/>
                </v:oval>
                <v:oval id="Oval 1497" o:spid="_x0000_s1297" style="position:absolute;left:16238;top:12574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5tLsIA&#10;AADdAAAADwAAAGRycy9kb3ducmV2LnhtbERPTWvCQBC9F/oflil4KbqJSNXUVUQo6M3GQq9DdkxC&#10;srNpdhvXf+8Kgrd5vM9ZbYJpxUC9qy0rSCcJCOLC6ppLBT+nr/EChPPIGlvLpOBKDjbr15cVZtpe&#10;+JuG3JcihrDLUEHlfZdJ6YqKDLqJ7Ygjd7a9QR9hX0rd4yWGm1ZOk+RDGqw5NlTY0a6iosn/jQIr&#10;jzw012XQv+9/TRoOqTvbVqnRW9h+gvAU/FP8cO91nD9bzuH+TT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fm0uwgAAAN0AAAAPAAAAAAAAAAAAAAAAAJgCAABkcnMvZG93&#10;bnJldi54bWxQSwUGAAAAAAQABAD1AAAAhwMAAAAA&#10;" fillcolor="#f4b083 [1941]" strokecolor="red" strokeweight="1pt">
                  <v:stroke joinstyle="miter"/>
                </v:oval>
                <v:oval id="Oval 1498" o:spid="_x0000_s1298" style="position:absolute;left:15856;top:9613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H5XMQA&#10;AADdAAAADwAAAGRycy9kb3ducmV2LnhtbESPQWvCQBCF7wX/wzJCL0U3KaVodBUpCHprbcHrkB2T&#10;kOxszG7j+u+dQ6G3Gd6b975Zb5Pr1EhDaDwbyOcZKOLS24YrAz/f+9kCVIjIFjvPZOBOAbabydMa&#10;C+tv/EXjKVZKQjgUaKCOsS+0DmVNDsPc98SiXfzgMMo6VNoOeJNw1+nXLHvXDhuWhhp7+qipbE+/&#10;zoDXnzy292Wy55drm6djHi6+M+Z5mnYrUJFS/Df/XR+s4L8tBVe+kRH0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h+VzEAAAA3QAAAA8AAAAAAAAAAAAAAAAAmAIAAGRycy9k&#10;b3ducmV2LnhtbFBLBQYAAAAABAAEAPUAAACJAwAAAAA=&#10;" fillcolor="#f4b083 [1941]" strokecolor="red" strokeweight="1pt">
                  <v:stroke joinstyle="miter"/>
                </v:oval>
                <v:oval id="Oval 1499" o:spid="_x0000_s1299" style="position:absolute;left:14591;top:12867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1cx8IA&#10;AADdAAAADwAAAGRycy9kb3ducmV2LnhtbERPTWvCQBC9C/0PyxR6Ed1ESjGpmyCCYG+tCl6H7JiE&#10;ZGfT7BrXf98tFHqbx/ucTRlMLyYaXWtZQbpMQBBXVrdcKzif9os1COeRNfaWScGDHJTF02yDubZ3&#10;/qLp6GsRQ9jlqKDxfsildFVDBt3SDsSRu9rRoI9wrKUe8R7DTS9XSfImDbYcGxocaNdQ1R1vRoGV&#10;nzx1jyzoy/y7S8NH6q62V+rlOWzfQXgK/l/85z7oOP81y+D3m3iC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VzHwgAAAN0AAAAPAAAAAAAAAAAAAAAAAJgCAABkcnMvZG93&#10;bnJldi54bWxQSwUGAAAAAAQABAD1AAAAhwMAAAAA&#10;" fillcolor="#f4b083 [1941]" strokecolor="red" strokeweight="1pt">
                  <v:stroke joinstyle="miter"/>
                </v:oval>
                <v:oval id="Oval 1500" o:spid="_x0000_s1300" style="position:absolute;left:13669;top:11974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vQMQA&#10;AADdAAAADwAAAGRycy9kb3ducmV2LnhtbESPQWvCQBCF7wX/wzJCL0U3KbRodBUpCPbWquB1yI5J&#10;SHY2Zrdx/fedQ6G3Gd6b975Zb5Pr1EhDaDwbyOcZKOLS24YrA+fTfrYAFSKyxc4zGXhQgO1m8rTG&#10;wvo7f9N4jJWSEA4FGqhj7AutQ1mTwzD3PbFoVz84jLIOlbYD3iXcdfo1y961w4alocaePmoq2+OP&#10;M+D1F4/tY5ns5eXW5ukzD1ffGfM8TbsVqEgp/pv/rg9W8N8y4ZdvZA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8b0DEAAAA3QAAAA8AAAAAAAAAAAAAAAAAmAIAAGRycy9k&#10;b3ducmV2LnhtbFBLBQYAAAAABAAEAPUAAACJAwAAAAA=&#10;" fillcolor="#f4b083 [1941]" strokecolor="red" strokeweight="1pt">
                  <v:stroke joinstyle="miter"/>
                </v:oval>
                <v:oval id="Oval 1501" o:spid="_x0000_s1301" style="position:absolute;left:15068;top:11346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K28AA&#10;AADdAAAADwAAAGRycy9kb3ducmV2LnhtbERPTYvCMBC9L/gfwgheFk0ruGg1yrIg6E3dBa9DM7al&#10;zaQ2scZ/bwRhb/N4n7PaBNOInjpXWVaQThIQxLnVFRcK/n634zkI55E1NpZJwYMcbNaDjxVm2t75&#10;SP3JFyKGsMtQQel9m0np8pIMuoltiSN3sZ1BH2FXSN3hPYabRk6T5EsarDg2lNjST0l5fboZBVYe&#10;uK8fi6DPn9c6DfvUXWyj1GgYvpcgPAX/L367dzrOnyUpvL6JJ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DK28AAAADdAAAADwAAAAAAAAAAAAAAAACYAgAAZHJzL2Rvd25y&#10;ZXYueG1sUEsFBgAAAAAEAAQA9QAAAIUDAAAAAA==&#10;" fillcolor="#f4b083 [1941]" strokecolor="red" strokeweight="1pt">
                  <v:stroke joinstyle="miter"/>
                </v:oval>
                <v:oval id="Oval 1502" o:spid="_x0000_s1302" style="position:absolute;left:13853;top:10186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UrMIA&#10;AADdAAAADwAAAGRycy9kb3ducmV2LnhtbERPyWrDMBC9B/oPYgq9hFh2oKF1LIcSKLS3NCn0Oljj&#10;BVsj11Ic5e+jQiG3ebx1il0wg5hpcp1lBVmSgiCurO64UfB9el+9gHAeWeNgmRRcycGufFgUmGt7&#10;4S+aj74RMYRdjgpa78dcSle1ZNAldiSOXG0ngz7CqZF6wksMN4Ncp+lGGuw4NrQ40r6lqj+ejQIr&#10;Dzz319egf5a/fRY+M1fbQamnx/C2BeEp+Lv43/2h4/zndA1/38QT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4lSswgAAAN0AAAAPAAAAAAAAAAAAAAAAAJgCAABkcnMvZG93&#10;bnJldi54bWxQSwUGAAAAAAQABAD1AAAAhwMAAAAA&#10;" fillcolor="#f4b083 [1941]" strokecolor="red" strokeweight="1pt">
                  <v:stroke joinstyle="miter"/>
                </v:oval>
                <v:oval id="Oval 1503" o:spid="_x0000_s1303" style="position:absolute;left:12878;top:11246;width:1112;height:111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7xN8IA&#10;AADdAAAADwAAAGRycy9kb3ducmV2LnhtbERPS2vCQBC+F/oflin0UnSTiqWm2YgIQr35KPQ6ZMck&#10;JDubZte4/vuuIHibj+85+TKYTow0uMaygnSagCAurW64UvBz3Ew+QTiPrLGzTAqu5GBZPD/lmGl7&#10;4T2NB1+JGMIuQwW1930mpStrMuimtieO3MkOBn2EQyX1gJcYbjr5niQf0mDDsaHGntY1le3hbBRY&#10;ueOxvS6C/n37a9OwTd3Jdkq9voTVFwhPwT/Ed/e3jvPnyQxu38QT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vE3wgAAAN0AAAAPAAAAAAAAAAAAAAAAAJgCAABkcnMvZG93&#10;bnJldi54bWxQSwUGAAAAAAQABAD1AAAAhwMAAAAA&#10;" fillcolor="#f4b083 [1941]" strokecolor="red" strokeweight="1pt">
                  <v:stroke joinstyle="miter"/>
                </v:oval>
                <v:oval id="Oval 1504" o:spid="_x0000_s1304" style="position:absolute;left:16684;top:6028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pQ8IA&#10;AADdAAAADwAAAGRycy9kb3ducmV2LnhtbERPS2vCQBC+F/oflin0UnSToqWm2YgIQr35KPQ6ZMck&#10;JDubZte4/vuuIHibj+85+TKYTow0uMaygnSagCAurW64UvBz3Ew+QTiPrLGzTAqu5GBZPD/lmGl7&#10;4T2NB1+JGMIuQwW1930mpStrMuimtieO3MkOBn2EQyX1gJcYbjr5niQf0mDDsaHGntY1le3hbBRY&#10;ueOxvS6C/n37a9OwTd3Jdkq9voTVFwhPwT/Ed/e3jvPnyQxu38QT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R2lDwgAAAN0AAAAPAAAAAAAAAAAAAAAAAJgCAABkcnMvZG93&#10;bnJldi54bWxQSwUGAAAAAAQABAD1AAAAhwMAAAAA&#10;" fillcolor="#f4b083 [1941]" strokecolor="red" strokeweight="1pt">
                  <v:stroke joinstyle="miter"/>
                </v:oval>
                <v:oval id="Oval 1505" o:spid="_x0000_s1305" style="position:absolute;left:10915;top:7851;width:3327;height:332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vM2MIA&#10;AADdAAAADwAAAGRycy9kb3ducmV2LnhtbERPTWvDMAy9D/ofjAq7jNbJoGNN44QyGKy3rR30KmI1&#10;CYnlNPYS99/Xg8FuerxP5WUwvZhodK1lBek6AUFcWd1yreD79L56BeE8ssbeMim4kYOyWDzkmGk7&#10;8xdNR1+LGMIuQwWN90MmpasaMujWdiCO3MWOBn2EYy31iHMMN718TpIXabDl2NDgQG8NVd3xxyiw&#10;8pOn7rYN+vx07dJwSN3F9ko9LsN+B8JT8P/iP/eHjvM3yQZ+v4kn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8zYwgAAAN0AAAAPAAAAAAAAAAAAAAAAAJgCAABkcnMvZG93&#10;bnJldi54bWxQSwUGAAAAAAQABAD1AAAAhwMAAAAA&#10;" fillcolor="#f4b083 [1941]" strokecolor="red" strokeweight="1pt">
                  <v:stroke joinstyle="miter"/>
                </v:oval>
                <v:oval id="Oval 1506" o:spid="_x0000_s1306" style="position:absolute;left:17017;top:8170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Sr8IA&#10;AADdAAAADwAAAGRycy9kb3ducmV2LnhtbERPTWvDMAy9D/ofjAq7jNbJYKVN45QyGGy3LS30KmI1&#10;CYnlNPZS59/Pg8FuerxP5YdgejHR6FrLCtJ1AoK4srrlWsH59LbagnAeWWNvmRTM5OBQLB5yzLS9&#10;8xdNpa9FDGGXoYLG+yGT0lUNGXRrOxBH7mpHgz7CsZZ6xHsMN718TpKNNNhybGhwoNeGqq78Ngqs&#10;/OSpm3dBX55uXRo+Une1vVKPy3Dcg/AU/L/4z/2u4/yXZAO/38QT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2VKvwgAAAN0AAAAPAAAAAAAAAAAAAAAAAJgCAABkcnMvZG93&#10;bnJldi54bWxQSwUGAAAAAAQABAD1AAAAhwMAAAAA&#10;" fillcolor="#f4b083 [1941]" strokecolor="red" strokeweight="1pt">
                  <v:stroke joinstyle="miter"/>
                </v:oval>
                <v:oval id="Oval 1507" o:spid="_x0000_s1307" style="position:absolute;left:14201;top:7140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3NMIA&#10;AADdAAAADwAAAGRycy9kb3ducmV2LnhtbERPS2vCQBC+F/oflin0UnSTgram2YgIQr35KPQ6ZMck&#10;JDubZte4/vuuIHibj+85+TKYTow0uMaygnSagCAurW64UvBz3Ew+QTiPrLGzTAqu5GBZPD/lmGl7&#10;4T2NB1+JGMIuQwW1930mpStrMuimtieO3MkOBn2EQyX1gJcYbjr5niRzabDh2FBjT+uayvZwNgqs&#10;3PHYXhdB/779tWnYpu5kO6VeX8LqC4Sn4B/iu/tbx/mz5ANu38QT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fc0wgAAAN0AAAAPAAAAAAAAAAAAAAAAAJgCAABkcnMvZG93&#10;bnJldi54bWxQSwUGAAAAAAQABAD1AAAAhwMAAAAA&#10;" fillcolor="#f4b083 [1941]" strokecolor="red" strokeweight="1pt">
                  <v:stroke joinstyle="miter"/>
                </v:oval>
                <v:oval id="Oval 1508" o:spid="_x0000_s1308" style="position:absolute;left:3434;top:3303;width:3328;height:3327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pjRsQA&#10;AADdAAAADwAAAGRycy9kb3ducmV2LnhtbESPQWvCQBCF7wX/wzJCL0U3KbRodBUpCPbWquB1yI5J&#10;SHY2Zrdx/fedQ6G3Gd6b975Zb5Pr1EhDaDwbyOcZKOLS24YrA+fTfrYAFSKyxc4zGXhQgO1m8rTG&#10;wvo7f9N4jJWSEA4FGqhj7AutQ1mTwzD3PbFoVz84jLIOlbYD3iXcdfo1y961w4alocaePmoq2+OP&#10;M+D1F4/tY5ns5eXW5ukzD1ffGfM8TbsVqEgp/pv/rg9W8N8ywZVvZA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KY0bEAAAA3QAAAA8AAAAAAAAAAAAAAAAAmAIAAGRycy9k&#10;b3ducmV2LnhtbFBLBQYAAAAABAAEAPUAAACJAwAAAAA=&#10;" fillcolor="#f4b083 [1941]" strokecolor="red" strokeweight="1pt">
                  <v:stroke joinstyle="miter"/>
                </v:oval>
                <v:oval id="Oval 1509" o:spid="_x0000_s1309" style="position:absolute;left:3787;top:6642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G3cEA&#10;AADdAAAADwAAAGRycy9kb3ducmV2LnhtbERPS4vCMBC+C/sfwgheZE27oKzVKCII683Hwl6HZmxL&#10;m0m3iTX+eyMI3ubje85yHUwjeupcZVlBOklAEOdWV1wo+D3vPr9BOI+ssbFMCu7kYL36GCwx0/bG&#10;R+pPvhAxhF2GCkrv20xKl5dk0E1sSxy5i+0M+gi7QuoObzHcNPIrSWbSYMWxocSWtiXl9elqFFh5&#10;4L6+z4P+G//Xadin7mIbpUbDsFmA8BT8W/xy/+g4f5rM4flNPEG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Gxt3BAAAA3QAAAA8AAAAAAAAAAAAAAAAAmAIAAGRycy9kb3du&#10;cmV2LnhtbFBLBQYAAAAABAAEAPUAAACGAwAAAAA=&#10;" fillcolor="#f4b083 [1941]" strokecolor="red" strokeweight="1pt">
                  <v:stroke joinstyle="miter"/>
                </v:oval>
                <v:oval id="Oval 1510" o:spid="_x0000_s1310" style="position:absolute;left:8406;top:3316;width:3328;height:332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5ncQA&#10;AADdAAAADwAAAGRycy9kb3ducmV2LnhtbESPQWvCQBCF74X+h2UKvZS6SaFFU1cRQbC3VgWvQ3ZM&#10;QrKzMbvG9d93DoK3Gd6b976ZL5Pr1EhDaDwbyCcZKOLS24YrA4f95n0KKkRki51nMnCjAMvF89Mc&#10;C+uv/EfjLlZKQjgUaKCOsS+0DmVNDsPE98SinfzgMMo6VNoOeJVw1+mPLPvSDhuWhhp7WtdUtruL&#10;M+D1L4/tbZbs8e3c5uknDyffGfP6klbfoCKl+DDfr7dW8D9z4ZdvZAS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l+Z3EAAAA3QAAAA8AAAAAAAAAAAAAAAAAmAIAAGRycy9k&#10;b3ducmV2LnhtbFBLBQYAAAAABAAEAPUAAACJAwAAAAA=&#10;" fillcolor="#f4b083 [1941]" strokecolor="red" strokeweight="1pt">
                  <v:stroke joinstyle="miter"/>
                </v:oval>
                <v:oval id="Oval 1511" o:spid="_x0000_s1311" style="position:absolute;left:8615;top:6728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lcBsIA&#10;AADdAAAADwAAAGRycy9kb3ducmV2LnhtbERP32vCMBB+F/Y/hBv4IjPNYLJ1TUWEwXxzKuz1aM62&#10;tLl0TVbjf28GA9/u4/t5xTraXkw0+taxBrXMQBBXzrRcazgdP55eQfiAbLB3TBqu5GFdPswKzI27&#10;8BdNh1CLFMI+Rw1NCEMupa8asuiXbiBO3NmNFkOCYy3NiJcUbnv5nGUrabHl1NDgQNuGqu7wazU4&#10;ueepu75F87346VTcKX92vdbzx7h5BxEohrv43/1p0vwXpeDvm3SC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6VwGwgAAAN0AAAAPAAAAAAAAAAAAAAAAAJgCAABkcnMvZG93&#10;bnJldi54bWxQSwUGAAAAAAQABAD1AAAAhwMAAAAA&#10;" fillcolor="#f4b083 [1941]" strokecolor="red" strokeweight="1pt">
                  <v:stroke joinstyle="miter"/>
                </v:oval>
                <v:oval id="Oval 1512" o:spid="_x0000_s1312" style="position:absolute;left:6512;top:5844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CccIA&#10;AADdAAAADwAAAGRycy9kb3ducmV2LnhtbERPTWvDMAy9F/YfjAa7lNZJYGVL64ZRGGy3rh3sKmI1&#10;CYnlLHYT59/Xg0FverxP7YpgOjHS4BrLCtJ1AoK4tLrhSsH3+X31AsJ5ZI2dZVIwk4Ni/7DYYa7t&#10;xF80nnwlYgi7HBXU3ve5lK6syaBb2544chc7GPQRDpXUA04x3HQyS5KNNNhwbKixp0NNZXu6GgVW&#10;Hnls59egf5a/bRo+U3exnVJPj+FtC8JT8Hfxv/tDx/nPaQZ/38QT5P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8JxwgAAAN0AAAAPAAAAAAAAAAAAAAAAAJgCAABkcnMvZG93&#10;bnJldi54bWxQSwUGAAAAAAQABAD1AAAAhwMAAAAA&#10;" fillcolor="#f4b083 [1941]" strokecolor="red" strokeweight="1pt">
                  <v:stroke joinstyle="miter"/>
                </v:oval>
                <v:oval id="Oval 1513" o:spid="_x0000_s1313" style="position:absolute;left:17571;top:3864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n6sIA&#10;AADdAAAADwAAAGRycy9kb3ducmV2LnhtbERPTWvCQBC9C/0PyxS8iG5isdQ0GxGhYG81FnodsmMS&#10;kp1Ns9u4/nu3UOhtHu9z8l0wvZhodK1lBekqAUFcWd1yreDz/LZ8AeE8ssbeMim4kYNd8TDLMdP2&#10;yieaSl+LGMIuQwWN90MmpasaMuhWdiCO3MWOBn2EYy31iNcYbnq5TpJnabDl2NDgQIeGqq78MQqs&#10;/OCpu22D/lp8d2l4T93F9krNH8P+FYSn4P/Ff+6jjvM36RP8fhNP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d2fqwgAAAN0AAAAPAAAAAAAAAAAAAAAAAJgCAABkcnMvZG93&#10;bnJldi54bWxQSwUGAAAAAAQABAD1AAAAhwMAAAAA&#10;" fillcolor="#f4b083 [1941]" strokecolor="red" strokeweight="1pt">
                  <v:stroke joinstyle="miter"/>
                </v:oval>
                <v:oval id="Oval 1514" o:spid="_x0000_s1314" style="position:absolute;left:11501;top:4397;width:3328;height:3327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7/nsIA&#10;AADdAAAADwAAAGRycy9kb3ducmV2LnhtbERPTWvCQBC9C/0PyxS8iG4itdQ0GxGhYG81FnodsmMS&#10;kp1Ns9u4/nu3UOhtHu9z8l0wvZhodK1lBekqAUFcWd1yreDz/LZ8AeE8ssbeMim4kYNd8TDLMdP2&#10;yieaSl+LGMIuQwWN90MmpasaMuhWdiCO3MWOBn2EYy31iNcYbnq5TpJnabDl2NDgQIeGqq78MQqs&#10;/OCpu22D/lp8d2l4T93F9krNH8P+FYSn4P/Ff+6jjvM36RP8fhNP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nv+ewgAAAN0AAAAPAAAAAAAAAAAAAAAAAJgCAABkcnMvZG93&#10;bnJldi54bWxQSwUGAAAAAAQABAD1AAAAhwMAAAAA&#10;" fillcolor="#f4b083 [1941]" strokecolor="red" strokeweight="1pt">
                  <v:stroke joinstyle="miter"/>
                </v:oval>
                <v:oval id="Oval 1515" o:spid="_x0000_s1315" style="position:absolute;left:14788;top:4047;width:2772;height:2772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aBcEA&#10;AADdAAAADwAAAGRycy9kb3ducmV2LnhtbERPS4vCMBC+C/sfwix4EU0rKG41yiII7s0X7HVoxra0&#10;mXSbWOO/3wiCt/n4nrPaBNOInjpXWVaQThIQxLnVFRcKLufdeAHCeWSNjWVS8CAHm/XHYIWZtnc+&#10;Un/yhYgh7DJUUHrfZlK6vCSDbmJb4shdbWfQR9gVUnd4j+GmkdMkmUuDFceGElvalpTXp5tRYOWB&#10;+/rxFfTv6K9Ow0/qrrZRavgZvpcgPAX/Fr/cex3nz9IZPL+JJ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SWgXBAAAA3QAAAA8AAAAAAAAAAAAAAAAAmAIAAGRycy9kb3du&#10;cmV2LnhtbFBLBQYAAAAABAAEAPUAAACGAwAAAAA=&#10;" fillcolor="#f4b083 [1941]" strokecolor="red" strokeweight="1pt">
                  <v:stroke joinstyle="miter"/>
                </v:oval>
                <v:oval id="Oval 1516" o:spid="_x0000_s1316" style="position:absolute;left:6430;top:3414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EcsIA&#10;AADdAAAADwAAAGRycy9kb3ducmV2LnhtbERPTWvDMAy9D/ofjAq7jNbJYKVN45QyGGy3LS30KmI1&#10;CYnlNPZS59/Pg8FuerxP5YdgejHR6FrLCtJ1AoK4srrlWsH59LbagnAeWWNvmRTM5OBQLB5yzLS9&#10;8xdNpa9FDGGXoYLG+yGT0lUNGXRrOxBH7mpHgz7CsZZ6xHsMN718TpKNNNhybGhwoNeGqq78Ngqs&#10;/OSpm3dBX55uXRo+Une1vVKPy3Dcg/AU/L/4z/2u4/yXdAO/38QT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AMRywgAAAN0AAAAPAAAAAAAAAAAAAAAAAJgCAABkcnMvZG93&#10;bnJldi54bWxQSwUGAAAAAAQABAD1AAAAhwMAAAAA&#10;" fillcolor="#f4b083 [1941]" strokecolor="red" strokeweight="1pt">
                  <v:stroke joinstyle="miter"/>
                </v:oval>
                <v:oval id="Oval 1517" o:spid="_x0000_s1317" style="position:absolute;left:9179;top:42745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EncQA&#10;AADdAAAADwAAAGRycy9kb3ducmV2LnhtbERPTWvCQBC9F/wPywje6kZBo9FVJCC22IvRg8chO82G&#10;ZmdDdtW0v94tFHqbx/uc9ba3jbhT52vHCibjBARx6XTNlYLLef+6AOEDssbGMSn4Jg/bzeBljZl2&#10;Dz7RvQiViCHsM1RgQmgzKX1pyKIfu5Y4cp+usxgi7CqpO3zEcNvIaZLMpcWaY4PBlnJD5VdxswqO&#10;y5/3wsj0kC/z/fSqP47ng06VGg373QpEoD78i//cbzrOn01S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XhJ3EAAAA3QAAAA8AAAAAAAAAAAAAAAAAmAIAAGRycy9k&#10;b3ducmV2LnhtbFBLBQYAAAAABAAEAPUAAACJAwAAAAA=&#10;" fillcolor="#f4b083 [1941]" strokecolor="red" strokeweight="1pt">
                  <v:stroke joinstyle="miter"/>
                </v:oval>
                <v:oval id="Oval 1518" o:spid="_x0000_s1318" style="position:absolute;left:10322;top:42786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gQ78cA&#10;AADdAAAADwAAAGRycy9kb3ducmV2LnhtbESPQWvCQBCF74X+h2UKvdWNQqtGVykBscVejB48Dtkx&#10;G5qdDdmtpv31zkHobYb35r1vluvBt+pCfWwCGxiPMlDEVbAN1waOh83LDFRMyBbbwGTglyKsV48P&#10;S8xtuPKeLmWqlYRwzNGAS6nLtY6VI49xFDpi0c6h95hk7Wtte7xKuG/1JMvetMeGpcFhR4Wj6rv8&#10;8QZ287/P0unptpgXm8nJfu0OWzs15vlpeF+ASjSkf/P9+sMK/utYc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IEO/HAAAA3QAAAA8AAAAAAAAAAAAAAAAAmAIAAGRy&#10;cy9kb3ducmV2LnhtbFBLBQYAAAAABAAEAPUAAACMAwAAAAA=&#10;" fillcolor="#f4b083 [1941]" strokecolor="red" strokeweight="1pt">
                  <v:stroke joinstyle="miter"/>
                </v:oval>
                <v:oval id="Oval 1519" o:spid="_x0000_s1319" style="position:absolute;left:998;top:39618;width:2224;height:2224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fv8MA&#10;AADdAAAADwAAAGRycy9kb3ducmV2LnhtbERPTYvCMBC9C/6HMII3TbqorNUoIiyK4EHdxevYzLZ1&#10;m0lponb//UYQ9jaP9znzZWsrcafGl441JEMFgjhzpuRcw+fpY/AOwgdkg5Vj0vBLHpaLbmeOqXEP&#10;PtD9GHIRQ9inqKEIoU6l9FlBFv3Q1cSR+3aNxRBhk0vT4COG20q+KTWRFkuODQXWtC4o+znerIbr&#10;dHdIgrxcTva8+RpdR4aU2mvd77WrGYhAbfgXv9xbE+ePkyk8v4kn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cfv8MAAADdAAAADwAAAAAAAAAAAAAAAACYAgAAZHJzL2Rv&#10;d25yZXYueG1sUEsFBgAAAAAEAAQA9QAAAIgDAAAAAA==&#10;" fillcolor="#f4b083 [1941]" strokecolor="red" strokeweight="1pt">
                  <v:stroke joinstyle="miter"/>
                </v:oval>
                <v:oval id="Oval 1520" o:spid="_x0000_s1320" style="position:absolute;left:11434;top:42785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WVMcA&#10;AADdAAAADwAAAGRycy9kb3ducmV2LnhtbESPQWvCQBCF7wX/wzJCb3VjoLWmriIBscVejD30OGTH&#10;bDA7G7JbTfvrO4dCbzO8N+99s9qMvlNXGmIb2MB8loEiroNtuTHwcdo9PIOKCdliF5gMfFOEzXpy&#10;t8LChhsf6VqlRkkIxwINuJT6QutYO/IYZ6EnFu0cBo9J1qHRdsCbhPtO51n2pD22LA0Oeyod1Zfq&#10;yxs4LH/eKqcX+3JZ7vJP+3447e3CmPvpuH0BlWhM/+a/61cr+I+5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S1lTHAAAA3QAAAA8AAAAAAAAAAAAAAAAAmAIAAGRy&#10;cy9kb3ducmV2LnhtbFBLBQYAAAAABAAEAPUAAACMAwAAAAA=&#10;" fillcolor="#f4b083 [1941]" strokecolor="red" strokeweight="1pt">
                  <v:stroke joinstyle="miter"/>
                </v:oval>
                <v:oval id="Oval 1521" o:spid="_x0000_s1321" style="position:absolute;left:12577;top:42826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zz8QA&#10;AADdAAAADwAAAGRycy9kb3ducmV2LnhtbERPTWvCQBC9F/wPywi96cZAq6auUgKiohejhx6H7JgN&#10;ZmdDdqvRX98tFHqbx/ucxaq3jbhR52vHCibjBARx6XTNlYLzaT2agfABWWPjmBQ8yMNqOXhZYKbd&#10;nY90K0IlYgj7DBWYENpMSl8asujHriWO3MV1FkOEXSV1h/cYbhuZJsm7tFhzbDDYUm6ovBbfVsF+&#10;/twVRk43+Txfp1/6sD9t9FSp12H/+QEiUB/+xX/urY7z39IJ/H4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ec8/EAAAA3QAAAA8AAAAAAAAAAAAAAAAAmAIAAGRycy9k&#10;b3ducmV2LnhtbFBLBQYAAAAABAAEAPUAAACJAwAAAAA=&#10;" fillcolor="#f4b083 [1941]" strokecolor="red" strokeweight="1pt">
                  <v:stroke joinstyle="miter"/>
                </v:oval>
                <v:oval id="Oval 1522" o:spid="_x0000_s1322" style="position:absolute;left:13700;top:42856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tuMQA&#10;AADdAAAADwAAAGRycy9kb3ducmV2LnhtbERPTWvCQBC9F/wPywi96cZAq6auUgKiohdjDz0O2Wk2&#10;mJ0N2a1Gf31XEHqbx/ucxaq3jbhQ52vHCibjBARx6XTNlYKv03o0A+EDssbGMSm4kYfVcvCywEy7&#10;Kx/pUoRKxBD2GSowIbSZlL40ZNGPXUscuR/XWQwRdpXUHV5juG1kmiTv0mLNscFgS7mh8lz8WgX7&#10;+X1XGDnd5PN8nX7rw/600VOlXof95weIQH34Fz/dWx3nv6Up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M7bjEAAAA3QAAAA8AAAAAAAAAAAAAAAAAmAIAAGRycy9k&#10;b3ducmV2LnhtbFBLBQYAAAAABAAEAPUAAACJAwAAAAA=&#10;" fillcolor="#f4b083 [1941]" strokecolor="red" strokeweight="1pt">
                  <v:stroke joinstyle="miter"/>
                </v:oval>
                <v:oval id="Oval 1523" o:spid="_x0000_s1323" style="position:absolute;left:14823;top:42878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II8QA&#10;AADdAAAADwAAAGRycy9kb3ducmV2LnhtbERPTWvCQBC9F/wPywi96caUVk1dRQKiRS/GHnocstNs&#10;MDsbsqvG/vpuQehtHu9zFqveNuJKna8dK5iMExDEpdM1Vwo+T5vRDIQPyBobx6TgTh5Wy8HTAjPt&#10;bnykaxEqEUPYZ6jAhNBmUvrSkEU/di1x5L5dZzFE2FVSd3iL4baRaZK8SYs1xwaDLeWGynNxsQr2&#10;85+PwsjpNp/nm/RLH/anrZ4q9Tzs1+8gAvXhX/xw73Sc/5q+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ASCPEAAAA3QAAAA8AAAAAAAAAAAAAAAAAmAIAAGRycy9k&#10;b3ducmV2LnhtbFBLBQYAAAAABAAEAPUAAACJAwAAAAA=&#10;" fillcolor="#f4b083 [1941]" strokecolor="red" strokeweight="1pt">
                  <v:stroke joinstyle="miter"/>
                </v:oval>
                <v:oval id="Oval 1524" o:spid="_x0000_s1324" style="position:absolute;left:15965;top:42918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nQV8QA&#10;AADdAAAADwAAAGRycy9kb3ducmV2LnhtbERPTWvCQBC9F/wPywi96cbQVk1dRQKiRS/GHnocstNs&#10;MDsbsqvG/vpuQehtHu9zFqveNuJKna8dK5iMExDEpdM1Vwo+T5vRDIQPyBobx6TgTh5Wy8HTAjPt&#10;bnykaxEqEUPYZ6jAhNBmUvrSkEU/di1x5L5dZzFE2FVSd3iL4baRaZK8SYs1xwaDLeWGynNxsQr2&#10;85+PwsjpNp/nm/RLH/anrZ4q9Tzs1+8gAvXhX/xw73Sc/5q+wN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p0FfEAAAA3QAAAA8AAAAAAAAAAAAAAAAAmAIAAGRycy9k&#10;b3ducmV2LnhtbFBLBQYAAAAABAAEAPUAAACJAwAAAAA=&#10;" fillcolor="#f4b083 [1941]" strokecolor="red" strokeweight="1pt">
                  <v:stroke joinstyle="miter"/>
                </v:oval>
                <v:oval id="Oval 1525" o:spid="_x0000_s1325" style="position:absolute;left:17078;top:42918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1zMQA&#10;AADdAAAADwAAAGRycy9kb3ducmV2LnhtbERPS2vCQBC+C/6HZYTe6saAr9RVJCBa7MXoocchO82G&#10;ZmdDdquxv94tFLzNx/ec1aa3jbhS52vHCibjBARx6XTNlYLLefe6AOEDssbGMSm4k4fNejhYYabd&#10;jU90LUIlYgj7DBWYENpMSl8asujHriWO3JfrLIYIu0rqDm8x3DYyTZKZtFhzbDDYUm6o/C5+rILj&#10;8ve9MHK+z5f5Lv3UH8fzXs+Vehn12zcQgfrwFP+7DzrOn6ZT+Psmni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ldczEAAAA3QAAAA8AAAAAAAAAAAAAAAAAmAIAAGRycy9k&#10;b3ducmV2LnhtbFBLBQYAAAAABAAEAPUAAACJAwAAAAA=&#10;" fillcolor="#f4b083 [1941]" strokecolor="red" strokeweight="1pt">
                  <v:stroke joinstyle="miter"/>
                </v:oval>
                <v:oval id="Oval 1526" o:spid="_x0000_s1326" style="position:absolute;left:18163;top:42958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ru8QA&#10;AADdAAAADwAAAGRycy9kb3ducmV2LnhtbERPS2vCQBC+F/wPywje6sZAfURXkYBosRejB49DdpoN&#10;zc6G7Fajv75bKPQ2H99zVpveNuJGna8dK5iMExDEpdM1Vwou593rHIQPyBobx6TgQR4268HLCjPt&#10;7nyiWxEqEUPYZ6jAhNBmUvrSkEU/di1x5D5dZzFE2FVSd3iP4baRaZJMpcWaY4PBlnJD5VfxbRUc&#10;F8/3wsjZPl/ku/SqP47nvZ4pNRr22yWIQH34F/+5DzrOf0un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367vEAAAA3QAAAA8AAAAAAAAAAAAAAAAAmAIAAGRycy9k&#10;b3ducmV2LnhtbFBLBQYAAAAABAAEAPUAAACJAwAAAAA=&#10;" fillcolor="#f4b083 [1941]" strokecolor="red" strokeweight="1pt">
                  <v:stroke joinstyle="miter"/>
                </v:oval>
                <v:oval id="Oval 1527" o:spid="_x0000_s1327" style="position:absolute;left:19286;top:42989;width:1006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tOIMQA&#10;AADdAAAADwAAAGRycy9kb3ducmV2LnhtbERPTWvCQBC9F/wPywi96aaBNjW6igREi14ae+hxyI7Z&#10;0OxsyK4a++u7gtDbPN7nLFaDbcWFet84VvAyTUAQV043XCv4Om4m7yB8QNbYOiYFN/KwWo6eFphr&#10;d+VPupShFjGEfY4KTAhdLqWvDFn0U9cRR+7keoshwr6WusdrDLetTJPkTVpsODYY7KgwVP2UZ6tg&#10;P/v9KI3MtsWs2KTf+rA/bnWm1PN4WM9BBBrCv/jh3uk4/zXN4P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7TiDEAAAA3QAAAA8AAAAAAAAAAAAAAAAAmAIAAGRycy9k&#10;b3ducmV2LnhtbFBLBQYAAAAABAAEAPUAAACJAwAAAAA=&#10;" fillcolor="#f4b083 [1941]" strokecolor="red" strokeweight="1pt">
                  <v:stroke joinstyle="miter"/>
                </v:oval>
                <v:oval id="Oval 1528" o:spid="_x0000_s1328" style="position:absolute;left:1722;top:42740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TaUscA&#10;AADdAAAADwAAAGRycy9kb3ducmV2LnhtbESPQWvCQBCF7wX/wzJCb3VjoLWmriIBscVejD30OGTH&#10;bDA7G7JbTfvrO4dCbzO8N+99s9qMvlNXGmIb2MB8loEiroNtuTHwcdo9PIOKCdliF5gMfFOEzXpy&#10;t8LChhsf6VqlRkkIxwINuJT6QutYO/IYZ6EnFu0cBo9J1qHRdsCbhPtO51n2pD22LA0Oeyod1Zfq&#10;yxs4LH/eKqcX+3JZ7vJP+3447e3CmPvpuH0BlWhM/+a/61cr+I+5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k2lLHAAAA3QAAAA8AAAAAAAAAAAAAAAAAmAIAAGRy&#10;cy9kb3ducmV2LnhtbFBLBQYAAAAABAAEAPUAAACMAwAAAAA=&#10;" fillcolor="#f4b083 [1941]" strokecolor="red" strokeweight="1pt">
                  <v:stroke joinstyle="miter"/>
                </v:oval>
                <v:oval id="Oval 1529" o:spid="_x0000_s1329" style="position:absolute;left:2788;top:42771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h/ycQA&#10;AADdAAAADwAAAGRycy9kb3ducmV2LnhtbERPTWvCQBC9F/wPywi96aaB1ia6igREi16a9NDjkB2z&#10;odnZkF019td3C4Xe5vE+Z7UZbSeuNPjWsYKneQKCuHa65UbBR7WbvYLwAVlj55gU3MnDZj15WGGu&#10;3Y3f6VqGRsQQ9jkqMCH0uZS+NmTRz11PHLmzGyyGCIdG6gFvMdx2Mk2SF2mx5dhgsKfCUP1VXqyC&#10;Y/b9Vhq52BdZsUs/9elY7fVCqcfpuF2CCDSGf/Gf+6Dj/Oc0g9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f8nEAAAA3QAAAA8AAAAAAAAAAAAAAAAAmAIAAGRycy9k&#10;b3ducmV2LnhtbFBLBQYAAAAABAAEAPUAAACJAwAAAAA=&#10;" fillcolor="#f4b083 [1941]" strokecolor="red" strokeweight="1pt">
                  <v:stroke joinstyle="miter"/>
                </v:oval>
                <v:oval id="Oval 1530" o:spid="_x0000_s1330" style="position:absolute;left:3853;top:42793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AiccA&#10;AADdAAAADwAAAGRycy9kb3ducmV2LnhtbESPQW/CMAyF70j7D5GRdhspTBujI6CpEmITXCg77Gg1&#10;XlOtcaomg45fjw+TuNl6z+99Xq4H36oT9bEJbGA6yUARV8E2XBv4PG4eXkDFhGyxDUwG/ijCenU3&#10;WmJuw5kPdCpTrSSEY44GXEpdrnWsHHmMk9ARi/Ydeo9J1r7WtsezhPtWz7LsWXtsWBocdlQ4qn7K&#10;X29gt7h8lE7Pt8Wi2My+7H533Nq5Mffj4e0VVKIh3cz/1+9W8J8ehV++kRH0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LQInHAAAA3QAAAA8AAAAAAAAAAAAAAAAAmAIAAGRy&#10;cy9kb3ducmV2LnhtbFBLBQYAAAAABAAEAPUAAACMAwAAAAA=&#10;" fillcolor="#f4b083 [1941]" strokecolor="red" strokeweight="1pt">
                  <v:stroke joinstyle="miter"/>
                </v:oval>
                <v:oval id="Oval 1531" o:spid="_x0000_s1331" style="position:absolute;left:4881;top:42833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flEsQA&#10;AADdAAAADwAAAGRycy9kb3ducmV2LnhtbERPTWvCQBC9C/6HZQRvulFp1dRVSkCs6MXoocchO82G&#10;ZmdDdqtpf71bELzN433OatPZWlyp9ZVjBZNxAoK4cLriUsHlvB0tQPiArLF2TAp+ycNm3e+tMNXu&#10;xie65qEUMYR9igpMCE0qpS8MWfRj1xBH7su1FkOEbSl1i7cYbms5TZJXabHi2GCwocxQ8Z3/WAWH&#10;5d8+N3K+y5bZdvqpj4fzTs+VGg669zcQgbrwFD/cHzrOf5lN4P+beIJ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H5RLEAAAA3QAAAA8AAAAAAAAAAAAAAAAAmAIAAGRycy9k&#10;b3ducmV2LnhtbFBLBQYAAAAABAAEAPUAAACJAwAAAAA=&#10;" fillcolor="#f4b083 [1941]" strokecolor="red" strokeweight="1pt">
                  <v:stroke joinstyle="miter"/>
                </v:oval>
                <v:oval id="Oval 1532" o:spid="_x0000_s1332" style="position:absolute;left:5936;top:42832;width:1097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7ZcQA&#10;AADdAAAADwAAAGRycy9kb3ducmV2LnhtbERPTWvCQBC9F/wPywi96caUVk1dRQKiRS/GHnocstNs&#10;MDsbsqvG/vpuQehtHu9zFqveNuJKna8dK5iMExDEpdM1Vwo+T5vRDIQPyBobx6TgTh5Wy8HTAjPt&#10;bnykaxEqEUPYZ6jAhNBmUvrSkEU/di1x5L5dZzFE2FVSd3iL4baRaZK8SYs1xwaDLeWGynNxsQr2&#10;85+PwsjpNp/nm/RLH/anrZ4q9Tzs1+8gAvXhX/xw73Sc//qSwt8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Ve2XEAAAA3QAAAA8AAAAAAAAAAAAAAAAAmAIAAGRycy9k&#10;b3ducmV2LnhtbFBLBQYAAAAABAAEAPUAAACJAwAAAAA=&#10;" fillcolor="#f4b083 [1941]" strokecolor="red" strokeweight="1pt">
                  <v:stroke joinstyle="miter"/>
                </v:oval>
                <v:oval id="Oval 1533" o:spid="_x0000_s1333" style="position:absolute;left:6963;top:42873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/sQA&#10;AADdAAAADwAAAGRycy9kb3ducmV2LnhtbERPTWvCQBC9C/6HZYTedKPSWqOrSECs6MXYg8chO82G&#10;ZmdDdqtpf71bELzN433Oct3ZWlyp9ZVjBeNRAoK4cLriUsHneTt8B+EDssbaMSn4JQ/rVb+3xFS7&#10;G5/omodSxBD2KSowITSplL4wZNGPXEMcuS/XWgwRtqXULd5iuK3lJEnepMWKY4PBhjJDxXf+YxUc&#10;5n/73MjZLptn28lFHw/nnZ4p9TLoNgsQgbrwFD/cHzrOf51O4f+beIJ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Z3v7EAAAA3QAAAA8AAAAAAAAAAAAAAAAAmAIAAGRycy9k&#10;b3ducmV2LnhtbFBLBQYAAAAABAAEAPUAAACJAwAAAAA=&#10;" fillcolor="#f4b083 [1941]" strokecolor="red" strokeweight="1pt">
                  <v:stroke joinstyle="miter"/>
                </v:oval>
                <v:oval id="Oval 1534" o:spid="_x0000_s1334" style="position:absolute;left:8087;top:42749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GisUA&#10;AADdAAAADwAAAGRycy9kb3ducmV2LnhtbERPS2vCQBC+F/oflhG81Y3a+oiuUgJii16MHjwO2TEb&#10;zM6G7FbT/vpuQehtPr7nLNedrcWNWl85VjAcJCCIC6crLhWcjpuXGQgfkDXWjknBN3lYr56flphq&#10;d+cD3fJQihjCPkUFJoQmldIXhiz6gWuII3dxrcUQYVtK3eI9httajpJkIi1WHBsMNpQZKq75l1Ww&#10;m/985kZOt9k824zOer87bvVUqX6ve1+ACNSFf/HD/aHj/LfxK/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8EaKxQAAAN0AAAAPAAAAAAAAAAAAAAAAAJgCAABkcnMv&#10;ZG93bnJldi54bWxQSwUGAAAAAAQABAD1AAAAigMAAAAA&#10;" fillcolor="#f4b083 [1941]" strokecolor="red" strokeweight="1pt">
                  <v:stroke joinstyle="miter"/>
                </v:oval>
                <v:oval id="Oval 1535" o:spid="_x0000_s1335" style="position:absolute;left:19317;top:42972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jEcQA&#10;AADdAAAADwAAAGRycy9kb3ducmV2LnhtbERPTWvCQBC9F/wPywje6kbFqtFVJCC22EujB49DdswG&#10;s7Mhu2rsr+8WCr3N433OatPZWtyp9ZVjBaNhAoK4cLriUsHpuHudg/ABWWPtmBQ8ycNm3XtZYard&#10;g7/onodSxBD2KSowITSplL4wZNEPXUMcuYtrLYYI21LqFh8x3NZynCRv0mLFscFgQ5mh4prfrILD&#10;4vsjN3K2zxbZbnzWn4fjXs+UGvS77RJEoC78i//c7zrOn06m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84xHEAAAA3QAAAA8AAAAAAAAAAAAAAAAAmAIAAGRycy9k&#10;b3ducmV2LnhtbFBLBQYAAAAABAAEAPUAAACJAwAAAAA=&#10;" fillcolor="#f4b083 [1941]" strokecolor="red" strokeweight="1pt">
                  <v:stroke joinstyle="miter"/>
                </v:oval>
                <v:oval id="Oval 1536" o:spid="_x0000_s1336" style="position:absolute;left:20517;top:43012;width:1098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59ZsQA&#10;AADdAAAADwAAAGRycy9kb3ducmV2LnhtbERPS2vCQBC+F/wPywje6kZLfURXkYDYYi+NHjwO2TEb&#10;zM6G7Fajv94tFHqbj+85y3Vna3Gl1leOFYyGCQjiwumKSwXHw/Z1BsIHZI21Y1JwJw/rVe9lial2&#10;N/6max5KEUPYp6jAhNCkUvrCkEU/dA1x5M6utRgibEupW7zFcFvLcZJMpMWKY4PBhjJDxSX/sQr2&#10;88dnbuR0l82z7fikv/aHnZ4qNeh3mwWIQF34F/+5P3Sc//42gd9v4gl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ufWbEAAAA3QAAAA8AAAAAAAAAAAAAAAAAmAIAAGRycy9k&#10;b3ducmV2LnhtbFBLBQYAAAAABAAEAPUAAACJAwAAAAA=&#10;" fillcolor="#f4b083 [1941]" strokecolor="red" strokeweight="1pt">
                  <v:stroke joinstyle="miter"/>
                </v:oval>
                <v:oval id="Oval 1537" o:spid="_x0000_s1337" style="position:absolute;left:18667;top:34804;width:3327;height:3327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yNsMA&#10;AADdAAAADwAAAGRycy9kb3ducmV2LnhtbERPTWsCMRC9C/6HMEJvmmit1a1RSqEogge14nXcTHdX&#10;N5Nlk+r6741Q8DaP9znTeWNLcaHaF4419HsKBHHqTMGZhp/dd3cMwgdkg6Vj0nAjD/NZuzXFxLgr&#10;b+iyDZmIIewT1JCHUCVS+jQni77nKuLI/braYoiwzqSp8RrDbSkHSo2kxYJjQ44VfeWUnrd/VsNp&#10;str0gzwed/aw2A9PQ0NKrbV+6TSfHyACNeEp/ncvTZz/9voOj2/iC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FyNsMAAADdAAAADwAAAAAAAAAAAAAAAACYAgAAZHJzL2Rv&#10;d25yZXYueG1sUEsFBgAAAAAEAAQA9QAAAIgDAAAAAA==&#10;" fillcolor="#f4b083 [1941]" strokecolor="red" strokeweight="1pt">
                  <v:stroke joinstyle="miter"/>
                </v:oval>
                <v:oval id="Oval 1538" o:spid="_x0000_s1338" style="position:absolute;left:18182;top:19417;width:3327;height:3328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mRMYA&#10;AADdAAAADwAAAGRycy9kb3ducmV2LnhtbESPQWsCQQyF74L/YYjgTWesWtqto5SCtBQ8qC29xp10&#10;d+1OZtkZdfvvzUHwlvBe3vuyWHW+VmdqYxXYwmRsQBHnwVVcWPjar0dPoGJCdlgHJgv/FGG17PcW&#10;mLlw4S2dd6lQEsIxQwtlSk2mdcxL8hjHoSEW7Te0HpOsbaFdixcJ97V+MOZRe6xYGkps6K2k/G93&#10;8haOz5/bSdKHw97/vH/PjjNHxmysHQ661xdQibp0N9+uP5zgz6eCK9/ICHp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7mRMYAAADdAAAADwAAAAAAAAAAAAAAAACYAgAAZHJz&#10;L2Rvd25yZXYueG1sUEsFBgAAAAAEAAQA9QAAAIsDAAAAAA==&#10;" fillcolor="#f4b083 [1941]" strokecolor="red" strokeweight="1pt">
                  <v:stroke joinstyle="miter"/>
                </v:oval>
                <v:oval id="Oval 1539" o:spid="_x0000_s1339" style="position:absolute;left:1402;top:21922;width:2773;height:2773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D38MA&#10;AADdAAAADwAAAGRycy9kb3ducmV2LnhtbERPS2sCMRC+F/wPYYTeauKjoqtRRJAWoQdfeB034+7q&#10;ZrJsUl3/fVMQvM3H95zpvLGluFHtC8cauh0Fgjh1puBMw363+hiB8AHZYOmYNDzIw3zWeptiYtyd&#10;N3TbhkzEEPYJashDqBIpfZqTRd9xFXHkzq62GCKsM2lqvMdwW8qeUkNpseDYkGNFy5zS6/bXariM&#10;15tukKfTzh6/DoPLwJBSP1q/t5vFBESgJrzET/e3ifM/+2P4/y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JD38MAAADdAAAADwAAAAAAAAAAAAAAAACYAgAAZHJzL2Rv&#10;d25yZXYueG1sUEsFBgAAAAAEAAQA9QAAAIgDAAAAAA==&#10;" fillcolor="#f4b083 [1941]" strokecolor="red" strokeweight="1pt">
                  <v:stroke joinstyle="miter"/>
                </v:oval>
                <v:oval id="Oval 1540" o:spid="_x0000_s1340" style="position:absolute;left:9524;top:893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WgMUA&#10;AADdAAAADwAAAGRycy9kb3ducmV2LnhtbESPQWvCQBCF70L/wzKFXqRuIipt6ipSENpb1UKvQ3ZM&#10;QrKzMbuN67/vHITeZnhv3vtmvU2uUyMNofFsIJ9loIhLbxuuDHyf9s8voEJEtth5JgM3CrDdPEzW&#10;WFh/5QONx1gpCeFQoIE6xr7QOpQ1OQwz3xOLdvaDwyjrUGk74FXCXafnWbbSDhuWhhp7eq+pbI+/&#10;zoDXXzy2t9dkf6aXNk+feTj7zpinx7R7AxUpxX/z/frDCv5yIfzyjY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taAxQAAAN0AAAAPAAAAAAAAAAAAAAAAAJgCAABkcnMv&#10;ZG93bnJldi54bWxQSwUGAAAAAAQABAD1AAAAigMAAAAA&#10;" fillcolor="#f4b083 [1941]" strokecolor="red" strokeweight="1pt">
                  <v:stroke joinstyle="miter"/>
                </v:oval>
                <v:oval id="Oval 1541" o:spid="_x0000_s1341" style="position:absolute;left:18755;top:5562;width:3327;height:332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zG8IA&#10;AADdAAAADwAAAGRycy9kb3ducmV2LnhtbERPTWvCQBC9C/0PyxS8iG4itdQ0GxGhYG81FnodsmMS&#10;kp1Ns9u4/nu3UOhtHu9z8l0wvZhodK1lBekqAUFcWd1yreDz/LZ8AeE8ssbeMim4kYNd8TDLMdP2&#10;yieaSl+LGMIuQwWN90MmpasaMuhWdiCO3MWOBn2EYy31iNcYbnq5TpJnabDl2NDgQIeGqq78MQqs&#10;/OCpu22D/lp8d2l4T93F9krNH8P+FYSn4P/Ff+6jjvM3Tyn8fhNP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WnMbwgAAAN0AAAAPAAAAAAAAAAAAAAAAAJgCAABkcnMvZG93&#10;bnJldi54bWxQSwUGAAAAAAQABAD1AAAAhwMAAAAA&#10;" fillcolor="#f4b083 [1941]" strokecolor="red" strokeweight="1pt">
                  <v:stroke joinstyle="miter"/>
                </v:oval>
                <v:oval id="Oval 1542" o:spid="_x0000_s1342" style="position:absolute;left:19594;top:10698;width:2223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tbMIA&#10;AADdAAAADwAAAGRycy9kb3ducmV2LnhtbERPTWvCQBC9F/wPywi9FN1ErGh0lSIU9NbGQq9DdkxC&#10;srNpdo3rv3cLgrd5vM/Z7IJpxUC9qy0rSKcJCOLC6ppLBT+nz8kShPPIGlvLpOBGDnbb0csGM22v&#10;/E1D7ksRQ9hlqKDyvsukdEVFBt3UdsSRO9veoI+wL6Xu8RrDTStnSbKQBmuODRV2tK+oaPKLUWDl&#10;Fw/NbRX079tfk4Zj6s62Vep1HD7WIDwF/xQ/3Acd57/PZ/D/TTxB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O1swgAAAN0AAAAPAAAAAAAAAAAAAAAAAJgCAABkcnMvZG93&#10;bnJldi54bWxQSwUGAAAAAAQABAD1AAAAhwMAAAAA&#10;" fillcolor="#f4b083 [1941]" strokecolor="red" strokeweight="1pt">
                  <v:stroke joinstyle="miter"/>
                </v:oval>
                <v:oval id="Oval 1543" o:spid="_x0000_s1343" style="position:absolute;left:922;top:14952;width:1112;height:1112;rotation:28920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wHSMQA&#10;AADdAAAADwAAAGRycy9kb3ducmV2LnhtbERPTWvCQBC9C/0PyxR6093YWGrqGopQFMGD2uJ1zE6T&#10;2OxsyG41/vtuQfA2j/c5s7y3jThT52vHGpKRAkFcOFNzqeFz/zF8BeEDssHGMWm4kod8/jCYYWbc&#10;hbd03oVSxBD2GWqoQmgzKX1RkUU/ci1x5L5dZzFE2JXSdHiJ4baRY6VepMWaY0OFLS0qKn52v1bD&#10;abreJkEej3t7WH6lp9SQUhutnx779zcQgfpwF9/cKxPnT9Jn+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B0jEAAAA3QAAAA8AAAAAAAAAAAAAAAAAmAIAAGRycy9k&#10;b3ducmV2LnhtbFBLBQYAAAAABAAEAPUAAACJAwAAAAA=&#10;" fillcolor="#f4b083 [1941]" strokecolor="red" strokeweight="1pt">
                  <v:stroke joinstyle="miter"/>
                </v:oval>
                <v:oval id="Oval 1544" o:spid="_x0000_s1344" style="position:absolute;left:1362;top:13093;width:1668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Qg8MA&#10;AADdAAAADwAAAGRycy9kb3ducmV2LnhtbERPTWvCQBC9C/0PyxS8iG5SVGyajZRCQW81FnodsmMS&#10;kp1Ns9u4/nu3UOhtHu9z8n0wvZhodK1lBekqAUFcWd1yreDz/L7cgXAeWWNvmRTcyMG+eJjlmGl7&#10;5RNNpa9FDGGXoYLG+yGT0lUNGXQrOxBH7mJHgz7CsZZ6xGsMN718SpKtNNhybGhwoLeGqq78MQqs&#10;/OCpuz0H/bX47tJwTN3F9krNH8PrCwhPwf+L/9wHHedv1mv4/Sae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3Qg8MAAADdAAAADwAAAAAAAAAAAAAAAACYAgAAZHJzL2Rv&#10;d25yZXYueG1sUEsFBgAAAAAEAAQA9QAAAIgDAAAAAA==&#10;" fillcolor="#f4b083 [1941]" strokecolor="red" strokeweight="1pt">
                  <v:stroke joinstyle="miter"/>
                </v:oval>
                <v:oval id="Oval 1545" o:spid="_x0000_s1345" style="position:absolute;top:11787;width:1667;height:166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F1GMMA&#10;AADdAAAADwAAAGRycy9kb3ducmV2LnhtbERPTWvCQBC9C/0PyxS8iG5Sqtg0GymFgt5qLPQ6ZMck&#10;JDubZrdx/fduoeBtHu9z8l0wvZhodK1lBekqAUFcWd1yreDr9LHcgnAeWWNvmRRcycGueJjlmGl7&#10;4SNNpa9FDGGXoYLG+yGT0lUNGXQrOxBH7mxHgz7CsZZ6xEsMN718SpKNNNhybGhwoPeGqq78NQqs&#10;/OSpu74E/b346dJwSN3Z9krNH8PbKwhPwd/F/+69jvPXz2v4+yae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F1GMMAAADdAAAADwAAAAAAAAAAAAAAAACYAgAAZHJzL2Rv&#10;d25yZXYueG1sUEsFBgAAAAAEAAQA9QAAAIgDAAAAAA==&#10;" fillcolor="#f4b083 [1941]" strokecolor="red" strokeweight="1pt">
                  <v:stroke joinstyle="miter"/>
                </v:oval>
                <v:oval id="Oval 1546" o:spid="_x0000_s1346" style="position:absolute;left:1181;top:10801;width:2224;height:2224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rb8IA&#10;AADdAAAADwAAAGRycy9kb3ducmV2LnhtbERPS2vCQBC+C/6HZYReRDcpVTRmlVIQ2lu1Ba9DdvIg&#10;2dmYXeP677uFQm/z8T0nPwTTiZEG11hWkC4TEMSF1Q1XCr6/josNCOeRNXaWScGDHBz200mOmbZ3&#10;PtF49pWIIewyVFB732dSuqImg25pe+LIlXYw6CMcKqkHvMdw08nnJFlLgw3Hhhp7equpaM83o8DK&#10;Tx7bxzboy/zapuEjdaXtlHqahdcdCE/B/4v/3O86zl+9rOH3m3iC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s+tvwgAAAN0AAAAPAAAAAAAAAAAAAAAAAJgCAABkcnMvZG93&#10;bnJldi54bWxQSwUGAAAAAAQABAD1AAAAhwMAAAAA&#10;" fillcolor="#f4b083 [1941]" strokecolor="red" strokeweight="1pt">
                  <v:stroke joinstyle="miter"/>
                </v:oval>
                <v:oval id="Oval 1547" o:spid="_x0000_s1347" style="position:absolute;left:430;top:4482;width:3328;height:3328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9O9MMA&#10;AADdAAAADwAAAGRycy9kb3ducmV2LnhtbERPS2vCQBC+F/oflil4KbqJ2Koxq5SCoLfWFrwO2cmD&#10;ZGfT7Dau/94VCr3Nx/ecfBdMJ0YaXGNZQTpLQBAXVjdcKfj+2k9XIJxH1thZJgVXcrDbPj7kmGl7&#10;4U8aT74SMYRdhgpq7/tMSlfUZNDNbE8cudIOBn2EQyX1gJcYbjo5T5JXabDh2FBjT+81Fe3p1yiw&#10;8oPH9roO+vz806bhmLrSdkpNnsLbBoSn4P/Ff+6DjvNfFku4fxN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9O9MMAAADdAAAADwAAAAAAAAAAAAAAAACYAgAAZHJzL2Rv&#10;d25yZXYueG1sUEsFBgAAAAAEAAQA9QAAAIgDAAAAAA==&#10;" fillcolor="#f4b083 [1941]" strokecolor="red" strokeweight="1pt">
                  <v:stroke joinstyle="miter"/>
                </v:oval>
                <v:oval id="Oval 1548" o:spid="_x0000_s1348" style="position:absolute;left:938;top:7686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DahsUA&#10;AADdAAAADwAAAGRycy9kb3ducmV2LnhtbESPQWvCQBCF70L/wzKFXqRuIipt6ipSENpb1UKvQ3ZM&#10;QrKzMbuN67/vHITeZnhv3vtmvU2uUyMNofFsIJ9loIhLbxuuDHyf9s8voEJEtth5JgM3CrDdPEzW&#10;WFh/5QONx1gpCeFQoIE6xr7QOpQ1OQwz3xOLdvaDwyjrUGk74FXCXafnWbbSDhuWhhp7eq+pbI+/&#10;zoDXXzy2t9dkf6aXNk+feTj7zpinx7R7AxUpxX/z/frDCv5yIbjyjY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NqGxQAAAN0AAAAPAAAAAAAAAAAAAAAAAJgCAABkcnMv&#10;ZG93bnJldi54bWxQSwUGAAAAAAQABAD1AAAAigMAAAAA&#10;" fillcolor="#f4b083 [1941]" strokecolor="red" strokeweight="1pt">
                  <v:stroke joinstyle="miter"/>
                </v:oval>
                <v:oval id="Oval 1549" o:spid="_x0000_s1349" style="position:absolute;left:7586;top:49303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wO8QA&#10;AADdAAAADwAAAGRycy9kb3ducmV2LnhtbERPTWvCQBC9C/6HZQRvurHEYKOrWMG2V620eBuzYzaa&#10;nQ3Zrab/3i0UepvH+5zFqrO1uFHrK8cKJuMEBHHhdMWlgsPHdjQD4QOyxtoxKfghD6tlv7fAXLs7&#10;7+i2D6WIIexzVGBCaHIpfWHIoh+7hjhyZ9daDBG2pdQt3mO4reVTkmTSYsWxwWBDG0PFdf9tFXwe&#10;kst0Y2anNH05Zq82e7tm5y+lhoNuPQcRqAv/4j/3u47zp+kz/H4TT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ncDv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0" o:spid="_x0000_s1350" style="position:absolute;left:7648;top:49863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RPe8YA&#10;AADdAAAADwAAAGRycy9kb3ducmV2LnhtbESPT2/CMAzF75P4DpGRuI10E61QIaANaX+uY2gTN9OY&#10;ptA4VROg+/bzYdJutt7zez8v14Nv1ZX62AQ28DDNQBFXwTZcG9h9vtzPQcWEbLENTAZ+KMJ6Nbpb&#10;YmnDjT/ouk21khCOJRpwKXWl1rFy5DFOQ0cs2jH0HpOsfa1tjzcJ961+zLJCe2xYGhx2tHFUnbcX&#10;b+Brl53yjZsfZrPnffHqi7dzcfw2ZjIenhagEg3p3/x3/W4FP8+FX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RPe8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1" o:spid="_x0000_s1351" style="position:absolute;left:7681;top:50307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jq4MMA&#10;AADdAAAADwAAAGRycy9kb3ducmV2LnhtbERPTWvCQBC9F/wPyxR6qxvFBImuUgVbr1VRvE2zYzY1&#10;OxuyW43/visI3ubxPmc672wtLtT6yrGCQT8BQVw4XXGpYLddvY9B+ICssXZMCm7kYT7rvUwx1+7K&#10;33TZhFLEEPY5KjAhNLmUvjBk0fddQxy5k2sthgjbUuoWrzHc1nKYJJm0WHFsMNjQ0lBx3vxZBftd&#10;8psuzfhnNFocs0+bfZ2z00Gpt9fuYwIiUBee4od7reP8NB3A/Zt4gp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jq4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2" o:spid="_x0000_s1352" style="position:absolute;left:8615;top:49331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0l8MA&#10;AADdAAAADwAAAGRycy9kb3ducmV2LnhtbERPTWvCQBC9C/0PyxR6003FBImu0gqtXrWieJtmx2xq&#10;djZkV43/3hWE3ubxPmc672wtLtT6yrGC90ECgrhwuuJSwfbnqz8G4QOyxtoxKbiRh/nspTfFXLsr&#10;r+myCaWIIexzVGBCaHIpfWHIoh+4hjhyR9daDBG2pdQtXmO4reUwSTJpseLYYLChhaHitDlbBbtt&#10;8pcuzPh3NPo8ZN82W56y416pt9fuYwIiUBf+xU/3Ssf5aTqExzfxB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p0l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3" o:spid="_x0000_s1353" style="position:absolute;left:8476;top:49891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bRDMQA&#10;AADdAAAADwAAAGRycy9kb3ducmV2LnhtbERPTWvCQBC9F/wPywje6qZqgkRXUUHrtVZaehuzYzY1&#10;Oxuyq6b/visUepvH+5z5srO1uFHrK8cKXoYJCOLC6YpLBcf37fMUhA/IGmvHpOCHPCwXvac55trd&#10;+Y1uh1CKGMI+RwUmhCaX0heGLPqha4gjd3atxRBhW0rd4j2G21qOkiSTFiuODQYb2hgqLoerVfBx&#10;TL7TjZmeJpP1V7az2eslO38qNeh3qxmIQF34F/+59zrOT9MxPL6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W0Qz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4" o:spid="_x0000_s1354" style="position:absolute;left:8481;top:50289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9JeMQA&#10;AADdAAAADwAAAGRycy9kb3ducmV2LnhtbERPS2vCQBC+C/6HZQq96aYlCZK6ShXaevWBpbdpdsym&#10;ZmdDdqvx37uC4G0+vudM571txIk6XztW8DJOQBCXTtdcKdhtP0YTED4ga2wck4ILeZjPhoMpFtqd&#10;eU2nTahEDGFfoAITQltI6UtDFv3YtcSRO7jOYoiwq6Tu8BzDbSNfkySXFmuODQZbWhoqj5t/q2C/&#10;S/6ypZn8puniJ/+0+dcxP3wr9fzUv7+BCNSHh/juXuk4P8tSuH0TT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/SXj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5" o:spid="_x0000_s1355" style="position:absolute;left:9672;top:49318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s48MA&#10;AADdAAAADwAAAGRycy9kb3ducmV2LnhtbERPTWvCQBC9F/wPywi91Y1igkRXUcG211qpeBuzYzaa&#10;nQ3Zrab/visI3ubxPme26GwtrtT6yrGC4SABQVw4XXGpYPe9eZuA8AFZY+2YFPyRh8W89zLDXLsb&#10;f9F1G0oRQ9jnqMCE0ORS+sKQRT9wDXHkTq61GCJsS6lbvMVwW8tRkmTSYsWxwWBDa0PFZftrFfzs&#10;knO6NpPjeLw6ZO82+7hkp71Sr/1uOQURqAtP8cP9qeP8NE3h/k08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Ps4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6" o:spid="_x0000_s1356" style="position:absolute;left:9304;top:49878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ylMQA&#10;AADdAAAADwAAAGRycy9kb3ducmV2LnhtbERPS2sCMRC+C/0PYQreNNviBlmN0gq1vfrA0tu4GTdb&#10;N5Nlk+r235tCwdt8fM+ZL3vXiAt1ofas4WmcgSAuvam50rDfvY2mIEJENth4Jg2/FGC5eBjMsTD+&#10;yhu6bGMlUgiHAjXYGNtCylBachjGviVO3Ml3DmOCXSVNh9cU7hr5nGVKOqw5NVhsaWWpPG9/nIbD&#10;PvvOV3Z6nExev9TaqfezOn1qPXzsX2YgIvXxLv53f5g0P88V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hcpT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7" o:spid="_x0000_s1357" style="position:absolute;left:9309;top:50307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3XD8QA&#10;AADdAAAADwAAAGRycy9kb3ducmV2LnhtbERPS2vCQBC+F/oflil4q5uKSSW6igo+rrXS0tuYHbOp&#10;2dmQXTX+e1co9DYf33Mms87W4kKtrxwreOsnIIgLpysuFew/V68jED4ga6wdk4IbeZhNn58mmGt3&#10;5Q+67EIpYgj7HBWYEJpcSl8Ysuj7riGO3NG1FkOEbSl1i9cYbms5SJJMWqw4NhhsaGmoOO3OVsHX&#10;PvlNl2Z0GA4XP9naZptTdvxWqvfSzccgAnXhX/zn3uo4P03f4fFNPEF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1w/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8" o:spid="_x0000_s1358" style="position:absolute;left:10663;top:49346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JDfcYA&#10;AADdAAAADwAAAGRycy9kb3ducmV2LnhtbESPT2/CMAzF75P4DpGRuI10E61QIaANaX+uY2gTN9OY&#10;ptA4VROg+/bzYdJutt7zez8v14Nv1ZX62AQ28DDNQBFXwTZcG9h9vtzPQcWEbLENTAZ+KMJ6Nbpb&#10;YmnDjT/ouk21khCOJRpwKXWl1rFy5DFOQ0cs2jH0HpOsfa1tjzcJ961+zLJCe2xYGhx2tHFUnbcX&#10;b+Brl53yjZsfZrPnffHqi7dzcfw2ZjIenhagEg3p3/x3/W4FP88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JDfc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59" o:spid="_x0000_s1359" style="position:absolute;left:10132;top:49906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7m5sQA&#10;AADdAAAADwAAAGRycy9kb3ducmV2LnhtbERPTWvCQBC9F/wPyxR6q5uKCTa6igq1XmtDi7cxO2aj&#10;2dmQXTX9912h0Ns83ufMFr1txJU6XztW8DJMQBCXTtdcKSg+354nIHxA1tg4JgU/5GExHzzMMNfu&#10;xh903YVKxBD2OSowIbS5lL40ZNEPXUscuaPrLIYIu0rqDm8x3DZylCSZtFhzbDDY0tpQed5drIKv&#10;IjmlazM5jMerfbax2fs5O34r9fTYL6cgAvXhX/zn3uo4P01f4f5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+5ub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0" o:spid="_x0000_s1360" style="position:absolute;left:10122;top:50304;width:339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FxsYA&#10;AADdAAAADwAAAGRycy9kb3ducmV2LnhtbESPT2/CMAzF75P2HSJP2m2kmyBChYA2pP25whCIm9eY&#10;pqNxqiaD7tvPB6TdbL3n936eL4fQqjP1qYls4XFUgCKuomu4trD9fH2YgkoZ2WEbmSz8UoLl4vZm&#10;jqWLF17TeZNrJSGcSrTgc+5KrVPlKWAaxY5YtGPsA2ZZ+1q7Hi8SHlr9VBRGB2xYGjx2tPJUnTY/&#10;wcJuW3xPVn76NR6/HMxbMO8nc9xbe383PM9AZRryv/l6/eEEf2KEX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iFx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1" o:spid="_x0000_s1361" style="position:absolute;left:8075;top:50292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gXcMA&#10;AADdAAAADwAAAGRycy9kb3ducmV2LnhtbERPS2sCMRC+F/wPYQq91axFg2yNUoVWrz5o6W26GTdb&#10;N5NlE3X990YQvM3H95zJrHO1OFEbKs8aBv0MBHHhTcWlht3283UMIkRkg7Vn0nChALNp72mCufFn&#10;XtNpE0uRQjjkqMHG2ORShsKSw9D3DXHi9r51GBNsS2laPKdwV8u3LFPSYcWpwWJDC0vFYXN0Gr53&#10;2f9oYcd/w+H8V305tTyo/Y/WL8/dxzuISF18iO/ulUnzR2oAt2/SC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gX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2" o:spid="_x0000_s1362" style="position:absolute;left:8889;top:50294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a+KsMA&#10;AADdAAAADwAAAGRycy9kb3ducmV2LnhtbERPTWsCMRC9F/ofwhS81WxFg2yNUgW1V+3S0tt0M262&#10;bibLJur23xtB6G0e73Nmi9414kxdqD1reBlmIIhLb2quNBQf6+cpiBCRDTaeScMfBVjMHx9mmBt/&#10;4R2d97ESKYRDjhpsjG0uZSgtOQxD3xIn7uA7hzHBrpKmw0sKd40cZZmSDmtODRZbWlkqj/uT0/BZ&#10;ZL+TlZ3+jMfLb7VxantUhy+tB0/92yuISH38F9/d7ybNn6gR3L5JJ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a+K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3" o:spid="_x0000_s1363" style="position:absolute;left:9717;top:50292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obscMA&#10;AADdAAAADwAAAGRycy9kb3ducmV2LnhtbERPTWsCMRC9F/ofwhR6q1mtBtkaRQWt11pp6W26GTer&#10;m8myibr9940geJvH+5zJrHO1OFMbKs8a+r0MBHHhTcWlht3n6mUMIkRkg7Vn0vBHAWbTx4cJ5sZf&#10;+IPO21iKFMIhRw02xiaXMhSWHIaeb4gTt/etw5hgW0rT4iWFu1oOskxJhxWnBosNLS0Vx+3Jafja&#10;ZYfR0o5/h8PFj1o79X5U+2+tn5+6+RuISF28i2/ujUnzR+oVrt+kE+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obs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4" o:spid="_x0000_s1364" style="position:absolute;left:8063;top:49848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DxcMA&#10;AADdAAAADwAAAGRycy9kb3ducmV2LnhtbERPTWsCMRC9C/0PYQreNNuyBlmNYoXaXmul4m3cjJvV&#10;zWTZpLr9902h4G0e73Pmy9414kpdqD1reBpnIIhLb2quNOw+X0dTECEiG2w8k4YfCrBcPAzmWBh/&#10;4w+6bmMlUgiHAjXYGNtCylBachjGviVO3Ml3DmOCXSVNh7cU7hr5nGVKOqw5NVhsaW2pvGy/nYav&#10;XXaerO30mOcvB7Vx6u2iTnuth4/9agYiUh/v4n/3u0nzJyqH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ODx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5" o:spid="_x0000_s1365" style="position:absolute;left:8891;top:49835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8mXsQA&#10;AADdAAAADwAAAGRycy9kb3ducmV2LnhtbERPS2sCMRC+C/0PYQreNNviBlmN0gq1vfrA0tu4GTdb&#10;N5Nlk+r235tCwdt8fM+ZL3vXiAt1ofas4WmcgSAuvam50rDfvY2mIEJENth4Jg2/FGC5eBjMsTD+&#10;yhu6bGMlUgiHAjXYGNtCylBachjGviVO3Ml3DmOCXSVNh9cU7hr5nGVKOqw5NVhsaWWpPG9/nIbD&#10;PvvOV3Z6nExev9TaqfezOn1qPXzsX2YgIvXxLv53f5g0P1c5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fJl7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6" o:spid="_x0000_s1366" style="position:absolute;left:9719;top:49863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24KcMA&#10;AADdAAAADwAAAGRycy9kb3ducmV2LnhtbERPTWsCMRC9F/wPYQq91WyLBlmNUoW2XrVS8TZuxs3W&#10;zWTZpLr+eyMI3ubxPmcy61wtTtSGyrOGt34GgrjwpuJSw+bn83UEIkRkg7Vn0nChALNp72mCufFn&#10;XtFpHUuRQjjkqMHG2ORShsKSw9D3DXHiDr51GBNsS2laPKdwV8v3LFPSYcWpwWJDC0vFcf3vNPxu&#10;sr/hwo72g8F8p76c+j6qw1brl+fuYwwiUhcf4rt7adL8oVJw+yad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24K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7" o:spid="_x0000_s1367" style="position:absolute;left:8098;top:49307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dssMA&#10;AADdAAAADwAAAGRycy9kb3ducmV2LnhtbERPTWsCMRC9F/wPYYTearaiqWyNooLaa1Vaeptuxs3W&#10;zWTZpLr990YQepvH+5zpvHO1OFMbKs8angcZCOLCm4pLDYf9+mkCIkRkg7Vn0vBHAeaz3sMUc+Mv&#10;/E7nXSxFCuGQowYbY5NLGQpLDsPAN8SJO/rWYUywLaVp8ZLCXS2HWaakw4pTg8WGVpaK0+7Xafg4&#10;ZD/jlZ18j0bLL7VxantSx0+tH/vd4hVEpC7+i+/uN5Pmj9UL3L5JJ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Eds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8" o:spid="_x0000_s1368" style="position:absolute;left:9170;top:49294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6JwMYA&#10;AADdAAAADwAAAGRycy9kb3ducmV2LnhtbESPT2/CMAzF75P2HSJP2m2kmyBChYA2pP25whCIm9eY&#10;pqNxqiaD7tvPB6TdbL3n936eL4fQqjP1qYls4XFUgCKuomu4trD9fH2YgkoZ2WEbmSz8UoLl4vZm&#10;jqWLF17TeZNrJSGcSrTgc+5KrVPlKWAaxY5YtGPsA2ZZ+1q7Hi8SHlr9VBRGB2xYGjx2tPJUnTY/&#10;wcJuW3xPVn76NR6/HMxbMO8nc9xbe383PM9AZRryv/l6/eEEf2IEV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6Jw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69" o:spid="_x0000_s1369" style="position:absolute;left:10198;top:49322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IsW8MA&#10;AADdAAAADwAAAGRycy9kb3ducmV2LnhtbERPS2sCMRC+C/6HMEJvmrVosKtRrNDH1QeW3qabcbO6&#10;mSybVLf/3hQKvc3H95zFqnO1uFIbKs8axqMMBHHhTcWlhsP+ZTgDESKywdozafihAKtlv7fA3Pgb&#10;b+m6i6VIIRxy1GBjbHIpQ2HJYRj5hjhxJ986jAm2pTQt3lK4q+VjlinpsOLUYLGhjaXisvt2Go6H&#10;7Dzd2NnXZPL8qV6deruo04fWD4NuPQcRqYv/4j/3u0nzp+oJfr9JJ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IsW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0" o:spid="_x0000_s1370" style="position:absolute;left:10941;top:50319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TG8cA&#10;AADdAAAADwAAAGRycy9kb3ducmV2LnhtbESPT2/CMAzF75P2HSJP4jbSTVBQR0AbEhtX/mjTbl5j&#10;mo7GqZoMum+PD0jcbL3n936eLXrfqBN1sQ5s4GmYgSIug625MrDfrR6noGJCttgEJgP/FGExv7+b&#10;YWHDmTd02qZKSQjHAg24lNpC61g68hiHoSUW7RA6j0nWrtK2w7OE+0Y/Z1muPdYsDQ5bWjoqj9s/&#10;b+Bzn/2Ol276Mxq9fefvPv845ocvYwYP/esLqER9upmv12sr+OOJ8Ms3MoKe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xExv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1" o:spid="_x0000_s1371" style="position:absolute;left:10535;top:50307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22gMMA&#10;AADdAAAADwAAAGRycy9kb3ducmV2LnhtbERPTWsCMRC9F/wPYQRvNavoVrZGUcHWa60o3sbNuNm6&#10;mSybqOu/bwpCb/N4nzOdt7YSN2p86VjBoJ+AIM6dLrlQsPtev05A+ICssXJMCh7kYT7rvEwx0+7O&#10;X3TbhkLEEPYZKjAh1JmUPjdk0fddTRy5s2sshgibQuoG7zHcVnKYJKm0WHJsMFjTylB+2V6tgv0u&#10;+RmvzOQ0Gi2P6YdNPy/p+aBUr9su3kEEasO/+One6Dh//DaAv2/iC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22g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2" o:spid="_x0000_s1372" style="position:absolute;left:10920;top:4988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8o98QA&#10;AADdAAAADwAAAGRycy9kb3ducmV2LnhtbERPS2sCMRC+C/0PYQreNFvRVVajVMG2Vx+0eBs342Z1&#10;M1k2Ubf/vikI3ubje85s0dpK3KjxpWMFb/0EBHHudMmFgv1u3ZuA8AFZY+WYFPySh8X8pTPDTLs7&#10;b+i2DYWIIewzVGBCqDMpfW7Iou+7mjhyJ9dYDBE2hdQN3mO4reQgSVJpseTYYLCmlaH8sr1aBd/7&#10;5DxamclxOFwe0g+bfl7S049S3df2fQoiUBue4of7S8f5o/EA/r+JJ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KPf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3" o:spid="_x0000_s1373" style="position:absolute;left:10560;top:49844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NbMQA&#10;AADdAAAADwAAAGRycy9kb3ducmV2LnhtbERPTWsCMRC9C/0PYQq9aVarW1mNUgVbr1pReptuxs3W&#10;zWTZRF3/vREKvc3jfc503tpKXKjxpWMF/V4Cgjh3uuRCwe5r1R2D8AFZY+WYFNzIw3z21Jlipt2V&#10;N3TZhkLEEPYZKjAh1JmUPjdk0fdcTRy5o2sshgibQuoGrzHcVnKQJKm0WHJsMFjT0lB+2p6tgv0u&#10;+R0tzfhnOFx8px82/Tylx4NSL8/t+wREoDb8i//cax3nj95e4fFNPEH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jjWz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4" o:spid="_x0000_s1374" style="position:absolute;left:11599;top:49395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VGMQA&#10;AADdAAAADwAAAGRycy9kb3ducmV2LnhtbERPTWvCQBC9F/wPywje6sYSU4muokLVa6209DZmx2w0&#10;Oxuyq8Z/3y0UepvH+5zZorO1uFHrK8cKRsMEBHHhdMWlgsPH2/MEhA/IGmvHpOBBHhbz3tMMc+3u&#10;/E63fShFDGGfowITQpNL6QtDFv3QNcSRO7nWYoiwLaVu8R7DbS1fkiSTFiuODQYbWhsqLvurVfB5&#10;SM7jtZkc03T1nW1str1kpy+lBv1uOQURqAv/4j/3Tsf549cUfr+JJ8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KFRj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5" o:spid="_x0000_s1375" style="position:absolute;left:11687;top:49928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awg8QA&#10;AADdAAAADwAAAGRycy9kb3ducmV2LnhtbERPS2vCQBC+F/oflil4q5uKSSW6igo+rrXS0tuYHbOp&#10;2dmQXTX+e1co9DYf33Mms87W4kKtrxwreOsnIIgLpysuFew/V68jED4ga6wdk4IbeZhNn58mmGt3&#10;5Q+67EIpYgj7HBWYEJpcSl8Ysuj7riGO3NG1FkOEbSl1i9cYbms5SJJMWqw4NhhsaGmoOO3OVsHX&#10;PvlNl2Z0GA4XP9naZptTdvxWqvfSzccgAnXhX/zn3uo4P31P4fFNPEF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GsIP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6" o:spid="_x0000_s1376" style="position:absolute;left:11694;top:50321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u9MMA&#10;AADdAAAADwAAAGRycy9kb3ducmV2LnhtbERPTWsCMRC9F/wPYYTearaiqWyNooLaa1Vaeptuxs3W&#10;zWTZpLr990YQepvH+5zpvHO1OFMbKs8angcZCOLCm4pLDYf9+mkCIkRkg7Vn0vBHAeaz3sMUc+Mv&#10;/E7nXSxFCuGQowYbY5NLGQpLDsPAN8SJO/rWYUywLaVp8ZLCXS2HWaakw4pTg8WGVpaK0+7Xafg4&#10;ZD/jlZ18j0bLL7VxantSx0+tH/vd4hVEpC7+i+/uN5Pmj18U3L5JJ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Qu9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7" o:spid="_x0000_s1377" style="position:absolute;left:12628;top:49423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Lb8MA&#10;AADdAAAADwAAAGRycy9kb3ducmV2LnhtbERPTWsCMRC9F/ofwgi91ayiq6xGqUJrr1pRvI2bcbO6&#10;mSybVNd/bwpCb/N4nzOdt7YSV2p86VhBr5uAIM6dLrlQsP35fB+D8AFZY+WYFNzJw3z2+jLFTLsb&#10;r+m6CYWIIewzVGBCqDMpfW7Iou+6mjhyJ9dYDBE2hdQN3mK4rWQ/SVJpseTYYLCmpaH8svm1Cnbb&#10;5DxcmvFxMFgc0i+bri7paa/UW6f9mIAI1IZ/8dP9reP84WgEf9/EE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iLb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8" o:spid="_x0000_s1378" style="position:absolute;left:12489;top:49931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cfHccA&#10;AADdAAAADwAAAGRycy9kb3ducmV2LnhtbESPT2/CMAzF75P2HSJP4jbSTVBQR0AbEhtX/mjTbl5j&#10;mo7GqZoMum+PD0jcbL3n936eLXrfqBN1sQ5s4GmYgSIug625MrDfrR6noGJCttgEJgP/FGExv7+b&#10;YWHDmTd02qZKSQjHAg24lNpC61g68hiHoSUW7RA6j0nWrtK2w7OE+0Y/Z1muPdYsDQ5bWjoqj9s/&#10;b+Bzn/2Ol276Mxq9fefvPv845ocvYwYP/esLqER9upmv12sr+OOJ4Mo3MoKe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HHx3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79" o:spid="_x0000_s1379" style="position:absolute;left:12494;top:50304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u6hsQA&#10;AADdAAAADwAAAGRycy9kb3ducmV2LnhtbERPS2sCMRC+C/0PYQq9adaiq65GsUJtrz5Qeptuxs3q&#10;ZrJsom7/fVMoeJuP7zmzRWsrcaPGl44V9HsJCOLc6ZILBfvde3cMwgdkjZVjUvBDHhbzp84MM+3u&#10;vKHbNhQihrDPUIEJoc6k9Lkhi77nauLInVxjMUTYFFI3eI/htpKvSZJKiyXHBoM1rQzll+3VKjjs&#10;k/NwZcbfg8HbV7q26cclPR2Venlul1MQgdrwEP+7P3WcPxxN4O+be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Luob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0" o:spid="_x0000_s1380" style="position:absolute;left:13685;top:49410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RjPMYA&#10;AADdAAAADwAAAGRycy9kb3ducmV2LnhtbESPT2/CMAzF75P4DpGRuI10E1RVIaANaX+uY2gTN9OY&#10;ptA4VROg+/bzYdJutt7zez8v14Nv1ZX62AQ28DDNQBFXwTZcG9h9vtwXoGJCttgGJgM/FGG9Gt0t&#10;sbThxh903aZaSQjHEg24lLpS61g58hinoSMW7Rh6j0nWvta2x5uE+1Y/ZlmuPTYsDQ472jiqztuL&#10;N/C1y07zjSsOs9nzPn/1+ds5P34bMxkPTwtQiYb0b/67freCPy+EX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ORjP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1" o:spid="_x0000_s1381" style="position:absolute;left:13317;top:49944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jGp8MA&#10;AADdAAAADwAAAGRycy9kb3ducmV2LnhtbERPTWvCQBC9C/6HZQq96UbREKKrVMHaa1UUb9PsmE3N&#10;zobsqum/7xYK3ubxPme+7Gwt7tT6yrGC0TABQVw4XXGp4LDfDDIQPiBrrB2Tgh/ysFz0e3PMtXvw&#10;J913oRQxhH2OCkwITS6lLwxZ9EPXEEfu4lqLIcK2lLrFRwy3tRwnSSotVhwbDDa0NlRcdzer4HhI&#10;vqdrk31NJqtz+m7T7TW9nJR6feneZiACdeEp/nd/6Dh/mo3g75t4gl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jGp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2" o:spid="_x0000_s1382" style="position:absolute;left:13322;top:50321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pY0MMA&#10;AADdAAAADwAAAGRycy9kb3ducmV2LnhtbERPS2vCQBC+C/0PyxS86aaiIURXaYVqrz5QvE2zYzY1&#10;Oxuyq6b/3i0UvM3H95zZorO1uFHrK8cK3oYJCOLC6YpLBfvd5yAD4QOyxtoxKfglD4v5S2+GuXZ3&#10;3tBtG0oRQ9jnqMCE0ORS+sKQRT90DXHkzq61GCJsS6lbvMdwW8tRkqTSYsWxwWBDS0PFZXu1Cg77&#10;5GeyNNn3ePxxSlc2XV/S81Gp/mv3PgURqAtP8b/7S8f5k2wEf9/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pY0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3" o:spid="_x0000_s1383" style="position:absolute;left:14728;top:49412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9S8QA&#10;AADdAAAADwAAAGRycy9kb3ducmV2LnhtbERPS2vCQBC+F/wPywje6qY+QoiuooLWa6209DZmx2xq&#10;djZkV03/fVco9DYf33Pmy87W4katrxwreBkmIIgLpysuFRzft88ZCB+QNdaOScEPeVguek9zzLW7&#10;8xvdDqEUMYR9jgpMCE0upS8MWfRD1xBH7uxaiyHCtpS6xXsMt7UcJUkqLVYcGww2tDFUXA5Xq+Dj&#10;mHxPNyY7TSbrr3Rn09dLev5UatDvVjMQgbrwL/5z73WcP83G8Pg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2/Uv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4" o:spid="_x0000_s1384" style="position:absolute;left:14145;top:49946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9lP8QA&#10;AADdAAAADwAAAGRycy9kb3ducmV2LnhtbERPS2vCQBC+F/wPywje6sYSQ0hdRYXaXn1g6W2aHbPR&#10;7GzIbjX9926h4G0+vufMFr1txJU6XztWMBknIIhLp2uuFBz2b885CB+QNTaOScEveVjMB08zLLS7&#10;8Zauu1CJGMK+QAUmhLaQ0peGLPqxa4kjd3KdxRBhV0nd4S2G20a+JEkmLdYcGwy2tDZUXnY/VsHx&#10;kJyna5N/p+nqK9vY7P2SnT6VGg375SuIQH14iP/dHzrOn+Yp/H0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fZT/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5" o:spid="_x0000_s1385" style="position:absolute;left:14135;top:50319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ApMQA&#10;AADdAAAADwAAAGRycy9kb3ducmV2LnhtbERPS2vCQBC+C/6HZQredNNiQkhdpQq1vfrA0ts0O2ZT&#10;s7Mhu9X037uC4G0+vufMFr1txJk6XztW8DxJQBCXTtdcKdjv3sc5CB+QNTaOScE/eVjMh4MZFtpd&#10;eEPnbahEDGFfoAITQltI6UtDFv3EtcSRO7rOYoiwq6Tu8BLDbSNfkiSTFmuODQZbWhkqT9s/q+Cw&#10;T37Tlcl/ptPld7a22ccpO34pNXrq315BBOrDQ3x3f+o4P81TuH0TT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wKT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6" o:spid="_x0000_s1386" style="position:absolute;left:12088;top:50306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e08MA&#10;AADdAAAADwAAAGRycy9kb3ducmV2LnhtbERPTWsCMRC9F/ofwhS81WyLhmU1ihWqvdZKxdu4GTer&#10;m8myibr9902h4G0e73Om89414kpdqD1reBlmIIhLb2quNGy/3p9zECEiG2w8k4YfCjCfPT5MsTD+&#10;xp903cRKpBAOBWqwMbaFlKG05DAMfUucuKPvHMYEu0qaDm8p3DXyNcuUdFhzarDY0tJSed5cnIbv&#10;bXYaL21+GI3e9mrl1PqsjjutB0/9YgIiUh/v4n/3h0nzx7mCv2/SC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e0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7" o:spid="_x0000_s1387" style="position:absolute;left:12902;top:50308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7SMQA&#10;AADdAAAADwAAAGRycy9kb3ducmV2LnhtbERPTWvCQBC9F/wPywje6kbRNERXUcHWa6209DZmx2w0&#10;Oxuyq8Z/3y0UepvH+5z5srO1uFHrK8cKRsMEBHHhdMWlgsPH9jkD4QOyxtoxKXiQh+Wi9zTHXLs7&#10;v9NtH0oRQ9jnqMCE0ORS+sKQRT90DXHkTq61GCJsS6lbvMdwW8txkqTSYsWxwWBDG0PFZX+1Cj4P&#10;yXm6MdlxMll/p682fbukpy+lBv1uNQMRqAv/4j/3Tsf50+wFfr+JJ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N+0j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8" o:spid="_x0000_s1388" style="position:absolute;left:13730;top:50306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vOsYA&#10;AADdAAAADwAAAGRycy9kb3ducmV2LnhtbESPT2/CMAzF75P4DpGRuI10E1RVIaANaX+uY2gTN9OY&#10;ptA4VROg+/bzYdJutt7zez8v14Nv1ZX62AQ28DDNQBFXwTZcG9h9vtwXoGJCttgGJgM/FGG9Gt0t&#10;sbThxh903aZaSQjHEg24lLpS61g58hinoSMW7Rh6j0nWvta2x5uE+1Y/ZlmuPTYsDQ472jiqztuL&#10;N/C1y07zjSsOs9nzPn/1+ds5P34bMxkPTwtQiYb0b/67freCPy8E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JvO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89" o:spid="_x0000_s1389" style="position:absolute;left:12076;top:49939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KocQA&#10;AADdAAAADwAAAGRycy9kb3ducmV2LnhtbERPTWvCQBC9F/oflin0VjcVDWl0lSpUvdaGFm9jdsxG&#10;s7Mhu2r8912h0Ns83udM571txIU6XztW8DpIQBCXTtdcKSi+Pl4yED4ga2wck4IbeZjPHh+mmGt3&#10;5U+6bEMlYgj7HBWYENpcSl8asugHriWO3MF1FkOEXSV1h9cYbhs5TJJUWqw5NhhsaWmoPG3PVsF3&#10;kRzHS5PtR6PFLl3ZdH1KDz9KPT/17xMQgfrwL/5zb3ScP87e4P5NP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eyqH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0" o:spid="_x0000_s1390" style="position:absolute;left:12904;top:4992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314cYA&#10;AADdAAAADwAAAGRycy9kb3ducmV2LnhtbESPQW/CMAyF75P2HyJP2m2km6CCjoA2pG1cYWiIm2lM&#10;09E4VZNB9+/xAYmbrff83ufpvPeNOlEX68AGngcZKOIy2JorA5vvj6cxqJiQLTaBycA/RZjP7u+m&#10;WNhw5hWd1qlSEsKxQAMupbbQOpaOPMZBaIlFO4TOY5K1q7Tt8CzhvtEvWZZrjzVLg8OWFo7K4/rP&#10;G/jZZL+jhRvvh8P3Xf7p869jftga8/jQv72CStSnm/l6vbSCP5oIv3wjI+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314c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1" o:spid="_x0000_s1391" style="position:absolute;left:13732;top:49954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QesMA&#10;AADdAAAADwAAAGRycy9kb3ducmV2LnhtbERPTWsCMRC9C/0PYQRvmrXooqtRWsG2V60o3sbNuFnd&#10;TJZNqtt/bwpCb/N4nzNftrYSN2p86VjBcJCAIM6dLrlQsPte9ycgfEDWWDkmBb/kYbl46cwx0+7O&#10;G7ptQyFiCPsMFZgQ6kxKnxuy6AeuJo7c2TUWQ4RNIXWD9xhuK/maJKm0WHJsMFjTylB+3f5YBftd&#10;chmvzOQ0Gr0f0w+bfl7T80GpXrd9m4EI1IZ/8dP9peP88XQIf9/EE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FQe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2" o:spid="_x0000_s1392" style="position:absolute;left:12111;top:49398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PODcQA&#10;AADdAAAADwAAAGRycy9kb3ducmV2LnhtbERPS2sCMRC+F/ofwhR6q1lFF12N0gq1vfpA8TZuxs3q&#10;ZrJsom7/vSkI3ubje85k1tpKXKnxpWMF3U4Cgjh3uuRCwWb9/TEE4QOyxsoxKfgjD7Pp68sEM+1u&#10;vKTrKhQihrDPUIEJoc6k9Lkhi77jauLIHV1jMUTYFFI3eIvhtpK9JEmlxZJjg8Ga5oby8+piFWw3&#10;yWkwN8NDv/+1Txc2/Tmnx51S72/t5xhEoDY8xQ/3r47zB6Me/H8TT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jzg3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3" o:spid="_x0000_s1393" style="position:absolute;left:13183;top:49386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9rlsQA&#10;AADdAAAADwAAAGRycy9kb3ducmV2LnhtbERPS2sCMRC+C/0PYQreNFsfi26NUgXbXrVS6W26GTdb&#10;N5NlE3X9940geJuP7zmzRWsrcabGl44VvPQTEMS50yUXCnZf694EhA/IGivHpOBKHhbzp84MM+0u&#10;vKHzNhQihrDPUIEJoc6k9Lkhi77vauLIHVxjMUTYFFI3eInhtpKDJEmlxZJjg8GaVoby4/ZkFXzv&#10;kr/xykx+R6PlT/pu049jetgr1X1u315BBGrDQ3x3f+o4fzwdwu2beIK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va5b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4" o:spid="_x0000_s1394" style="position:absolute;left:14211;top:49413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z4sQA&#10;AADdAAAADwAAAGRycy9kb3ducmV2LnhtbERPTWvCQBC9C/6HZQRvurHEYKOrWMG2V620eBuzYzaa&#10;nQ3Zrab/3i0UepvH+5zFqrO1uFHrK8cKJuMEBHHhdMWlgsPHdjQD4QOyxtoxKfghD6tlv7fAXLs7&#10;7+i2D6WIIexzVGBCaHIpfWHIoh+7hjhyZ9daDBG2pdQt3mO4reVTkmTSYsWxwWBDG0PFdf9tFXwe&#10;kst0Y2anNH05Zq82e7tm5y+lhoNuPQcRqAv/4j/3u47zp88p/H4TT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8+L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5" o:spid="_x0000_s1395" style="position:absolute;left:14954;top:50308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pWecQA&#10;AADdAAAADwAAAGRycy9kb3ducmV2LnhtbERPTWvCQBC9F/wPyxR6q5uKCTa6igq1XmtDi7cxO2aj&#10;2dmQXTX9912h0Ns83ufMFr1txJU6XztW8DJMQBCXTtdcKSg+354nIHxA1tg4JgU/5GExHzzMMNfu&#10;xh903YVKxBD2OSowIbS5lL40ZNEPXUscuaPrLIYIu0rqDm8x3DZylCSZtFhzbDDY0tpQed5drIKv&#10;IjmlazM5jMerfbax2fs5O34r9fTYL6cgAvXhX/zn3uo4P31N4f5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KVnn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6" o:spid="_x0000_s1396" style="position:absolute;left:14548;top:50295;width:339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IDsMA&#10;AADdAAAADwAAAGRycy9kb3ducmV2LnhtbERPS2sCMRC+C/6HMEJvmrVosKtRrNDH1QeW3qabcbO6&#10;mSybVLf/3hQKvc3H95zFqnO1uFIbKs8axqMMBHHhTcWlhsP+ZTgDESKywdozafihAKtlv7fA3Pgb&#10;b+m6i6VIIRxy1GBjbHIpQ2HJYRj5hjhxJ986jAm2pTQt3lK4q+VjlinpsOLUYLGhjaXisvt2Go6H&#10;7Dzd2NnXZPL8qV6deruo04fWD4NuPQcRqYv/4j/3u0nzp08Kfr9JJ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jID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7" o:spid="_x0000_s1397" style="position:absolute;left:15362;top:50308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tlcQA&#10;AADdAAAADwAAAGRycy9kb3ducmV2LnhtbERPS2sCMRC+C/0PYQq9adaiq65GsUJtrz5Qeptuxs3q&#10;ZrJsom7/fVMoeJuP7zmzRWsrcaPGl44V9HsJCOLc6ZILBfvde3cMwgdkjZVjUvBDHhbzp84MM+3u&#10;vKHbNhQihrDPUIEJoc6k9Lkhi77nauLInVxjMUTYFFI3eI/htpKvSZJKiyXHBoM1rQzll+3VKjjs&#10;k/NwZcbfg8HbV7q26cclPR2Venlul1MQgdrwEP+7P3WcP5yM4O+be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UbZX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8" o:spid="_x0000_s1398" style="position:absolute;left:14985;top:49927;width:428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558YA&#10;AADdAAAADwAAAGRycy9kb3ducmV2LnhtbESPQW/CMAyF75P2HyJP2m2km6CCjoA2pG1cYWiIm2lM&#10;09E4VZNB9+/xAYmbrff83ufpvPeNOlEX68AGngcZKOIy2JorA5vvj6cxqJiQLTaBycA/RZjP7u+m&#10;WNhw5hWd1qlSEsKxQAMupbbQOpaOPMZBaIlFO4TOY5K1q7Tt8CzhvtEvWZZrjzVLg8OWFo7K4/rP&#10;G/jZZL+jhRvvh8P3Xf7p869jftga8/jQv72CStSnm/l6vbSCP5oIrnwjI+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v558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599" o:spid="_x0000_s1399" style="position:absolute;left:14573;top:49910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cfMMA&#10;AADdAAAADwAAAGRycy9kb3ducmV2LnhtbERPTWsCMRC9F/ofwgi91ayii65GqUJrr1pRvI2bcbO6&#10;mSybVNd/bwpCb/N4nzOdt7YSV2p86VhBr5uAIM6dLrlQsP35fB+B8AFZY+WYFNzJw3z2+jLFTLsb&#10;r+m6CYWIIewzVGBCqDMpfW7Iou+6mjhyJ9dYDBE2hdQN3mK4rWQ/SVJpseTYYLCmpaH8svm1Cnbb&#10;5DxcmtFxMFgc0i+bri7paa/UW6f9mIAI1IZ/8dP9reP84XgMf9/EE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dcf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0" o:spid="_x0000_s1400" style="position:absolute;left:15294;top:49433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BGsYA&#10;AADdAAAADwAAAGRycy9kb3ducmV2LnhtbESPzU4DMQyE70i8Q2QkbjQBlajaNq2gEj9XSgXi5m7c&#10;zdKNs9qEdnl7fEDqzdaMZz4vVmPs1JGG3CZ2cDsxoIjr5FtuHGzfn25moHJB9tglJge/lGG1vLxY&#10;YOXTid/ouCmNkhDOFToIpfSV1rkOFDFPUk8s2j4NEYusQ6P9gCcJj52+M8bqiC1LQ8Ce1oHqw+Yn&#10;OvjYmu/7dZjtptPHL/sc7cvB7j+du74aH+agCo3lbP6/fvWCb43wyzcygl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IBG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1" o:spid="_x0000_s1401" style="position:absolute;left:15473;top:49922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kgcMA&#10;AADdAAAADwAAAGRycy9kb3ducmV2LnhtbERPS2sCMRC+F/wPYQRvNbHYIKtRWqGPa61UvI2bcbN1&#10;M1k2Ubf/vikUvM3H95zFqveNuFAX68AGJmMFgrgMtubKwPbz5X4GIiZki01gMvBDEVbLwd0CCxuu&#10;/EGXTapEDuFYoAGXUltIGUtHHuM4tMSZO4bOY8qwq6Tt8JrDfSMflNLSY825wWFLa0flaXP2Br62&#10;6vtx7WaH6fR5r1+9fjvp486Y0bB/moNI1Keb+N/9bvN8rSbw900+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6kg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2" o:spid="_x0000_s1402" style="position:absolute;left:11265;top:50303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69sMA&#10;AADdAAAADwAAAGRycy9kb3ducmV2LnhtbERPTUsDMRC9C/6HMII3m1jaUNZmixa0vVqL4m3czG7W&#10;bibLJrbbf28Eobd5vM9ZrkbfiSMNsQ1s4H6iQBBXwbbcGNi/Pd8tQMSEbLELTAbOFGFVXl8tsbDh&#10;xK903KVG5BCOBRpwKfWFlLFy5DFOQk+cuToMHlOGQyPtgKcc7js5VUpLjy3nBoc9rR1Vh92PN/C+&#10;V9/ztVt8zWZPn/rF681B1x/G3N6Mjw8gEo3pIv53b22er9UU/r7JJ8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w69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3" o:spid="_x0000_s1403" style="position:absolute;left:11171;top:49403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fbcMA&#10;AADdAAAADwAAAGRycy9kb3ducmV2LnhtbERPTU8CMRC9m/gfmjHxJq2CDVkpRElQrgLReBu3w3Zl&#10;O91sKyz/npKQcJuX9zmTWe8bsacu1oENPA4UCOIy2JorA5v14mEMIiZki01gMnCkCLPp7c0ECxsO&#10;/En7VapEDuFYoAGXUltIGUtHHuMgtMSZ24bOY8qwq6Tt8JDDfSOflNLSY825wWFLc0flbvXvDXxt&#10;1N/z3I1/R6O3H/3u9cdOb7+Nub/rX19AJOrTVXxxL22er9UQzt/kE+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Cfb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4" o:spid="_x0000_s1404" style="position:absolute;left:11271;top:49917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HGcMA&#10;AADdAAAADwAAAGRycy9kb3ducmV2LnhtbERPS0sDMRC+C/6HMII3myhrKNumRQt9XK1F6W26mW62&#10;3UyWTWzXf28Ewdt8fM+Zzgffigv1sQls4HGkQBBXwTZcG9i9Lx/GIGJCttgGJgPfFGE+u72ZYmnD&#10;ld/osk21yCEcSzTgUupKKWPlyGMchY44c8fQe0wZ9rW0PV5zuG/lk1Jaemw4NzjsaOGoOm+/vIGP&#10;nTo9L9z4UBSve73yen3Wx09j7u+GlwmIREP6F/+5NzbP16qA32/yC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kHG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5" o:spid="_x0000_s1405" style="position:absolute;left:1945;top:49281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igsMA&#10;AADdAAAADwAAAGRycy9kb3ducmV2LnhtbERPTWsCMRC9C/0PYQq9adKiQbZGaYW2Xqti6W26GTdb&#10;N5Nlk+r67xtB8DaP9zmzRe8bcaQu1oENPI4UCOIy2JorA9vN23AKIiZki01gMnCmCIv53WCGhQ0n&#10;/qTjOlUih3As0IBLqS2kjKUjj3EUWuLM7UPnMWXYVdJ2eMrhvpFPSmnpsebc4LClpaPysP7zBnZb&#10;9TtZuunPePz6rd+9/jjo/ZcxD/f9yzOIRH26ia/ulc3ztZrA5Zt8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Wig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6" o:spid="_x0000_s1406" style="position:absolute;left:1576;top:49841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89cMA&#10;AADdAAAADwAAAGRycy9kb3ducmV2LnhtbERPTWsCMRC9F/ofwhS81cRig6xGsUKr11pp8TZuxs3q&#10;ZrJsom7/fVMo9DaP9zmzRe8bcaUu1oENjIYKBHEZbM2Vgd3H6+MEREzIFpvAZOCbIizm93czLGy4&#10;8Ttdt6kSOYRjgQZcSm0hZSwdeYzD0BJn7hg6jynDrpK2w1sO9418UkpLjzXnBoctrRyV5+3FG/jc&#10;qdPzyk0O4/HLXr95vT7r45cxg4d+OQWRqE//4j/3xub5Wmn4/Saf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c89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7" o:spid="_x0000_s1407" style="position:absolute;left:1581;top:50270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uZbsMA&#10;AADdAAAADwAAAGRycy9kb3ducmV2LnhtbERPTU8CMRC9m/gfmjHhJq0GK1kpRElAryKBcBu2w3Zl&#10;O91sC6z/3pqQeJuX9zmTWe8bcaYu1oENPAwVCOIy2JorA+uvxf0YREzIFpvAZOCHIsymtzcTLGy4&#10;8CedV6kSOYRjgQZcSm0hZSwdeYzD0BJn7hA6jynDrpK2w0sO9418VEpLjzXnBoctzR2Vx9XJG9is&#10;1ffT3I33o9HbTi+9fj/qw9aYwV3/+gIiUZ/+xVf3h83ztXqGv2/yCXL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uZb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8" o:spid="_x0000_s1408" style="position:absolute;left:2935;top:49309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NHMYA&#10;AADdAAAADwAAAGRycy9kb3ducmV2LnhtbESPzU4DMQyE70i8Q2QkbjQBlajaNq2gEj9XSgXi5m7c&#10;zdKNs9qEdnl7fEDqzdaMZz4vVmPs1JGG3CZ2cDsxoIjr5FtuHGzfn25moHJB9tglJge/lGG1vLxY&#10;YOXTid/ouCmNkhDOFToIpfSV1rkOFDFPUk8s2j4NEYusQ6P9gCcJj52+M8bqiC1LQ8Ce1oHqw+Yn&#10;OvjYmu/7dZjtptPHL/sc7cvB7j+du74aH+agCo3lbP6/fvWCb43gyjcygl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QNH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09" o:spid="_x0000_s1409" style="position:absolute;left:2404;top:49869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oh8MA&#10;AADdAAAADwAAAGRycy9kb3ducmV2LnhtbERPTU8CMRC9m/gfmjHhJq0EGlwpRElQrwLReBu3w3Zl&#10;O91sCyz/3pqQcJuX9zmzRe8bcaQu1oENPAwVCOIy2JorA9vN6n4KIiZki01gMnCmCIv57c0MCxtO&#10;/EHHdapEDuFYoAGXUltIGUtHHuMwtMSZ24XOY8qwq6Tt8JTDfSNHSmnpsebc4LClpaNyvz54A59b&#10;9TtZuunPePzyrV+9ftvr3Zcxg7v++QlEoj5dxRf3u83ztXqE/2/y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ioh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0" o:spid="_x0000_s1410" style="position:absolute;left:2395;top:50268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uXx8YA&#10;AADdAAAADwAAAGRycy9kb3ducmV2LnhtbESPT2/CMAzF75P4DpEn7TZSJhahQkADaX+uYwjEzWtM&#10;09E4VZNB9+3nw6TdbL3n935erIbQqgv1qYlsYTIuQBFX0TVcW9h9PN/PQKWM7LCNTBZ+KMFqObpZ&#10;YOnild/pss21khBOJVrwOXel1qnyFDCNY0cs2in2AbOsfa1dj1cJD61+KAqjAzYsDR472niqztvv&#10;YGG/K74eN372OZ2uj+YlmNezOR2svbsdnuagMg353/x3/eYE30yEX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uXx8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1" o:spid="_x0000_s1411" style="position:absolute;left:1989;top:50255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yXMMA&#10;AADdAAAADwAAAGRycy9kb3ducmV2LnhtbERPTWsCMRC9F/ofwhS81ewWG2Q1Siu0etVKxdu4GTdb&#10;N5NlE3X7702h4G0e73Om89414kJdqD1ryIcZCOLSm5orDduvj+cxiBCRDTaeScMvBZjPHh+mWBh/&#10;5TVdNrESKYRDgRpsjG0hZSgtOQxD3xIn7ug7hzHBrpKmw2sKd418yTIlHdacGiy2tLBUnjZnp+F7&#10;m/28Luz4MBq979WnU8uTOu60Hjz1bxMQkfp4F/+7VybNV3kO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cyX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2" o:spid="_x0000_s1412" style="position:absolute;left:1991;top:49826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sK8MA&#10;AADdAAAADwAAAGRycy9kb3ducmV2LnhtbERPS2sCMRC+F/wPYQq91ayiQVajVKGPa1UUb+Nm3Kxu&#10;Jssm1fXfN4WCt/n4njNbdK4WV2pD5VnDoJ+BIC68qbjUsN28v05AhIhssPZMGu4UYDHvPc0wN/7G&#10;33Rdx1KkEA45arAxNrmUobDkMPR9Q5y4k28dxgTbUpoWbync1XKYZUo6rDg1WGxoZam4rH+cht02&#10;O49XdnIcjZYH9eHU50Wd9lq/PHdvUxCRuvgQ/7u/TJqvBk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WsK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3" o:spid="_x0000_s1413" style="position:absolute;left:1442;top:49257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kJsMMA&#10;AADdAAAADwAAAGRycy9kb3ducmV2LnhtbERPTWsCMRC9F/wPYQq91azWBtkaRYWq11pp6W26GTdb&#10;N5Nlk+r6740geJvH+5zJrHO1OFIbKs8aBv0MBHHhTcWlht3n+/MYRIjIBmvPpOFMAWbT3sMEc+NP&#10;/EHHbSxFCuGQowYbY5NLGQpLDkPfN8SJ2/vWYUywLaVp8ZTCXS2HWaakw4pTg8WGlpaKw/bfafja&#10;ZX+vSzv+HY0WP2rl1Pqg9t9aPz128zcQkbp4F9/cG5Pmq8ELXL9JJ8jp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kJs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4" o:spid="_x0000_s1414" style="position:absolute;left:2471;top:49285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CRxMMA&#10;AADdAAAADwAAAGRycy9kb3ducmV2LnhtbERPTWsCMRC9F/ofwhS81axlG2Q1Sitoe9VKxdu4GTdb&#10;N5NlE3X7702h4G0e73Om89414kJdqD1rGA0zEMSlNzVXGrZfy+cxiBCRDTaeScMvBZjPHh+mWBh/&#10;5TVdNrESKYRDgRpsjG0hZSgtOQxD3xIn7ug7hzHBrpKmw2sKd418yTIlHdacGiy2tLBUnjZnp+F7&#10;m/28Luz4kOfve7Vy6uOkjjutB0/92wREpD7exf/uT5Pmq1EO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CRx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5" o:spid="_x0000_s1415" style="position:absolute;left:3214;top:50283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w0X8MA&#10;AADdAAAADwAAAGRycy9kb3ducmV2LnhtbERPS2sCMRC+F/wPYQq91axFg2yNUoVWrz5o6W26GTdb&#10;N5NlE3X990YQvM3H95zJrHO1OFEbKs8aBv0MBHHhTcWlht3283UMIkRkg7Vn0nChALNp72mCufFn&#10;XtNpE0uRQjjkqMHG2ORShsKSw9D3DXHi9r51GBNsS2laPKdwV8u3LFPSYcWpwWJDC0vFYXN0Gr53&#10;2f9oYcd/w+H8V305tTyo/Y/WL8/dxzuISF18iO/ulUnz1WAEt2/SC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7w0X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6" o:spid="_x0000_s1416" style="position:absolute;left:2808;top:50270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6qKMMA&#10;AADdAAAADwAAAGRycy9kb3ducmV2LnhtbERPS2sCMRC+C/0PYQq9aVbRIKtRqtDHtSqKt3EzbrZu&#10;Jssm1fXfN4WCt/n4njNfdq4WV2pD5VnDcJCBIC68qbjUsNu+9acgQkQ2WHsmDXcKsFw89eaYG3/j&#10;L7puYilSCIccNdgYm1zKUFhyGAa+IU7c2bcOY4JtKU2LtxTuajnKMiUdVpwaLDa0tlRcNj9Ow36X&#10;fU/Wdnoaj1dH9e7Ux0WdD1q/PHevMxCRuvgQ/7s/TZqvhgr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6qK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7" o:spid="_x0000_s1417" style="position:absolute;left:3193;top:49850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Ps8MA&#10;AADdAAAADwAAAGRycy9kb3ducmV2LnhtbERPTWsCMRC9C/6HMIK3mrXYKFujWMHWa61Yeptuxs3q&#10;ZrJsUl3/fVMoeJvH+5z5snO1uFAbKs8axqMMBHHhTcWlhv3H5mEGIkRkg7Vn0nCjAMtFvzfH3Pgr&#10;v9NlF0uRQjjkqMHG2ORShsKSwzDyDXHijr51GBNsS2lavKZwV8vHLFPSYcWpwWJDa0vFeffjNBz2&#10;2elpbWffk8nLl3p16u2sjp9aDwfd6hlEpC7exf/urUnz1XgKf9+k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IPs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8" o:spid="_x0000_s1418" style="position:absolute;left:2832;top:49807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2bwcYA&#10;AADdAAAADwAAAGRycy9kb3ducmV2LnhtbESPT2/CMAzF75P4DpEn7TZSJhahQkADaX+uYwjEzWtM&#10;09E4VZNB9+3nw6TdbL3n935erIbQqgv1qYlsYTIuQBFX0TVcW9h9PN/PQKWM7LCNTBZ+KMFqObpZ&#10;YOnild/pss21khBOJVrwOXel1qnyFDCNY0cs2in2AbOsfa1dj1cJD61+KAqjAzYsDR472niqztvv&#10;YGG/K74eN372OZ2uj+YlmNezOR2svbsdnuagMg353/x3/eYE30w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2bwc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19" o:spid="_x0000_s1419" style="position:absolute;left:3872;top:49281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+WsQA&#10;AADdAAAADwAAAGRycy9kb3ducmV2LnhtbERPS2sCMRC+F/ofwhR6q1nFBrsaRQUf11pp6W26GTer&#10;m8mySXX77xtB8DYf33Mms87V4kxtqDxr6PcyEMSFNxWXGvYfq5cRiBCRDdaeScMfBZhNHx8mmBt/&#10;4Xc672IpUgiHHDXYGJtcylBYchh6viFO3MG3DmOCbSlNi5cU7mo5yDIlHVacGiw2tLRUnHa/TsPn&#10;Pju+Lu3oZzhcfKu1U5uTOnxp/fzUzccgInXxLr65tybNV/03uH6TT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xPlr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0" o:spid="_x0000_s1420" style="position:absolute;left:3959;top:49814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desYA&#10;AADdAAAADwAAAGRycy9kb3ducmV2LnhtbESPQU8CMRCF7yb+h2ZMvElXgg1ZKERIUK8igXAbt8N2&#10;ZTvdbCus/945mHibyXvz3jfz5RBadaE+NZEtPI4KUMRVdA3XFnYfm4cpqJSRHbaRycIPJVgubm/m&#10;WLp45Xe6bHOtJIRTiRZ8zl2pdao8BUyj2BGLdop9wCxrX2vX41XCQ6vHRWF0wIalwWNHa0/Vefsd&#10;LOx3xdfT2k8/J5PV0bwE83o2p4O193fD8wxUpiH/m/+u35zgm7Hwyzcygl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dde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1" o:spid="_x0000_s1421" style="position:absolute;left:3967;top:50284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44cMA&#10;AADdAAAADwAAAGRycy9kb3ducmV2LnhtbERPS2sCMRC+F/wPYQq91ayiQVajVKGPa1UUb+Nm3Kxu&#10;Jssm1fXfN4WCt/n4njNbdK4WV2pD5VnDoJ+BIC68qbjUsN28v05AhIhssPZMGu4UYDHvPc0wN/7G&#10;33Rdx1KkEA45arAxNrmUobDkMPR9Q5y4k28dxgTbUpoWbync1XKYZUo6rDg1WGxoZam4rH+cht02&#10;O49XdnIcjZYH9eHU50Wd9lq/PHdvUxCRuvgQ/7u/TJqvhg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v44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2" o:spid="_x0000_s1422" style="position:absolute;left:4900;top:49308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mlsMA&#10;AADdAAAADwAAAGRycy9kb3ducmV2LnhtbERPTWsCMRC9F/ofwhS81WwXG2Q1Siu0etVKxdu4GTdb&#10;N5NlE3X7702h4G0e73Om89414kJdqD1reBlmIIhLb2quNGy/Pp7HIEJENth4Jg2/FGA+e3yYYmH8&#10;ldd02cRKpBAOBWqwMbaFlKG05DAMfUucuKPvHMYEu0qaDq8p3DUyzzIlHdacGiy2tLBUnjZnp+F7&#10;m/28Luz4MBq979WnU8uTOu60Hjz1bxMQkfp4F/+7VybNV3kO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lml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3" o:spid="_x0000_s1423" style="position:absolute;left:4761;top:49868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XDDcMA&#10;AADdAAAADwAAAGRycy9kb3ducmV2LnhtbERPTWsCMRC9F/wPYYTearZqg2yNooLaa6209DbdjJut&#10;m8mySXX7740geJvH+5zpvHO1OFEbKs8angcZCOLCm4pLDfuP9dMERIjIBmvPpOGfAsxnvYcp5saf&#10;+Z1Ou1iKFMIhRw02xiaXMhSWHIaBb4gTd/Ctw5hgW0rT4jmFu1oOs0xJhxWnBosNrSwVx92f0/C5&#10;z35fVnbyMx4vv9XGqe1RHb60fux3i1cQkbp4F9/cbybNV8MRXL9JJ8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XDD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4" o:spid="_x0000_s1424" style="position:absolute;left:4766;top:50267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becMA&#10;AADdAAAADwAAAGRycy9kb3ducmV2LnhtbERPTWsCMRC9F/ofwhS81WxlG2Q1Siu0etVKxdu4GTdb&#10;N5NlE3X7702h4G0e73Om89414kJdqD1reBlmIIhLb2quNGy/Pp7HIEJENth4Jg2/FGA+e3yYYmH8&#10;ldd02cRKpBAOBWqwMbaFlKG05DAMfUucuKPvHMYEu0qaDq8p3DVylGVKOqw5NVhsaWGpPG3OTsP3&#10;Nvt5XdjxIc/f9+rTqeVJHXdaD576twmISH28i//dK5Pmq1EO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be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5" o:spid="_x0000_s1425" style="position:absolute;left:5958;top:49296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+4sMA&#10;AADdAAAADwAAAGRycy9kb3ducmV2LnhtbERPTWsCMRC9F/ofwhS81WxFg2yNUgW1V+3S0tt0M262&#10;bibLJur23xtB6G0e73Nmi9414kxdqD1reBlmIIhLb2quNBQf6+cpiBCRDTaeScMfBVjMHx9mmBt/&#10;4R2d97ESKYRDjhpsjG0uZSgtOQxD3xIn7uA7hzHBrpKmw0sKd40cZZmSDmtODRZbWlkqj/uT0/BZ&#10;ZL+TlZ3+jMfLb7VxantUhy+tB0/92yuISH38F9/d7ybNV6MJ3L5JJ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D+4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6" o:spid="_x0000_s1426" style="position:absolute;left:5589;top:49855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JglcMA&#10;AADdAAAADwAAAGRycy9kb3ducmV2LnhtbERPS2sCMRC+C/6HMEJvmlVskNUoVejjWisVb+Nm3Gzd&#10;TJZNqtt/3wiCt/n4nrNYda4WF2pD5VnDeJSBIC68qbjUsPt6Hc5AhIhssPZMGv4owGrZ7y0wN/7K&#10;n3TZxlKkEA45arAxNrmUobDkMIx8Q5y4k28dxgTbUpoWrync1XKSZUo6rDg1WGxoY6k4b3+dhu9d&#10;9vO8sbPjdLo+qDen3s/qtNf6adC9zEFE6uJDfHd/mDRfTRTcvkkn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Jgl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7" o:spid="_x0000_s1427" style="position:absolute;left:5594;top:50284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7FDsMA&#10;AADdAAAADwAAAGRycy9kb3ducmV2LnhtbERPTWsCMRC9C/6HMEJvNVuxqWyNokJbr1Vp6W26GTdb&#10;N5Nlk+r6740geJvH+5zpvHO1OFIbKs8anoYZCOLCm4pLDbvt2+MERIjIBmvPpOFMAeazfm+KufEn&#10;/qTjJpYihXDIUYONscmlDIUlh2HoG+LE7X3rMCbYltK0eErhrpajLFPSYcWpwWJDK0vFYfPvNHzt&#10;sr/nlZ38jsfLH/Xu1MdB7b+1fhh0i1cQkbp4F9/ca5Pmq9ELXL9JJ8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7FD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8" o:spid="_x0000_s1428" style="position:absolute;left:7001;top:49323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FRfMYA&#10;AADdAAAADwAAAGRycy9kb3ducmV2LnhtbESPQU8CMRCF7yb+h2ZMvElXgg1ZKERIUK8igXAbt8N2&#10;ZTvdbCus/945mHibyXvz3jfz5RBadaE+NZEtPI4KUMRVdA3XFnYfm4cpqJSRHbaRycIPJVgubm/m&#10;WLp45Xe6bHOtJIRTiRZ8zl2pdao8BUyj2BGLdop9wCxrX2vX41XCQ6vHRWF0wIalwWNHa0/Vefsd&#10;LOx3xdfT2k8/J5PV0bwE83o2p4O193fD8wxUpiH/m/+u35zgm7Hgyjcygl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FRf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29" o:spid="_x0000_s1429" style="position:absolute;left:6417;top:49883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3058MA&#10;AADdAAAADwAAAGRycy9kb3ducmV2LnhtbERPTWsCMRC9F/ofwhS81WxFg65GaYVqr7VS8TZuxs3q&#10;ZrJsoq7/vikUepvH+5zZonO1uFIbKs8aXvoZCOLCm4pLDduv9+cxiBCRDdaeScOdAizmjw8zzI2/&#10;8SddN7EUKYRDjhpsjE0uZSgsOQx93xAn7uhbhzHBtpSmxVsKd7UcZJmSDitODRYbWloqzpuL0/C9&#10;zU6jpR0fhsO3vVo5tT6r407r3lP3OgURqYv/4j/3h0nz1WACv9+kE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305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0" o:spid="_x0000_s1430" style="position:absolute;left:6408;top:50282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7Lp8YA&#10;AADdAAAADwAAAGRycy9kb3ducmV2LnhtbESPQU8CMRCF7yb+h2ZMvElXxYYsFKIkKleRaLgN22G7&#10;sJ1uthWWf+8cTLzN5L1575vZYgitOlGfmsgW7kcFKOIquoZrC5vP17sJqJSRHbaRycKFEizm11cz&#10;LF088wed1rlWEsKpRAs+567UOlWeAqZR7IhF28c+YJa1r7Xr8SzhodUPRWF0wIalwWNHS0/Vcf0T&#10;LHxtisPT0k924/HL1rwF8340+29rb2+G5ymoTEP+N/9dr5zgm0fhl2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7Lp8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1" o:spid="_x0000_s1431" style="position:absolute;left:4360;top:50269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JuPMMA&#10;AADdAAAADwAAAGRycy9kb3ducmV2LnhtbERPTWsCMRC9F/wPYQq91azWBtkaRYWq11pp6W26GTdb&#10;N5Nlk+r6740geJvH+5zJrHO1OFIbKs8aBv0MBHHhTcWlht3n+/MYRIjIBmvPpOFMAWbT3sMEc+NP&#10;/EHHbSxFCuGQowYbY5NLGQpLDkPfN8SJ2/vWYUywLaVp8ZTCXS2HWaakw4pTg8WGlpaKw/bfafja&#10;ZX+vSzv+HY0WP2rl1Pqg9t9aPz128zcQkbp4F9/cG5Pmq5cBXL9JJ8jp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JuP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2" o:spid="_x0000_s1432" style="position:absolute;left:5174;top:50271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DwS8MA&#10;AADdAAAADwAAAGRycy9kb3ducmV2LnhtbERPTWsCMRC9F/wPYYTearZqg2yNooLaa6209DbdjJut&#10;m8mySXX7740geJvH+5zpvHO1OFEbKs8angcZCOLCm4pLDfuP9dMERIjIBmvPpOGfAsxnvYcp5saf&#10;+Z1Ou1iKFMIhRw02xiaXMhSWHIaBb4gTd/Ctw5hgW0rT4jmFu1oOs0xJhxWnBosNrSwVx92f0/C5&#10;z35fVnbyMx4vv9XGqe1RHb60fux3i1cQkbp4F9/cbybNV6MhXL9JJ8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DwS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3" o:spid="_x0000_s1433" style="position:absolute;left:6002;top:50269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V0MMA&#10;AADdAAAADwAAAGRycy9kb3ducmV2LnhtbERPTWsCMRC9F/wPYYTearZqg2yNooLaa6209DbdjJut&#10;m8mySXX7740geJvH+5zpvHO1OFEbKs8angcZCOLCm4pLDfuP9dMERIjIBmvPpOGfAsxnvYcp5saf&#10;+Z1Ou1iKFMIhRw02xiaXMhSWHIaBb4gTd/Ctw5hgW0rT4jmFu1oOs0xJhxWnBosNrSwVx92f0/C5&#10;z35fVnbyMx4vv9XGqe1RHb60fux3i1cQkbp4F9/cbybNV6MRXL9JJ8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xV0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4" o:spid="_x0000_s1434" style="position:absolute;left:4348;top:49825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XNpMQA&#10;AADdAAAADwAAAGRycy9kb3ducmV2LnhtbERPTU8CMRC9m/gfmiHhJl1kbchKIUqCehUJhNuwHbYr&#10;2+lmW2D999aExNu8vM+ZLXrXiAt1ofasYTzKQBCX3tRcadh8rR6mIEJENth4Jg0/FGAxv7+bYWH8&#10;lT/pso6VSCEcCtRgY2wLKUNpyWEY+ZY4cUffOYwJdpU0HV5TuGvkY5Yp6bDm1GCxpaWl8rQ+Ow3b&#10;Tfb9tLTTQ56/7tWbU+8nddxpPRz0L88gIvXxX3xzf5g0X01y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FzaT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5" o:spid="_x0000_s1435" style="position:absolute;left:5176;top:49812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oP8MA&#10;AADdAAAADwAAAGRycy9kb3ducmV2LnhtbERPTWsCMRC9F/ofwhR6q1mtBtkaRQWt11pp6W26GTer&#10;m8myibr9940geJvH+5zJrHO1OFMbKs8a+r0MBHHhTcWlht3n6mUMIkRkg7Vn0vBHAWbTx4cJ5sZf&#10;+IPO21iKFMIhRw02xiaXMhSWHIaeb4gTt/etw5hgW0rT4iWFu1oOskxJhxWnBosNLS0Vx+3Jafja&#10;ZYfR0o5/h8PFj1o79X5U+2+tn5+6+RuISF28i2/ujUnz1esIrt+kE+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loP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6" o:spid="_x0000_s1436" style="position:absolute;left:6004;top:49840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2SMMA&#10;AADdAAAADwAAAGRycy9kb3ducmV2LnhtbERPTWsCMRC9F/wPYQrearbWBtkaRYWq11pp6W26GTdb&#10;N5NlE3X990YQepvH+5zJrHO1OFEbKs8angcZCOLCm4pLDbvP96cxiBCRDdaeScOFAsymvYcJ5saf&#10;+YNO21iKFMIhRw02xiaXMhSWHIaBb4gTt/etw5hgW0rT4jmFu1oOs0xJhxWnBosNLS0Vh+3Rafja&#10;ZX+vSzv+HY0WP2rl1Pqg9t9a9x+7+RuISF38F9/dG5PmqxcFt2/SC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v2S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7" o:spid="_x0000_s1437" style="position:absolute;left:4384;top:49284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dT08QA&#10;AADdAAAADwAAAGRycy9kb3ducmV2LnhtbERPTU8CMRC9k/AfmjHxBl0VC1kpREkEryKBcBu3w3Zh&#10;O91sCyz/3pqYeJuX9znTeedqcaE2VJ41PAwzEMSFNxWXGjZf74MJiBCRDdaeScONAsxn/d4Uc+Ov&#10;/EmXdSxFCuGQowYbY5NLGQpLDsPQN8SJO/jWYUywLaVp8ZrCXS0fs0xJhxWnBosNLSwVp/XZadhu&#10;suPzwk6+R6O3vVo6tTqpw07r+7vu9QVEpC7+i//cHybNV09j+P0mnS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XU9P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8" o:spid="_x0000_s1438" style="position:absolute;left:5455;top:49271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HocYA&#10;AADdAAAADwAAAGRycy9kb3ducmV2LnhtbESPQU8CMRCF7yb+h2ZMvElXxYYsFKIkKleRaLgN22G7&#10;sJ1uthWWf+8cTLzN5L1575vZYgitOlGfmsgW7kcFKOIquoZrC5vP17sJqJSRHbaRycKFEizm11cz&#10;LF088wed1rlWEsKpRAs+567UOlWeAqZR7IhF28c+YJa1r7Xr8SzhodUPRWF0wIalwWNHS0/Vcf0T&#10;LHxtisPT0k924/HL1rwF8340+29rb2+G5ymoTEP+N/9dr5zgm0fBlW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jHoc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39" o:spid="_x0000_s1439" style="position:absolute;left:6484;top:49299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RiOsQA&#10;AADdAAAADwAAAGRycy9kb3ducmV2LnhtbERPTU8CMRC9m/AfmiHxJl0UGlwpREkUriDReBu3w3Zh&#10;O91sKyz/npKQeJuX9znTeedqcaQ2VJ41DAcZCOLCm4pLDdvP94cJiBCRDdaeScOZAsxnvbsp5saf&#10;eE3HTSxFCuGQowYbY5NLGQpLDsPAN8SJ2/nWYUywLaVp8ZTCXS0fs0xJhxWnBosNLSwVh82f0/C1&#10;zfbjhZ38jkZvP+rDqeVB7b61vu93ry8gInXxX3xzr0yar56e4fpNOkH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EYjr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0" o:spid="_x0000_s1440" style="position:absolute;left:7227;top:50297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42sYA&#10;AADdAAAADwAAAGRycy9kb3ducmV2LnhtbESPT0/DMAzF70j7DpGRuLEUVKKpLJvYJP5cGROIm2m8&#10;pqxxqiZs3befD0i72XrP7/08X46hUwcaUhvZwt20AEVcR9dyY2H78Xw7A5UyssMuMlk4UYLlYnI1&#10;x8rFI7/TYZMbJSGcKrTgc+4rrVPtKWCaxp5YtF0cAmZZh0a7AY8SHjp9XxRGB2xZGjz2tPZU7zd/&#10;wcLntvh9WPvZT1muvs1LMK97s/uy9uZ6fHoElWnMF/P/9ZsTfFMKv3wjI+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i42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1" o:spid="_x0000_s1441" style="position:absolute;left:6821;top:50284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dQcMA&#10;AADdAAAADwAAAGRycy9kb3ducmV2LnhtbERPTWsCMRC9F/ofwhS81axlG2Q1Sitoe9VKxdu4GTdb&#10;N5NlE3X7702h4G0e73Om89414kJdqD1rGA0zEMSlNzVXGrZfy+cxiBCRDTaeScMvBZjPHh+mWBh/&#10;5TVdNrESKYRDgRpsjG0hZSgtOQxD3xIn7ug7hzHBrpKmw2sKd418yTIlHdacGiy2tLBUnjZnp+F7&#10;m/28Luz4kOfve7Vy6uOkjjutB0/92wREpD7exf/uT5Pmq3wE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QdQ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2" o:spid="_x0000_s1442" style="position:absolute;left:7258;top:49864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aDNsMA&#10;AADdAAAADwAAAGRycy9kb3ducmV2LnhtbERPTWsCMRC9F/ofwhS81WxlG2Q1Siu0etVKxdu4GTdb&#10;N5NlE3X7702h4G0e73Om89414kJdqD1reBlmIIhLb2quNGy/Pp7HIEJENth4Jg2/FGA+e3yYYmH8&#10;ldd02cRKpBAOBWqwMbaFlKG05DAMfUucuKPvHMYEu0qaDq8p3DVylGVKOqw5NVhsaWGpPG3OTsP3&#10;Nvt5XdjxIc/f9+rTqeVJHXdaD576twmISH28i//dK5Pmq3wE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aDN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3" o:spid="_x0000_s1443" style="position:absolute;left:6845;top:49821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mrcQA&#10;AADdAAAADwAAAGRycy9kb3ducmV2LnhtbERPTU8CMRC9m/gfmiHhJl1kbchKIUqCehUJhNuwHbYr&#10;2+lmW2D999aExNu8vM+ZLXrXiAt1ofasYTzKQBCX3tRcadh8rR6mIEJENth4Jg0/FGAxv7+bYWH8&#10;lT/pso6VSCEcCtRgY2wLKUNpyWEY+ZY4cUffOYwJdpU0HV5TuGvkY5Yp6bDm1GCxpaWl8rQ+Ow3b&#10;Tfb9tLTTQ56/7tWbU+8nddxpPRz0L88gIvXxX3xzf5g0X+UT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qJq3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4" o:spid="_x0000_s1444" style="position:absolute;left:3538;top:50266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O+2cQA&#10;AADdAAAADwAAAGRycy9kb3ducmV2LnhtbERPS2sCMRC+F/ofwhR6q9nKGmRrlCr4uPqgpbfpZtxs&#10;3UyWTarrvzeFgrf5+J4zmfWuEWfqQu1Zw+sgA0FcelNzpeGwX76MQYSIbLDxTBquFGA2fXyYYGH8&#10;hbd03sVKpBAOBWqwMbaFlKG05DAMfEucuKPvHMYEu0qaDi8p3DVymGVKOqw5NVhsaWGpPO1+nYaP&#10;Q/YzWtjxd57Pv9TKqfVJHT+1fn7q399AROrjXfzv3pg0X+U5/H2TT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Dvtn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5" o:spid="_x0000_s1445" style="position:absolute;left:3443;top:49366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8bQsMA&#10;AADdAAAADwAAAGRycy9kb3ducmV2LnhtbERPTWsCMRC9C/0PYQreNNuyBlmNYoXaXmul4m3cjJvV&#10;zWTZpLr9902h4G0e73Pmy9414kpdqD1reBpnIIhLb2quNOw+X0dTECEiG2w8k4YfCrBcPAzmWBh/&#10;4w+6bmMlUgiHAjXYGNtCylBachjGviVO3Ml3DmOCXSVNh7cU7hr5nGVKOqw5NVhsaW2pvGy/nYav&#10;XXaerO30mOcvB7Vx6u2iTnuth4/9agYiUh/v4n/3u0nzVT6B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8bQ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6" o:spid="_x0000_s1446" style="position:absolute;left:3544;top:49880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2FNcMA&#10;AADdAAAADwAAAGRycy9kb3ducmV2LnhtbERPS2sCMRC+F/ofwhR6q9nKGmQ1ShX6uPqgxdu4GTer&#10;m8mySXX996ZQ8DYf33Om89414kxdqD1reB1kIIhLb2quNGw37y9jECEiG2w8k4YrBZjPHh+mWBh/&#10;4RWd17ESKYRDgRpsjG0hZSgtOQwD3xIn7uA7hzHBrpKmw0sKd40cZpmSDmtODRZbWloqT+tfp+F7&#10;mx1HSzve5/lipz6c+jypw4/Wz0/92wREpD7exf/uL5Pmq1zB3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2FN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7" o:spid="_x0000_s1447" style="position:absolute;left:14819;top:49434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EgrsQA&#10;AADdAAAADwAAAGRycy9kb3ducmV2LnhtbERPTU8CMRC9m/gfmiHxJl3MWslKIUqichUJhNuwHbYr&#10;2+lmW2H595SExNu8vM+ZzHrXiCN1ofasYTTMQBCX3tRcaVj9fDyOQYSIbLDxTBrOFGA2vb+bYGH8&#10;ib/puIyVSCEcCtRgY2wLKUNpyWEY+pY4cXvfOYwJdpU0HZ5SuGvkU5Yp6bDm1GCxpbml8rD8cxrW&#10;q+z3eW7Huzx/36pPp74Oar/R+mHQv72CiNTHf/HNvTBpvspf4PpNOkF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RIK7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8" o:spid="_x0000_s1448" style="position:absolute;left:14881;top:49942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603MYA&#10;AADdAAAADwAAAGRycy9kb3ducmV2LnhtbESPT0/DMAzF70j7DpGRuLEUVKKpLJvYJP5cGROIm2m8&#10;pqxxqiZs3befD0i72XrP7/08X46hUwcaUhvZwt20AEVcR9dyY2H78Xw7A5UyssMuMlk4UYLlYnI1&#10;x8rFI7/TYZMbJSGcKrTgc+4rrVPtKWCaxp5YtF0cAmZZh0a7AY8SHjp9XxRGB2xZGjz2tPZU7zd/&#10;wcLntvh9WPvZT1muvs1LMK97s/uy9uZ6fHoElWnMF/P/9ZsTfFMKrnwjI+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603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49" o:spid="_x0000_s1449" style="position:absolute;left:14914;top:50360;width:339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RR8QA&#10;AADdAAAADwAAAGRycy9kb3ducmV2LnhtbERPS2sCMRC+F/wPYQRvNWvZBrs1Siv0ca1Kxdt0M25W&#10;N5NlE3X775uC4G0+vufMFr1rxJm6UHvWMBlnIIhLb2quNGzWb/dTECEiG2w8k4ZfCrCYD+5mWBh/&#10;4S86r2IlUgiHAjXYGNtCylBachjGviVO3N53DmOCXSVNh5cU7hr5kGVKOqw5NVhsaWmpPK5OTsP3&#10;Jjs8Lu30J89fd+rdqY+j2m+1Hg37l2cQkfp4E1/dnybNV/kT/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CEUf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0" o:spid="_x0000_s1450" style="position:absolute;left:15848;top:49436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EuB8YA&#10;AADdAAAADwAAAGRycy9kb3ducmV2LnhtbESPT2/CMAzF75P2HSJP2m2kmyBChYA2pP25whCIm9eY&#10;pqNxqiaD7tvPB6TdbL3n936eL4fQqjP1qYls4XFUgCKuomu4trD9fH2YgkoZ2WEbmSz8UoLl4vZm&#10;jqWLF17TeZNrJSGcSrTgc+5KrVPlKWAaxY5YtGPsA2ZZ+1q7Hi8SHlr9VBRGB2xYGjx2tPJUnTY/&#10;wcJuW3xPVn76NR6/HMxbMO8nc9xbe383PM9AZRryv/l6/eEE30yEX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EuB8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1" o:spid="_x0000_s1451" style="position:absolute;left:15709;top:49970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2LnMMA&#10;AADdAAAADwAAAGRycy9kb3ducmV2LnhtbERPS2sCMRC+F/wPYQq91axFg2yNUoVWrz5o6W26GTdb&#10;N5NlE3X990YQvM3H95zJrHO1OFEbKs8aBv0MBHHhTcWlht3283UMIkRkg7Vn0nChALNp72mCufFn&#10;XtNpE0uRQjjkqMHG2ORShsKSw9D3DXHi9r51GBNsS2laPKdwV8u3LFPSYcWpwWJDC0vFYXN0Gr53&#10;2f9oYcd/w+H8V305tTyo/Y/WL8/dxzuISF18iO/ulUnz1WgAt2/SC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2Ln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2" o:spid="_x0000_s1452" style="position:absolute;left:15714;top:50343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8V68MA&#10;AADdAAAADwAAAGRycy9kb3ducmV2LnhtbERPTWsCMRC9F/ofwhS81WxFg2yNUgW1V+3S0tt0M262&#10;bibLJur23xtB6G0e73Nmi9414kxdqD1reBlmIIhLb2quNBQf6+cpiBCRDTaeScMfBVjMHx9mmBt/&#10;4R2d97ESKYRDjhpsjG0uZSgtOQxD3xIn7uA7hzHBrpKmw0sKd40cZZmSDmtODRZbWlkqj/uT0/BZ&#10;ZL+TlZ3+jMfLb7VxantUhy+tB0/92yuISH38F9/d7ybNV5MR3L5JJ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8V6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3" o:spid="_x0000_s1453" style="position:absolute;left:15308;top:50345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wcMMA&#10;AADdAAAADwAAAGRycy9kb3ducmV2LnhtbERPTWsCMRC9F/ofwhR6q1mtBtkaRQWt11pp6W26GTer&#10;m8myibr9940geJvH+5zJrHO1OFMbKs8a+r0MBHHhTcWlht3n6mUMIkRkg7Vn0vBHAWbTx4cJ5sZf&#10;+IPO21iKFMIhRw02xiaXMhSWHIaeb4gTt/etw5hgW0rT4iWFu1oOskxJhxWnBosNLS0Vx+3Jafja&#10;ZYfR0o5/h8PFj1o79X5U+2+tn5+6+RuISF28i2/ujUnz1egVrt+kE+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Owc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4" o:spid="_x0000_s1454" style="position:absolute;left:15296;top:4992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oBMMA&#10;AADdAAAADwAAAGRycy9kb3ducmV2LnhtbERPTWsCMRC9C/0PYQreNNuyBlmNYoXaXmul4m3cjJvV&#10;zWTZpLr9902h4G0e73Pmy9414kpdqD1reBpnIIhLb2quNOw+X0dTECEiG2w8k4YfCrBcPAzmWBh/&#10;4w+6bmMlUgiHAjXYGNtCylBachjGviVO3Ml3DmOCXSVNh7cU7hr5nGVKOqw5NVhsaW2pvGy/nYav&#10;XXaerO30mOcvB7Vx6u2iTnuth4/9agYiUh/v4n/3u0nz1SSH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ooB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5" o:spid="_x0000_s1455" style="position:absolute;left:15331;top:49437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aNn8QA&#10;AADdAAAADwAAAGRycy9kb3ducmV2LnhtbERPS2sCMRC+C/0PYQreNNviBlmN0gq1vfrA0tu4GTdb&#10;N5Nlk+r235tCwdt8fM+ZL3vXiAt1ofas4WmcgSAuvam50rDfvY2mIEJENth4Jg2/FGC5eBjMsTD+&#10;yhu6bGMlUgiHAjXYGNtCylBachjGviVO3Ml3DmOCXSVNh9cU7hr5nGVKOqw5NVhsaWWpPG9/nIbD&#10;PvvOV3Z6nExev9TaqfezOn1qPXzsX2YgIvXxLv53f5g0X+U5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WjZ/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6" o:spid="_x0000_s1456" style="position:absolute;left:17969;top:49437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T6MMA&#10;AADdAAAADwAAAGRycy9kb3ducmV2LnhtbERPTWsCMRC9F/wPYQq91WyLBlmNUoW2XrVS8TZuxs3W&#10;zWTZpLr+eyMI3ubxPmcy61wtTtSGyrOGt34GgrjwpuJSw+bn83UEIkRkg7Vn0nChALNp72mCufFn&#10;XtFpHUuRQjjkqMHG2ORShsKSw9D3DXHiDr51GBNsS2laPKdwV8v3LFPSYcWpwWJDC0vFcf3vNPxu&#10;sr/hwo72g8F8p76c+j6qw1brl+fuYwwiUhcf4rt7adJ8NVRw+yad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QT6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7" o:spid="_x0000_s1457" style="position:absolute;left:18031;top:4999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i2c8MA&#10;AADdAAAADwAAAGRycy9kb3ducmV2LnhtbERPTWsCMRC9F/wPYYTearaiqWyNooLaa1Vaeptuxs3W&#10;zWTZpLr990YQepvH+5zpvHO1OFMbKs8angcZCOLCm4pLDYf9+mkCIkRkg7Vn0vBHAeaz3sMUc+Mv&#10;/E7nXSxFCuGQowYbY5NLGQpLDsPAN8SJO/rWYUywLaVp8ZLCXS2HWaakw4pTg8WGVpaK0+7Xafg4&#10;ZD/jlZ18j0bLL7VxantSx0+tH/vd4hVEpC7+i+/uN5Pmq/EL3L5JJ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i2c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8" o:spid="_x0000_s1458" style="position:absolute;left:18064;top:50440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ciAcYA&#10;AADdAAAADwAAAGRycy9kb3ducmV2LnhtbESPT2/CMAzF75P2HSJP2m2kmyBChYA2pP25whCIm9eY&#10;pqNxqiaD7tvPB6TdbL3n936eL4fQqjP1qYls4XFUgCKuomu4trD9fH2YgkoZ2WEbmSz8UoLl4vZm&#10;jqWLF17TeZNrJSGcSrTgc+5KrVPlKWAaxY5YtGPsA2ZZ+1q7Hi8SHlr9VBRGB2xYGjx2tPJUnTY/&#10;wcJuW3xPVn76NR6/HMxbMO8nc9xbe383PM9AZRryv/l6/eEE30wEV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ciAc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59" o:spid="_x0000_s1459" style="position:absolute;left:18998;top:49465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uHmsMA&#10;AADdAAAADwAAAGRycy9kb3ducmV2LnhtbERPS2sCMRC+C/6HMEJvmrVosKtRrNDH1QeW3qabcbO6&#10;mSybVLf/3hQKvc3H95zFqnO1uFIbKs8axqMMBHHhTcWlhsP+ZTgDESKywdozafihAKtlv7fA3Pgb&#10;b+m6i6VIIRxy1GBjbHIpQ2HJYRj5hjhxJ986jAm2pTQt3lK4q+VjlinpsOLUYLGhjaXisvt2Go6H&#10;7Dzd2NnXZPL8qV6deruo04fWD4NuPQcRqYv/4j/3u0nz1fQJfr9JJ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uHm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0" o:spid="_x0000_s1460" style="position:absolute;left:18859;top:50024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3kusYA&#10;AADdAAAADwAAAGRycy9kb3ducmV2LnhtbESPT2/CMAzF75P2HSIj7TZSJhahQkAb0v5cx9Cm3Uxj&#10;mo7GqZoMyrfHh0ncbL3n935erIbQqiP1qYlsYTIuQBFX0TVcW9h+vtzPQKWM7LCNTBbOlGC1vL1Z&#10;YOniiT/ouMm1khBOJVrwOXel1qnyFDCNY0cs2j72AbOsfa1djycJD61+KAqjAzYsDR47WnuqDpu/&#10;YOFrW/w+rv1sN50+/5jXYN4OZv9t7d1oeJqDyjTkq/n/+t0JvjHCL9/ICH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3ku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1" o:spid="_x0000_s1461" style="position:absolute;left:18864;top:50423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FBIcMA&#10;AADdAAAADwAAAGRycy9kb3ducmV2LnhtbERPS2sCMRC+C/0PYQq9aVbRIKtRqtDHtSqKt3EzbrZu&#10;Jssm1fXfN4WCt/n4njNfdq4WV2pD5VnDcJCBIC68qbjUsNu+9acgQkQ2WHsmDXcKsFw89eaYG3/j&#10;L7puYilSCIccNdgYm1zKUFhyGAa+IU7c2bcOY4JtKU2LtxTuajnKMiUdVpwaLDa0tlRcNj9Ow36X&#10;fU/Wdnoaj1dH9e7Ux0WdD1q/PHevMxCRuvgQ/7s/TZqv1BD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FBI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2" o:spid="_x0000_s1462" style="position:absolute;left:20055;top:49452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fVsMA&#10;AADdAAAADwAAAGRycy9kb3ducmV2LnhtbERPS2sCMRC+C/6HMEJvmlVskNUoVejjWisVb+Nm3Gzd&#10;TJZNqtt/3wiCt/n4nrNYda4WF2pD5VnDeJSBIC68qbjUsPt6Hc5AhIhssPZMGv4owGrZ7y0wN/7K&#10;n3TZxlKkEA45arAxNrmUobDkMIx8Q5y4k28dxgTbUpoWrync1XKSZUo6rDg1WGxoY6k4b3+dhu9d&#10;9vO8sbPjdLo+qDen3s/qtNf6adC9zEFE6uJDfHd/mDRfqQncvkkn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PfV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3" o:spid="_x0000_s1463" style="position:absolute;left:19687;top:50012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96zcMA&#10;AADdAAAADwAAAGRycy9kb3ducmV2LnhtbERPTWsCMRC9F/wPYQrearbWBtkaRYWq11pp6W26GTdb&#10;N5NlE3X990YQepvH+5zJrHO1OFEbKs8angcZCOLCm4pLDbvP96cxiBCRDdaeScOFAsymvYcJ5saf&#10;+YNO21iKFMIhRw02xiaXMhSWHIaBb4gTt/etw5hgW0rT4jmFu1oOs0xJhxWnBosNLS0Vh+3Rafja&#10;ZX+vSzv+HY0WP2rl1Pqg9t9a9x+7+RuISF38F9/dG5PmK/UCt2/SC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96z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4" o:spid="_x0000_s1464" style="position:absolute;left:19692;top:50440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iucMA&#10;AADdAAAADwAAAGRycy9kb3ducmV2LnhtbERPS2sCMRC+F/ofwhR6q9nKGmQ1ShX6uPqgxdu4GTer&#10;m8mySXX996ZQ8DYf33Om89414kxdqD1reB1kIIhLb2quNGw37y9jECEiG2w8k4YrBZjPHh+mWBh/&#10;4RWd17ESKYRDgRpsjG0hZSgtOQwD3xIn7uA7hzHBrpKmw0sKd40cZpmSDmtODRZbWloqT+tfp+F7&#10;mx1HSzve5/lipz6c+jypw4/Wz0/92wREpD7exf/uL5PmK5XD3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biu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5" o:spid="_x0000_s1465" style="position:absolute;left:21046;top:49480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pHIsMA&#10;AADdAAAADwAAAGRycy9kb3ducmV2LnhtbERPTWsCMRC9F/wPYQq91WyLBlmNUoW2XrVS8TZuxs3W&#10;zWTZpLr+eyMI3ubxPmcy61wtTtSGyrOGt34GgrjwpuJSw+bn83UEIkRkg7Vn0nChALNp72mCufFn&#10;XtFpHUuRQjjkqMHG2ORShsKSw9D3DXHiDr51GBNsS2laPKdwV8v3LFPSYcWpwWJDC0vFcf3vNPxu&#10;sr/hwo72g8F8p76c+j6qw1brl+fuYwwiUhcf4rt7adJ8pYZw+yad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pHI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6" o:spid="_x0000_s1466" style="position:absolute;left:20515;top:50039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jZVcMA&#10;AADdAAAADwAAAGRycy9kb3ducmV2LnhtbERPS2sCMRC+F/ofwhR6q1mLDbIaxQraXn2geBs342Z1&#10;M1k2qW7/vSkUvM3H95zxtHO1uFIbKs8a+r0MBHHhTcWlhu1m8TYEESKywdozafilANPJ89MYc+Nv&#10;vKLrOpYihXDIUYONscmlDIUlh6HnG+LEnXzrMCbYltK0eEvhrpbvWaakw4pTg8WG5paKy/rHadht&#10;s/PH3A6Pg8HnQS2d+rqo017r15duNgIRqYsP8b/726T5Sin4+yadIC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jZV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7" o:spid="_x0000_s1467" style="position:absolute;left:20505;top:50438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8zsMA&#10;AADdAAAADwAAAGRycy9kb3ducmV2LnhtbERPTWsCMRC9F/wPYQq91WzFRtkaRYW2XquieBs342br&#10;ZrJsUl3/fVMQepvH+5zJrHO1uFAbKs8aXvoZCOLCm4pLDdvN+/MYRIjIBmvPpOFGAWbT3sMEc+Ov&#10;/EWXdSxFCuGQowYbY5NLGQpLDkPfN8SJO/nWYUywLaVp8ZrCXS0HWaakw4pTg8WGlpaK8/rHadht&#10;s+/XpR0fh8PFQX049XlWp73WT4/d/A1EpC7+i+/ulUnzlRrB3zfpBD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R8z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8" o:spid="_x0000_s1468" style="position:absolute;left:18458;top:50425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vovMYA&#10;AADdAAAADwAAAGRycy9kb3ducmV2LnhtbESPT2/CMAzF75P2HSIj7TZSJhahQkAb0v5cx9Cm3Uxj&#10;mo7GqZoMyrfHh0ncbL3n935erIbQqiP1qYlsYTIuQBFX0TVcW9h+vtzPQKWM7LCNTBbOlGC1vL1Z&#10;YOniiT/ouMm1khBOJVrwOXel1qnyFDCNY0cs2j72AbOsfa1djycJD61+KAqjAzYsDR47WnuqDpu/&#10;YOFrW/w+rv1sN50+/5jXYN4OZv9t7d1oeJqDyjTkq/n/+t0JvjGCK9/ICH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vov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69" o:spid="_x0000_s1469" style="position:absolute;left:19272;top:50427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NJ8MA&#10;AADdAAAADwAAAGRycy9kb3ducmV2LnhtbERPTWsCMRC9F/wPYYTearZFg90aRYWq16q09DbdjJut&#10;m8mySXX9940geJvH+5zJrHO1OFEbKs8angcZCOLCm4pLDfvd+9MYRIjIBmvPpOFCAWbT3sMEc+PP&#10;/EGnbSxFCuGQowYbY5NLGQpLDsPAN8SJO/jWYUywLaVp8ZzCXS1fskxJhxWnBosNLS0Vx+2f0/C5&#10;z35HSzv+GQ4X32rl1PqoDl9aP/a7+RuISF28i2/ujUnzlXqF6zfpBD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dNJ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0" o:spid="_x0000_s1470" style="position:absolute;left:20100;top:50425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yZ8cA&#10;AADdAAAADwAAAGRycy9kb3ducmV2LnhtbESPT08CMRDF7yZ+h2ZMuElXg5UsFAIk/rmKRONt2A7b&#10;le10sy2wfnvnYOJtJu/Ne7+ZL4fQqjP1qYls4W5cgCKuomu4trB7f7qdgkoZ2WEbmSz8UILl4vpq&#10;jqWLF36j8zbXSkI4lWjB59yVWqfKU8A0jh2xaIfYB8yy9rV2PV4kPLT6viiMDtiwNHjsaOOpOm5P&#10;wcLHrvh+2PjpfjJZf5nnYF6O5vBp7ehmWM1AZRryv/nv+tUJvnkUfv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Ucmf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1" o:spid="_x0000_s1471" style="position:absolute;left:18446;top:49982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X/MMA&#10;AADdAAAADwAAAGRycy9kb3ducmV2LnhtbERPTWsCMRC9C/6HMIK3mrXYKFujWMHWa61Yeptuxs3q&#10;ZrJsUl3/fVMoeJvH+5z5snO1uFAbKs8axqMMBHHhTcWlhv3H5mEGIkRkg7Vn0nCjAMtFvzfH3Pgr&#10;v9NlF0uRQjjkqMHG2ORShsKSwzDyDXHijr51GBNsS2lavKZwV8vHLFPSYcWpwWJDa0vFeffjNBz2&#10;2elpbWffk8nLl3p16u2sjp9aDwfd6hlEpC7exf/urUnz1XQMf9+k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jX/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2" o:spid="_x0000_s1472" style="position:absolute;left:19274;top:49969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Ji8MA&#10;AADdAAAADwAAAGRycy9kb3ducmV2LnhtbERPTWsCMRC9C/6HMEJvNVuxqWyNokJbr1Vp6W26GTdb&#10;N5Nlk+r6740geJvH+5zpvHO1OFIbKs8anoYZCOLCm4pLDbvt2+MERIjIBmvPpOFMAeazfm+KufEn&#10;/qTjJpYihXDIUYONscmlDIUlh2HoG+LE7X3rMCbYltK0eErhrpajLFPSYcWpwWJDK0vFYfPvNHzt&#10;sr/nlZ38jsfLH/Xu1MdB7b+1fhh0i1cQkbp4F9/ca5Pmq5cRXL9JJ8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pJi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3" o:spid="_x0000_s1473" style="position:absolute;left:20102;top:4999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sEMQA&#10;AADdAAAADwAAAGRycy9kb3ducmV2LnhtbERPTU8CMRC9k/AfmjHxBl0VC1kpREkEryKBcBu3w3Zh&#10;O91sCyz/3pqYeJuX9znTeedqcaE2VJ41PAwzEMSFNxWXGjZf74MJiBCRDdaeScONAsxn/d4Uc+Ov&#10;/EmXdSxFCuGQowYbY5NLGQpLDsPQN8SJO/jWYUywLaVp8ZrCXS0fs0xJhxWnBosNLSwVp/XZadhu&#10;suPzwk6+R6O3vVo6tTqpw07r+7vu9QVEpC7+i//cHybNV+Mn+P0mnS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G7BD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4" o:spid="_x0000_s1474" style="position:absolute;left:18481;top:49441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90ZMQA&#10;AADdAAAADwAAAGRycy9kb3ducmV2LnhtbERPTU8CMRC9m/gfmiHxJl3MWslKIUqichUJhNuwHbYr&#10;2+lmW2H595SExNu8vM+ZzHrXiCN1ofasYTTMQBCX3tRcaVj9fDyOQYSIbLDxTBrOFGA2vb+bYGH8&#10;ib/puIyVSCEcCtRgY2wLKUNpyWEY+pY4cXvfOYwJdpU0HZ5SuGvkU5Yp6bDm1GCxpbml8rD8cxrW&#10;q+z3eW7Huzx/36pPp74Oar/R+mHQv72CiNTHf/HNvTBpvnrJ4fpNOkF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vdGT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5" o:spid="_x0000_s1475" style="position:absolute;left:19553;top:49428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PR/8MA&#10;AADdAAAADwAAAGRycy9kb3ducmV2LnhtbERPTWsCMRC9F/wPYYTearaiqWyNooLaa1Vaeptuxs3W&#10;zWTZpLr990YQepvH+5zpvHO1OFMbKs8angcZCOLCm4pLDYf9+mkCIkRkg7Vn0vBHAeaz3sMUc+Mv&#10;/E7nXSxFCuGQowYbY5NLGQpLDsPAN8SJO/rWYUywLaVp8ZLCXS2HWaakw4pTg8WGVpaK0+7Xafg4&#10;ZD/jlZ18j0bLL7VxantSx0+tH/vd4hVEpC7+i+/uN5Pmq5cx3L5JJ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PR/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6" o:spid="_x0000_s1476" style="position:absolute;left:20581;top:49456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FPiMMA&#10;AADdAAAADwAAAGRycy9kb3ducmV2LnhtbERPTWsCMRC9F/wPYQq91WzFRtkaRYW2XquieBs342br&#10;ZrJsUl3/fVMQepvH+5zJrHO1uFAbKs8aXvoZCOLCm4pLDdvN+/MYRIjIBmvPpOFGAWbT3sMEc+Ov&#10;/EWXdSxFCuGQowYbY5NLGQpLDkPfN8SJO/nWYUywLaVp8ZrCXS0HWaakw4pTg8WGlpaK8/rHadht&#10;s+/XpR0fh8PFQX049XlWp73WT4/d/A1EpC7+i+/ulUnz1UjB3zfpBD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FPi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7" o:spid="_x0000_s1477" style="position:absolute;left:21324;top:50453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3qE8QA&#10;AADdAAAADwAAAGRycy9kb3ducmV2LnhtbERPS2sCMRC+F/wPYYTearZio2yNooKPa6209DbdjJut&#10;m8mySXX77xtB8DYf33Om887V4kxtqDxreB5kIIgLbyouNRze108TECEiG6w9k4Y/CjCf9R6mmBt/&#10;4Tc672MpUgiHHDXYGJtcylBYchgGviFO3NG3DmOCbSlNi5cU7mo5zDIlHVacGiw2tLJUnPa/TsPH&#10;Ift5WdnJ92i0/FIbp7YndfzU+rHfLV5BROriXXxz70yar8ZjuH6TT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96hP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8" o:spid="_x0000_s1478" style="position:absolute;left:20918;top:50440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J+YccA&#10;AADdAAAADwAAAGRycy9kb3ducmV2LnhtbESPT08CMRDF7yZ+h2ZMuElXg5UsFAIk/rmKRONt2A7b&#10;le10sy2wfnvnYOJtJu/Ne7+ZL4fQqjP1qYls4W5cgCKuomu4trB7f7qdgkoZ2WEbmSz8UILl4vpq&#10;jqWLF36j8zbXSkI4lWjB59yVWqfKU8A0jh2xaIfYB8yy9rV2PV4kPLT6viiMDtiwNHjsaOOpOm5P&#10;wcLHrvh+2PjpfjJZf5nnYF6O5vBp7ehmWM1AZRryv/nv+tUJvnkUXP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ifmH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79" o:spid="_x0000_s1479" style="position:absolute;left:21303;top:50020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7b+sQA&#10;AADdAAAADwAAAGRycy9kb3ducmV2LnhtbERPS2sCMRC+F/wPYYTeatZiU90apRX6uGpF8TbdjJvV&#10;zWTZpLr990YoeJuP7znTeedqcaI2VJ41DAcZCOLCm4pLDevv94cxiBCRDdaeScMfBZjPendTzI0/&#10;85JOq1iKFMIhRw02xiaXMhSWHIaBb4gTt/etw5hgW0rT4jmFu1o+ZpmSDitODRYbWlgqjqtfp2Gz&#10;zg5PCzv+GY3edurDqc+j2m+1vu93ry8gInXxJv53f5k0Xz1P4PpNOkH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u2/r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0" o:spid="_x0000_s1480" style="position:absolute;left:20942;top:49978;width:428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CQMYA&#10;AADdAAAADwAAAGRycy9kb3ducmV2LnhtbESPT0/DMAzF70j7DpGRuLEUNKKqLJvYJP5cGROIm2m8&#10;pqxxqiZs3befD0i72XrP7/08X46hUwcaUhvZwt20AEVcR9dyY2H78XxbgkoZ2WEXmSycKMFyMbma&#10;Y+Xikd/psMmNkhBOFVrwOfeV1qn2FDBNY08s2i4OAbOsQ6PdgEcJD52+LwqjA7YsDR57Wnuq95u/&#10;YOFzW/w+rH35M5utvs1LMK97s/uy9uZ6fHoElWnMF/P/9ZsTfFMKv3wjI+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ECQM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1" o:spid="_x0000_s1481" style="position:absolute;left:21982;top:49528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2n28MA&#10;AADdAAAADwAAAGRycy9kb3ducmV2LnhtbERPS2sCMRC+F/wPYQRvNWvRsKxGaYU+rlpp6W3cjJut&#10;m8myibr+e1MoeJuP7zmLVe8acaYu1J41TMYZCOLSm5orDbvP18ccRIjIBhvPpOFKAVbLwcMCC+Mv&#10;vKHzNlYihXAoUIONsS2kDKUlh2HsW+LEHXznMCbYVdJ0eEnhrpFPWaakw5pTg8WW1pbK4/bkNHzt&#10;st/Z2ub76fTlR7059X5Uh2+tR8P+eQ4iUh/v4n/3h0nzVT6Bv2/S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2n2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2" o:spid="_x0000_s1482" style="position:absolute;left:22070;top:50062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85rMMA&#10;AADdAAAADwAAAGRycy9kb3ducmV2LnhtbERPTWsCMRC9F/ofwhS81WzFhmU1Siu0etVKxdu4GTdb&#10;N5NlE3X7702h4G0e73Om89414kJdqD1reBlmIIhLb2quNGy/Pp5zECEiG2w8k4ZfCjCfPT5MsTD+&#10;ymu6bGIlUgiHAjXYGNtCylBachiGviVO3NF3DmOCXSVNh9cU7ho5yjIlHdacGiy2tLBUnjZnp+F7&#10;m/28Lmx+GI/f9+rTqeVJHXdaD576twmISH28i//dK5Pmq3wEf9+k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85r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3" o:spid="_x0000_s1483" style="position:absolute;left:22077;top:50454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OcN8QA&#10;AADdAAAADwAAAGRycy9kb3ducmV2LnhtbERPTU8CMRC9m/gfmiHhJl0Em81KIUqCehUJhNuwHbYr&#10;2+lmW2D999aExNu8vM+ZLXrXiAt1ofasYTzKQBCX3tRcadh8rR5yECEiG2w8k4YfCrCY39/NsDD+&#10;yp90WcdKpBAOBWqwMbaFlKG05DCMfEucuKPvHMYEu0qaDq8p3DXyMcuUdFhzarDY0tJSeVqfnYbt&#10;Jvt+Wtr8MJ2+7tWbU+8nddxpPRz0L88gIvXxX3xzf5g0X+UT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TnDf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4" o:spid="_x0000_s1484" style="position:absolute;left:21648;top:50436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EQ8QA&#10;AADdAAAADwAAAGRycy9kb3ducmV2LnhtbERPS2sCMRC+F/ofwhR6q1nLGpbVKFbo46qVFm/jZtys&#10;bibLJtX135tCobf5+J4zWwyuFWfqQ+NZw3iUgSCuvGm41rD9fH0qQISIbLD1TBquFGAxv7+bYWn8&#10;hdd03sRapBAOJWqwMXallKGy5DCMfEecuIPvHcYE+1qaHi8p3LXyOcuUdNhwarDY0cpSddr8OA1f&#10;2+w4Wdlin+cvO/Xm1PtJHb61fnwYllMQkYb4L/5zf5g0XxU5/H6TT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6BEP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5" o:spid="_x0000_s1485" style="position:absolute;left:21554;top:49536;width:483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ah2MMA&#10;AADdAAAADwAAAGRycy9kb3ducmV2LnhtbERPTWsCMRC9F/ofwhS81WyLhmU1ihWqvdZKxdu4GTer&#10;m8myibr9902h4G0e73Om89414kpdqD1reBlmIIhLb2quNGy/3p9zECEiG2w8k4YfCjCfPT5MsTD+&#10;xp903cRKpBAOBWqwMbaFlKG05DAMfUucuKPvHMYEu0qaDm8p3DXyNcuUdFhzarDY0tJSed5cnIbv&#10;bXYaL21+GI3e9mrl1PqsjjutB0/9YgIiUh/v4n/3h0nzVT6Gv2/SC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ah2M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6" o:spid="_x0000_s1486" style="position:absolute;left:21654;top:50051;width:428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Q/r8MA&#10;AADdAAAADwAAAGRycy9kb3ducmV2LnhtbERPS2sCMRC+F/wPYYTearaiYVmNUoU+rlVp8TZuxs3q&#10;ZrJsUl3/fVMoeJuP7znzZe8acaEu1J41PI8yEMSlNzVXGnbb16ccRIjIBhvPpOFGAZaLwcMcC+Ov&#10;/EmXTaxECuFQoAYbY1tIGUpLDsPIt8SJO/rOYUywq6Tp8JrCXSPHWaakw5pTg8WW1pbK8+bHafja&#10;Zafp2uaHyWS1V29OvZ/V8Vvrx2H/MgMRqY938b/7w6T5Klfw9006QS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Q/r8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7" o:spid="_x0000_s1487" style="position:absolute;left:16340;top:49429;width:484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aNMQA&#10;AADdAAAADwAAAGRycy9kb3ducmV2LnhtbERPTU8CMRC9k/gfmiHxJl0M1s1KIUqichUJhNuwHbYr&#10;2+lmW2H599aEhNu8vM+ZznvXiBN1ofasYTzKQBCX3tRcaVh/vz/kIEJENth4Jg0XCjCf3Q2mWBh/&#10;5i86rWIlUgiHAjXYGNtCylBachhGviVO3MF3DmOCXSVNh+cU7hr5mGVKOqw5NVhsaWGpPK5+nYbN&#10;Ovt5Wth8P5m87dSHU59HddhqfT/sX19AROrjTXx1L02ar/Jn+P8mn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omjT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8" o:spid="_x0000_s1488" style="position:absolute;left:17383;top:49457;width:484;height: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cORsYA&#10;AADdAAAADwAAAGRycy9kb3ducmV2LnhtbESPT0/DMAzF70j7DpGRuLEUNKKqLJvYJP5cGROIm2m8&#10;pqxxqiZs3befD0i72XrP7/08X46hUwcaUhvZwt20AEVcR9dyY2H78XxbgkoZ2WEXmSycKMFyMbma&#10;Y+Xikd/psMmNkhBOFVrwOfeV1qn2FDBNY08s2i4OAbOsQ6PdgEcJD52+LwqjA7YsDR57Wnuq95u/&#10;YOFzW/w+rH35M5utvs1LMK97s/uy9uZ6fHoElWnMF/P/9ZsTfFMKrnwjI+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cORsYAAADdAAAADwAAAAAAAAAAAAAAAACYAgAAZHJz&#10;L2Rvd25yZXYueG1sUEsFBgAAAAAEAAQA9QAAAIs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89" o:spid="_x0000_s1489" style="position:absolute;left:16800;top:5001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r3cQA&#10;AADdAAAADwAAAGRycy9kb3ducmV2LnhtbERPS2sCMRC+F/wPYQRvNWuxYbs1Siv0ca1Kxdt0M25W&#10;N5NlE3X775uC4G0+vufMFr1rxJm6UHvWMBlnIIhLb2quNGzWb/c5iBCRDTaeScMvBVjMB3czLIy/&#10;8BedV7ESKYRDgRpsjG0hZSgtOQxj3xInbu87hzHBrpKmw0sKd418yDIlHdacGiy2tLRUHlcnp+F7&#10;kx0elzb/mU5fd+rdqY+j2m+1Hg37l2cQkfp4E1/dnybNV/kT/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7q93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0" o:spid="_x0000_s1490" style="position:absolute;left:16791;top:50415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iUnccA&#10;AADdAAAADwAAAGRycy9kb3ducmV2LnhtbESPT08CMRDF7yZ+h2ZMuElXgw2uFAIk/rmKRMJt3A7b&#10;le10sy2wfnvnYOJtJu/Ne7+ZLYbQqjP1qYls4W5cgCKuomu4trD9eL6dgkoZ2WEbmSz8UILF/Ppq&#10;hqWLF36n8ybXSkI4lWjB59yVWqfKU8A0jh2xaIfYB8yy9rV2PV4kPLT6viiMDtiwNHjsaO2pOm5O&#10;wcLntvh+WPvp12Sy2puXYF6P5rCzdnQzLJ9AZRryv/nv+s0JvnkUfvlGR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YlJ3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1" o:spid="_x0000_s1491" style="position:absolute;left:16385;top:50403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xBsQA&#10;AADdAAAADwAAAGRycy9kb3ducmV2LnhtbERPS2sCMRC+F/ofwhR6q1nFBrsaRQUf11pp6W26GTer&#10;m8mySXX77xtB8DYf33Mms87V4kxtqDxr6PcyEMSFNxWXGvYfq5cRiBCRDdaeScMfBZhNHx8mmBt/&#10;4Xc672IpUgiHHDXYGJtcylBYchh6viFO3MG3DmOCbSlNi5cU7mo5yDIlHVacGiw2tLRUnHa/TsPn&#10;Pju+Lu3oZzhcfKu1U5uTOnxp/fzUzccgInXxLr65tybNV299uH6TT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UMQb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2" o:spid="_x0000_s1492" style="position:absolute;left:16387;top:49974;width:428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avccMA&#10;AADdAAAADwAAAGRycy9kb3ducmV2LnhtbERPTWsCMRC9F/ofwhS81WxFg65GaYVqr7VS8TZuxs3q&#10;ZrJsoq7/vikUepvH+5zZonO1uFIbKs8aXvoZCOLCm4pLDduv9+cxiBCRDdaeScOdAizmjw8zzI2/&#10;8SddN7EUKYRDjhpsjE0uZSgsOQx93xAn7uhbhzHBtpSmxVsKd7UcZJmSDitODRYbWloqzpuL0/C9&#10;zU6jpR0fhsO3vVo5tT6r407r3lP3OgURqYv/4j/3h0nz1WQAv9+kE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avc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3" o:spid="_x0000_s1493" style="position:absolute;left:16867;top:49433;width:483;height: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oK6sQA&#10;AADdAAAADwAAAGRycy9kb3ducmV2LnhtbERPTU8CMRC9m/AfmiHxJl0UGlwpREkUriDReBu3w3Zh&#10;O91sKyz/npKQeJuX9znTeedqcaQ2VJ41DAcZCOLCm4pLDdvP94cJiBCRDdaeScOZAsxnvbsp5saf&#10;eE3HTSxFCuGQowYbY5NLGQpLDsPAN8SJ2/nWYUywLaVp8ZTCXS0fs0xJhxWnBosNLSwVh82f0/C1&#10;zfbjhZ38jkZvP+rDqeVB7b61vu93ry8gInXxX3xzr0yar56f4PpNOkH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KCur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4" o:spid="_x0000_s1494" style="position:absolute;left:17610;top:50430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OSnsQA&#10;AADdAAAADwAAAGRycy9kb3ducmV2LnhtbERPS2sCMRC+F/wPYQRvNWvZBrs1Siv0ca1Kxdt0M25W&#10;N5NlE3X775uC4G0+vufMFr1rxJm6UHvWMBlnIIhLb2quNGzWb/dTECEiG2w8k4ZfCrCYD+5mWBh/&#10;4S86r2IlUgiHAjXYGNtCylBachjGviVO3N53DmOCXSVNh5cU7hr5kGVKOqw5NVhsaWmpPK5OTsP3&#10;Jjs8Lu30J89fd+rdqY+j2m+1Hg37l2cQkfp4E1/dnybNV085/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jkp7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5" o:spid="_x0000_s1495" style="position:absolute;left:17204;top:50418;width:338;height: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83BcMA&#10;AADdAAAADwAAAGRycy9kb3ducmV2LnhtbERPS2sCMRC+C/6HMEJvmrVosKtRrNDH1QeW3qabcbO6&#10;mSybVLf/3hQKvc3H95zFqnO1uFIbKs8axqMMBHHhTcWlhsP+ZTgDESKywdozafihAKtlv7fA3Pgb&#10;b+m6i6VIIRxy1GBjbHIpQ2HJYRj5hjhxJ986jAm2pTQt3lK4q+VjlinpsOLUYLGhjaXisvt2Go6H&#10;7Dzd2NnXZPL8qV6deruo04fWD4NuPQcRqYv/4j/3u0nz1dMUfr9JJ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83Bc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6" o:spid="_x0000_s1496" style="position:absolute;left:17641;top:49998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2pcsMA&#10;AADdAAAADwAAAGRycy9kb3ducmV2LnhtbERPTWsCMRC9F/wPYYTearZFg90aRYWq16q09DbdjJut&#10;m8mySXX9940geJvH+5zJrHO1OFEbKs8angcZCOLCm4pLDfvd+9MYRIjIBmvPpOFCAWbT3sMEc+PP&#10;/EGnbSxFCuGQowYbY5NLGQpLDsPAN8SJO/jWYUywLaVp8ZzCXS1fskxJhxWnBosNLS0Vx+2f0/C5&#10;z35HSzv+GQ4X32rl1PqoDl9aP/a7+RuISF28i2/ujUnz1auC6zfpBD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2pcsMAAADdAAAADwAAAAAAAAAAAAAAAACYAgAAZHJzL2Rv&#10;d25yZXYueG1sUEsFBgAAAAAEAAQA9QAAAIgDAAAAAA=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7" o:spid="_x0000_s1497" style="position:absolute;left:17228;top:49955;width:427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EM6cQA&#10;AADdAAAADwAAAGRycy9kb3ducmV2LnhtbERPS2sCMRC+F/wPYYTeatZiU90apRX6uGpF8TbdjJvV&#10;zWTZpLr990YoeJuP7znTeedqcaI2VJ41DAcZCOLCm4pLDevv94cxiBCRDdaeScMfBZjPendTzI0/&#10;85JOq1iKFMIhRw02xiaXMhSWHIaBb4gTt/etw5hgW0rT4jmFu1o+ZpmSDitODRYbWlgqjqtfp2Gz&#10;zg5PCzv+GY3edurDqc+j2m+1vu93ry8gInXxJv53f5k0X02e4fpNOkH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xDOn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8" o:spid="_x0000_s1498" style="position:absolute;left:16022;top:49997;width:42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6Ym8cA&#10;AADdAAAADwAAAGRycy9kb3ducmV2LnhtbESPT08CMRDF7yZ+h2ZMuElXgw2uFAIk/rmKRMJt3A7b&#10;le10sy2wfnvnYOJtJu/Ne7+ZLYbQqjP1qYls4W5cgCKuomu4trD9eL6dgkoZ2WEbmSz8UILF/Ppq&#10;hqWLF36n8ybXSkI4lWjB59yVWqfKU8A0jh2xaIfYB8yy9rV2PV4kPLT6viiMDtiwNHjsaO2pOm5O&#10;wcLntvh+WPvp12Sy2puXYF6P5rCzdnQzLJ9AZRryv/nv+s0JvnkUXPlGR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umJvHAAAA3QAAAA8AAAAAAAAAAAAAAAAAmAIAAGRy&#10;cy9kb3ducmV2LnhtbFBLBQYAAAAABAAEAPUAAACM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699" o:spid="_x0000_s1499" style="position:absolute;left:16030;top:50389;width:338;height: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I9AMQA&#10;AADdAAAADwAAAGRycy9kb3ducmV2LnhtbERPS2sCMRC+F/wPYYTearZig26NooKPa6209DbdjJut&#10;m8mySXX77xtB8DYf33Om887V4kxtqDxreB5kIIgLbyouNRze109jECEiG6w9k4Y/CjCf9R6mmBt/&#10;4Tc672MpUgiHHDXYGJtcylBYchgGviFO3NG3DmOCbSlNi5cU7mo5zDIlHVacGiw2tLJUnPa/TsPH&#10;Ift5Wdnx92i0/FIbp7YndfzU+rHfLV5BROriXXxz70yaryYTuH6TT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iPQDEAAAA3QAAAA8AAAAAAAAAAAAAAAAAmAIAAGRycy9k&#10;b3ducmV2LnhtbFBLBQYAAAAABAAEAPUAAACJAwAAAAA=&#10;" fillcolor="#f4b083 [1941]" strokecolor="red" strokeweight="1pt">
                  <v:stroke joinstyle="miter"/>
                  <v:path arrowok="t"/>
                  <o:lock v:ext="edit" aspectratio="t"/>
                </v:oval>
                <v:oval id="Oval 1700" o:spid="_x0000_s1500" style="position:absolute;left:22121;top:48437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Pk1cYA&#10;AADdAAAADwAAAGRycy9kb3ducmV2LnhtbESPQW/CMAyF70j7D5En7QbpOKyjEBCqhNjELis77Gg1&#10;pqlonKrJoNuvxwek3Wy95/c+rzaj79SFhtgGNvA8y0AR18G23Bj4Ou6mr6BiQrbYBSYDvxRhs36Y&#10;rLCw4cqfdKlSoySEY4EGXEp9oXWsHXmMs9ATi3YKg8ck69BoO+BVwn2n51n2oj22LA0Oeyod1efq&#10;xxs4LP7eK6fzfbkod/Nv+3E47m1uzNPjuF2CSjSmf/P9+s0Kfp4Jv3wjI+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Pk1cYAAADdAAAADwAAAAAAAAAAAAAAAACYAgAAZHJz&#10;L2Rvd25yZXYueG1sUEsFBgAAAAAEAAQA9QAAAIsDAAAAAA==&#10;" fillcolor="#f4b083 [1941]" strokecolor="red" strokeweight="1pt">
                  <v:stroke joinstyle="miter"/>
                </v:oval>
                <v:oval id="Oval 1701" o:spid="_x0000_s1501" style="position:absolute;left:22211;top:4906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9BTsMA&#10;AADdAAAADwAAAGRycy9kb3ducmV2LnhtbERPTYvCMBC9L/gfwgje1lQPdq1GkYKouJetHjwOzdgU&#10;m0lpotb99ZuFhb3N433Oct3bRjyo87VjBZNxAoK4dLrmSsH5tH3/AOEDssbGMSl4kYf1avC2xEy7&#10;J3/RowiViCHsM1RgQmgzKX1pyKIfu5Y4clfXWQwRdpXUHT5juG3kNElm0mLNscFgS7mh8lbcrYLj&#10;/PtQGJnu8nm+nV705/G006lSo2G/WYAI1Id/8Z97r+P8NJnA7zfxB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9BTsMAAADdAAAADwAAAAAAAAAAAAAAAACYAgAAZHJzL2Rv&#10;d25yZXYueG1sUEsFBgAAAAAEAAQA9QAAAIgDAAAAAA==&#10;" fillcolor="#f4b083 [1941]" strokecolor="red" strokeweight="1pt">
                  <v:stroke joinstyle="miter"/>
                </v:oval>
                <v:oval id="Oval 1702" o:spid="_x0000_s1502" style="position:absolute;left:21848;top:45174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3fOc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z5IU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3fOcMAAADdAAAADwAAAAAAAAAAAAAAAACYAgAAZHJzL2Rv&#10;d25yZXYueG1sUEsFBgAAAAAEAAQA9QAAAIgDAAAAAA==&#10;" fillcolor="#f4b083 [1941]" strokecolor="red" strokeweight="1pt">
                  <v:stroke joinstyle="miter"/>
                </v:oval>
                <v:oval id="Oval 1703" o:spid="_x0000_s1503" style="position:absolute;left:21481;top:42988;width:1097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6osQA&#10;AADdAAAADwAAAGRycy9kb3ducmV2LnhtbERPTWvCQBC9C/6HZYTedKMFU1NXKQHRopfGHnocstNs&#10;MDsbsluN/fWuIHibx/uc5bq3jThT52vHCqaTBARx6XTNlYLv42b8BsIHZI2NY1JwJQ/r1XCwxEy7&#10;C3/RuQiViCHsM1RgQmgzKX1pyKKfuJY4cr+usxgi7CqpO7zEcNvIWZLMpcWaY4PBlnJD5an4swr2&#10;i//Pwsh0my/yzexHH/bHrU6Vehn1H+8gAvXhKX64dzrOT5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eqLEAAAA3QAAAA8AAAAAAAAAAAAAAAAAmAIAAGRycy9k&#10;b3ducmV2LnhtbFBLBQYAAAAABAAEAPUAAACJAwAAAAA=&#10;" fillcolor="#f4b083 [1941]" strokecolor="red" strokeweight="1pt">
                  <v:stroke joinstyle="miter"/>
                </v:oval>
                <v:oval id="Oval 1704" o:spid="_x0000_s1504" style="position:absolute;left:9586;top:45753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i1sQA&#10;AADdAAAADwAAAGRycy9kb3ducmV2LnhtbERPTWvCQBC9C/6HZYTedKMUU1NXKQHRopfGHnocstNs&#10;MDsbsluN/fWuIHibx/uc5bq3jThT52vHCqaTBARx6XTNlYLv42b8BsIHZI2NY1JwJQ/r1XCwxEy7&#10;C3/RuQiViCHsM1RgQmgzKX1pyKKfuJY4cr+usxgi7CqpO7zEcNvIWZLMpcWaY4PBlnJD5an4swr2&#10;i//Pwsh0my/yzexHH/bHrU6Vehn1H+8gAvXhKX64dzrOT5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Y4tbEAAAA3QAAAA8AAAAAAAAAAAAAAAAAmAIAAGRycy9k&#10;b3ducmV2LnhtbFBLBQYAAAAABAAEAPUAAACJAwAAAAA=&#10;" fillcolor="#f4b083 [1941]" strokecolor="red" strokeweight="1pt">
                  <v:stroke joinstyle="miter"/>
                </v:oval>
                <v:oval id="Oval 1705" o:spid="_x0000_s1505" style="position:absolute;left:10558;top:45794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RHTcQA&#10;AADdAAAADwAAAGRycy9kb3ducmV2LnhtbERPTWvCQBC9C/6HZYTedKNQU1NXKQHRopfGHnocstNs&#10;MDsbsluN/fWuIHibx/uc5bq3jThT52vHCqaTBARx6XTNlYLv42b8BsIHZI2NY1JwJQ/r1XCwxEy7&#10;C3/RuQiViCHsM1RgQmgzKX1pyKKfuJY4cr+usxgi7CqpO7zEcNvIWZLMpcWaY4PBlnJD5an4swr2&#10;i//Pwsh0my/yzexHH/bHrU6Vehn1H+8gAvXhKX64dzrOT5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UR03EAAAA3QAAAA8AAAAAAAAAAAAAAAAAmAIAAGRycy9k&#10;b3ducmV2LnhtbFBLBQYAAAAABAAEAPUAAACJAwAAAAA=&#10;" fillcolor="#f4b083 [1941]" strokecolor="red" strokeweight="1pt">
                  <v:stroke joinstyle="miter"/>
                </v:oval>
                <v:oval id="Oval 1706" o:spid="_x0000_s1506" style="position:absolute;left:11508;top:45775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bZOsMA&#10;AADdAAAADwAAAGRycy9kb3ducmV2LnhtbERPTYvCMBC9L/gfwgh7W1M92LUaRQriil62evA4NGNT&#10;bCaliVr312+Ehb3N433OYtXbRtyp87VjBeNRAoK4dLrmSsHpuPn4BOEDssbGMSl4kofVcvC2wEy7&#10;B3/TvQiViCHsM1RgQmgzKX1pyKIfuZY4chfXWQwRdpXUHT5iuG3kJEmm0mLNscFgS7mh8lrcrIL9&#10;7GdXGJlu81m+mZz1YX/c6lSp92G/noMI1Id/8Z/7S8f5aTKF1zfx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bZOsMAAADdAAAADwAAAAAAAAAAAAAAAACYAgAAZHJzL2Rv&#10;d25yZXYueG1sUEsFBgAAAAAEAAQA9QAAAIgDAAAAAA==&#10;" fillcolor="#f4b083 [1941]" strokecolor="red" strokeweight="1pt">
                  <v:stroke joinstyle="miter"/>
                </v:oval>
                <v:oval id="Oval 1707" o:spid="_x0000_s1507" style="position:absolute;left:12459;top:45815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8ocMA&#10;AADdAAAADwAAAGRycy9kb3ducmV2LnhtbERPTWvCQBC9C/6HZYTedFMPTU1dpQRERS9NPPQ4ZKfZ&#10;0OxsyK4a++u7guBtHu9zluvBtuJCvW8cK3idJSCIK6cbrhWcys30HYQPyBpbx6TgRh7Wq/FoiZl2&#10;V/6iSxFqEUPYZ6jAhNBlUvrKkEU/cx1x5H5cbzFE2NdS93iN4baV8yR5kxYbjg0GO8oNVb/F2So4&#10;LP72hZHpNl/km/m3Ph7KrU6VepkMnx8gAg3hKX64dzrOT5MU7t/EE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p8ocMAAADdAAAADwAAAAAAAAAAAAAAAACYAgAAZHJzL2Rv&#10;d25yZXYueG1sUEsFBgAAAAAEAAQA9QAAAIgDAAAAAA==&#10;" fillcolor="#f4b083 [1941]" strokecolor="red" strokeweight="1pt">
                  <v:stroke joinstyle="miter"/>
                </v:oval>
                <v:oval id="Oval 1708" o:spid="_x0000_s1508" style="position:absolute;left:13399;top:45814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o08YA&#10;AADdAAAADwAAAGRycy9kb3ducmV2LnhtbESPQW/CMAyF70j7D5En7QbpOKyjEBCqhNjELis77Gg1&#10;pqlonKrJoNuvxwek3Wy95/c+rzaj79SFhtgGNvA8y0AR18G23Bj4Ou6mr6BiQrbYBSYDvxRhs36Y&#10;rLCw4cqfdKlSoySEY4EGXEp9oXWsHXmMs9ATi3YKg8ck69BoO+BVwn2n51n2oj22LA0Oeyod1efq&#10;xxs4LP7eK6fzfbkod/Nv+3E47m1uzNPjuF2CSjSmf/P9+s0Kfp4JrnwjI+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Xo08YAAADdAAAADwAAAAAAAAAAAAAAAACYAgAAZHJz&#10;L2Rvd25yZXYueG1sUEsFBgAAAAAEAAQA9QAAAIsDAAAAAA==&#10;" fillcolor="#f4b083 [1941]" strokecolor="red" strokeweight="1pt">
                  <v:stroke joinstyle="miter"/>
                </v:oval>
                <v:oval id="Oval 1709" o:spid="_x0000_s1509" style="position:absolute;left:14333;top:45845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NSMMA&#10;AADdAAAADwAAAGRycy9kb3ducmV2LnhtbERPTWvCQBC9C/6HZYTedFMPjYmuUgJii70YPXgcstNs&#10;aHY2ZLea+uvdguBtHu9zVpvBtuJCvW8cK3idJSCIK6cbrhWcjtvpAoQPyBpbx6Tgjzxs1uPRCnPt&#10;rnygSxlqEUPY56jAhNDlUvrKkEU/cx1x5L5dbzFE2NdS93iN4baV8yR5kxYbjg0GOyoMVT/lr1Ww&#10;z26fpZHprsiK7fysv/bHnU6VepkM70sQgYbwFD/cHzrOT5MM/r+JJ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lNSMMAAADdAAAADwAAAAAAAAAAAAAAAACYAgAAZHJzL2Rv&#10;d25yZXYueG1sUEsFBgAAAAAEAAQA9QAAAIgDAAAAAA==&#10;" fillcolor="#f4b083 [1941]" strokecolor="red" strokeweight="1pt">
                  <v:stroke joinstyle="miter"/>
                </v:oval>
                <v:oval id="Oval 1710" o:spid="_x0000_s1510" style="position:absolute;left:15289;top:45886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yCMcA&#10;AADdAAAADwAAAGRycy9kb3ducmV2LnhtbESPQW/CMAyF75P2HyIjcRspHNbRERCqhNjELiscdrQa&#10;01Q0TtVkUPbr58Ok3Wy95/c+rzaj79SVhtgGNjCfZaCI62BbbgycjrunF1AxIVvsApOBO0XYrB8f&#10;VljYcONPulapURLCsUADLqW+0DrWjjzGWeiJRTuHwWOSdWi0HfAm4b7Tiyx71h5blgaHPZWO6kv1&#10;7Q0clj/vldP5vlyWu8WX/Tgc9zY3ZjoZt6+gEo3p3/x3/WYFP58L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6cgjHAAAA3QAAAA8AAAAAAAAAAAAAAAAAmAIAAGRy&#10;cy9kb3ducmV2LnhtbFBLBQYAAAAABAAEAPUAAACMAwAAAAA=&#10;" fillcolor="#f4b083 [1941]" strokecolor="red" strokeweight="1pt">
                  <v:stroke joinstyle="miter"/>
                </v:oval>
                <v:oval id="Oval 1711" o:spid="_x0000_s1511" style="position:absolute;left:16260;top:45926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Xk8QA&#10;AADdAAAADwAAAGRycy9kb3ducmV2LnhtbERPTWvCQBC9C/0PyxS86SYejKauUgKiRS9GDx6H7DQb&#10;mp0N2VXT/vquUOhtHu9zVpvBtuJOvW8cK0inCQjiyumGawWX83ayAOEDssbWMSn4Jg+b9ctohbl2&#10;Dz7RvQy1iCHsc1RgQuhyKX1lyKKfuo44cp+utxgi7Gupe3zEcNvKWZLMpcWGY4PBjgpD1Vd5swoO&#10;y5+P0shsVyyL7eyqj4fzTmdKjV+H9zcQgYbwL/5z73Wcn6UpPL+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215PEAAAA3QAAAA8AAAAAAAAAAAAAAAAAmAIAAGRycy9k&#10;b3ducmV2LnhtbFBLBQYAAAAABAAEAPUAAACJAwAAAAA=&#10;" fillcolor="#f4b083 [1941]" strokecolor="red" strokeweight="1pt">
                  <v:stroke joinstyle="miter"/>
                </v:oval>
                <v:oval id="Oval 1712" o:spid="_x0000_s1512" style="position:absolute;left:17287;top:45908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RJ5MQA&#10;AADdAAAADwAAAGRycy9kb3ducmV2LnhtbERPTWvCQBC9C/0PyxR60405NJq6SgmIFnsxevA4ZKfZ&#10;0OxsyK6a+uvdguBtHu9zFqvBtuJCvW8cK5hOEhDEldMN1wqOh/V4BsIHZI2tY1LwRx5Wy5fRAnPt&#10;rrynSxlqEUPY56jAhNDlUvrKkEU/cR1x5H5cbzFE2NdS93iN4baVaZK8S4sNxwaDHRWGqt/ybBXs&#10;5rev0shsU8yLdXrS37vDRmdKvb0Onx8gAg3hKX64tzrOz6Yp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kSeTEAAAA3QAAAA8AAAAAAAAAAAAAAAAAmAIAAGRycy9k&#10;b3ducmV2LnhtbFBLBQYAAAAABAAEAPUAAACJAwAAAAA=&#10;" fillcolor="#f4b083 [1941]" strokecolor="red" strokeweight="1pt">
                  <v:stroke joinstyle="miter"/>
                </v:oval>
                <v:oval id="Oval 1713" o:spid="_x0000_s1513" style="position:absolute;left:18275;top:45948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jsf8QA&#10;AADdAAAADwAAAGRycy9kb3ducmV2LnhtbERPTWvCQBC9F/wPywje6kYFo9FVJCC22IvRg8chO82G&#10;ZmdDdtW0v94tFHqbx/uc9ba3jbhT52vHCibjBARx6XTNlYLLef+6AOEDssbGMSn4Jg/bzeBljZl2&#10;Dz7RvQiViCHsM1RgQmgzKX1pyKIfu5Y4cp+usxgi7CqpO3zEcNvIaZLMpcWaY4PBlnJD5VdxswqO&#10;y5/3wsj0kC/z/fSqP47ng06VGg373QpEoD78i//cbzrOTycz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o7H/EAAAA3QAAAA8AAAAAAAAAAAAAAAAAmAIAAGRycy9k&#10;b3ducmV2LnhtbFBLBQYAAAAABAAEAPUAAACJAwAAAAA=&#10;" fillcolor="#f4b083 [1941]" strokecolor="red" strokeweight="1pt">
                  <v:stroke joinstyle="miter"/>
                </v:oval>
                <v:oval id="Oval 1714" o:spid="_x0000_s1514" style="position:absolute;left:19215;top:45947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F0C8QA&#10;AADdAAAADwAAAGRycy9kb3ducmV2LnhtbERPTWvCQBC9F/wPywje6kYRo9FVJCC22IvRg8chO82G&#10;ZmdDdtW0v94tFHqbx/uc9ba3jbhT52vHCibjBARx6XTNlYLLef+6AOEDssbGMSn4Jg/bzeBljZl2&#10;Dz7RvQiViCHsM1RgQmgzKX1pyKIfu5Y4cp+usxgi7CqpO3zEcNvIaZLMpcWaY4PBlnJD5VdxswqO&#10;y5/3wsj0kC/z/fSqP47ng06VGg373QpEoD78i//cbzrOTycz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BdAvEAAAA3QAAAA8AAAAAAAAAAAAAAAAAmAIAAGRycy9k&#10;b3ducmV2LnhtbFBLBQYAAAAABAAEAPUAAACJAwAAAAA=&#10;" fillcolor="#f4b083 [1941]" strokecolor="red" strokeweight="1pt">
                  <v:stroke joinstyle="miter"/>
                </v:oval>
                <v:oval id="Oval 1715" o:spid="_x0000_s1515" style="position:absolute;left:20149;top:45978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3RkMQA&#10;AADdAAAADwAAAGRycy9kb3ducmV2LnhtbERPTWvCQBC9F/wPywje6kZBo9FVJCC22IvRg8chO82G&#10;ZmdDdtW0v94tFHqbx/uc9ba3jbhT52vHCibjBARx6XTNlYLLef+6AOEDssbGMSn4Jg/bzeBljZl2&#10;Dz7RvQiViCHsM1RgQmgzKX1pyKIfu5Y4cp+usxgi7CqpO3zEcNvIaZLMpcWaY4PBlnJD5VdxswqO&#10;y5/3wsj0kC/z/fSqP47ng06VGg373QpEoD78i//cbzrOTycz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0ZDEAAAA3QAAAA8AAAAAAAAAAAAAAAAAmAIAAGRycy9k&#10;b3ducmV2LnhtbFBLBQYAAAAABAAEAPUAAACJAwAAAAA=&#10;" fillcolor="#f4b083 [1941]" strokecolor="red" strokeweight="1pt">
                  <v:stroke joinstyle="miter"/>
                </v:oval>
                <v:oval id="Oval 1716" o:spid="_x0000_s1516" style="position:absolute;left:1260;top:45730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P58QA&#10;AADdAAAADwAAAGRycy9kb3ducmV2LnhtbERPTWvCQBC9C/6HZQRvutGD0dRVJCBa7MXEQ49DdpoN&#10;zc6G7Kppf323UOhtHu9ztvvBtuJBvW8cK1jMExDEldMN1wpu5XG2BuEDssbWMSn4Ig/73Xi0xUy7&#10;J1/pUYRaxBD2GSowIXSZlL4yZNHPXUccuQ/XWwwR9rXUPT5juG3lMklW0mLDscFgR7mh6rO4WwWX&#10;zfdrYWR6yjf5cfmu3y7lSadKTSfD4QVEoCH8i//cZx3np4sV/H4TT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fT+fEAAAA3QAAAA8AAAAAAAAAAAAAAAAAmAIAAGRycy9k&#10;b3ducmV2LnhtbFBLBQYAAAAABAAEAPUAAACJAwAAAAA=&#10;" fillcolor="#f4b083 [1941]" strokecolor="red" strokeweight="1pt">
                  <v:stroke joinstyle="miter"/>
                </v:oval>
                <v:oval id="Oval 1717" o:spid="_x0000_s1517" style="position:absolute;left:2199;top:45729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qfMQA&#10;AADdAAAADwAAAGRycy9kb3ducmV2LnhtbERPTWvCQBC9C/6HZYTedKOHpqauIgHRopcmPfQ4ZKfZ&#10;YHY2ZFdN++u7guBtHu9zVpvBtuJKvW8cK5jPEhDEldMN1wq+yt30DYQPyBpbx6Tglzxs1uPRCjPt&#10;bvxJ1yLUIoawz1CBCaHLpPSVIYt+5jriyP243mKIsK+l7vEWw20rF0nyKi02HBsMdpQbqs7FxSo4&#10;Lv8+CiPTfb7Md4tvfTqWe50q9TIZtu8gAg3hKX64DzrOT+cp3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T6nzEAAAA3QAAAA8AAAAAAAAAAAAAAAAAmAIAAGRycy9k&#10;b3ducmV2LnhtbFBLBQYAAAAABAAEAPUAAACJAwAAAAA=&#10;" fillcolor="#f4b083 [1941]" strokecolor="red" strokeweight="1pt">
                  <v:stroke joinstyle="miter"/>
                </v:oval>
                <v:oval id="Oval 1718" o:spid="_x0000_s1518" style="position:absolute;left:3133;top:45759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+DscA&#10;AADdAAAADwAAAGRycy9kb3ducmV2LnhtbESPQW/CMAyF75P2HyIjcRspHNbRERCqhNjELiscdrQa&#10;01Q0TtVkUPbr58Ok3Wy95/c+rzaj79SVhtgGNjCfZaCI62BbbgycjrunF1AxIVvsApOBO0XYrB8f&#10;VljYcONPulapURLCsUADLqW+0DrWjjzGWeiJRTuHwWOSdWi0HfAm4b7Tiyx71h5blgaHPZWO6kv1&#10;7Q0clj/vldP5vlyWu8WX/Tgc9zY3ZjoZt6+gEo3p3/x3/WYFP58Lrn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Mfg7HAAAA3QAAAA8AAAAAAAAAAAAAAAAAmAIAAGRy&#10;cy9kb3ducmV2LnhtbFBLBQYAAAAABAAEAPUAAACMAwAAAAA=&#10;" fillcolor="#f4b083 [1941]" strokecolor="red" strokeweight="1pt">
                  <v:stroke joinstyle="miter"/>
                </v:oval>
                <v:oval id="Oval 1719" o:spid="_x0000_s1519" style="position:absolute;left:4089;top:45800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DblcQA&#10;AADdAAAADwAAAGRycy9kb3ducmV2LnhtbERPTWvCQBC9C/0PyxR6040eGpO6SgmIFnsxevA4ZKfZ&#10;0OxsyK6a+uvdguBtHu9zFqvBtuJCvW8cK5hOEhDEldMN1wqOh/V4DsIHZI2tY1LwRx5Wy5fRAnPt&#10;rrynSxlqEUPY56jAhNDlUvrKkEU/cR1x5H5cbzFE2NdS93iN4baVsyR5lxYbjg0GOyoMVb/l2SrY&#10;Zbev0sh0U2TFenbS37vDRqdKvb0Onx8gAg3hKX64tzrOT6cZ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A25XEAAAA3QAAAA8AAAAAAAAAAAAAAAAAmAIAAGRycy9k&#10;b3ducmV2LnhtbFBLBQYAAAAABAAEAPUAAACJAwAAAAA=&#10;" fillcolor="#f4b083 [1941]" strokecolor="red" strokeweight="1pt">
                  <v:stroke joinstyle="miter"/>
                </v:oval>
                <v:oval id="Oval 1720" o:spid="_x0000_s1520" style="position:absolute;left:5060;top:45841;width:841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4tccA&#10;AADdAAAADwAAAGRycy9kb3ducmV2LnhtbESPQU/DMAyF70j7D5GRdmMpPVBWlk1TpWmgcaHjwNFq&#10;TFOtcaom2zp+PT4gcbP1nt/7vNpMvlcXGmMX2MDjIgNF3ATbcWvg87h7eAYVE7LFPjAZuFGEzXp2&#10;t8LShit/0KVOrZIQjiUacCkNpdaxceQxLsJALNp3GD0mWcdW2xGvEu57nWfZk/bYsTQ4HKhy1Jzq&#10;szdwWP681U4X+2pZ7fIv+3447m1hzPx+2r6ASjSlf/Pf9asV/CIX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WuLXHAAAA3QAAAA8AAAAAAAAAAAAAAAAAmAIAAGRy&#10;cy9kb3ducmV2LnhtbFBLBQYAAAAABAAEAPUAAACMAwAAAAA=&#10;" fillcolor="#f4b083 [1941]" strokecolor="red" strokeweight="1pt">
                  <v:stroke joinstyle="miter"/>
                </v:oval>
                <v:oval id="Oval 1721" o:spid="_x0000_s1521" style="position:absolute;left:6087;top:45822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odLsQA&#10;AADdAAAADwAAAGRycy9kb3ducmV2LnhtbERPTWvCQBC9C/0PyxR60405NJq6SgmIFnsxevA4ZKfZ&#10;0OxsyK6a+uvdguBtHu9zFqvBtuJCvW8cK5hOEhDEldMN1wqOh/V4BsIHZI2tY1LwRx5Wy5fRAnPt&#10;rrynSxlqEUPY56jAhNDlUvrKkEU/cR1x5H5cbzFE2NdS93iN4baVaZK8S4sNxwaDHRWGqt/ybBXs&#10;5rev0shsU8yLdXrS37vDRmdKvb0Onx8gAg3hKX64tzrOz9Ip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aHS7EAAAA3QAAAA8AAAAAAAAAAAAAAAAAmAIAAGRycy9k&#10;b3ducmV2LnhtbFBLBQYAAAAABAAEAPUAAACJAwAAAAA=&#10;" fillcolor="#f4b083 [1941]" strokecolor="red" strokeweight="1pt">
                  <v:stroke joinstyle="miter"/>
                </v:oval>
                <v:oval id="Oval 1722" o:spid="_x0000_s1522" style="position:absolute;left:7076;top:45862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iDWc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z9IU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iDWcMAAADdAAAADwAAAAAAAAAAAAAAAACYAgAAZHJzL2Rv&#10;d25yZXYueG1sUEsFBgAAAAAEAAQA9QAAAIgDAAAAAA==&#10;" fillcolor="#f4b083 [1941]" strokecolor="red" strokeweight="1pt">
                  <v:stroke joinstyle="miter"/>
                </v:oval>
                <v:oval id="Oval 1723" o:spid="_x0000_s1523" style="position:absolute;left:8015;top:45707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QmwsQA&#10;AADdAAAADwAAAGRycy9kb3ducmV2LnhtbERPTWvCQBC9F/wPywi96aYpNDW6igREi14ae+hxyI7Z&#10;0OxsyK4a++u7gtDbPN7nLFaDbcWFet84VvAyTUAQV043XCv4Om4m7yB8QNbYOiYFN/KwWo6eFphr&#10;d+VPupShFjGEfY4KTAhdLqWvDFn0U9cRR+7keoshwr6WusdrDLetTJPkTVpsODYY7KgwVP2UZ6tg&#10;P/v9KI3MtsWs2KTf+rA/bnWm1PN4WM9BBBrCv/jh3uk4P0tf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EJsLEAAAA3QAAAA8AAAAAAAAAAAAAAAAAmAIAAGRycy9k&#10;b3ducmV2LnhtbFBLBQYAAAAABAAEAPUAAACJAwAAAAA=&#10;" fillcolor="#f4b083 [1941]" strokecolor="red" strokeweight="1pt">
                  <v:stroke joinstyle="miter"/>
                </v:oval>
                <v:oval id="Oval 1724" o:spid="_x0000_s1524" style="position:absolute;left:8949;top:45737;width:840;height: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2+tsQA&#10;AADdAAAADwAAAGRycy9kb3ducmV2LnhtbERPTWvCQBC9F/wPywi96aahNDW6igREi14ae+hxyI7Z&#10;0OxsyK4a++u7gtDbPN7nLFaDbcWFet84VvAyTUAQV043XCv4Om4m7yB8QNbYOiYFN/KwWo6eFphr&#10;d+VPupShFjGEfY4KTAhdLqWvDFn0U9cRR+7keoshwr6WusdrDLetTJPkTVpsODYY7KgwVP2UZ6tg&#10;P/v9KI3MtsWs2KTf+rA/bnWm1PN4WM9BBBrCv/jh3uk4P0tf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tvrbEAAAA3QAAAA8AAAAAAAAAAAAAAAAAmAIAAGRycy9k&#10;b3ducmV2LnhtbFBLBQYAAAAABAAEAPUAAACJAwAAAAA=&#10;" fillcolor="#f4b083 [1941]" strokecolor="red" strokeweight="1pt">
                  <v:stroke joinstyle="miter"/>
                </v:oval>
                <v:oval id="Oval 1725" o:spid="_x0000_s1525" style="position:absolute;left:20069;top:45980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EbLcQA&#10;AADdAAAADwAAAGRycy9kb3ducmV2LnhtbERPTWvCQBC9F/wPywi96aaBNjW6igREi14ae+hxyI7Z&#10;0OxsyK4a++u7gtDbPN7nLFaDbcWFet84VvAyTUAQV043XCv4Om4m7yB8QNbYOiYFN/KwWo6eFphr&#10;d+VPupShFjGEfY4KTAhdLqWvDFn0U9cRR+7keoshwr6WusdrDLetTJPkTVpsODYY7KgwVP2UZ6tg&#10;P/v9KI3MtsWs2KTf+rA/bnWm1PN4WM9BBBrCv/jh3uk4P0tf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hGy3EAAAA3QAAAA8AAAAAAAAAAAAAAAAAmAIAAGRycy9k&#10;b3ducmV2LnhtbFBLBQYAAAAABAAEAPUAAACJAwAAAAA=&#10;" fillcolor="#f4b083 [1941]" strokecolor="red" strokeweight="1pt">
                  <v:stroke joinstyle="miter"/>
                </v:oval>
                <v:oval id="Oval 1726" o:spid="_x0000_s1526" style="position:absolute;left:21041;top:46020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FWsQA&#10;AADdAAAADwAAAGRycy9kb3ducmV2LnhtbERPTWvCQBC9F/wPywi91Y05mBpdRQJixV4aPXgcsmM2&#10;mJ0N2VVjf323UOhtHu9zluvBtuJOvW8cK5hOEhDEldMN1wpOx+3bOwgfkDW2jknBkzysV6OXJeba&#10;PfiL7mWoRQxhn6MCE0KXS+krQxb9xHXEkbu43mKIsK+l7vERw20r0ySZSYsNxwaDHRWGqmt5swoO&#10;8+99aWS2K+bFNj3rz8NxpzOlXsfDZgEi0BD+xX/uDx3nZ+k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zhVrEAAAA3QAAAA8AAAAAAAAAAAAAAAAAmAIAAGRycy9k&#10;b3ducmV2LnhtbFBLBQYAAAAABAAEAPUAAACJAwAAAAA=&#10;" fillcolor="#f4b083 [1941]" strokecolor="red" strokeweight="1pt">
                  <v:stroke joinstyle="miter"/>
                </v:oval>
                <v:oval id="Oval 1727" o:spid="_x0000_s1527" style="position:absolute;left:21822;top:46079;width:840;height: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8gwc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z9IM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8gwcMAAADdAAAADwAAAAAAAAAAAAAAAACYAgAAZHJzL2Rv&#10;d25yZXYueG1sUEsFBgAAAAAEAAQA9QAAAIgDAAAAAA==&#10;" fillcolor="#f4b083 [1941]" strokecolor="red" strokeweight="1pt">
                  <v:stroke joinstyle="miter"/>
                </v:oval>
                <v:oval id="Oval 1728" o:spid="_x0000_s1528" style="position:absolute;left:10209;top:46691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0s8cA&#10;AADdAAAADwAAAGRycy9kb3ducmV2LnhtbESPQU/DMAyF70j7D5GRdmMpPVBWlk1TpWmgcaHjwNFq&#10;TFOtcaom2zp+PT4gcbP1nt/7vNpMvlcXGmMX2MDjIgNF3ATbcWvg87h7eAYVE7LFPjAZuFGEzXp2&#10;t8LShit/0KVOrZIQjiUacCkNpdaxceQxLsJALNp3GD0mWcdW2xGvEu57nWfZk/bYsTQ4HKhy1Jzq&#10;szdwWP681U4X+2pZ7fIv+3447m1hzPx+2r6ASjSlf/Pf9asV/CIXXP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gtLPHAAAA3QAAAA8AAAAAAAAAAAAAAAAAmAIAAGRy&#10;cy9kb3ducmV2LnhtbFBLBQYAAAAABAAEAPUAAACMAwAAAAA=&#10;" fillcolor="#f4b083 [1941]" strokecolor="red" strokeweight="1pt">
                  <v:stroke joinstyle="miter"/>
                </v:oval>
                <v:oval id="Oval 1729" o:spid="_x0000_s1529" style="position:absolute;left:11700;top:46731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RKMQA&#10;AADdAAAADwAAAGRycy9kb3ducmV2LnhtbERPTWvCQBC9C/0PyxS86cYcTJO6igTEir008dDjkJ1m&#10;Q7OzIbvV2F/fLRR6m8f7nM1usr240ug7xwpWywQEceN0x62CS31YPIHwAVlj75gU3MnDbvsw22Ch&#10;3Y3f6FqFVsQQ9gUqMCEMhZS+MWTRL91AHLkPN1oMEY6t1CPeYrjtZZoka2mx49hgcKDSUPNZfVkF&#10;5/z7VBmZHcu8PKTv+vVcH3Wm1Pxx2j+DCDSFf/Gf+0XH+Vmaw+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sESjEAAAA3QAAAA8AAAAAAAAAAAAAAAAAmAIAAGRycy9k&#10;b3ducmV2LnhtbFBLBQYAAAAABAAEAPUAAACJAwAAAAA=&#10;" fillcolor="#f4b083 [1941]" strokecolor="red" strokeweight="1pt">
                  <v:stroke joinstyle="miter"/>
                </v:oval>
                <v:oval id="Oval 1730" o:spid="_x0000_s1530" style="position:absolute;left:13232;top:4671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uaMcA&#10;AADdAAAADwAAAGRycy9kb3ducmV2LnhtbESPQWvCQBCF7wX/wzKF3uqmFhpNXUUCYou9GD30OGTH&#10;bDA7G7JbTfvrO4dCbzO8N+99s1yPvlNXGmIb2MDTNANFXAfbcmPgdNw+zkHFhGyxC0wGvinCejW5&#10;W2Jhw40PdK1SoySEY4EGXEp9oXWsHXmM09ATi3YOg8ck69BoO+BNwn2nZ1n2oj22LA0Oeyod1Zfq&#10;yxvYL37eK6fzXbkot7NP+7E/7mxuzMP9uHkFlWhM/+a/6zcr+Pmz8Ms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PLmjHAAAA3QAAAA8AAAAAAAAAAAAAAAAAmAIAAGRy&#10;cy9kb3ducmV2LnhtbFBLBQYAAAAABAAEAPUAAACMAwAAAAA=&#10;" fillcolor="#f4b083 [1941]" strokecolor="red" strokeweight="1pt">
                  <v:stroke joinstyle="miter"/>
                </v:oval>
                <v:oval id="Oval 1731" o:spid="_x0000_s1531" style="position:absolute;left:14668;top:46753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OL88QA&#10;AADdAAAADwAAAGRycy9kb3ducmV2LnhtbERPTWvCQBC9F/wPywje6kYFo9FVJCC22IvRg8chO82G&#10;ZmdDdtW0v94tFHqbx/uc9ba3jbhT52vHCibjBARx6XTNlYLLef+6AOEDssbGMSn4Jg/bzeBljZl2&#10;Dz7RvQiViCHsM1RgQmgzKX1pyKIfu5Y4cp+usxgi7CqpO3zEcNvIaZLMpcWaY4PBlnJD5VdxswqO&#10;y5/3wsj0kC/z/fSqP47ng06VGg373QpEoD78i//cbzrOT2cT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Di/PEAAAA3QAAAA8AAAAAAAAAAAAAAAAAmAIAAGRycy9k&#10;b3ducmV2LnhtbFBLBQYAAAAABAAEAPUAAACJAwAAAAA=&#10;" fillcolor="#f4b083 [1941]" strokecolor="red" strokeweight="1pt">
                  <v:stroke joinstyle="miter"/>
                </v:oval>
                <v:oval id="Oval 1732" o:spid="_x0000_s1532" style="position:absolute;left:10951;top:46697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EVhMQA&#10;AADdAAAADwAAAGRycy9kb3ducmV2LnhtbERPTWvCQBC9F/wPywi96aYpNDW6igREi14ae+hxyI7Z&#10;0OxsyK4a++u7gtDbPN7nLFaDbcWFet84VvAyTUAQV043XCv4Om4m7yB8QNbYOiYFN/KwWo6eFphr&#10;d+VPupShFjGEfY4KTAhdLqWvDFn0U9cRR+7keoshwr6WusdrDLetTJPkTVpsODYY7KgwVP2UZ6tg&#10;P/v9KI3MtsWs2KTf+rA/bnWm1PN4WM9BBBrCv/jh3uk4P3tN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RFYTEAAAA3QAAAA8AAAAAAAAAAAAAAAAAmAIAAGRycy9k&#10;b3ducmV2LnhtbFBLBQYAAAAABAAEAPUAAACJAwAAAAA=&#10;" fillcolor="#f4b083 [1941]" strokecolor="red" strokeweight="1pt">
                  <v:stroke joinstyle="miter"/>
                </v:oval>
                <v:oval id="Oval 1733" o:spid="_x0000_s1533" style="position:absolute;left:12504;top:46678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2wH8QA&#10;AADdAAAADwAAAGRycy9kb3ducmV2LnhtbERPTWvCQBC9F/wPywi91Y0KjUZXkYBosRejB49DdswG&#10;s7Mhu9XYX98tFHqbx/uc5bq3jbhT52vHCsajBARx6XTNlYLzafs2A+EDssbGMSl4kof1avCyxEy7&#10;Bx/pXoRKxBD2GSowIbSZlL40ZNGPXEscuavrLIYIu0rqDh8x3DZykiTv0mLNscFgS7mh8lZ8WQWH&#10;+fdHYWS6y+f5dnLRn4fTTqdKvQ77zQJEoD78i//cex3np9Mp/H4TT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dsB/EAAAA3QAAAA8AAAAAAAAAAAAAAAAAmAIAAGRycy9k&#10;b3ducmV2LnhtbFBLBQYAAAAABAAEAPUAAACJAwAAAAA=&#10;" fillcolor="#f4b083 [1941]" strokecolor="red" strokeweight="1pt">
                  <v:stroke joinstyle="miter"/>
                </v:oval>
                <v:oval id="Oval 1734" o:spid="_x0000_s1534" style="position:absolute;left:13995;top:46718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oa8QA&#10;AADdAAAADwAAAGRycy9kb3ducmV2LnhtbERPTWvCQBC9F/oflil4qxu1NJq6igRERS/GHnocstNs&#10;MDsbsqvG/nq3UOhtHu9z5sveNuJKna8dKxgNExDEpdM1Vwo+T+vXKQgfkDU2jknBnTwsF89Pc8y0&#10;u/GRrkWoRAxhn6ECE0KbSelLQxb90LXEkft2ncUQYVdJ3eEthttGjpPkXVqsOTYYbCk3VJ6Li1Ww&#10;n/3sCiPTTT7L1+MvfdifNjpVavDSrz5ABOrDv/jPvdVxfjp5g9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0KGvEAAAA3QAAAA8AAAAAAAAAAAAAAAAAmAIAAGRycy9k&#10;b3ducmV2LnhtbFBLBQYAAAAABAAEAPUAAACJAwAAAAA=&#10;" fillcolor="#f4b083 [1941]" strokecolor="red" strokeweight="1pt">
                  <v:stroke joinstyle="miter"/>
                </v:oval>
                <v:oval id="Oval 1735" o:spid="_x0000_s1535" style="position:absolute;left:16025;top:46798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N8MQA&#10;AADdAAAADwAAAGRycy9kb3ducmV2LnhtbERPTWvCQBC9F/oflil4qxuVNpq6igRERS/GHnocstNs&#10;MDsbsqvG/nq3UOhtHu9z5sveNuJKna8dKxgNExDEpdM1Vwo+T+vXKQgfkDU2jknBnTwsF89Pc8y0&#10;u/GRrkWoRAxhn6ECE0KbSelLQxb90LXEkft2ncUQYVdJ3eEthttGjpPkXVqsOTYYbCk3VJ6Li1Ww&#10;n/3sCiPTTT7L1+MvfdifNjpVavDSrz5ABOrDv/jPvdVxfjp5g9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4jfDEAAAA3QAAAA8AAAAAAAAAAAAAAAAAmAIAAGRycy9k&#10;b3ducmV2LnhtbFBLBQYAAAAABAAEAPUAAACJAwAAAAA=&#10;" fillcolor="#f4b083 [1941]" strokecolor="red" strokeweight="1pt">
                  <v:stroke joinstyle="miter"/>
                </v:oval>
                <v:oval id="Oval 1736" o:spid="_x0000_s1536" style="position:absolute;left:17516;top:46838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Th8QA&#10;AADdAAAADwAAAGRycy9kb3ducmV2LnhtbERPTWvCQBC9F/wPywje6kYLRqOrSEC02IvRg8chO82G&#10;ZmdDdqvRX98tFHqbx/uc1aa3jbhR52vHCibjBARx6XTNlYLLefc6B+EDssbGMSl4kIfNevCywky7&#10;O5/oVoRKxBD2GSowIbSZlL40ZNGPXUscuU/XWQwRdpXUHd5juG3kNElm0mLNscFgS7mh8qv4tgqO&#10;i+d7YWS6zxf5bnrVH8fzXqdKjYb9dgkiUB/+xX/ug47z07cZ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qE4fEAAAA3QAAAA8AAAAAAAAAAAAAAAAAmAIAAGRycy9k&#10;b3ducmV2LnhtbFBLBQYAAAAABAAEAPUAAACJAwAAAAA=&#10;" fillcolor="#f4b083 [1941]" strokecolor="red" strokeweight="1pt">
                  <v:stroke joinstyle="miter"/>
                </v:oval>
                <v:oval id="Oval 1737" o:spid="_x0000_s1537" style="position:absolute;left:19048;top:46820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a2HMQA&#10;AADdAAAADwAAAGRycy9kb3ducmV2LnhtbERPTWvCQBC9C/6HZYTedKMFU1NXKQHRopfGHnocstNs&#10;MDsbsluN/fWuIHibx/uc5bq3jThT52vHCqaTBARx6XTNlYLv42b8BsIHZI2NY1JwJQ/r1XCwxEy7&#10;C3/RuQiViCHsM1RgQmgzKX1pyKKfuJY4cr+usxgi7CqpO7zEcNvIWZLMpcWaY4PBlnJD5an4swr2&#10;i//Pwsh0my/yzexHH/bHrU6Vehn1H+8gAvXhKX64dzrOT19T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mthzEAAAA3QAAAA8AAAAAAAAAAAAAAAAAmAIAAGRycy9k&#10;b3ducmV2LnhtbFBLBQYAAAAABAAEAPUAAACJAwAAAAA=&#10;" fillcolor="#f4b083 [1941]" strokecolor="red" strokeweight="1pt">
                  <v:stroke joinstyle="miter"/>
                </v:oval>
                <v:oval id="Oval 1738" o:spid="_x0000_s1538" style="position:absolute;left:20560;top:46860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kibscA&#10;AADdAAAADwAAAGRycy9kb3ducmV2LnhtbESPQWvCQBCF7wX/wzKF3uqmFhpNXUUCYou9GD30OGTH&#10;bDA7G7JbTfvrO4dCbzO8N+99s1yPvlNXGmIb2MDTNANFXAfbcmPgdNw+zkHFhGyxC0wGvinCejW5&#10;W2Jhw40PdK1SoySEY4EGXEp9oXWsHXmM09ATi3YOg8ck69BoO+BNwn2nZ1n2oj22LA0Oeyod1Zfq&#10;yxvYL37eK6fzXbkot7NP+7E/7mxuzMP9uHkFlWhM/+a/6zcr+Pmz4Mo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5Im7HAAAA3QAAAA8AAAAAAAAAAAAAAAAAmAIAAGRy&#10;cy9kb3ducmV2LnhtbFBLBQYAAAAABAAEAPUAAACMAwAAAAA=&#10;" fillcolor="#f4b083 [1941]" strokecolor="red" strokeweight="1pt">
                  <v:stroke joinstyle="miter"/>
                </v:oval>
                <v:oval id="Oval 1739" o:spid="_x0000_s1539" style="position:absolute;left:16767;top:46803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WH9cQA&#10;AADdAAAADwAAAGRycy9kb3ducmV2LnhtbERPTWvCQBC9F/wPywje6kYF06SuIgGxxV4aPXgcstNs&#10;MDsbsqum/fVuodDbPN7nrDaDbcWNet84VjCbJiCIK6cbrhWcjrvnFxA+IGtsHZOCb/KwWY+eVphr&#10;d+dPupWhFjGEfY4KTAhdLqWvDFn0U9cRR+7L9RZDhH0tdY/3GG5bOU+SpbTYcGww2FFhqLqUV6vg&#10;kP28l0am+yIrdvOz/jgc9zpVajIetq8gAg3hX/znftNxfrrI4Pe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1h/XEAAAA3QAAAA8AAAAAAAAAAAAAAAAAmAIAAGRycy9k&#10;b3ducmV2LnhtbFBLBQYAAAAABAAEAPUAAACJAwAAAAA=&#10;" fillcolor="#f4b083 [1941]" strokecolor="red" strokeweight="1pt">
                  <v:stroke joinstyle="miter"/>
                </v:oval>
                <v:oval id="Oval 1740" o:spid="_x0000_s1540" style="position:absolute;left:18320;top:4678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dFccA&#10;AADdAAAADwAAAGRycy9kb3ducmV2LnhtbESPQWvCQBCF7wX/wzKF3uqmUhpNXUUCYou9GD30OGTH&#10;bDA7G7JbTfvrO4dCbzO8N+99s1yPvlNXGmIb2MDTNANFXAfbcmPgdNw+zkHFhGyxC0wGvinCejW5&#10;W2Jhw40PdK1SoySEY4EGXEp9oXWsHXmM09ATi3YOg8ck69BoO+BNwn2nZ1n2oj22LA0Oeyod1Zfq&#10;yxvYL37eK6fzXbkot7NP+7E/7mxuzMP9uHkFlWhM/+a/6zcr+Pmz8Ms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JXRXHAAAA3QAAAA8AAAAAAAAAAAAAAAAAmAIAAGRy&#10;cy9kb3ducmV2LnhtbFBLBQYAAAAABAAEAPUAAACMAwAAAAA=&#10;" fillcolor="#f4b083 [1941]" strokecolor="red" strokeweight="1pt">
                  <v:stroke joinstyle="miter"/>
                </v:oval>
                <v:oval id="Oval 1741" o:spid="_x0000_s1541" style="position:absolute;left:19811;top:4682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4jsQA&#10;AADdAAAADwAAAGRycy9kb3ducmV2LnhtbERPTWvCQBC9F/wPywje6kYRo9FVJCC22IvRg8chO82G&#10;ZmdDdtW0v94tFHqbx/uc9ba3jbhT52vHCibjBARx6XTNlYLLef+6AOEDssbGMSn4Jg/bzeBljZl2&#10;Dz7RvQiViCHsM1RgQmgzKX1pyKIfu5Y4cp+usxgi7CqpO3zEcNvIaZLMpcWaY4PBlnJD5VdxswqO&#10;y5/3wsj0kC/z/fSqP47ng06VGg373QpEoD78i//cbzrOT2cT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F+I7EAAAA3QAAAA8AAAAAAAAAAAAAAAAAmAIAAGRycy9k&#10;b3ducmV2LnhtbFBLBQYAAAAABAAEAPUAAACJAwAAAAA=&#10;" fillcolor="#f4b083 [1941]" strokecolor="red" strokeweight="1pt">
                  <v:stroke joinstyle="miter"/>
                </v:oval>
                <v:oval id="Oval 1742" o:spid="_x0000_s1542" style="position:absolute;left:21380;top:46891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dm+cQA&#10;AADdAAAADwAAAGRycy9kb3ducmV2LnhtbERPTWvCQBC9F/wPywi96aahNDW6igREi14ae+hxyI7Z&#10;0OxsyK4a++u7gtDbPN7nLFaDbcWFet84VvAyTUAQV043XCv4Om4m7yB8QNbYOiYFN/KwWo6eFphr&#10;d+VPupShFjGEfY4KTAhdLqWvDFn0U9cRR+7keoshwr6WusdrDLetTJPkTVpsODYY7KgwVP2UZ6tg&#10;P/v9KI3MtsWs2KTf+rA/bnWm1PN4WM9BBBrCv/jh3uk4P3tN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XZvnEAAAA3QAAAA8AAAAAAAAAAAAAAAAAmAIAAGRycy9k&#10;b3ducmV2LnhtbFBLBQYAAAAABAAEAPUAAACJAwAAAAA=&#10;" fillcolor="#f4b083 [1941]" strokecolor="red" strokeweight="1pt">
                  <v:stroke joinstyle="miter"/>
                </v:oval>
                <v:oval id="Oval 1743" o:spid="_x0000_s1543" style="position:absolute;left:15404;top:46835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DYsQA&#10;AADdAAAADwAAAGRycy9kb3ducmV2LnhtbERPTWvCQBC9F/oflil4qxu1NJq6igRERS/GHnocstNs&#10;MDsbsqvG/nq3UOhtHu9z5sveNuJKna8dKxgNExDEpdM1Vwo+T+vXKQgfkDU2jknBnTwsF89Pc8y0&#10;u/GRrkWoRAxhn6ECE0KbSelLQxb90LXEkft2ncUQYVdJ3eEthttGjpPkXVqsOTYYbCk3VJ6Li1Ww&#10;n/3sCiPTTT7L1+MvfdifNjpVavDSrz5ABOrDv/jPvdVxfvo2gd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bw2LEAAAA3QAAAA8AAAAAAAAAAAAAAAAAmAIAAGRycy9k&#10;b3ducmV2LnhtbFBLBQYAAAAABAAEAPUAAACJAwAAAAA=&#10;" fillcolor="#f4b083 [1941]" strokecolor="red" strokeweight="1pt">
                  <v:stroke joinstyle="miter"/>
                </v:oval>
                <v:oval id="Oval 1744" o:spid="_x0000_s1544" style="position:absolute;left:2033;top:46550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JbFsQA&#10;AADdAAAADwAAAGRycy9kb3ducmV2LnhtbERPTWvCQBC9F/wPywi91Y0ijUZXkYBosRejB49DdswG&#10;s7Mhu9XYX98tFHqbx/uc5bq3jbhT52vHCsajBARx6XTNlYLzafs2A+EDssbGMSl4kof1avCyxEy7&#10;Bx/pXoRKxBD2GSowIbSZlL40ZNGPXEscuavrLIYIu0rqDh8x3DZykiTv0mLNscFgS7mh8lZ8WQWH&#10;+fdHYWS6y+f5dnLRn4fTTqdKvQ77zQJEoD78i//cex3np9Mp/H4TT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WxbEAAAA3QAAAA8AAAAAAAAAAAAAAAAAmAIAAGRycy9k&#10;b3ducmV2LnhtbFBLBQYAAAAABAAEAPUAAACJAwAAAAA=&#10;" fillcolor="#f4b083 [1941]" strokecolor="red" strokeweight="1pt">
                  <v:stroke joinstyle="miter"/>
                </v:oval>
                <v:oval id="Oval 1745" o:spid="_x0000_s1545" style="position:absolute;left:3468;top:46590;width:701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7+jcQA&#10;AADdAAAADwAAAGRycy9kb3ducmV2LnhtbERPTWvCQBC9F/oflil4qxvFNpq6igRERS/GHnocstNs&#10;MDsbsqvG/nq3UOhtHu9z5sveNuJKna8dKxgNExDEpdM1Vwo+T+vXKQgfkDU2jknBnTwsF89Pc8y0&#10;u/GRrkWoRAxhn6ECE0KbSelLQxb90LXEkft2ncUQYVdJ3eEthttGjpPkXVqsOTYYbCk3VJ6Li1Ww&#10;n/3sCiPTTT7L1+MvfdifNjpVavDSrz5ABOrDv/jPvdVxfjp5g9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+/o3EAAAA3QAAAA8AAAAAAAAAAAAAAAAAmAIAAGRycy9k&#10;b3ducmV2LnhtbFBLBQYAAAAABAAEAPUAAACJAwAAAAA=&#10;" fillcolor="#f4b083 [1941]" strokecolor="red" strokeweight="1pt">
                  <v:stroke joinstyle="miter"/>
                </v:oval>
                <v:oval id="Oval 1746" o:spid="_x0000_s1546" style="position:absolute;left:1304;top:46515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g+sQA&#10;AADdAAAADwAAAGRycy9kb3ducmV2LnhtbERPTWvCQBC9F/wPywje6kYpRqOrSEC02IvRg8chO82G&#10;ZmdDdqvRX98tFHqbx/uc1aa3jbhR52vHCibjBARx6XTNlYLLefc6B+EDssbGMSl4kIfNevCywky7&#10;O5/oVoRKxBD2GSowIbSZlL40ZNGPXUscuU/XWQwRdpXUHd5juG3kNElm0mLNscFgS7mh8qv4tgqO&#10;i+d7YWS6zxf5bnrVH8fzXqdKjYb9dgkiUB/+xX/ug47z07cZ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YPrEAAAA3QAAAA8AAAAAAAAAAAAAAAAAmAIAAGRycy9k&#10;b3ducmV2LnhtbFBLBQYAAAAABAAEAPUAAACJAwAAAAA=&#10;" fillcolor="#f4b083 [1941]" strokecolor="red" strokeweight="1pt">
                  <v:stroke joinstyle="miter"/>
                </v:oval>
                <v:oval id="Oval 1747" o:spid="_x0000_s1547" style="position:absolute;left:2795;top:46555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DFYcQA&#10;AADdAAAADwAAAGRycy9kb3ducmV2LnhtbERPTWvCQBC9C/6HZYTedKMUU1NXKQHRopfGHnocstNs&#10;MDsbsluN/fWuIHibx/uc5bq3jThT52vHCqaTBARx6XTNlYLv42b8BsIHZI2NY1JwJQ/r1XCwxEy7&#10;C3/RuQiViCHsM1RgQmgzKX1pyKKfuJY4cr+usxgi7CqpO7zEcNvIWZLMpcWaY4PBlnJD5an4swr2&#10;i//Pwsh0my/yzexHH/bHrU6Vehn1H+8gAvXhKX64dzrOT19T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gxWHEAAAA3QAAAA8AAAAAAAAAAAAAAAAAmAIAAGRycy9k&#10;b3ducmV2LnhtbFBLBQYAAAAABAAEAPUAAACJAwAAAAA=&#10;" fillcolor="#f4b083 [1941]" strokecolor="red" strokeweight="1pt">
                  <v:stroke joinstyle="miter"/>
                </v:oval>
                <v:oval id="Oval 1748" o:spid="_x0000_s1548" style="position:absolute;left:3319;top:47312;width:619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9RE8cA&#10;AADdAAAADwAAAGRycy9kb3ducmV2LnhtbESPQWvCQBCF7wX/wzKF3uqmUhpNXUUCYou9GD30OGTH&#10;bDA7G7JbTfvrO4dCbzO8N+99s1yPvlNXGmIb2MDTNANFXAfbcmPgdNw+zkHFhGyxC0wGvinCejW5&#10;W2Jhw40PdK1SoySEY4EGXEp9oXWsHXmM09ATi3YOg8ck69BoO+BNwn2nZ1n2oj22LA0Oeyod1Zfq&#10;yxvYL37eK6fzXbkot7NP+7E/7mxuzMP9uHkFlWhM/+a/6zcr+Pmz4Mo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/URPHAAAA3QAAAA8AAAAAAAAAAAAAAAAAmAIAAGRy&#10;cy9kb3ducmV2LnhtbFBLBQYAAAAABAAEAPUAAACMAwAAAAA=&#10;" fillcolor="#f4b083 [1941]" strokecolor="red" strokeweight="1pt">
                  <v:stroke joinstyle="miter"/>
                </v:oval>
                <v:oval id="Oval 1749" o:spid="_x0000_s1549" style="position:absolute;left:4825;top:46661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P0iMQA&#10;AADdAAAADwAAAGRycy9kb3ducmV2LnhtbERPTWvCQBC9F/wPywje6kYR06SuIgGxxV4aPXgcstNs&#10;MDsbsqum/fVuodDbPN7nrDaDbcWNet84VjCbJiCIK6cbrhWcjrvnFxA+IGtsHZOCb/KwWY+eVphr&#10;d+dPupWhFjGEfY4KTAhdLqWvDFn0U9cRR+7L9RZDhH0tdY/3GG5bOU+SpbTYcGww2FFhqLqUV6vg&#10;kP28l0am+yIrdvOz/jgc9zpVajIetq8gAg3hX/znftNxfrrI4Pe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z9IjEAAAA3QAAAA8AAAAAAAAAAAAAAAAAmAIAAGRycy9k&#10;b3ducmV2LnhtbFBLBQYAAAAABAAEAPUAAACJAwAAAAA=&#10;" fillcolor="#f4b083 [1941]" strokecolor="red" strokeweight="1pt">
                  <v:stroke joinstyle="miter"/>
                </v:oval>
                <v:oval id="Oval 1750" o:spid="_x0000_s1550" style="position:absolute;left:6316;top:46701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DLyMcA&#10;AADdAAAADwAAAGRycy9kb3ducmV2LnhtbESPQWvCQBCF7wX/wzKF3uqmQhtNXUUCYou9GD30OGTH&#10;bDA7G7JbTfvrO4dCbzO8N+99s1yPvlNXGmIb2MDTNANFXAfbcmPgdNw+zkHFhGyxC0wGvinCejW5&#10;W2Jhw40PdK1SoySEY4EGXEp9oXWsHXmM09ATi3YOg8ck69BoO+BNwn2nZ1n2oj22LA0Oeyod1Zfq&#10;yxvYL37eK6fzXbkot7NP+7E/7mxuzMP9uHkFlWhM/+a/6zcr+Pmz8Ms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Qy8jHAAAA3QAAAA8AAAAAAAAAAAAAAAAAmAIAAGRy&#10;cy9kb3ducmV2LnhtbFBLBQYAAAAABAAEAPUAAACMAwAAAAA=&#10;" fillcolor="#f4b083 [1941]" strokecolor="red" strokeweight="1pt">
                  <v:stroke joinstyle="miter"/>
                </v:oval>
                <v:oval id="Oval 1751" o:spid="_x0000_s1551" style="position:absolute;left:7849;top:46683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xuU8QA&#10;AADdAAAADwAAAGRycy9kb3ducmV2LnhtbERPTWvCQBC9F/wPywje6kZBo9FVJCC22IvRg8chO82G&#10;ZmdDdtW0v94tFHqbx/uc9ba3jbhT52vHCibjBARx6XTNlYLLef+6AOEDssbGMSn4Jg/bzeBljZl2&#10;Dz7RvQiViCHsM1RgQmgzKX1pyKIfu5Y4cp+usxgi7CqpO3zEcNvIaZLMpcWaY4PBlnJD5VdxswqO&#10;y5/3wsj0kC/z/fSqP47ng06VGg373QpEoD78i//cbzrOT2cT+P0mni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blPEAAAA3QAAAA8AAAAAAAAAAAAAAAAAmAIAAGRycy9k&#10;b3ducmV2LnhtbFBLBQYAAAAABAAEAPUAAACJAwAAAAA=&#10;" fillcolor="#f4b083 [1941]" strokecolor="red" strokeweight="1pt">
                  <v:stroke joinstyle="miter"/>
                </v:oval>
                <v:oval id="Oval 1752" o:spid="_x0000_s1552" style="position:absolute;left:9360;top:46646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7wJMQA&#10;AADdAAAADwAAAGRycy9kb3ducmV2LnhtbERPTWvCQBC9F/wPywi96aaBNjW6igREi14ae+hxyI7Z&#10;0OxsyK4a++u7gtDbPN7nLFaDbcWFet84VvAyTUAQV043XCv4Om4m7yB8QNbYOiYFN/KwWo6eFphr&#10;d+VPupShFjGEfY4KTAhdLqWvDFn0U9cRR+7keoshwr6WusdrDLetTJPkTVpsODYY7KgwVP2UZ6tg&#10;P/v9KI3MtsWs2KTf+rA/bnWm1PN4WM9BBBrCv/jh3uk4P3tN4f5NP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O8CTEAAAA3QAAAA8AAAAAAAAAAAAAAAAAmAIAAGRycy9k&#10;b3ducmV2LnhtbFBLBQYAAAAABAAEAPUAAACJAwAAAAA=&#10;" fillcolor="#f4b083 [1941]" strokecolor="red" strokeweight="1pt">
                  <v:stroke joinstyle="miter"/>
                </v:oval>
                <v:oval id="Oval 1753" o:spid="_x0000_s1553" style="position:absolute;left:5567;top:46666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Vv8QA&#10;AADdAAAADwAAAGRycy9kb3ducmV2LnhtbERPTWvCQBC9F/oflil4qxuVNpq6igRERS/GHnocstNs&#10;MDsbsqvG/nq3UOhtHu9z5sveNuJKna8dKxgNExDEpdM1Vwo+T+vXKQgfkDU2jknBnTwsF89Pc8y0&#10;u/GRrkWoRAxhn6ECE0KbSelLQxb90LXEkft2ncUQYVdJ3eEthttGjpPkXVqsOTYYbCk3VJ6Li1Ww&#10;n/3sCiPTTT7L1+MvfdifNjpVavDSrz5ABOrDv/jPvdVxfvo2gd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CVb/EAAAA3QAAAA8AAAAAAAAAAAAAAAAAmAIAAGRycy9k&#10;b3ducmV2LnhtbFBLBQYAAAAABAAEAPUAAACJAwAAAAA=&#10;" fillcolor="#f4b083 [1941]" strokecolor="red" strokeweight="1pt">
                  <v:stroke joinstyle="miter"/>
                </v:oval>
                <v:oval id="Oval 1754" o:spid="_x0000_s1554" style="position:absolute;left:7120;top:46648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vNy8QA&#10;AADdAAAADwAAAGRycy9kb3ducmV2LnhtbERPTWvCQBC9F/oflil4qxvFNpq6igRERS/GHnocstNs&#10;MDsbsqvG/nq3UOhtHu9z5sveNuJKna8dKxgNExDEpdM1Vwo+T+vXKQgfkDU2jknBnTwsF89Pc8y0&#10;u/GRrkWoRAxhn6ECE0KbSelLQxb90LXEkft2ncUQYVdJ3eEthttGjpPkXVqsOTYYbCk3VJ6Li1Ww&#10;n/3sCiPTTT7L1+MvfdifNjpVavDSrz5ABOrDv/jPvdVxfvo2gd9v4gl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zcvEAAAA3QAAAA8AAAAAAAAAAAAAAAAAmAIAAGRycy9k&#10;b3ducmV2LnhtbFBLBQYAAAAABAAEAPUAAACJAwAAAAA=&#10;" fillcolor="#f4b083 [1941]" strokecolor="red" strokeweight="1pt">
                  <v:stroke joinstyle="miter"/>
                </v:oval>
                <v:oval id="Oval 1755" o:spid="_x0000_s1555" style="position:absolute;left:8611;top:46611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doUMQA&#10;AADdAAAADwAAAGRycy9kb3ducmV2LnhtbERPTWvCQBC9F/wPywi91Y2CjUZXkYBosRejB49DdswG&#10;s7Mhu9XYX98tFHqbx/uc5bq3jbhT52vHCsajBARx6XTNlYLzafs2A+EDssbGMSl4kof1avCyxEy7&#10;Bx/pXoRKxBD2GSowIbSZlL40ZNGPXEscuavrLIYIu0rqDh8x3DZykiTv0mLNscFgS7mh8lZ8WQWH&#10;+fdHYWS6y+f5dnLRn4fTTqdKvQ77zQJEoD78i//cex3np9Mp/H4TT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naFDEAAAA3QAAAA8AAAAAAAAAAAAAAAAAmAIAAGRycy9k&#10;b3ducmV2LnhtbFBLBQYAAAAABAAEAPUAAACJAwAAAAA=&#10;" fillcolor="#f4b083 [1941]" strokecolor="red" strokeweight="1pt">
                  <v:stroke joinstyle="miter"/>
                </v:oval>
                <v:oval id="Oval 1756" o:spid="_x0000_s1556" style="position:absolute;left:4205;top:46672;width:700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2J8QA&#10;AADdAAAADwAAAGRycy9kb3ducmV2LnhtbERPTWvCQBC9F/wPywje6kahRqOrSEC02IvRg8chO82G&#10;ZmdDdqvRX98tFHqbx/uc1aa3jbhR52vHCibjBARx6XTNlYLLefc6B+EDssbGMSl4kIfNevCywky7&#10;O5/oVoRKxBD2GSowIbSZlL40ZNGPXUscuU/XWQwRdpXUHd5juG3kNElm0mLNscFgS7mh8qv4tgqO&#10;i+d7YWS6zxf5bnrVH8fzXqdKjYb9dgkiUB/+xX/ug47z07cZ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19ifEAAAA3QAAAA8AAAAAAAAAAAAAAAAAmAIAAGRycy9k&#10;b3ducmV2LnhtbFBLBQYAAAAABAAEAPUAAACJAwAAAAA=&#10;" fillcolor="#f4b083 [1941]" strokecolor="red" strokeweight="1pt">
                  <v:stroke joinstyle="miter"/>
                </v:oval>
                <v:oval id="Oval 1757" o:spid="_x0000_s1557" style="position:absolute;left:22183;top:46932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TvMQA&#10;AADdAAAADwAAAGRycy9kb3ducmV2LnhtbERPTWvCQBC9C/6HZYTedKNQU1NXKQHRopfGHnocstNs&#10;MDsbsluN/fWuIHibx/uc5bq3jThT52vHCqaTBARx6XTNlYLv42b8BsIHZI2NY1JwJQ/r1XCwxEy7&#10;C3/RuQiViCHsM1RgQmgzKX1pyKKfuJY4cr+usxgi7CqpO7zEcNvIWZLMpcWaY4PBlnJD5an4swr2&#10;i//Pwsh0my/yzexHH/bHrU6Vehn1H+8gAvXhKX64dzrOT19T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5U7zEAAAA3QAAAA8AAAAAAAAAAAAAAAAAmAIAAGRycy9k&#10;b3ducmV2LnhtbFBLBQYAAAAABAAEAPUAAACJAwAAAAA=&#10;" fillcolor="#f4b083 [1941]" strokecolor="red" strokeweight="1pt">
                  <v:stroke joinstyle="miter"/>
                </v:oval>
                <v:oval id="Oval 1758" o:spid="_x0000_s1558" style="position:absolute;left:21434;top:46897;width:700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bHzscA&#10;AADdAAAADwAAAGRycy9kb3ducmV2LnhtbESPQWvCQBCF7wX/wzKF3uqmQhtNXUUCYou9GD30OGTH&#10;bDA7G7JbTfvrO4dCbzO8N+99s1yPvlNXGmIb2MDTNANFXAfbcmPgdNw+zkHFhGyxC0wGvinCejW5&#10;W2Jhw40PdK1SoySEY4EGXEp9oXWsHXmM09ATi3YOg8ck69BoO+BNwn2nZ1n2oj22LA0Oeyod1Zfq&#10;yxvYL37eK6fzXbkot7NP+7E/7mxuzMP9uHkFlWhM/+a/6zcr+Pmz4Mo3MoJ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mx87HAAAA3QAAAA8AAAAAAAAAAAAAAAAAmAIAAGRy&#10;cy9kb3ducmV2LnhtbFBLBQYAAAAABAAEAPUAAACMAwAAAAA=&#10;" fillcolor="#f4b083 [1941]" strokecolor="red" strokeweight="1pt">
                  <v:stroke joinstyle="miter"/>
                </v:oval>
                <v:oval id="Oval 1759" o:spid="_x0000_s1559" style="position:absolute;left:8955;top:43789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iVcQA&#10;AADdAAAADwAAAGRycy9kb3ducmV2LnhtbERPTWvCQBC9F/wPywje6kZB06SuIgGxxV4aPXgcstNs&#10;MDsbsqum/fVuodDbPN7nrDaDbcWNet84VjCbJiCIK6cbrhWcjrvnFxA+IGtsHZOCb/KwWY+eVphr&#10;d+dPupWhFjGEfY4KTAhdLqWvDFn0U9cRR+7L9RZDhH0tdY/3GG5bOU+SpbTYcGww2FFhqLqUV6vg&#10;kP28l0am+yIrdvOz/jgc9zpVajIetq8gAg3hX/znftNxfrrI4PebeIJ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qYlXEAAAA3QAAAA8AAAAAAAAAAAAAAAAAmAIAAGRycy9k&#10;b3ducmV2LnhtbFBLBQYAAAAABAAEAPUAAACJAwAAAAA=&#10;" fillcolor="#f4b083 [1941]" strokecolor="red" strokeweight="1pt">
                  <v:stroke joinstyle="miter"/>
                </v:oval>
                <v:oval id="Oval 1760" o:spid="_x0000_s1560" style="position:absolute;left:10098;top:43829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BdccA&#10;AADdAAAADwAAAGRycy9kb3ducmV2LnhtbESPQW/CMAyF75P4D5GRdhvpONBRCGiqhBhilxUOHK3G&#10;a6o1TtVk0PHr58Ok3Wy95/c+r7ej79SVhtgGNvA8y0AR18G23Bg4n3ZPL6BiQrbYBSYDPxRhu5k8&#10;rLGw4cYfdK1SoySEY4EGXEp9oXWsHXmMs9ATi/YZBo9J1qHRdsCbhPtOz7NsoT22LA0Oeyod1V/V&#10;tzdwXN4PldP5vlyWu/nFvh9Pe5sb8zgdX1egEo3p3/x3/WYFP18Iv3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8AXXHAAAA3QAAAA8AAAAAAAAAAAAAAAAAmAIAAGRy&#10;cy9kb3ducmV2LnhtbFBLBQYAAAAABAAEAPUAAACMAwAAAAA=&#10;" fillcolor="#f4b083 [1941]" strokecolor="red" strokeweight="1pt">
                  <v:stroke joinstyle="miter"/>
                </v:oval>
                <v:oval id="Oval 1761" o:spid="_x0000_s1561" style="position:absolute;left:11210;top:43829;width:1006;height:10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k7sQA&#10;AADdAAAADwAAAGRycy9kb3ducmV2LnhtbERPTWvCQBC9C/6HZQRvutGD0dRVJCBa7MXEQ49DdpoN&#10;zc6G7Kppf323UOhtHu9ztvvBtuJBvW8cK1jMExDEldMN1wpu5XG2BuEDssbWMSn4Ig/73Xi0xUy7&#10;J1/pUYRaxBD2GSowIXSZlL4yZNHPXUccuQ/XWwwR9rXUPT5juG3lMklW0mLDscFgR7mh6rO4WwWX&#10;zfdrYWR6yjf5cfmu3y7lSadKTSfD4QVEoCH8i//cZx3np6sF/H4TT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wpO7EAAAA3QAAAA8AAAAAAAAAAAAAAAAAmAIAAGRycy9k&#10;b3ducmV2LnhtbFBLBQYAAAAABAAEAPUAAACJAwAAAAA=&#10;" fillcolor="#f4b083 [1941]" strokecolor="red" strokeweight="1pt">
                  <v:stroke joinstyle="miter"/>
                </v:oval>
                <v:oval id="Oval 1762" o:spid="_x0000_s1562" style="position:absolute;left:12353;top:43869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6mcQA&#10;AADdAAAADwAAAGRycy9kb3ducmV2LnhtbERPTWvCQBC9F/wPywi91Y05mBpdRQJixV4aPXgcsmM2&#10;mJ0N2VVjf323UOhtHu9zluvBtuJOvW8cK5hOEhDEldMN1wpOx+3bOwgfkDW2jknBkzysV6OXJeba&#10;PfiL7mWoRQxhn6MCE0KXS+krQxb9xHXEkbu43mKIsK+l7vERw20r0ySZSYsNxwaDHRWGqmt5swoO&#10;8+99aWS2K+bFNj3rz8NxpzOlXsfDZgEi0BD+xX/uDx3nZ7MU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iOpnEAAAA3QAAAA8AAAAAAAAAAAAAAAAAmAIAAGRycy9k&#10;b3ducmV2LnhtbFBLBQYAAAAABAAEAPUAAACJAwAAAAA=&#10;" fillcolor="#f4b083 [1941]" strokecolor="red" strokeweight="1pt">
                  <v:stroke joinstyle="miter"/>
                </v:oval>
                <v:oval id="Oval 1763" o:spid="_x0000_s1563" style="position:absolute;left:13476;top:43900;width:1006;height:10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6fAsQA&#10;AADdAAAADwAAAGRycy9kb3ducmV2LnhtbERPTWvCQBC9F/wPywje6kYLRqOrSEC02IvRg8chO82G&#10;ZmdDdqvRX98tFHqbx/uc1aa3jbhR52vHCibjBARx6XTNlYLLefc6B+EDssbGMSl4kIfNevCywky7&#10;O5/oVoRKxBD2GSowIbSZlL40ZNGPXUscuU/XWQwRdpXUHd5juG3kNElm0mLNscFgS7mh8qv4tgqO&#10;i+d7YWS6zxf5bnrVH8fzXqdKjYb9dgkiUB/+xX/ug47z09kb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unwLEAAAA3QAAAA8AAAAAAAAAAAAAAAAAmAIAAGRycy9k&#10;b3ducmV2LnhtbFBLBQYAAAAABAAEAPUAAACJAwAAAAA=&#10;" fillcolor="#f4b083 [1941]" strokecolor="red" strokeweight="1pt">
                  <v:stroke joinstyle="miter"/>
                </v:oval>
                <v:oval id="Oval 1764" o:spid="_x0000_s1564" style="position:absolute;left:14599;top:43921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cHdsQA&#10;AADdAAAADwAAAGRycy9kb3ducmV2LnhtbERPTWvCQBC9F/wPywje6kYpRqOrSEC02IvRg8chO82G&#10;ZmdDdqvRX98tFHqbx/uc1aa3jbhR52vHCibjBARx6XTNlYLLefc6B+EDssbGMSl4kIfNevCywky7&#10;O5/oVoRKxBD2GSowIbSZlL40ZNGPXUscuU/XWQwRdpXUHd5juG3kNElm0mLNscFgS7mh8qv4tgqO&#10;i+d7YWS6zxf5bnrVH8fzXqdKjYb9dgkiUB/+xX/ug47z09kb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HB3bEAAAA3QAAAA8AAAAAAAAAAAAAAAAAmAIAAGRycy9k&#10;b3ducmV2LnhtbFBLBQYAAAAABAAEAPUAAACJAwAAAAA=&#10;" fillcolor="#f4b083 [1941]" strokecolor="red" strokeweight="1pt">
                  <v:stroke joinstyle="miter"/>
                </v:oval>
                <v:oval id="Oval 1765" o:spid="_x0000_s1565" style="position:absolute;left:15742;top:43962;width:1005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i7cQA&#10;AADdAAAADwAAAGRycy9kb3ducmV2LnhtbERPTWvCQBC9F/wPywje6kahRqOrSEC02IvRg8chO82G&#10;ZmdDdqvRX98tFHqbx/uc1aa3jbhR52vHCibjBARx6XTNlYLLefc6B+EDssbGMSl4kIfNevCywky7&#10;O5/oVoRKxBD2GSowIbSZlL40ZNGPXUscuU/XWQwRdpXUHd5juG3kNElm0mLNscFgS7mh8qv4tgqO&#10;i+d7YWS6zxf5bnrVH8fzXqdKjYb9dgkiUB/+xX/ug47z09kb/H4TT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Lou3EAAAA3QAAAA8AAAAAAAAAAAAAAAAAmAIAAGRycy9k&#10;b3ducmV2LnhtbFBLBQYAAAAABAAEAPUAAACJAwAAAAA=&#10;" fillcolor="#f4b083 [1941]" strokecolor="red" strokeweight="1pt">
                  <v:stroke joinstyle="miter"/>
                </v:oval>
                <v:oval id="Oval 1766" o:spid="_x0000_s1566" style="position:absolute;left:16854;top:43961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8msQA&#10;AADdAAAADwAAAGRycy9kb3ducmV2LnhtbERPTWvCQBC9F/wPywi91Y0ekpq6SgmIFb00evA4ZKfZ&#10;0OxsyK4a++u7guBtHu9zFqvBtuJCvW8cK5hOEhDEldMN1wqOh/XbOwgfkDW2jknBjTyslqOXBeba&#10;XfmbLmWoRQxhn6MCE0KXS+krQxb9xHXEkftxvcUQYV9L3eM1httWzpIklRYbjg0GOyoMVb/l2SrY&#10;zf+2pZHZppgX69lJ73eHjc6Ueh0Pnx8gAg3hKX64v3Scn6Up3L+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ZPJrEAAAA3QAAAA8AAAAAAAAAAAAAAAAAmAIAAGRycy9k&#10;b3ducmV2LnhtbFBLBQYAAAAABAAEAPUAAACJAwAAAAA=&#10;" fillcolor="#f4b083 [1941]" strokecolor="red" strokeweight="1pt">
                  <v:stroke joinstyle="miter"/>
                </v:oval>
                <v:oval id="Oval 1767" o:spid="_x0000_s1567" style="position:absolute;left:17939;top:44002;width:1006;height:10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ZAcMA&#10;AADdAAAADwAAAGRycy9kb3ducmV2LnhtbERPTYvCMBC9L/gfwgh7W1M92LUaRQriil62evA4NGNT&#10;bCaliVr312+Ehb3N433OYtXbRtyp87VjBeNRAoK4dLrmSsHpuPn4BOEDssbGMSl4kofVcvC2wEy7&#10;B3/TvQiViCHsM1RgQmgzKX1pyKIfuZY4chfXWQwRdpXUHT5iuG3kJEmm0mLNscFgS7mh8lrcrIL9&#10;7GdXGJlu81m+mZz1YX/c6lSp92G/noMI1Id/8Z/7S8f56TSF1zfx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WZAcMAAADdAAAADwAAAAAAAAAAAAAAAACYAgAAZHJzL2Rv&#10;d25yZXYueG1sUEsFBgAAAAAEAAQA9QAAAIgDAAAAAA==&#10;" fillcolor="#f4b083 [1941]" strokecolor="red" strokeweight="1pt">
                  <v:stroke joinstyle="miter"/>
                </v:oval>
                <v:oval id="Oval 1768" o:spid="_x0000_s1568" style="position:absolute;left:19062;top:44032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Nc8cA&#10;AADdAAAADwAAAGRycy9kb3ducmV2LnhtbESPQW/CMAyF75P4D5GRdhvpONBRCGiqhBhilxUOHK3G&#10;a6o1TtVk0PHr58Ok3Wy95/c+r7ej79SVhtgGNvA8y0AR18G23Bg4n3ZPL6BiQrbYBSYDPxRhu5k8&#10;rLGw4cYfdK1SoySEY4EGXEp9oXWsHXmMs9ATi/YZBo9J1qHRdsCbhPtOz7NsoT22LA0Oeyod1V/V&#10;tzdwXN4PldP5vlyWu/nFvh9Pe5sb8zgdX1egEo3p3/x3/WYFP18Irn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KDXPHAAAA3QAAAA8AAAAAAAAAAAAAAAAAmAIAAGRy&#10;cy9kb3ducmV2LnhtbFBLBQYAAAAABAAEAPUAAACMAwAAAAA=&#10;" fillcolor="#f4b083 [1941]" strokecolor="red" strokeweight="1pt">
                  <v:stroke joinstyle="miter"/>
                </v:oval>
                <v:oval id="Oval 1769" o:spid="_x0000_s1569" style="position:absolute;left:1498;top:43783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o6MQA&#10;AADdAAAADwAAAGRycy9kb3ducmV2LnhtbERPTWvCQBC9F/wPywi91Y0eTJO6SgmIFb00evA4ZKfZ&#10;0OxsyK4a++u7guBtHu9zFqvBtuJCvW8cK5hOEhDEldMN1wqOh/XbOwgfkDW2jknBjTyslqOXBeba&#10;XfmbLmWoRQxhn6MCE0KXS+krQxb9xHXEkftxvcUQYV9L3eM1httWzpJkLi02HBsMdlQYqn7Ls1Ww&#10;y/62pZHppsiK9eyk97vDRqdKvY6Hzw8QgYbwFD/cXzrOT+cZ3L+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qOjEAAAA3QAAAA8AAAAAAAAAAAAAAAAAmAIAAGRycy9k&#10;b3ducmV2LnhtbFBLBQYAAAAABAAEAPUAAACJAwAAAAA=&#10;" fillcolor="#f4b083 [1941]" strokecolor="red" strokeweight="1pt">
                  <v:stroke joinstyle="miter"/>
                </v:oval>
                <v:oval id="Oval 1770" o:spid="_x0000_s1570" style="position:absolute;left:2564;top:43814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XqMYA&#10;AADdAAAADwAAAGRycy9kb3ducmV2LnhtbESPQW/CMAyF75P2HyJP2m2k47COQkCoEmIILis77Gg1&#10;pqlonKrJoOPXz4dJ3Gy95/c+L1aj79SFhtgGNvA6yUAR18G23Bj4Om5e3kHFhGyxC0wGfinCavn4&#10;sMDChit/0qVKjZIQjgUacCn1hdaxduQxTkJPLNopDB6TrEOj7YBXCfednmbZm/bYsjQ47Kl0VJ+r&#10;H29gP7vtKqfzbTkrN9Nve9gftzY35vlpXM9BJRrT3fx//WEFP8+FX76RE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WXqMYAAADdAAAADwAAAAAAAAAAAAAAAACYAgAAZHJz&#10;L2Rvd25yZXYueG1sUEsFBgAAAAAEAAQA9QAAAIsDAAAAAA==&#10;" fillcolor="#f4b083 [1941]" strokecolor="red" strokeweight="1pt">
                  <v:stroke joinstyle="miter"/>
                </v:oval>
                <v:oval id="Oval 1771" o:spid="_x0000_s1571" style="position:absolute;left:3629;top:43836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yM8QA&#10;AADdAAAADwAAAGRycy9kb3ducmV2LnhtbERPTWvCQBC9C/6HZYTedKOHpqauIgHRopcmPfQ4ZKfZ&#10;YHY2ZFdN++u7guBtHu9zVpvBtuJKvW8cK5jPEhDEldMN1wq+yt30DYQPyBpbx6Tglzxs1uPRCjPt&#10;bvxJ1yLUIoawz1CBCaHLpPSVIYt+5jriyP243mKIsK+l7vEWw20rF0nyKi02HBsMdpQbqs7FxSo4&#10;Lv8+CiPTfb7Md4tvfTqWe50q9TIZtu8gAg3hKX64DzrOT9M53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MjPEAAAA3QAAAA8AAAAAAAAAAAAAAAAAmAIAAGRycy9k&#10;b3ducmV2LnhtbFBLBQYAAAAABAAEAPUAAACJAwAAAAA=&#10;" fillcolor="#f4b083 [1941]" strokecolor="red" strokeweight="1pt">
                  <v:stroke joinstyle="miter"/>
                </v:oval>
                <v:oval id="Oval 1772" o:spid="_x0000_s1572" style="position:absolute;left:4657;top:43876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sRMMA&#10;AADdAAAADwAAAGRycy9kb3ducmV2LnhtbERPTWvCQBC9F/wPywje6sYcTI2uIgHRopdGDx6H7DQb&#10;mp0N2VXT/vquUOhtHu9zVpvBtuJOvW8cK5hNExDEldMN1wou593rGwgfkDW2jknBN3nYrEcvK8y1&#10;e/AH3ctQixjCPkcFJoQul9JXhiz6qeuII/fpeoshwr6WusdHDLetTJNkLi02HBsMdlQYqr7Km1Vw&#10;XPy8l0Zm+2JR7NKrPh3Pe50pNRkP2yWIQEP4F/+5DzrOz7IUnt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usRMMAAADdAAAADwAAAAAAAAAAAAAAAACYAgAAZHJzL2Rv&#10;d25yZXYueG1sUEsFBgAAAAAEAAQA9QAAAIgDAAAAAA==&#10;" fillcolor="#f4b083 [1941]" strokecolor="red" strokeweight="1pt">
                  <v:stroke joinstyle="miter"/>
                </v:oval>
                <v:oval id="Oval 1773" o:spid="_x0000_s1573" style="position:absolute;left:5712;top:43876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J38QA&#10;AADdAAAADwAAAGRycy9kb3ducmV2LnhtbERPTWvCQBC9C/6HZYTedKMFU1NXKQHRopfGHnocstNs&#10;MDsbsluN/fWuIHibx/uc5bq3jThT52vHCqaTBARx6XTNlYLv42b8BsIHZI2NY1JwJQ/r1XCwxEy7&#10;C3/RuQiViCHsM1RgQmgzKX1pyKKfuJY4cr+usxgi7CqpO7zEcNvIWZLMpcWaY4PBlnJD5an4swr2&#10;i//Pwsh0my/yzexHH/bHrU6Vehn1H+8gAvXhKX64dzrOT9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3Cd/EAAAA3QAAAA8AAAAAAAAAAAAAAAAAmAIAAGRycy9k&#10;b3ducmV2LnhtbFBLBQYAAAAABAAEAPUAAACJAwAAAAA=&#10;" fillcolor="#f4b083 [1941]" strokecolor="red" strokeweight="1pt">
                  <v:stroke joinstyle="miter"/>
                </v:oval>
                <v:oval id="Oval 1774" o:spid="_x0000_s1574" style="position:absolute;left:6739;top:43916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6Rq8QA&#10;AADdAAAADwAAAGRycy9kb3ducmV2LnhtbERPTWvCQBC9C/6HZYTedKMUU1NXKQHRopfGHnocstNs&#10;MDsbsluN/fWuIHibx/uc5bq3jThT52vHCqaTBARx6XTNlYLv42b8BsIHZI2NY1JwJQ/r1XCwxEy7&#10;C3/RuQiViCHsM1RgQmgzKX1pyKKfuJY4cr+usxgi7CqpO7zEcNvIWZLMpcWaY4PBlnJD5an4swr2&#10;i//Pwsh0my/yzexHH/bHrU6Vehn1H+8gAvXhKX64dzrOT9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ekavEAAAA3QAAAA8AAAAAAAAAAAAAAAAAmAIAAGRycy9k&#10;b3ducmV2LnhtbFBLBQYAAAAABAAEAPUAAACJAwAAAAA=&#10;" fillcolor="#f4b083 [1941]" strokecolor="red" strokeweight="1pt">
                  <v:stroke joinstyle="miter"/>
                </v:oval>
                <v:oval id="Oval 1775" o:spid="_x0000_s1575" style="position:absolute;left:7863;top:43792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0MMQA&#10;AADdAAAADwAAAGRycy9kb3ducmV2LnhtbERPTWvCQBC9C/6HZYTedKNQU1NXKQHRopfGHnocstNs&#10;MDsbsluN/fWuIHibx/uc5bq3jThT52vHCqaTBARx6XTNlYLv42b8BsIHZI2NY1JwJQ/r1XCwxEy7&#10;C3/RuQiViCHsM1RgQmgzKX1pyKKfuJY4cr+usxgi7CqpO7zEcNvIWZLMpcWaY4PBlnJD5an4swr2&#10;i//Pwsh0my/yzexHH/bHrU6Vehn1H+8gAvXhKX64dzrOT9NXuH8TT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SNDDEAAAA3QAAAA8AAAAAAAAAAAAAAAAAmAIAAGRycy9k&#10;b3ducmV2LnhtbFBLBQYAAAAABAAEAPUAAACJAwAAAAA=&#10;" fillcolor="#f4b083 [1941]" strokecolor="red" strokeweight="1pt">
                  <v:stroke joinstyle="miter"/>
                </v:oval>
                <v:oval id="Oval 1776" o:spid="_x0000_s1576" style="position:absolute;left:19093;top:44015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CqR8MA&#10;AADdAAAADwAAAGRycy9kb3ducmV2LnhtbERPTYvCMBC9L/gfwgh7W1M92LUaRQriil62evA4NGNT&#10;bCaliVr312+Ehb3N433OYtXbRtyp87VjBeNRAoK4dLrmSsHpuPn4BOEDssbGMSl4kofVcvC2wEy7&#10;B3/TvQiViCHsM1RgQmgzKX1pyKIfuZY4chfXWQwRdpXUHT5iuG3kJEmm0mLNscFgS7mh8lrcrIL9&#10;7GdXGJlu81m+mZz1YX/c6lSp92G/noMI1Id/8Z/7S8f5aTqF1zfx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CqR8MAAADdAAAADwAAAAAAAAAAAAAAAACYAgAAZHJzL2Rv&#10;d25yZXYueG1sUEsFBgAAAAAEAAQA9QAAAIgDAAAAAA==&#10;" fillcolor="#f4b083 [1941]" strokecolor="red" strokeweight="1pt">
                  <v:stroke joinstyle="miter"/>
                </v:oval>
                <v:oval id="Oval 1777" o:spid="_x0000_s1577" style="position:absolute;left:20184;top:44055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P3MQA&#10;AADdAAAADwAAAGRycy9kb3ducmV2LnhtbERPTWvCQBC9C/0PyxR60009dGt0lRIQK/bSxIPHITtm&#10;g9nZkN1q7K/vFgq9zeN9zmozuk5caQitZw3PswwEce1Ny42GY7WdvoIIEdlg55k03CnAZv0wWWFu&#10;/I0/6VrGRqQQDjlqsDH2uZShtuQwzHxPnLizHxzGBIdGmgFvKdx1cp5lL9Jhy6nBYk+FpfpSfjkN&#10;h8X3vrRS7YpFsZ2fzMeh2hml9dPj+LYEEWmM/+I/97tJ85VS8PtNO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MD9zEAAAA3QAAAA8AAAAAAAAAAAAAAAAAmAIAAGRycy9k&#10;b3ducmV2LnhtbFBLBQYAAAAABAAEAPUAAACJAwAAAAA=&#10;" fillcolor="#f4b083 [1941]" strokecolor="red" strokeweight="1pt">
                  <v:stroke joinstyle="miter"/>
                </v:oval>
                <v:oval id="Oval 1778" o:spid="_x0000_s1578" style="position:absolute;left:21257;top:44031;width:1006;height:1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brsYA&#10;AADdAAAADwAAAGRycy9kb3ducmV2LnhtbESPQW/CMAyF75P2HyJP2m2k47COQkCoEmIILis77Gg1&#10;pqlonKrJoOPXz4dJ3Gy95/c+L1aj79SFhtgGNvA6yUAR18G23Bj4Om5e3kHFhGyxC0wGfinCavn4&#10;sMDChit/0qVKjZIQjgUacCn1hdaxduQxTkJPLNopDB6TrEOj7YBXCfednmbZm/bYsjQ47Kl0VJ+r&#10;H29gP7vtKqfzbTkrN9Nve9gftzY35vlpXM9BJRrT3fx//WEFP88FV76RE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ObrsYAAADdAAAADwAAAAAAAAAAAAAAAACYAgAAZHJz&#10;L2Rvd25yZXYueG1sUEsFBgAAAAAEAAQA9QAAAIsDAAAAAA==&#10;" fillcolor="#f4b083 [1941]" strokecolor="red" strokeweight="1pt">
                  <v:stroke joinstyle="miter"/>
                </v:oval>
                <v:oval id="Oval 1779" o:spid="_x0000_s1579" style="position:absolute;left:6199;top:4;width:3327;height:332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GM8QA&#10;AADdAAAADwAAAGRycy9kb3ducmV2LnhtbERPS2vCQBC+F/wPyxR6q5t60BpdJQqKh9JqfJyH7JgE&#10;s7Mhu13jv+8WCr3Nx/ec+bI3jQjUudqygrdhAoK4sLrmUsHpuHl9B+E8ssbGMil4kIPlYvA0x1Tb&#10;Ox8o5L4UMYRdigoq79tUSldUZNANbUscuavtDPoIu1LqDu8x3DRylCRjabDm2FBhS+uKilv+bRSE&#10;7HN8kauPfHt+7Np9yORq8xWUennusxkIT73/F/+5dzrOn0ym8PtNPEE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bBjPEAAAA3QAAAA8AAAAAAAAAAAAAAAAAmAIAAGRycy9k&#10;b3ducmV2LnhtbFBLBQYAAAAABAAEAPUAAACJAwAAAAA=&#10;" fillcolor="#f4b083 [1941]" strokecolor="red" strokeweight="1pt">
                  <v:stroke joinstyle="miter"/>
                </v:oval>
                <v:oval id="Oval 1780" o:spid="_x0000_s1580" style="position:absolute;left:12263;top:1311;width:3327;height:332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TficcA&#10;AADdAAAADwAAAGRycy9kb3ducmV2LnhtbESPT0/DMAzF70h8h8hI3GgKh20qy6YOaWgHxJ/CdrYa&#10;r63WOFUTsu7bzwckbrbe83s/L9eT61WiMXSeDTxmOSji2tuOGwM/39uHBagQkS32nsnAhQKsV7c3&#10;SyysP/MXpSo2SkI4FGigjXEotA51Sw5D5gdi0Y5+dBhlHRttRzxLuOv1U57PtMOOpaHFgV5aqk/V&#10;rzOQyvfZQW/eqtf9ZTd8plJvth/JmPu7qXwGFWmK/+a/650V/PlC+OUbGUG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034nHAAAA3QAAAA8AAAAAAAAAAAAAAAAAmAIAAGRy&#10;cy9kb3ducmV2LnhtbFBLBQYAAAAABAAEAPUAAACMAwAAAAA=&#10;" fillcolor="#f4b083 [1941]" strokecolor="red" strokeweight="1pt">
                  <v:stroke joinstyle="miter"/>
                </v:oval>
                <v:oval id="Oval 1781" o:spid="_x0000_s1581" style="position:absolute;left:18556;top:998;width:3327;height:332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6EsMA&#10;AADdAAAADwAAAGRycy9kb3ducmV2LnhtbERPTWvCQBC9C/6HZQq96UYPVqKrREHxILZG7XnITpPQ&#10;7GzIbtf477uFgrd5vM9ZrnvTiECdqy0rmIwTEMSF1TWXCq6X3WgOwnlkjY1lUvAgB+vVcLDEVNs7&#10;nynkvhQxhF2KCirv21RKV1Rk0I1tSxy5L9sZ9BF2pdQd3mO4aeQ0SWbSYM2xocKWthUV3/mPURCy&#10;0+xTbo75/vY4tB8hk5vde1Dq9aXPFiA89f4p/ncfdJz/Np/A3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6EsMAAADdAAAADwAAAAAAAAAAAAAAAACYAgAAZHJzL2Rv&#10;d25yZXYueG1sUEsFBgAAAAAEAAQA9QAAAIgDAAAAAA==&#10;" fillcolor="#f4b083 [1941]" strokecolor="red" strokeweight="1pt">
                  <v:stroke joinstyle="miter"/>
                </v:oval>
                <v:oval id="Oval 1782" o:spid="_x0000_s1582" style="position:absolute;left:15716;top:1714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5F8EA&#10;AADdAAAADwAAAGRycy9kb3ducmV2LnhtbERPTYvCMBC9C/6HMMJeRNN6cLUaRQTBva3ugtehGdvS&#10;ZlKbWOO/3wjC3ubxPme9DaYRPXWusqwgnSYgiHOrKy4U/P4cJgsQziNrbCyTgic52G6GgzVm2j74&#10;RP3ZFyKGsMtQQel9m0np8pIMuqltiSN3tZ1BH2FXSN3hI4abRs6SZC4NVhwbSmxpX1Jen+9GgZXf&#10;3NfPZdCX8a1Ow1fqrrZR6mMUdisQnoL/F7/dRx3nfy5m8Pomni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1ORfBAAAA3QAAAA8AAAAAAAAAAAAAAAAAmAIAAGRycy9kb3du&#10;cmV2LnhtbFBLBQYAAAAABAAEAPUAAACGAwAAAAA=&#10;" fillcolor="#f4b083 [1941]" strokecolor="red" strokeweight="1pt">
                  <v:stroke joinstyle="miter"/>
                </v:oval>
                <v:oval id="Oval 1783" o:spid="_x0000_s1583" style="position:absolute;left:307;top:1722;width:2773;height:2773;rotation:-174743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cjMIA&#10;AADdAAAADwAAAGRycy9kb3ducmV2LnhtbERPS2vCQBC+C/6HZYReRDdpwWrMKqUgtLdqBa9DdvIg&#10;2dmYXeP677uFQm/z8T0n3wfTiZEG11hWkC4TEMSF1Q1XCs7fh8UahPPIGjvLpOBBDva76STHTNs7&#10;H2k8+UrEEHYZKqi97zMpXVGTQbe0PXHkSjsY9BEOldQD3mO46eRzkqykwYZjQ409vddUtKebUWDl&#10;F4/tYxP0ZX5t0/CZutJ2Sj3NwtsWhKfg/8V/7g8d57+uX+D3m3iC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uZyMwgAAAN0AAAAPAAAAAAAAAAAAAAAAAJgCAABkcnMvZG93&#10;bnJldi54bWxQSwUGAAAAAAQABAD1AAAAhwMAAAAA&#10;" fillcolor="#f4b083 [1941]" strokecolor="red" strokeweight="1pt">
                  <v:stroke joinstyle="miter"/>
                </v:oval>
                <v:oval id="Oval 1784" o:spid="_x0000_s1584" style="position:absolute;left:2809;width:3327;height:332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/ZisQA&#10;AADdAAAADwAAAGRycy9kb3ducmV2LnhtbERPS2vCQBC+F/wPywje6kYpVqKrRMHiofQRH+chOybB&#10;7GzIrmv8991Cobf5+J6zXPemEYE6V1tWMBknIIgLq2suFRwPu+c5COeRNTaWScGDHKxXg6clptre&#10;+ZtC7ksRQ9ilqKDyvk2ldEVFBt3YtsSRu9jOoI+wK6Xu8B7DTSOnSTKTBmuODRW2tK2ouOY3oyBk&#10;H7Oz3Lznb6fHvv0KmdzsPoNSo2GfLUB46v2/+M+913H+6/wF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2YrEAAAA3QAAAA8AAAAAAAAAAAAAAAAAmAIAAGRycy9k&#10;b3ducmV2LnhtbFBLBQYAAAAABAAEAPUAAACJAwAAAAA=&#10;" fillcolor="#f4b083 [1941]" strokecolor="red" strokeweight="1pt">
                  <v:stroke joinstyle="miter"/>
                </v:oval>
                <w10:anchorlock/>
              </v:group>
            </w:pict>
          </mc:Fallback>
        </mc:AlternateContent>
      </w:r>
    </w:p>
    <w:p w:rsidR="00090825" w:rsidRPr="00D77401" w:rsidRDefault="00090825" w:rsidP="003C55B8">
      <w:pPr>
        <w:jc w:val="center"/>
        <w:rPr>
          <w:rStyle w:val="Strong"/>
          <w:rFonts w:asciiTheme="minorBidi" w:hAnsiTheme="minorBidi" w:cstheme="minorBidi"/>
          <w:sz w:val="22"/>
          <w:szCs w:val="22"/>
        </w:rPr>
      </w:pPr>
      <w:r w:rsidRPr="00D77401">
        <w:rPr>
          <w:rStyle w:val="Strong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1EF530" wp14:editId="59B1157E">
                <wp:simplePos x="0" y="0"/>
                <wp:positionH relativeFrom="column">
                  <wp:posOffset>3772535</wp:posOffset>
                </wp:positionH>
                <wp:positionV relativeFrom="paragraph">
                  <wp:posOffset>2780013</wp:posOffset>
                </wp:positionV>
                <wp:extent cx="91440" cy="274320"/>
                <wp:effectExtent l="0" t="0" r="41910" b="11430"/>
                <wp:wrapNone/>
                <wp:docPr id="1222" name="Right Brace 1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2743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06BC" id="Right Brace 1222" o:spid="_x0000_s1026" type="#_x0000_t88" style="position:absolute;margin-left:297.05pt;margin-top:218.9pt;width:7.2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" adj="600" strokecolor="#5b9bd5 [3204]" strokeweight=".5pt">
                <v:stroke joinstyle="miter"/>
              </v:shape>
            </w:pict>
          </mc:Fallback>
        </mc:AlternateConten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10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30/70 Brown sand </w:t>
      </w:r>
      <w:r w:rsidR="00047360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anticipated </w:t>
      </w:r>
      <w:r w:rsidRPr="00D77401">
        <w:rPr>
          <w:rStyle w:val="Strong"/>
          <w:rFonts w:asciiTheme="minorBidi" w:hAnsiTheme="minorBidi" w:cstheme="minorBidi"/>
          <w:sz w:val="22"/>
          <w:szCs w:val="22"/>
        </w:rPr>
        <w:t>dune proppants size distribution.</w:t>
      </w:r>
    </w:p>
    <w:p w:rsidR="00090825" w:rsidRDefault="00090825" w:rsidP="008F19DA">
      <w:pPr>
        <w:jc w:val="center"/>
      </w:pPr>
    </w:p>
    <w:p w:rsidR="00090825" w:rsidRDefault="00090825" w:rsidP="008F19DA">
      <w:pPr>
        <w:jc w:val="center"/>
      </w:pPr>
    </w:p>
    <w:p w:rsidR="00090825" w:rsidRDefault="00090825" w:rsidP="008F19DA">
      <w:pPr>
        <w:jc w:val="center"/>
        <w:rPr>
          <w:rStyle w:val="Strong"/>
          <w:b w:val="0"/>
          <w:bCs w:val="0"/>
        </w:rPr>
      </w:pPr>
    </w:p>
    <w:p w:rsidR="00090825" w:rsidRDefault="00090825" w:rsidP="009564D0">
      <w:pPr>
        <w:jc w:val="center"/>
        <w:rPr>
          <w:rStyle w:val="Strong"/>
          <w:b w:val="0"/>
          <w:bCs w:val="0"/>
        </w:rPr>
      </w:pPr>
      <w:r w:rsidRPr="00597ABF">
        <w:rPr>
          <w:noProof/>
        </w:rPr>
        <mc:AlternateContent>
          <mc:Choice Requires="wpg">
            <w:drawing>
              <wp:inline distT="0" distB="0" distL="0" distR="0" wp14:anchorId="633C3EEB" wp14:editId="1946B2F9">
                <wp:extent cx="6105867" cy="2597705"/>
                <wp:effectExtent l="0" t="19050" r="9525" b="12700"/>
                <wp:docPr id="57" name="Group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105867" cy="2597705"/>
                          <a:chOff x="0" y="0"/>
                          <a:chExt cx="6037527" cy="2568200"/>
                        </a:xfrm>
                      </wpg:grpSpPr>
                      <wps:wsp>
                        <wps:cNvPr id="61" name="Rectangle 61"/>
                        <wps:cNvSpPr/>
                        <wps:spPr>
                          <a:xfrm>
                            <a:off x="69395" y="196"/>
                            <a:ext cx="5915423" cy="256800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" name="Striped Right Arrow 63"/>
                        <wps:cNvSpPr/>
                        <wps:spPr>
                          <a:xfrm>
                            <a:off x="132451" y="1115007"/>
                            <a:ext cx="2870046" cy="280422"/>
                          </a:xfrm>
                          <a:prstGeom prst="stripedRightArrow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838" w:rsidRPr="00417985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</w:pPr>
                              <w:r w:rsidRPr="0041798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Dune height increases with distance (slope of increase declines)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g:grpSp>
                        <wpg:cNvPr id="71" name="Group 71"/>
                        <wpg:cNvGrpSpPr/>
                        <wpg:grpSpPr>
                          <a:xfrm>
                            <a:off x="947086" y="1441616"/>
                            <a:ext cx="575985" cy="545425"/>
                            <a:chOff x="947086" y="1441619"/>
                            <a:chExt cx="1176841" cy="1114406"/>
                          </a:xfrm>
                        </wpg:grpSpPr>
                        <wpg:grpSp>
                          <wpg:cNvPr id="72" name="Group 72"/>
                          <wpg:cNvGrpSpPr/>
                          <wpg:grpSpPr>
                            <a:xfrm>
                              <a:off x="947086" y="1441619"/>
                              <a:ext cx="1176841" cy="685800"/>
                              <a:chOff x="947085" y="1441619"/>
                              <a:chExt cx="1720812" cy="1052491"/>
                            </a:xfrm>
                          </wpg:grpSpPr>
                          <wpg:grpSp>
                            <wpg:cNvPr id="73" name="Group 73"/>
                            <wpg:cNvGrpSpPr/>
                            <wpg:grpSpPr>
                              <a:xfrm>
                                <a:off x="1213452" y="1605861"/>
                                <a:ext cx="552998" cy="91440"/>
                                <a:chOff x="1213452" y="1605861"/>
                                <a:chExt cx="552998" cy="91440"/>
                              </a:xfrm>
                            </wpg:grpSpPr>
                            <wps:wsp>
                              <wps:cNvPr id="74" name="Oval 74"/>
                              <wps:cNvSpPr/>
                              <wps:spPr>
                                <a:xfrm>
                                  <a:off x="1213452" y="160586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6" name="Straight Arrow Connector 76"/>
                              <wps:cNvCnPr/>
                              <wps:spPr>
                                <a:xfrm>
                                  <a:off x="1309250" y="164971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7" name="Oval 77"/>
                            <wps:cNvSpPr/>
                            <wps:spPr>
                              <a:xfrm>
                                <a:off x="947085" y="1441619"/>
                                <a:ext cx="1720812" cy="10524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78" name="Group 78"/>
                            <wpg:cNvGrpSpPr/>
                            <wpg:grpSpPr>
                              <a:xfrm>
                                <a:off x="1211164" y="1738080"/>
                                <a:ext cx="552998" cy="91440"/>
                                <a:chOff x="1211164" y="1738080"/>
                                <a:chExt cx="552998" cy="91440"/>
                              </a:xfrm>
                            </wpg:grpSpPr>
                            <wps:wsp>
                              <wps:cNvPr id="79" name="Oval 79"/>
                              <wps:cNvSpPr/>
                              <wps:spPr>
                                <a:xfrm>
                                  <a:off x="1211164" y="173808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0" name="Straight Arrow Connector 80"/>
                              <wps:cNvCnPr/>
                              <wps:spPr>
                                <a:xfrm>
                                  <a:off x="1306962" y="178193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1" name="Group 81"/>
                            <wpg:cNvGrpSpPr/>
                            <wpg:grpSpPr>
                              <a:xfrm>
                                <a:off x="1211164" y="1860727"/>
                                <a:ext cx="552998" cy="91440"/>
                                <a:chOff x="1211164" y="1860727"/>
                                <a:chExt cx="552998" cy="91440"/>
                              </a:xfrm>
                            </wpg:grpSpPr>
                            <wps:wsp>
                              <wps:cNvPr id="82" name="Oval 82"/>
                              <wps:cNvSpPr/>
                              <wps:spPr>
                                <a:xfrm>
                                  <a:off x="1211164" y="186072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" name="Straight Arrow Connector 83"/>
                              <wps:cNvCnPr/>
                              <wps:spPr>
                                <a:xfrm>
                                  <a:off x="1306962" y="190458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4" name="Group 84"/>
                            <wpg:cNvGrpSpPr/>
                            <wpg:grpSpPr>
                              <a:xfrm>
                                <a:off x="1838384" y="1603995"/>
                                <a:ext cx="552998" cy="91440"/>
                                <a:chOff x="1838384" y="1603995"/>
                                <a:chExt cx="552998" cy="91440"/>
                              </a:xfrm>
                            </wpg:grpSpPr>
                            <wps:wsp>
                              <wps:cNvPr id="85" name="Oval 85"/>
                              <wps:cNvSpPr/>
                              <wps:spPr>
                                <a:xfrm>
                                  <a:off x="1838384" y="160399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6" name="Straight Arrow Connector 86"/>
                              <wps:cNvCnPr/>
                              <wps:spPr>
                                <a:xfrm>
                                  <a:off x="1934182" y="164784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7" name="Group 87"/>
                            <wpg:cNvGrpSpPr/>
                            <wpg:grpSpPr>
                              <a:xfrm>
                                <a:off x="1836096" y="1736214"/>
                                <a:ext cx="552998" cy="91440"/>
                                <a:chOff x="1836096" y="1736214"/>
                                <a:chExt cx="552998" cy="91440"/>
                              </a:xfrm>
                            </wpg:grpSpPr>
                            <wps:wsp>
                              <wps:cNvPr id="144" name="Oval 144"/>
                              <wps:cNvSpPr/>
                              <wps:spPr>
                                <a:xfrm>
                                  <a:off x="1836096" y="173621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5" name="Straight Arrow Connector 145"/>
                              <wps:cNvCnPr/>
                              <wps:spPr>
                                <a:xfrm>
                                  <a:off x="1931894" y="178006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6" name="Group 146"/>
                            <wpg:cNvGrpSpPr/>
                            <wpg:grpSpPr>
                              <a:xfrm>
                                <a:off x="1836096" y="1858861"/>
                                <a:ext cx="552998" cy="91440"/>
                                <a:chOff x="1836096" y="1858861"/>
                                <a:chExt cx="552998" cy="91440"/>
                              </a:xfrm>
                            </wpg:grpSpPr>
                            <wps:wsp>
                              <wps:cNvPr id="147" name="Oval 147"/>
                              <wps:cNvSpPr/>
                              <wps:spPr>
                                <a:xfrm>
                                  <a:off x="1836096" y="185886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8" name="Straight Arrow Connector 148"/>
                              <wps:cNvCnPr/>
                              <wps:spPr>
                                <a:xfrm>
                                  <a:off x="1931894" y="190271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9" name="Group 149"/>
                            <wpg:cNvGrpSpPr/>
                            <wpg:grpSpPr>
                              <a:xfrm>
                                <a:off x="1838384" y="1992603"/>
                                <a:ext cx="552998" cy="91440"/>
                                <a:chOff x="1838384" y="1992603"/>
                                <a:chExt cx="552998" cy="91440"/>
                              </a:xfrm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1838384" y="199260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1" name="Straight Arrow Connector 151"/>
                              <wps:cNvCnPr/>
                              <wps:spPr>
                                <a:xfrm>
                                  <a:off x="1934182" y="203645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2" name="Group 152"/>
                            <wpg:cNvGrpSpPr/>
                            <wpg:grpSpPr>
                              <a:xfrm>
                                <a:off x="1836096" y="2124822"/>
                                <a:ext cx="552998" cy="91440"/>
                                <a:chOff x="1836096" y="2124822"/>
                                <a:chExt cx="552998" cy="91440"/>
                              </a:xfrm>
                            </wpg:grpSpPr>
                            <wps:wsp>
                              <wps:cNvPr id="153" name="Oval 153"/>
                              <wps:cNvSpPr/>
                              <wps:spPr>
                                <a:xfrm>
                                  <a:off x="1836096" y="2124822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4" name="Straight Arrow Connector 154"/>
                              <wps:cNvCnPr/>
                              <wps:spPr>
                                <a:xfrm>
                                  <a:off x="1931894" y="2168676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5" name="Group 155"/>
                            <wpg:cNvGrpSpPr/>
                            <wpg:grpSpPr>
                              <a:xfrm>
                                <a:off x="1836096" y="2247469"/>
                                <a:ext cx="552998" cy="91440"/>
                                <a:chOff x="1836096" y="2247469"/>
                                <a:chExt cx="552998" cy="91440"/>
                              </a:xfrm>
                            </wpg:grpSpPr>
                            <wps:wsp>
                              <wps:cNvPr id="156" name="Oval 156"/>
                              <wps:cNvSpPr/>
                              <wps:spPr>
                                <a:xfrm>
                                  <a:off x="1836096" y="2247469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7" name="Straight Arrow Connector 157"/>
                              <wps:cNvCnPr/>
                              <wps:spPr>
                                <a:xfrm>
                                  <a:off x="1931894" y="2291323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0" name="Group 220"/>
                            <wpg:cNvGrpSpPr/>
                            <wpg:grpSpPr>
                              <a:xfrm>
                                <a:off x="1221928" y="2010647"/>
                                <a:ext cx="552998" cy="91440"/>
                                <a:chOff x="1221928" y="2010647"/>
                                <a:chExt cx="552998" cy="91440"/>
                              </a:xfrm>
                            </wpg:grpSpPr>
                            <wps:wsp>
                              <wps:cNvPr id="353" name="Oval 353"/>
                              <wps:cNvSpPr/>
                              <wps:spPr>
                                <a:xfrm>
                                  <a:off x="1221928" y="201064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54" name="Straight Arrow Connector 354"/>
                              <wps:cNvCnPr/>
                              <wps:spPr>
                                <a:xfrm>
                                  <a:off x="1317726" y="205450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55" name="Group 355"/>
                            <wpg:cNvGrpSpPr/>
                            <wpg:grpSpPr>
                              <a:xfrm>
                                <a:off x="1219640" y="2142866"/>
                                <a:ext cx="552998" cy="91440"/>
                                <a:chOff x="1219640" y="2142866"/>
                                <a:chExt cx="552998" cy="91440"/>
                              </a:xfrm>
                            </wpg:grpSpPr>
                            <wps:wsp>
                              <wps:cNvPr id="356" name="Oval 356"/>
                              <wps:cNvSpPr/>
                              <wps:spPr>
                                <a:xfrm>
                                  <a:off x="1219640" y="214286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57" name="Straight Arrow Connector 357"/>
                              <wps:cNvCnPr/>
                              <wps:spPr>
                                <a:xfrm>
                                  <a:off x="1315438" y="218672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58" name="Group 358"/>
                            <wpg:cNvGrpSpPr/>
                            <wpg:grpSpPr>
                              <a:xfrm>
                                <a:off x="1219640" y="2265513"/>
                                <a:ext cx="552998" cy="91440"/>
                                <a:chOff x="1219640" y="2265513"/>
                                <a:chExt cx="552998" cy="91440"/>
                              </a:xfrm>
                            </wpg:grpSpPr>
                            <wps:wsp>
                              <wps:cNvPr id="359" name="Oval 359"/>
                              <wps:cNvSpPr/>
                              <wps:spPr>
                                <a:xfrm>
                                  <a:off x="1219640" y="226551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60" name="Straight Arrow Connector 360"/>
                              <wps:cNvCnPr/>
                              <wps:spPr>
                                <a:xfrm>
                                  <a:off x="1315438" y="230936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61" name="Group 361"/>
                          <wpg:cNvGrpSpPr/>
                          <wpg:grpSpPr>
                            <a:xfrm rot="5400000">
                              <a:off x="1464618" y="2332375"/>
                              <a:ext cx="367313" cy="61346"/>
                              <a:chOff x="1464617" y="2332374"/>
                              <a:chExt cx="367313" cy="59582"/>
                            </a:xfrm>
                          </wpg:grpSpPr>
                          <wps:wsp>
                            <wps:cNvPr id="362" name="Oval 362"/>
                            <wps:cNvSpPr/>
                            <wps:spPr>
                              <a:xfrm>
                                <a:off x="1464617" y="2332374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63" name="Straight Arrow Connector 363"/>
                            <wps:cNvCnPr/>
                            <wps:spPr>
                              <a:xfrm>
                                <a:off x="1528248" y="2360949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4" name="Group 364"/>
                          <wpg:cNvGrpSpPr/>
                          <wpg:grpSpPr>
                            <a:xfrm rot="5400000">
                              <a:off x="1664889" y="2248840"/>
                              <a:ext cx="367311" cy="61346"/>
                              <a:chOff x="1664888" y="2248839"/>
                              <a:chExt cx="367311" cy="59582"/>
                            </a:xfrm>
                          </wpg:grpSpPr>
                          <wps:wsp>
                            <wps:cNvPr id="365" name="Oval 365"/>
                            <wps:cNvSpPr/>
                            <wps:spPr>
                              <a:xfrm>
                                <a:off x="1664888" y="2248839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66" name="Straight Arrow Connector 366"/>
                            <wps:cNvCnPr/>
                            <wps:spPr>
                              <a:xfrm>
                                <a:off x="1728519" y="2277415"/>
                                <a:ext cx="30368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7" name="Group 367"/>
                          <wpg:cNvGrpSpPr/>
                          <wpg:grpSpPr>
                            <a:xfrm rot="5400000">
                              <a:off x="1233205" y="2330373"/>
                              <a:ext cx="389959" cy="61346"/>
                              <a:chOff x="1233204" y="2330372"/>
                              <a:chExt cx="389959" cy="59582"/>
                            </a:xfrm>
                          </wpg:grpSpPr>
                          <wps:wsp>
                            <wps:cNvPr id="368" name="Oval 368"/>
                            <wps:cNvSpPr/>
                            <wps:spPr>
                              <a:xfrm>
                                <a:off x="1233204" y="2330372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69" name="Straight Arrow Connector 369"/>
                            <wps:cNvCnPr/>
                            <wps:spPr>
                              <a:xfrm>
                                <a:off x="1319481" y="2369945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70" name="Group 370"/>
                          <wpg:cNvGrpSpPr/>
                          <wpg:grpSpPr>
                            <a:xfrm rot="5400000">
                              <a:off x="980446" y="2251120"/>
                              <a:ext cx="367311" cy="61346"/>
                              <a:chOff x="980445" y="2251119"/>
                              <a:chExt cx="367311" cy="59582"/>
                            </a:xfrm>
                          </wpg:grpSpPr>
                          <wps:wsp>
                            <wps:cNvPr id="371" name="Oval 371"/>
                            <wps:cNvSpPr/>
                            <wps:spPr>
                              <a:xfrm>
                                <a:off x="980445" y="2251119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2" name="Straight Arrow Connector 372"/>
                            <wps:cNvCnPr/>
                            <wps:spPr>
                              <a:xfrm>
                                <a:off x="1044076" y="2279693"/>
                                <a:ext cx="30368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73" name="Group 373"/>
                        <wpg:cNvGrpSpPr/>
                        <wpg:grpSpPr>
                          <a:xfrm>
                            <a:off x="1953379" y="1366253"/>
                            <a:ext cx="575985" cy="554443"/>
                            <a:chOff x="1953380" y="1366253"/>
                            <a:chExt cx="1176841" cy="1132828"/>
                          </a:xfrm>
                        </wpg:grpSpPr>
                        <wpg:grpSp>
                          <wpg:cNvPr id="374" name="Group 374"/>
                          <wpg:cNvGrpSpPr/>
                          <wpg:grpSpPr>
                            <a:xfrm>
                              <a:off x="1953380" y="1366253"/>
                              <a:ext cx="1176841" cy="685800"/>
                              <a:chOff x="1953377" y="1366253"/>
                              <a:chExt cx="1720812" cy="1052491"/>
                            </a:xfrm>
                          </wpg:grpSpPr>
                          <wpg:grpSp>
                            <wpg:cNvPr id="375" name="Group 375"/>
                            <wpg:cNvGrpSpPr/>
                            <wpg:grpSpPr>
                              <a:xfrm>
                                <a:off x="2219744" y="1530495"/>
                                <a:ext cx="552998" cy="91440"/>
                                <a:chOff x="2219744" y="1530495"/>
                                <a:chExt cx="552998" cy="91440"/>
                              </a:xfrm>
                            </wpg:grpSpPr>
                            <wps:wsp>
                              <wps:cNvPr id="376" name="Oval 376"/>
                              <wps:cNvSpPr/>
                              <wps:spPr>
                                <a:xfrm>
                                  <a:off x="2219744" y="153049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77" name="Straight Arrow Connector 377"/>
                              <wps:cNvCnPr/>
                              <wps:spPr>
                                <a:xfrm>
                                  <a:off x="2315542" y="157434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78" name="Oval 378"/>
                            <wps:cNvSpPr/>
                            <wps:spPr>
                              <a:xfrm>
                                <a:off x="1953377" y="1366253"/>
                                <a:ext cx="1720812" cy="10524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379" name="Group 379"/>
                            <wpg:cNvGrpSpPr/>
                            <wpg:grpSpPr>
                              <a:xfrm>
                                <a:off x="2217456" y="1662714"/>
                                <a:ext cx="552998" cy="91440"/>
                                <a:chOff x="2217456" y="1662714"/>
                                <a:chExt cx="552998" cy="91440"/>
                              </a:xfrm>
                            </wpg:grpSpPr>
                            <wps:wsp>
                              <wps:cNvPr id="380" name="Oval 380"/>
                              <wps:cNvSpPr/>
                              <wps:spPr>
                                <a:xfrm>
                                  <a:off x="2217456" y="166271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7" name="Straight Arrow Connector 387"/>
                              <wps:cNvCnPr/>
                              <wps:spPr>
                                <a:xfrm>
                                  <a:off x="2313254" y="170656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88" name="Group 388"/>
                            <wpg:cNvGrpSpPr/>
                            <wpg:grpSpPr>
                              <a:xfrm>
                                <a:off x="2217456" y="1785361"/>
                                <a:ext cx="552998" cy="91440"/>
                                <a:chOff x="2217456" y="1785361"/>
                                <a:chExt cx="552998" cy="91440"/>
                              </a:xfrm>
                            </wpg:grpSpPr>
                            <wps:wsp>
                              <wps:cNvPr id="389" name="Oval 389"/>
                              <wps:cNvSpPr/>
                              <wps:spPr>
                                <a:xfrm>
                                  <a:off x="2217456" y="178536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0" name="Straight Arrow Connector 390"/>
                              <wps:cNvCnPr/>
                              <wps:spPr>
                                <a:xfrm>
                                  <a:off x="2313254" y="182921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91" name="Group 391"/>
                            <wpg:cNvGrpSpPr/>
                            <wpg:grpSpPr>
                              <a:xfrm>
                                <a:off x="2844676" y="1528629"/>
                                <a:ext cx="552998" cy="91440"/>
                                <a:chOff x="2844676" y="1528629"/>
                                <a:chExt cx="552998" cy="91440"/>
                              </a:xfrm>
                            </wpg:grpSpPr>
                            <wps:wsp>
                              <wps:cNvPr id="392" name="Oval 392"/>
                              <wps:cNvSpPr/>
                              <wps:spPr>
                                <a:xfrm>
                                  <a:off x="2844676" y="1528629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3" name="Straight Arrow Connector 393"/>
                              <wps:cNvCnPr/>
                              <wps:spPr>
                                <a:xfrm>
                                  <a:off x="2940474" y="1572483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94" name="Group 394"/>
                            <wpg:cNvGrpSpPr/>
                            <wpg:grpSpPr>
                              <a:xfrm>
                                <a:off x="2842388" y="1660848"/>
                                <a:ext cx="552998" cy="91440"/>
                                <a:chOff x="2842388" y="1660848"/>
                                <a:chExt cx="552998" cy="91440"/>
                              </a:xfrm>
                            </wpg:grpSpPr>
                            <wps:wsp>
                              <wps:cNvPr id="395" name="Oval 395"/>
                              <wps:cNvSpPr/>
                              <wps:spPr>
                                <a:xfrm>
                                  <a:off x="2842388" y="1660848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6" name="Straight Arrow Connector 396"/>
                              <wps:cNvCnPr/>
                              <wps:spPr>
                                <a:xfrm>
                                  <a:off x="2938186" y="1704702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97" name="Group 397"/>
                            <wpg:cNvGrpSpPr/>
                            <wpg:grpSpPr>
                              <a:xfrm>
                                <a:off x="2842388" y="1783495"/>
                                <a:ext cx="552998" cy="91440"/>
                                <a:chOff x="2842388" y="1783495"/>
                                <a:chExt cx="552998" cy="91440"/>
                              </a:xfrm>
                            </wpg:grpSpPr>
                            <wps:wsp>
                              <wps:cNvPr id="398" name="Oval 398"/>
                              <wps:cNvSpPr/>
                              <wps:spPr>
                                <a:xfrm>
                                  <a:off x="2842388" y="178349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9" name="Straight Arrow Connector 399"/>
                              <wps:cNvCnPr/>
                              <wps:spPr>
                                <a:xfrm>
                                  <a:off x="2938186" y="182734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00" name="Group 400"/>
                            <wpg:cNvGrpSpPr/>
                            <wpg:grpSpPr>
                              <a:xfrm>
                                <a:off x="2844676" y="1917237"/>
                                <a:ext cx="552998" cy="91440"/>
                                <a:chOff x="2844676" y="1917237"/>
                                <a:chExt cx="552998" cy="91440"/>
                              </a:xfrm>
                            </wpg:grpSpPr>
                            <wps:wsp>
                              <wps:cNvPr id="401" name="Oval 401"/>
                              <wps:cNvSpPr/>
                              <wps:spPr>
                                <a:xfrm>
                                  <a:off x="2844676" y="191723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2" name="Straight Arrow Connector 402"/>
                              <wps:cNvCnPr/>
                              <wps:spPr>
                                <a:xfrm>
                                  <a:off x="2940474" y="196109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03" name="Group 403"/>
                            <wpg:cNvGrpSpPr/>
                            <wpg:grpSpPr>
                              <a:xfrm>
                                <a:off x="2842388" y="2049456"/>
                                <a:ext cx="552998" cy="91440"/>
                                <a:chOff x="2842388" y="2049456"/>
                                <a:chExt cx="552998" cy="91440"/>
                              </a:xfrm>
                            </wpg:grpSpPr>
                            <wps:wsp>
                              <wps:cNvPr id="404" name="Oval 404"/>
                              <wps:cNvSpPr/>
                              <wps:spPr>
                                <a:xfrm>
                                  <a:off x="2842388" y="204945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5" name="Straight Arrow Connector 405"/>
                              <wps:cNvCnPr/>
                              <wps:spPr>
                                <a:xfrm>
                                  <a:off x="2938186" y="209331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06" name="Group 406"/>
                            <wpg:cNvGrpSpPr/>
                            <wpg:grpSpPr>
                              <a:xfrm>
                                <a:off x="2842388" y="2172103"/>
                                <a:ext cx="552998" cy="91440"/>
                                <a:chOff x="2842388" y="2172103"/>
                                <a:chExt cx="552998" cy="91440"/>
                              </a:xfrm>
                            </wpg:grpSpPr>
                            <wps:wsp>
                              <wps:cNvPr id="407" name="Oval 407"/>
                              <wps:cNvSpPr/>
                              <wps:spPr>
                                <a:xfrm>
                                  <a:off x="2842388" y="217210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8" name="Straight Arrow Connector 408"/>
                              <wps:cNvCnPr/>
                              <wps:spPr>
                                <a:xfrm>
                                  <a:off x="2938186" y="221595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41" name="Group 441"/>
                            <wpg:cNvGrpSpPr/>
                            <wpg:grpSpPr>
                              <a:xfrm>
                                <a:off x="2228220" y="1935281"/>
                                <a:ext cx="552998" cy="91440"/>
                                <a:chOff x="2228220" y="1935281"/>
                                <a:chExt cx="552998" cy="91440"/>
                              </a:xfrm>
                            </wpg:grpSpPr>
                            <wps:wsp>
                              <wps:cNvPr id="442" name="Oval 442"/>
                              <wps:cNvSpPr/>
                              <wps:spPr>
                                <a:xfrm>
                                  <a:off x="2228220" y="193528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43" name="Straight Arrow Connector 443"/>
                              <wps:cNvCnPr/>
                              <wps:spPr>
                                <a:xfrm>
                                  <a:off x="2324018" y="197913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44" name="Group 444"/>
                            <wpg:cNvGrpSpPr/>
                            <wpg:grpSpPr>
                              <a:xfrm>
                                <a:off x="2225932" y="2067500"/>
                                <a:ext cx="552998" cy="91440"/>
                                <a:chOff x="2225932" y="2067500"/>
                                <a:chExt cx="552998" cy="91440"/>
                              </a:xfrm>
                            </wpg:grpSpPr>
                            <wps:wsp>
                              <wps:cNvPr id="445" name="Oval 445"/>
                              <wps:cNvSpPr/>
                              <wps:spPr>
                                <a:xfrm>
                                  <a:off x="2225932" y="206750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46" name="Straight Arrow Connector 446"/>
                              <wps:cNvCnPr/>
                              <wps:spPr>
                                <a:xfrm>
                                  <a:off x="2321730" y="211135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47" name="Group 447"/>
                            <wpg:cNvGrpSpPr/>
                            <wpg:grpSpPr>
                              <a:xfrm>
                                <a:off x="2225932" y="2190147"/>
                                <a:ext cx="552998" cy="91440"/>
                                <a:chOff x="2225932" y="2190147"/>
                                <a:chExt cx="552998" cy="91440"/>
                              </a:xfrm>
                            </wpg:grpSpPr>
                            <wps:wsp>
                              <wps:cNvPr id="480" name="Oval 480"/>
                              <wps:cNvSpPr/>
                              <wps:spPr>
                                <a:xfrm>
                                  <a:off x="2225932" y="219014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81" name="Straight Arrow Connector 481"/>
                              <wps:cNvCnPr/>
                              <wps:spPr>
                                <a:xfrm>
                                  <a:off x="2321730" y="223400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482" name="Group 482"/>
                          <wpg:cNvGrpSpPr/>
                          <wpg:grpSpPr>
                            <a:xfrm rot="5400000">
                              <a:off x="2722464" y="2214562"/>
                              <a:ext cx="367313" cy="61346"/>
                              <a:chOff x="2722463" y="2214561"/>
                              <a:chExt cx="367313" cy="59582"/>
                            </a:xfrm>
                          </wpg:grpSpPr>
                          <wps:wsp>
                            <wps:cNvPr id="483" name="Oval 483"/>
                            <wps:cNvSpPr/>
                            <wps:spPr>
                              <a:xfrm>
                                <a:off x="2722463" y="2214561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4" name="Straight Arrow Connector 484"/>
                            <wps:cNvCnPr/>
                            <wps:spPr>
                              <a:xfrm>
                                <a:off x="2786094" y="2243135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5" name="Group 485"/>
                          <wpg:cNvGrpSpPr/>
                          <wpg:grpSpPr>
                            <a:xfrm rot="5400000">
                              <a:off x="2034787" y="2210564"/>
                              <a:ext cx="367313" cy="61346"/>
                              <a:chOff x="2034786" y="2210563"/>
                              <a:chExt cx="367313" cy="59582"/>
                            </a:xfrm>
                          </wpg:grpSpPr>
                          <wps:wsp>
                            <wps:cNvPr id="486" name="Oval 486"/>
                            <wps:cNvSpPr/>
                            <wps:spPr>
                              <a:xfrm>
                                <a:off x="2034786" y="2210563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7" name="Straight Arrow Connector 487"/>
                            <wps:cNvCnPr/>
                            <wps:spPr>
                              <a:xfrm>
                                <a:off x="2098417" y="2239137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8" name="Group 488"/>
                          <wpg:cNvGrpSpPr/>
                          <wpg:grpSpPr>
                            <a:xfrm rot="5400000">
                              <a:off x="2362929" y="2284752"/>
                              <a:ext cx="367313" cy="61346"/>
                              <a:chOff x="2362928" y="2284751"/>
                              <a:chExt cx="367313" cy="59582"/>
                            </a:xfrm>
                          </wpg:grpSpPr>
                          <wps:wsp>
                            <wps:cNvPr id="489" name="Oval 489"/>
                            <wps:cNvSpPr/>
                            <wps:spPr>
                              <a:xfrm>
                                <a:off x="2362928" y="2284751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0" name="Straight Arrow Connector 490"/>
                            <wps:cNvCnPr/>
                            <wps:spPr>
                              <a:xfrm>
                                <a:off x="2426559" y="2313326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91" name="TextBox 190"/>
                        <wps:cNvSpPr txBox="1"/>
                        <wps:spPr>
                          <a:xfrm>
                            <a:off x="133217" y="0"/>
                            <a:ext cx="3530537" cy="280422"/>
                          </a:xfrm>
                          <a:prstGeom prst="stripedRight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838" w:rsidRPr="00417985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</w:pPr>
                              <w:r w:rsidRPr="0041798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>Slurry velocity increases with similar trend as dune height (77% increase in velocity)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492" name="Straight Arrow Connector 492"/>
                        <wps:cNvCnPr/>
                        <wps:spPr>
                          <a:xfrm flipH="1" flipV="1">
                            <a:off x="5584301" y="395387"/>
                            <a:ext cx="6320" cy="666136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" name="TextBox 193"/>
                        <wps:cNvSpPr txBox="1"/>
                        <wps:spPr>
                          <a:xfrm>
                            <a:off x="4916409" y="648370"/>
                            <a:ext cx="576406" cy="2203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  <w:sz w:val="22"/>
                                  <w:szCs w:val="22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Velocity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4" name="TextBox 195"/>
                        <wps:cNvSpPr txBox="1"/>
                        <wps:spPr>
                          <a:xfrm>
                            <a:off x="4853115" y="2052704"/>
                            <a:ext cx="768541" cy="2203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Dune height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5" name="TextBox 196"/>
                        <wps:cNvSpPr txBox="1"/>
                        <wps:spPr>
                          <a:xfrm>
                            <a:off x="1681608" y="2174878"/>
                            <a:ext cx="2865432" cy="331157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color w:val="000000" w:themeColor="dark1"/>
                                  <w:kern w:val="24"/>
                                  <w:sz w:val="14"/>
                                  <w:szCs w:val="14"/>
                                </w:rPr>
                                <w:t xml:space="preserve">The increasing slurry velocity reduces the friction effect and proppants settling by providing more drag force to transport proppants.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96" name="Rectangle 496"/>
                        <wps:cNvSpPr/>
                        <wps:spPr>
                          <a:xfrm>
                            <a:off x="5393309" y="133357"/>
                            <a:ext cx="644218" cy="2059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 xml:space="preserve"> 257 ft/min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55" name="Rectangle 555"/>
                        <wps:cNvSpPr/>
                        <wps:spPr>
                          <a:xfrm>
                            <a:off x="0" y="265914"/>
                            <a:ext cx="644218" cy="2059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 xml:space="preserve"> 145 ft/min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57" name="Rectangle 557"/>
                        <wps:cNvSpPr/>
                        <wps:spPr>
                          <a:xfrm>
                            <a:off x="0" y="2273066"/>
                            <a:ext cx="700100" cy="2059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20.94 inches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58" name="Rectangle 558"/>
                        <wps:cNvSpPr/>
                        <wps:spPr>
                          <a:xfrm>
                            <a:off x="5152666" y="1566328"/>
                            <a:ext cx="700100" cy="2059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21.94 inches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59" name="Straight Arrow Connector 559"/>
                        <wps:cNvCnPr/>
                        <wps:spPr>
                          <a:xfrm flipV="1">
                            <a:off x="227523" y="529590"/>
                            <a:ext cx="530344" cy="358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0" name="Straight Arrow Connector 560"/>
                        <wps:cNvCnPr/>
                        <wps:spPr>
                          <a:xfrm flipV="1">
                            <a:off x="147377" y="597606"/>
                            <a:ext cx="530344" cy="40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1" name="Straight Arrow Connector 561"/>
                        <wps:cNvCnPr/>
                        <wps:spPr>
                          <a:xfrm flipV="1">
                            <a:off x="54773" y="690042"/>
                            <a:ext cx="530344" cy="40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2" name="Straight Arrow Connector 562"/>
                        <wps:cNvCnPr/>
                        <wps:spPr>
                          <a:xfrm flipV="1">
                            <a:off x="295995" y="456651"/>
                            <a:ext cx="530344" cy="3132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" name="Straight Arrow Connector 563"/>
                        <wps:cNvCnPr/>
                        <wps:spPr>
                          <a:xfrm flipV="1">
                            <a:off x="4927860" y="197439"/>
                            <a:ext cx="530344" cy="4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4" name="Straight Arrow Connector 564"/>
                        <wps:cNvCnPr/>
                        <wps:spPr>
                          <a:xfrm flipV="1">
                            <a:off x="4892468" y="248673"/>
                            <a:ext cx="530344" cy="89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5" name="Straight Arrow Connector 565"/>
                        <wps:cNvCnPr/>
                        <wps:spPr>
                          <a:xfrm flipV="1">
                            <a:off x="4822241" y="301949"/>
                            <a:ext cx="530344" cy="1342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6" name="Straight Arrow Connector 566"/>
                        <wps:cNvCnPr/>
                        <wps:spPr>
                          <a:xfrm flipV="1">
                            <a:off x="4996332" y="146877"/>
                            <a:ext cx="53034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7" name="Straight Connector 567"/>
                        <wps:cNvCnPr/>
                        <wps:spPr>
                          <a:xfrm flipV="1">
                            <a:off x="54679" y="1095923"/>
                            <a:ext cx="590749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8" name="Straight Arrow Connector 568"/>
                        <wps:cNvCnPr/>
                        <wps:spPr>
                          <a:xfrm flipH="1" flipV="1">
                            <a:off x="5612817" y="1819931"/>
                            <a:ext cx="6320" cy="66613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69" name="Group 569"/>
                        <wpg:cNvGrpSpPr/>
                        <wpg:grpSpPr>
                          <a:xfrm>
                            <a:off x="3002665" y="1291770"/>
                            <a:ext cx="575985" cy="534072"/>
                            <a:chOff x="3002667" y="1291769"/>
                            <a:chExt cx="1176841" cy="1091205"/>
                          </a:xfrm>
                        </wpg:grpSpPr>
                        <wpg:grpSp>
                          <wpg:cNvPr id="570" name="Group 570"/>
                          <wpg:cNvGrpSpPr/>
                          <wpg:grpSpPr>
                            <a:xfrm>
                              <a:off x="3002667" y="1291769"/>
                              <a:ext cx="1176841" cy="685800"/>
                              <a:chOff x="3002664" y="1291769"/>
                              <a:chExt cx="1720812" cy="1052491"/>
                            </a:xfrm>
                          </wpg:grpSpPr>
                          <wpg:grpSp>
                            <wpg:cNvPr id="571" name="Group 571"/>
                            <wpg:cNvGrpSpPr/>
                            <wpg:grpSpPr>
                              <a:xfrm>
                                <a:off x="3269031" y="1456011"/>
                                <a:ext cx="552998" cy="91440"/>
                                <a:chOff x="3269031" y="1456011"/>
                                <a:chExt cx="552998" cy="91440"/>
                              </a:xfrm>
                            </wpg:grpSpPr>
                            <wps:wsp>
                              <wps:cNvPr id="572" name="Oval 572"/>
                              <wps:cNvSpPr/>
                              <wps:spPr>
                                <a:xfrm>
                                  <a:off x="3269031" y="145601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3" name="Straight Arrow Connector 573"/>
                              <wps:cNvCnPr/>
                              <wps:spPr>
                                <a:xfrm>
                                  <a:off x="3364829" y="149986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74" name="Oval 574"/>
                            <wps:cNvSpPr/>
                            <wps:spPr>
                              <a:xfrm>
                                <a:off x="3002664" y="1291769"/>
                                <a:ext cx="1720812" cy="10524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575" name="Group 575"/>
                            <wpg:cNvGrpSpPr/>
                            <wpg:grpSpPr>
                              <a:xfrm>
                                <a:off x="3266743" y="1588230"/>
                                <a:ext cx="552998" cy="91440"/>
                                <a:chOff x="3266743" y="1588230"/>
                                <a:chExt cx="552998" cy="91440"/>
                              </a:xfrm>
                            </wpg:grpSpPr>
                            <wps:wsp>
                              <wps:cNvPr id="576" name="Oval 576"/>
                              <wps:cNvSpPr/>
                              <wps:spPr>
                                <a:xfrm>
                                  <a:off x="3266743" y="158823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7" name="Straight Arrow Connector 577"/>
                              <wps:cNvCnPr/>
                              <wps:spPr>
                                <a:xfrm>
                                  <a:off x="3362541" y="163208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78" name="Group 578"/>
                            <wpg:cNvGrpSpPr/>
                            <wpg:grpSpPr>
                              <a:xfrm>
                                <a:off x="3266743" y="1710877"/>
                                <a:ext cx="552998" cy="91440"/>
                                <a:chOff x="3266743" y="1710877"/>
                                <a:chExt cx="552998" cy="91440"/>
                              </a:xfrm>
                            </wpg:grpSpPr>
                            <wps:wsp>
                              <wps:cNvPr id="579" name="Oval 579"/>
                              <wps:cNvSpPr/>
                              <wps:spPr>
                                <a:xfrm>
                                  <a:off x="3266743" y="171087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0" name="Straight Arrow Connector 580"/>
                              <wps:cNvCnPr/>
                              <wps:spPr>
                                <a:xfrm>
                                  <a:off x="3362541" y="175473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1" name="Group 581"/>
                            <wpg:cNvGrpSpPr/>
                            <wpg:grpSpPr>
                              <a:xfrm>
                                <a:off x="3893963" y="1454145"/>
                                <a:ext cx="552998" cy="91440"/>
                                <a:chOff x="3893963" y="1454145"/>
                                <a:chExt cx="552998" cy="91440"/>
                              </a:xfrm>
                            </wpg:grpSpPr>
                            <wps:wsp>
                              <wps:cNvPr id="582" name="Oval 582"/>
                              <wps:cNvSpPr/>
                              <wps:spPr>
                                <a:xfrm>
                                  <a:off x="3893963" y="145414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3" name="Straight Arrow Connector 583"/>
                              <wps:cNvCnPr/>
                              <wps:spPr>
                                <a:xfrm>
                                  <a:off x="3989761" y="149799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4" name="Group 584"/>
                            <wpg:cNvGrpSpPr/>
                            <wpg:grpSpPr>
                              <a:xfrm>
                                <a:off x="3891675" y="1586364"/>
                                <a:ext cx="552998" cy="91440"/>
                                <a:chOff x="3891675" y="1586364"/>
                                <a:chExt cx="552998" cy="91440"/>
                              </a:xfrm>
                            </wpg:grpSpPr>
                            <wps:wsp>
                              <wps:cNvPr id="585" name="Oval 585"/>
                              <wps:cNvSpPr/>
                              <wps:spPr>
                                <a:xfrm>
                                  <a:off x="3891675" y="158636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6" name="Straight Arrow Connector 586"/>
                              <wps:cNvCnPr/>
                              <wps:spPr>
                                <a:xfrm>
                                  <a:off x="3987473" y="163021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7" name="Group 587"/>
                            <wpg:cNvGrpSpPr/>
                            <wpg:grpSpPr>
                              <a:xfrm>
                                <a:off x="3891675" y="1709011"/>
                                <a:ext cx="552998" cy="91440"/>
                                <a:chOff x="3891675" y="1709011"/>
                                <a:chExt cx="552998" cy="91440"/>
                              </a:xfrm>
                            </wpg:grpSpPr>
                            <wps:wsp>
                              <wps:cNvPr id="588" name="Oval 588"/>
                              <wps:cNvSpPr/>
                              <wps:spPr>
                                <a:xfrm>
                                  <a:off x="3891675" y="170901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9" name="Straight Arrow Connector 589"/>
                              <wps:cNvCnPr/>
                              <wps:spPr>
                                <a:xfrm>
                                  <a:off x="3987473" y="175286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90" name="Group 590"/>
                            <wpg:cNvGrpSpPr/>
                            <wpg:grpSpPr>
                              <a:xfrm>
                                <a:off x="3893963" y="1842753"/>
                                <a:ext cx="552998" cy="91440"/>
                                <a:chOff x="3893963" y="1842753"/>
                                <a:chExt cx="552998" cy="91440"/>
                              </a:xfrm>
                            </wpg:grpSpPr>
                            <wps:wsp>
                              <wps:cNvPr id="591" name="Oval 591"/>
                              <wps:cNvSpPr/>
                              <wps:spPr>
                                <a:xfrm>
                                  <a:off x="3893963" y="184275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2" name="Straight Arrow Connector 592"/>
                              <wps:cNvCnPr/>
                              <wps:spPr>
                                <a:xfrm>
                                  <a:off x="3989761" y="188660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93" name="Group 593"/>
                            <wpg:cNvGrpSpPr/>
                            <wpg:grpSpPr>
                              <a:xfrm>
                                <a:off x="3891675" y="1974972"/>
                                <a:ext cx="552998" cy="91440"/>
                                <a:chOff x="3891675" y="1974972"/>
                                <a:chExt cx="552998" cy="91440"/>
                              </a:xfrm>
                            </wpg:grpSpPr>
                            <wps:wsp>
                              <wps:cNvPr id="594" name="Oval 594"/>
                              <wps:cNvSpPr/>
                              <wps:spPr>
                                <a:xfrm>
                                  <a:off x="3891675" y="1974972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5" name="Straight Arrow Connector 595"/>
                              <wps:cNvCnPr/>
                              <wps:spPr>
                                <a:xfrm>
                                  <a:off x="3987473" y="2018826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96" name="Group 596"/>
                            <wpg:cNvGrpSpPr/>
                            <wpg:grpSpPr>
                              <a:xfrm>
                                <a:off x="3891675" y="2097619"/>
                                <a:ext cx="552998" cy="91440"/>
                                <a:chOff x="3891675" y="2097619"/>
                                <a:chExt cx="552998" cy="91440"/>
                              </a:xfrm>
                            </wpg:grpSpPr>
                            <wps:wsp>
                              <wps:cNvPr id="597" name="Oval 597"/>
                              <wps:cNvSpPr/>
                              <wps:spPr>
                                <a:xfrm>
                                  <a:off x="3891675" y="2097619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8" name="Straight Arrow Connector 598"/>
                              <wps:cNvCnPr/>
                              <wps:spPr>
                                <a:xfrm>
                                  <a:off x="3987473" y="2141473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99" name="Group 599"/>
                            <wpg:cNvGrpSpPr/>
                            <wpg:grpSpPr>
                              <a:xfrm>
                                <a:off x="3277507" y="1860797"/>
                                <a:ext cx="552998" cy="91440"/>
                                <a:chOff x="3277507" y="1860797"/>
                                <a:chExt cx="552998" cy="91440"/>
                              </a:xfrm>
                            </wpg:grpSpPr>
                            <wps:wsp>
                              <wps:cNvPr id="600" name="Oval 600"/>
                              <wps:cNvSpPr/>
                              <wps:spPr>
                                <a:xfrm>
                                  <a:off x="3277507" y="186079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01" name="Straight Arrow Connector 601"/>
                              <wps:cNvCnPr/>
                              <wps:spPr>
                                <a:xfrm>
                                  <a:off x="3373305" y="190465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02" name="Group 602"/>
                            <wpg:cNvGrpSpPr/>
                            <wpg:grpSpPr>
                              <a:xfrm>
                                <a:off x="3275219" y="1993016"/>
                                <a:ext cx="552998" cy="91440"/>
                                <a:chOff x="3275219" y="1993016"/>
                                <a:chExt cx="552998" cy="91440"/>
                              </a:xfrm>
                            </wpg:grpSpPr>
                            <wps:wsp>
                              <wps:cNvPr id="603" name="Oval 603"/>
                              <wps:cNvSpPr/>
                              <wps:spPr>
                                <a:xfrm>
                                  <a:off x="3275219" y="199301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04" name="Straight Arrow Connector 604"/>
                              <wps:cNvCnPr/>
                              <wps:spPr>
                                <a:xfrm>
                                  <a:off x="3371017" y="203687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05" name="Group 605"/>
                            <wpg:cNvGrpSpPr/>
                            <wpg:grpSpPr>
                              <a:xfrm>
                                <a:off x="3275219" y="2115663"/>
                                <a:ext cx="552998" cy="91440"/>
                                <a:chOff x="3275219" y="2115663"/>
                                <a:chExt cx="552998" cy="91440"/>
                              </a:xfrm>
                            </wpg:grpSpPr>
                            <wps:wsp>
                              <wps:cNvPr id="606" name="Oval 606"/>
                              <wps:cNvSpPr/>
                              <wps:spPr>
                                <a:xfrm>
                                  <a:off x="3275219" y="211566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07" name="Straight Arrow Connector 607"/>
                              <wps:cNvCnPr/>
                              <wps:spPr>
                                <a:xfrm>
                                  <a:off x="3371017" y="215951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08" name="Group 608"/>
                          <wpg:cNvGrpSpPr/>
                          <wpg:grpSpPr>
                            <a:xfrm rot="5400000">
                              <a:off x="3601664" y="2163351"/>
                              <a:ext cx="367313" cy="61346"/>
                              <a:chOff x="3601663" y="2163350"/>
                              <a:chExt cx="367313" cy="59582"/>
                            </a:xfrm>
                          </wpg:grpSpPr>
                          <wps:wsp>
                            <wps:cNvPr id="609" name="Oval 609"/>
                            <wps:cNvSpPr/>
                            <wps:spPr>
                              <a:xfrm>
                                <a:off x="3601663" y="2163350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0" name="Straight Arrow Connector 610"/>
                            <wps:cNvCnPr/>
                            <wps:spPr>
                              <a:xfrm>
                                <a:off x="3665294" y="2191925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1" name="Group 611"/>
                          <wpg:cNvGrpSpPr/>
                          <wpg:grpSpPr>
                            <a:xfrm rot="5400000">
                              <a:off x="3246115" y="2168645"/>
                              <a:ext cx="367313" cy="61346"/>
                              <a:chOff x="3246114" y="2168644"/>
                              <a:chExt cx="367313" cy="59582"/>
                            </a:xfrm>
                          </wpg:grpSpPr>
                          <wps:wsp>
                            <wps:cNvPr id="612" name="Oval 612"/>
                            <wps:cNvSpPr/>
                            <wps:spPr>
                              <a:xfrm>
                                <a:off x="3246114" y="2168644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3" name="Straight Arrow Connector 613"/>
                            <wps:cNvCnPr/>
                            <wps:spPr>
                              <a:xfrm>
                                <a:off x="3309745" y="2208217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14" name="Freeform 614"/>
                        <wps:cNvSpPr>
                          <a:spLocks noChangeAspect="1"/>
                        </wps:cNvSpPr>
                        <wps:spPr>
                          <a:xfrm>
                            <a:off x="162930" y="1781364"/>
                            <a:ext cx="5458734" cy="504759"/>
                          </a:xfrm>
                          <a:custGeom>
                            <a:avLst/>
                            <a:gdLst>
                              <a:gd name="connsiteX0" fmla="*/ 10212149 w 10212149"/>
                              <a:gd name="connsiteY0" fmla="*/ 0 h 1027688"/>
                              <a:gd name="connsiteX1" fmla="*/ 3172078 w 10212149"/>
                              <a:gd name="connsiteY1" fmla="*/ 428878 h 1027688"/>
                              <a:gd name="connsiteX2" fmla="*/ 0 w 10212149"/>
                              <a:gd name="connsiteY2" fmla="*/ 1027688 h 1027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212149" h="1027688">
                                <a:moveTo>
                                  <a:pt x="10212149" y="0"/>
                                </a:moveTo>
                                <a:cubicBezTo>
                                  <a:pt x="7543126" y="128798"/>
                                  <a:pt x="4874103" y="257597"/>
                                  <a:pt x="3172078" y="428878"/>
                                </a:cubicBezTo>
                                <a:cubicBezTo>
                                  <a:pt x="1470053" y="600159"/>
                                  <a:pt x="735026" y="813923"/>
                                  <a:pt x="0" y="1027688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6838" w:rsidRPr="009564D0" w:rsidRDefault="00946838" w:rsidP="0009082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Bidi" w:hAnsiTheme="majorBidi" w:cstheme="majorBidi"/>
                                  <w:sz w:val="18"/>
                                  <w:szCs w:val="18"/>
                                </w:rPr>
                              </w:pP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ab/>
                              </w: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ab/>
                              </w: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ab/>
                                <w:t xml:space="preserve">   </w:t>
                              </w: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Dune</w:t>
                              </w:r>
                              <w:r w:rsidRPr="009564D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Freeform 615"/>
                        <wps:cNvSpPr>
                          <a:spLocks noChangeAspect="1"/>
                        </wps:cNvSpPr>
                        <wps:spPr>
                          <a:xfrm>
                            <a:off x="160382" y="347911"/>
                            <a:ext cx="5438852" cy="502920"/>
                          </a:xfrm>
                          <a:custGeom>
                            <a:avLst/>
                            <a:gdLst>
                              <a:gd name="connsiteX0" fmla="*/ 10212149 w 10212149"/>
                              <a:gd name="connsiteY0" fmla="*/ 0 h 1027688"/>
                              <a:gd name="connsiteX1" fmla="*/ 3172078 w 10212149"/>
                              <a:gd name="connsiteY1" fmla="*/ 428878 h 1027688"/>
                              <a:gd name="connsiteX2" fmla="*/ 0 w 10212149"/>
                              <a:gd name="connsiteY2" fmla="*/ 1027688 h 1027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212149" h="1027688">
                                <a:moveTo>
                                  <a:pt x="10212149" y="0"/>
                                </a:moveTo>
                                <a:cubicBezTo>
                                  <a:pt x="7543126" y="128798"/>
                                  <a:pt x="4874103" y="257597"/>
                                  <a:pt x="3172078" y="428878"/>
                                </a:cubicBezTo>
                                <a:cubicBezTo>
                                  <a:pt x="1470053" y="600159"/>
                                  <a:pt x="735026" y="813923"/>
                                  <a:pt x="0" y="1027688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6838" w:rsidRPr="009564D0" w:rsidRDefault="00946838" w:rsidP="009564D0">
                              <w:pPr>
                                <w:ind w:left="2160" w:firstLine="720"/>
                                <w:rPr>
                                  <w:b/>
                                  <w:bCs/>
                                  <w:color w:val="000000" w:themeColor="text1"/>
                                  <w:sz w:val="18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18"/>
                                  <w:szCs w:val="14"/>
                                </w:rPr>
                                <w:t xml:space="preserve">  </w:t>
                              </w:r>
                              <w:r w:rsidRPr="009564D0">
                                <w:rPr>
                                  <w:b/>
                                  <w:bCs/>
                                  <w:color w:val="000000" w:themeColor="text1"/>
                                  <w:sz w:val="18"/>
                                  <w:szCs w:val="14"/>
                                </w:rPr>
                                <w:t>Dune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6" name="Group 616"/>
                        <wpg:cNvGrpSpPr/>
                        <wpg:grpSpPr>
                          <a:xfrm>
                            <a:off x="4129812" y="1232424"/>
                            <a:ext cx="575984" cy="554444"/>
                            <a:chOff x="4129818" y="1232423"/>
                            <a:chExt cx="1176841" cy="1132828"/>
                          </a:xfrm>
                        </wpg:grpSpPr>
                        <wpg:grpSp>
                          <wpg:cNvPr id="617" name="Group 617"/>
                          <wpg:cNvGrpSpPr/>
                          <wpg:grpSpPr>
                            <a:xfrm>
                              <a:off x="4129818" y="1232423"/>
                              <a:ext cx="1176841" cy="685800"/>
                              <a:chOff x="4129814" y="1232423"/>
                              <a:chExt cx="1720812" cy="1052491"/>
                            </a:xfrm>
                          </wpg:grpSpPr>
                          <wpg:grpSp>
                            <wpg:cNvPr id="618" name="Group 618"/>
                            <wpg:cNvGrpSpPr/>
                            <wpg:grpSpPr>
                              <a:xfrm>
                                <a:off x="4396181" y="1396665"/>
                                <a:ext cx="552998" cy="91440"/>
                                <a:chOff x="4396181" y="1396665"/>
                                <a:chExt cx="552998" cy="91440"/>
                              </a:xfrm>
                            </wpg:grpSpPr>
                            <wps:wsp>
                              <wps:cNvPr id="619" name="Oval 619"/>
                              <wps:cNvSpPr/>
                              <wps:spPr>
                                <a:xfrm>
                                  <a:off x="4396181" y="139666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0" name="Straight Arrow Connector 620"/>
                              <wps:cNvCnPr/>
                              <wps:spPr>
                                <a:xfrm>
                                  <a:off x="4491979" y="144051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21" name="Oval 621"/>
                            <wps:cNvSpPr/>
                            <wps:spPr>
                              <a:xfrm>
                                <a:off x="4129814" y="1232423"/>
                                <a:ext cx="1720812" cy="10524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622" name="Group 622"/>
                            <wpg:cNvGrpSpPr/>
                            <wpg:grpSpPr>
                              <a:xfrm>
                                <a:off x="4393893" y="1528884"/>
                                <a:ext cx="552998" cy="91440"/>
                                <a:chOff x="4393893" y="1528884"/>
                                <a:chExt cx="552998" cy="91440"/>
                              </a:xfrm>
                            </wpg:grpSpPr>
                            <wps:wsp>
                              <wps:cNvPr id="623" name="Oval 623"/>
                              <wps:cNvSpPr/>
                              <wps:spPr>
                                <a:xfrm>
                                  <a:off x="4393893" y="152888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4" name="Straight Arrow Connector 624"/>
                              <wps:cNvCnPr/>
                              <wps:spPr>
                                <a:xfrm>
                                  <a:off x="4489691" y="157273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25" name="Group 625"/>
                            <wpg:cNvGrpSpPr/>
                            <wpg:grpSpPr>
                              <a:xfrm>
                                <a:off x="4393893" y="1651531"/>
                                <a:ext cx="552998" cy="91440"/>
                                <a:chOff x="4393893" y="1651531"/>
                                <a:chExt cx="552998" cy="91440"/>
                              </a:xfrm>
                            </wpg:grpSpPr>
                            <wps:wsp>
                              <wps:cNvPr id="626" name="Oval 626"/>
                              <wps:cNvSpPr/>
                              <wps:spPr>
                                <a:xfrm>
                                  <a:off x="4393893" y="165153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7" name="Straight Arrow Connector 627"/>
                              <wps:cNvCnPr/>
                              <wps:spPr>
                                <a:xfrm>
                                  <a:off x="4489691" y="169538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28" name="Group 628"/>
                            <wpg:cNvGrpSpPr/>
                            <wpg:grpSpPr>
                              <a:xfrm>
                                <a:off x="5021113" y="1394799"/>
                                <a:ext cx="552998" cy="91440"/>
                                <a:chOff x="5021113" y="1394799"/>
                                <a:chExt cx="552998" cy="91440"/>
                              </a:xfrm>
                            </wpg:grpSpPr>
                            <wps:wsp>
                              <wps:cNvPr id="629" name="Oval 629"/>
                              <wps:cNvSpPr/>
                              <wps:spPr>
                                <a:xfrm>
                                  <a:off x="5021113" y="1394799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30" name="Straight Arrow Connector 630"/>
                              <wps:cNvCnPr/>
                              <wps:spPr>
                                <a:xfrm>
                                  <a:off x="5116911" y="1438653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1" name="Group 631"/>
                            <wpg:cNvGrpSpPr/>
                            <wpg:grpSpPr>
                              <a:xfrm>
                                <a:off x="5018825" y="1527018"/>
                                <a:ext cx="552998" cy="91440"/>
                                <a:chOff x="5018825" y="1527018"/>
                                <a:chExt cx="552998" cy="91440"/>
                              </a:xfrm>
                            </wpg:grpSpPr>
                            <wps:wsp>
                              <wps:cNvPr id="632" name="Oval 632"/>
                              <wps:cNvSpPr/>
                              <wps:spPr>
                                <a:xfrm>
                                  <a:off x="5018825" y="1527018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33" name="Straight Arrow Connector 633"/>
                              <wps:cNvCnPr/>
                              <wps:spPr>
                                <a:xfrm>
                                  <a:off x="5114623" y="1570872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4" name="Group 634"/>
                            <wpg:cNvGrpSpPr/>
                            <wpg:grpSpPr>
                              <a:xfrm>
                                <a:off x="5018825" y="1649665"/>
                                <a:ext cx="552998" cy="91440"/>
                                <a:chOff x="5018825" y="1649665"/>
                                <a:chExt cx="552998" cy="91440"/>
                              </a:xfrm>
                            </wpg:grpSpPr>
                            <wps:wsp>
                              <wps:cNvPr id="635" name="Oval 635"/>
                              <wps:cNvSpPr/>
                              <wps:spPr>
                                <a:xfrm>
                                  <a:off x="5018825" y="164966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36" name="Straight Arrow Connector 636"/>
                              <wps:cNvCnPr/>
                              <wps:spPr>
                                <a:xfrm>
                                  <a:off x="5114623" y="169351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7" name="Group 637"/>
                            <wpg:cNvGrpSpPr/>
                            <wpg:grpSpPr>
                              <a:xfrm>
                                <a:off x="5021113" y="1783407"/>
                                <a:ext cx="552998" cy="91440"/>
                                <a:chOff x="5021113" y="1783407"/>
                                <a:chExt cx="552998" cy="91440"/>
                              </a:xfrm>
                            </wpg:grpSpPr>
                            <wps:wsp>
                              <wps:cNvPr id="638" name="Oval 638"/>
                              <wps:cNvSpPr/>
                              <wps:spPr>
                                <a:xfrm>
                                  <a:off x="5021113" y="178340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39" name="Straight Arrow Connector 639"/>
                              <wps:cNvCnPr/>
                              <wps:spPr>
                                <a:xfrm>
                                  <a:off x="5116911" y="182726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40" name="Group 640"/>
                            <wpg:cNvGrpSpPr/>
                            <wpg:grpSpPr>
                              <a:xfrm>
                                <a:off x="5018825" y="1915626"/>
                                <a:ext cx="552998" cy="91440"/>
                                <a:chOff x="5018825" y="1915626"/>
                                <a:chExt cx="552998" cy="91440"/>
                              </a:xfrm>
                            </wpg:grpSpPr>
                            <wps:wsp>
                              <wps:cNvPr id="641" name="Oval 641"/>
                              <wps:cNvSpPr/>
                              <wps:spPr>
                                <a:xfrm>
                                  <a:off x="5018825" y="191562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2" name="Straight Arrow Connector 642"/>
                              <wps:cNvCnPr/>
                              <wps:spPr>
                                <a:xfrm>
                                  <a:off x="5114623" y="195948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43" name="Group 643"/>
                            <wpg:cNvGrpSpPr/>
                            <wpg:grpSpPr>
                              <a:xfrm>
                                <a:off x="5018825" y="2038273"/>
                                <a:ext cx="552998" cy="91440"/>
                                <a:chOff x="5018825" y="2038273"/>
                                <a:chExt cx="552998" cy="91440"/>
                              </a:xfrm>
                            </wpg:grpSpPr>
                            <wps:wsp>
                              <wps:cNvPr id="644" name="Oval 644"/>
                              <wps:cNvSpPr/>
                              <wps:spPr>
                                <a:xfrm>
                                  <a:off x="5018825" y="203827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5" name="Straight Arrow Connector 645"/>
                              <wps:cNvCnPr/>
                              <wps:spPr>
                                <a:xfrm>
                                  <a:off x="5114623" y="208212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46" name="Group 646"/>
                            <wpg:cNvGrpSpPr/>
                            <wpg:grpSpPr>
                              <a:xfrm>
                                <a:off x="4404657" y="1801451"/>
                                <a:ext cx="552998" cy="91440"/>
                                <a:chOff x="4404657" y="1801451"/>
                                <a:chExt cx="552998" cy="91440"/>
                              </a:xfrm>
                            </wpg:grpSpPr>
                            <wps:wsp>
                              <wps:cNvPr id="647" name="Oval 647"/>
                              <wps:cNvSpPr/>
                              <wps:spPr>
                                <a:xfrm>
                                  <a:off x="4404657" y="1801451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8" name="Straight Arrow Connector 648"/>
                              <wps:cNvCnPr/>
                              <wps:spPr>
                                <a:xfrm>
                                  <a:off x="4500455" y="1845305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49" name="Group 649"/>
                            <wpg:cNvGrpSpPr/>
                            <wpg:grpSpPr>
                              <a:xfrm>
                                <a:off x="4402369" y="1933670"/>
                                <a:ext cx="552998" cy="91440"/>
                                <a:chOff x="4402369" y="1933670"/>
                                <a:chExt cx="552998" cy="91440"/>
                              </a:xfrm>
                            </wpg:grpSpPr>
                            <wps:wsp>
                              <wps:cNvPr id="650" name="Oval 650"/>
                              <wps:cNvSpPr/>
                              <wps:spPr>
                                <a:xfrm>
                                  <a:off x="4402369" y="193367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1" name="Straight Arrow Connector 651"/>
                              <wps:cNvCnPr/>
                              <wps:spPr>
                                <a:xfrm>
                                  <a:off x="4498167" y="197752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52" name="Group 652"/>
                            <wpg:cNvGrpSpPr/>
                            <wpg:grpSpPr>
                              <a:xfrm>
                                <a:off x="4402369" y="2056317"/>
                                <a:ext cx="552998" cy="91440"/>
                                <a:chOff x="4402369" y="2056317"/>
                                <a:chExt cx="552998" cy="91440"/>
                              </a:xfrm>
                            </wpg:grpSpPr>
                            <wps:wsp>
                              <wps:cNvPr id="653" name="Oval 653"/>
                              <wps:cNvSpPr/>
                              <wps:spPr>
                                <a:xfrm>
                                  <a:off x="4402369" y="205631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4" name="Straight Arrow Connector 654"/>
                              <wps:cNvCnPr/>
                              <wps:spPr>
                                <a:xfrm>
                                  <a:off x="4498167" y="210017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55" name="Group 655"/>
                          <wpg:cNvGrpSpPr/>
                          <wpg:grpSpPr>
                            <a:xfrm rot="5400000">
                              <a:off x="4539366" y="2150922"/>
                              <a:ext cx="367313" cy="61346"/>
                              <a:chOff x="4539365" y="2150921"/>
                              <a:chExt cx="367313" cy="59582"/>
                            </a:xfrm>
                          </wpg:grpSpPr>
                          <wps:wsp>
                            <wps:cNvPr id="656" name="Oval 656"/>
                            <wps:cNvSpPr/>
                            <wps:spPr>
                              <a:xfrm>
                                <a:off x="4539365" y="2150921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7" name="Straight Arrow Connector 657"/>
                            <wps:cNvCnPr/>
                            <wps:spPr>
                              <a:xfrm>
                                <a:off x="4602996" y="2179496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658" name="Group 658"/>
                        <wpg:cNvGrpSpPr/>
                        <wpg:grpSpPr>
                          <a:xfrm>
                            <a:off x="173451" y="1611669"/>
                            <a:ext cx="575985" cy="545425"/>
                            <a:chOff x="173451" y="1611672"/>
                            <a:chExt cx="1176841" cy="1114406"/>
                          </a:xfrm>
                        </wpg:grpSpPr>
                        <wpg:grpSp>
                          <wpg:cNvPr id="659" name="Group 659"/>
                          <wpg:cNvGrpSpPr/>
                          <wpg:grpSpPr>
                            <a:xfrm>
                              <a:off x="173451" y="1611672"/>
                              <a:ext cx="1176841" cy="685800"/>
                              <a:chOff x="173451" y="1611672"/>
                              <a:chExt cx="1720812" cy="1052491"/>
                            </a:xfrm>
                          </wpg:grpSpPr>
                          <wpg:grpSp>
                            <wpg:cNvPr id="660" name="Group 660"/>
                            <wpg:cNvGrpSpPr/>
                            <wpg:grpSpPr>
                              <a:xfrm>
                                <a:off x="439818" y="1775914"/>
                                <a:ext cx="552998" cy="91440"/>
                                <a:chOff x="439818" y="1775914"/>
                                <a:chExt cx="552998" cy="91440"/>
                              </a:xfrm>
                            </wpg:grpSpPr>
                            <wps:wsp>
                              <wps:cNvPr id="661" name="Oval 661"/>
                              <wps:cNvSpPr/>
                              <wps:spPr>
                                <a:xfrm>
                                  <a:off x="439818" y="177591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2" name="Straight Arrow Connector 662"/>
                              <wps:cNvCnPr/>
                              <wps:spPr>
                                <a:xfrm>
                                  <a:off x="535616" y="181976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63" name="Oval 663"/>
                            <wps:cNvSpPr/>
                            <wps:spPr>
                              <a:xfrm>
                                <a:off x="173451" y="1611672"/>
                                <a:ext cx="1720812" cy="10524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664" name="Group 664"/>
                            <wpg:cNvGrpSpPr/>
                            <wpg:grpSpPr>
                              <a:xfrm>
                                <a:off x="437530" y="1908133"/>
                                <a:ext cx="552998" cy="91440"/>
                                <a:chOff x="437530" y="1908133"/>
                                <a:chExt cx="552998" cy="91440"/>
                              </a:xfrm>
                            </wpg:grpSpPr>
                            <wps:wsp>
                              <wps:cNvPr id="665" name="Oval 665"/>
                              <wps:cNvSpPr/>
                              <wps:spPr>
                                <a:xfrm>
                                  <a:off x="437530" y="1908133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6" name="Straight Arrow Connector 666"/>
                              <wps:cNvCnPr/>
                              <wps:spPr>
                                <a:xfrm>
                                  <a:off x="533328" y="1951987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67" name="Group 667"/>
                            <wpg:cNvGrpSpPr/>
                            <wpg:grpSpPr>
                              <a:xfrm>
                                <a:off x="437530" y="2030780"/>
                                <a:ext cx="552998" cy="91440"/>
                                <a:chOff x="437530" y="2030780"/>
                                <a:chExt cx="552998" cy="91440"/>
                              </a:xfrm>
                            </wpg:grpSpPr>
                            <wps:wsp>
                              <wps:cNvPr id="668" name="Oval 668"/>
                              <wps:cNvSpPr/>
                              <wps:spPr>
                                <a:xfrm>
                                  <a:off x="437530" y="203078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9" name="Straight Arrow Connector 669"/>
                              <wps:cNvCnPr/>
                              <wps:spPr>
                                <a:xfrm>
                                  <a:off x="533328" y="207463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70" name="Group 670"/>
                            <wpg:cNvGrpSpPr/>
                            <wpg:grpSpPr>
                              <a:xfrm>
                                <a:off x="1064750" y="1774048"/>
                                <a:ext cx="552998" cy="91440"/>
                                <a:chOff x="1064750" y="1774048"/>
                                <a:chExt cx="552998" cy="91440"/>
                              </a:xfrm>
                            </wpg:grpSpPr>
                            <wps:wsp>
                              <wps:cNvPr id="671" name="Oval 671"/>
                              <wps:cNvSpPr/>
                              <wps:spPr>
                                <a:xfrm>
                                  <a:off x="1064750" y="1774048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2" name="Straight Arrow Connector 672"/>
                              <wps:cNvCnPr/>
                              <wps:spPr>
                                <a:xfrm>
                                  <a:off x="1160548" y="1817902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73" name="Group 673"/>
                            <wpg:cNvGrpSpPr/>
                            <wpg:grpSpPr>
                              <a:xfrm>
                                <a:off x="1062462" y="1906267"/>
                                <a:ext cx="552998" cy="91440"/>
                                <a:chOff x="1062462" y="1906267"/>
                                <a:chExt cx="552998" cy="91440"/>
                              </a:xfrm>
                            </wpg:grpSpPr>
                            <wps:wsp>
                              <wps:cNvPr id="674" name="Oval 674"/>
                              <wps:cNvSpPr/>
                              <wps:spPr>
                                <a:xfrm>
                                  <a:off x="1062462" y="1906267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5" name="Straight Arrow Connector 675"/>
                              <wps:cNvCnPr/>
                              <wps:spPr>
                                <a:xfrm>
                                  <a:off x="1158260" y="1950121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76" name="Group 676"/>
                            <wpg:cNvGrpSpPr/>
                            <wpg:grpSpPr>
                              <a:xfrm>
                                <a:off x="1062462" y="2028914"/>
                                <a:ext cx="552998" cy="91440"/>
                                <a:chOff x="1062462" y="2028914"/>
                                <a:chExt cx="552998" cy="91440"/>
                              </a:xfrm>
                            </wpg:grpSpPr>
                            <wps:wsp>
                              <wps:cNvPr id="677" name="Oval 677"/>
                              <wps:cNvSpPr/>
                              <wps:spPr>
                                <a:xfrm>
                                  <a:off x="1062462" y="2028914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8" name="Straight Arrow Connector 678"/>
                              <wps:cNvCnPr/>
                              <wps:spPr>
                                <a:xfrm>
                                  <a:off x="1158260" y="2072768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79" name="Group 679"/>
                            <wpg:cNvGrpSpPr/>
                            <wpg:grpSpPr>
                              <a:xfrm>
                                <a:off x="1064750" y="2162656"/>
                                <a:ext cx="552998" cy="91440"/>
                                <a:chOff x="1064750" y="2162656"/>
                                <a:chExt cx="552998" cy="91440"/>
                              </a:xfrm>
                            </wpg:grpSpPr>
                            <wps:wsp>
                              <wps:cNvPr id="680" name="Oval 680"/>
                              <wps:cNvSpPr/>
                              <wps:spPr>
                                <a:xfrm>
                                  <a:off x="1064750" y="216265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1" name="Straight Arrow Connector 681"/>
                              <wps:cNvCnPr/>
                              <wps:spPr>
                                <a:xfrm>
                                  <a:off x="1160548" y="220651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82" name="Group 682"/>
                            <wpg:cNvGrpSpPr/>
                            <wpg:grpSpPr>
                              <a:xfrm>
                                <a:off x="1062462" y="2294875"/>
                                <a:ext cx="552998" cy="91440"/>
                                <a:chOff x="1062462" y="2294875"/>
                                <a:chExt cx="552998" cy="91440"/>
                              </a:xfrm>
                            </wpg:grpSpPr>
                            <wps:wsp>
                              <wps:cNvPr id="683" name="Oval 683"/>
                              <wps:cNvSpPr/>
                              <wps:spPr>
                                <a:xfrm>
                                  <a:off x="1062462" y="2294875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4" name="Straight Arrow Connector 684"/>
                              <wps:cNvCnPr/>
                              <wps:spPr>
                                <a:xfrm>
                                  <a:off x="1158260" y="2338729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85" name="Group 685"/>
                            <wpg:cNvGrpSpPr/>
                            <wpg:grpSpPr>
                              <a:xfrm>
                                <a:off x="1062462" y="2417522"/>
                                <a:ext cx="552998" cy="91440"/>
                                <a:chOff x="1062462" y="2417522"/>
                                <a:chExt cx="552998" cy="91440"/>
                              </a:xfrm>
                            </wpg:grpSpPr>
                            <wps:wsp>
                              <wps:cNvPr id="686" name="Oval 686"/>
                              <wps:cNvSpPr/>
                              <wps:spPr>
                                <a:xfrm>
                                  <a:off x="1062462" y="2417522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7" name="Straight Arrow Connector 687"/>
                              <wps:cNvCnPr/>
                              <wps:spPr>
                                <a:xfrm>
                                  <a:off x="1158260" y="2461376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88" name="Group 688"/>
                            <wpg:cNvGrpSpPr/>
                            <wpg:grpSpPr>
                              <a:xfrm>
                                <a:off x="448294" y="2180700"/>
                                <a:ext cx="552998" cy="91440"/>
                                <a:chOff x="448294" y="2180700"/>
                                <a:chExt cx="552998" cy="91440"/>
                              </a:xfrm>
                            </wpg:grpSpPr>
                            <wps:wsp>
                              <wps:cNvPr id="689" name="Oval 689"/>
                              <wps:cNvSpPr/>
                              <wps:spPr>
                                <a:xfrm>
                                  <a:off x="448294" y="2180700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0" name="Straight Arrow Connector 690"/>
                              <wps:cNvCnPr/>
                              <wps:spPr>
                                <a:xfrm>
                                  <a:off x="544092" y="2224554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91" name="Group 691"/>
                            <wpg:cNvGrpSpPr/>
                            <wpg:grpSpPr>
                              <a:xfrm>
                                <a:off x="446006" y="2312919"/>
                                <a:ext cx="552998" cy="91440"/>
                                <a:chOff x="446006" y="2312919"/>
                                <a:chExt cx="552998" cy="91440"/>
                              </a:xfrm>
                            </wpg:grpSpPr>
                            <wps:wsp>
                              <wps:cNvPr id="692" name="Oval 692"/>
                              <wps:cNvSpPr/>
                              <wps:spPr>
                                <a:xfrm>
                                  <a:off x="446006" y="2312919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3" name="Straight Arrow Connector 693"/>
                              <wps:cNvCnPr/>
                              <wps:spPr>
                                <a:xfrm>
                                  <a:off x="541804" y="2356773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94" name="Group 694"/>
                            <wpg:cNvGrpSpPr/>
                            <wpg:grpSpPr>
                              <a:xfrm>
                                <a:off x="446006" y="2435566"/>
                                <a:ext cx="552998" cy="91440"/>
                                <a:chOff x="446006" y="2435566"/>
                                <a:chExt cx="552998" cy="91440"/>
                              </a:xfrm>
                            </wpg:grpSpPr>
                            <wps:wsp>
                              <wps:cNvPr id="695" name="Oval 695"/>
                              <wps:cNvSpPr/>
                              <wps:spPr>
                                <a:xfrm>
                                  <a:off x="446006" y="2435566"/>
                                  <a:ext cx="91440" cy="9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6" name="Straight Arrow Connector 696"/>
                              <wps:cNvCnPr/>
                              <wps:spPr>
                                <a:xfrm>
                                  <a:off x="541804" y="2479420"/>
                                  <a:ext cx="457200" cy="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97" name="Group 697"/>
                          <wpg:cNvGrpSpPr/>
                          <wpg:grpSpPr>
                            <a:xfrm rot="5400000">
                              <a:off x="690984" y="2502428"/>
                              <a:ext cx="367313" cy="61346"/>
                              <a:chOff x="690983" y="2502427"/>
                              <a:chExt cx="367313" cy="59582"/>
                            </a:xfrm>
                          </wpg:grpSpPr>
                          <wps:wsp>
                            <wps:cNvPr id="698" name="Oval 698"/>
                            <wps:cNvSpPr/>
                            <wps:spPr>
                              <a:xfrm>
                                <a:off x="690983" y="2502427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9" name="Straight Arrow Connector 699"/>
                            <wps:cNvCnPr/>
                            <wps:spPr>
                              <a:xfrm>
                                <a:off x="754614" y="2531002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0" name="Group 700"/>
                          <wpg:cNvGrpSpPr/>
                          <wpg:grpSpPr>
                            <a:xfrm rot="5400000">
                              <a:off x="891255" y="2418893"/>
                              <a:ext cx="367311" cy="61346"/>
                              <a:chOff x="891254" y="2418892"/>
                              <a:chExt cx="367311" cy="59582"/>
                            </a:xfrm>
                          </wpg:grpSpPr>
                          <wps:wsp>
                            <wps:cNvPr id="701" name="Oval 701"/>
                            <wps:cNvSpPr/>
                            <wps:spPr>
                              <a:xfrm>
                                <a:off x="891254" y="2418892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2" name="Straight Arrow Connector 702"/>
                            <wps:cNvCnPr/>
                            <wps:spPr>
                              <a:xfrm>
                                <a:off x="954885" y="2447468"/>
                                <a:ext cx="30368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3" name="Group 703"/>
                          <wpg:cNvGrpSpPr/>
                          <wpg:grpSpPr>
                            <a:xfrm rot="5400000">
                              <a:off x="459571" y="2500426"/>
                              <a:ext cx="389959" cy="61346"/>
                              <a:chOff x="459570" y="2500425"/>
                              <a:chExt cx="389959" cy="59582"/>
                            </a:xfrm>
                          </wpg:grpSpPr>
                          <wps:wsp>
                            <wps:cNvPr id="704" name="Oval 704"/>
                            <wps:cNvSpPr/>
                            <wps:spPr>
                              <a:xfrm>
                                <a:off x="459570" y="2500425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5" name="Straight Arrow Connector 705"/>
                            <wps:cNvCnPr/>
                            <wps:spPr>
                              <a:xfrm>
                                <a:off x="545847" y="2539998"/>
                                <a:ext cx="303682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6" name="Group 706"/>
                          <wpg:cNvGrpSpPr/>
                          <wpg:grpSpPr>
                            <a:xfrm rot="5400000">
                              <a:off x="206812" y="2421173"/>
                              <a:ext cx="367311" cy="61346"/>
                              <a:chOff x="206811" y="2421172"/>
                              <a:chExt cx="367311" cy="59582"/>
                            </a:xfrm>
                          </wpg:grpSpPr>
                          <wps:wsp>
                            <wps:cNvPr id="707" name="Oval 707"/>
                            <wps:cNvSpPr/>
                            <wps:spPr>
                              <a:xfrm>
                                <a:off x="206811" y="2421172"/>
                                <a:ext cx="60736" cy="595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8" name="Straight Arrow Connector 708"/>
                            <wps:cNvCnPr/>
                            <wps:spPr>
                              <a:xfrm>
                                <a:off x="270442" y="2449746"/>
                                <a:ext cx="303680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09" name="Oval 709"/>
                        <wps:cNvSpPr/>
                        <wps:spPr>
                          <a:xfrm rot="5400000">
                            <a:off x="688974" y="1900585"/>
                            <a:ext cx="29726" cy="3002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0" name="Straight Arrow Connector 710"/>
                        <wps:cNvCnPr/>
                        <wps:spPr>
                          <a:xfrm rot="5400000">
                            <a:off x="630134" y="2006193"/>
                            <a:ext cx="148631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1" name="Oval 711"/>
                        <wps:cNvSpPr/>
                        <wps:spPr>
                          <a:xfrm rot="5400000">
                            <a:off x="193922" y="1908310"/>
                            <a:ext cx="29726" cy="3002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2" name="Straight Arrow Connector 712"/>
                        <wps:cNvCnPr/>
                        <wps:spPr>
                          <a:xfrm rot="5400000">
                            <a:off x="135082" y="2013918"/>
                            <a:ext cx="148631" cy="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3C3EEB" id="Group 14" o:spid="_x0000_s1297" style="width:480.8pt;height:204.55pt;mso-position-horizontal-relative:char;mso-position-vertical-relative:line" coordsize="60375,25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">
                <o:lock v:ext="edit" aspectratio="t"/>
                <v:rect id="Rectangle 61" o:spid="_x0000_s1298" style="position:absolute;left:693;top:1;width:59155;height:256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6z8IA&#10;AADbAAAADwAAAGRycy9kb3ducmV2LnhtbERPTWvCQBS8C/6H5Qm96UYPElJXMaLWSw+mpfT4yL4m&#10;Mdm3Ibtq9Nd3BcHbDPPFLFa9acSFOldZVjCdRCCIc6srLhR8f+3GMQjnkTU2lknBjRyslsPBAhNt&#10;r3ykS+YLEUrYJaig9L5NpHR5SQbdxLbEQfuznUEfaFdI3eE1lJtGzqJoLg1WHBZKbGlTUl5nZ6Pg&#10;8yRv6e+62Mf19uMeNecA0h+l3kb9+h2Ep96/zM/0QSuYT+HxJfw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rrPwgAAANsAAAAPAAAAAAAAAAAAAAAAAJgCAABkcnMvZG93&#10;bnJldi54bWxQSwUGAAAAAAQABAD1AAAAhwMAAAAA&#10;" fillcolor="#a5a5a5 [2092]" strokecolor="black [3213]" strokeweight="2.25pt"/>
                <v:shape id="Striped Right Arrow 63" o:spid="_x0000_s1299" type="#_x0000_t93" style="position:absolute;left:1324;top:11150;width:28700;height:2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1hWsIA&#10;AADbAAAADwAAAGRycy9kb3ducmV2LnhtbESP0YrCMBRE34X9h3AXfNN0FdStRqmCsPigtO4HXJpr&#10;W2xuSpLV7t8bQfBxmJkzzGrTm1bcyPnGsoKvcQKCuLS64UrB73k/WoDwAVlja5kU/JOHzfpjsMJU&#10;2zvndCtCJSKEfYoK6hC6VEpf1mTQj21HHL2LdQZDlK6S2uE9wk0rJ0kykwYbjgs1drSrqbwWf0aB&#10;xy0fT/ODP18m2dZpmbffWa7U8LPPliAC9eEdfrV/tILZFJ5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WFawgAAANsAAAAPAAAAAAAAAAAAAAAAAJgCAABkcnMvZG93&#10;bnJldi54bWxQSwUGAAAAAAQABAD1AAAAhwMAAAAA&#10;" adj="20545" fillcolor="#d9e2f3 [664]" strokecolor="black [3213]" strokeweight="1pt">
                  <v:textbox inset="0,0,0,0">
                    <w:txbxContent>
                      <w:p w:rsidR="00946838" w:rsidRPr="00417985" w:rsidRDefault="00946838" w:rsidP="0009082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</w:rPr>
                        </w:pPr>
                        <w:r w:rsidRPr="00417985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dark1"/>
                            <w:kern w:val="24"/>
                            <w:sz w:val="14"/>
                            <w:szCs w:val="14"/>
                          </w:rPr>
                          <w:t>Dune height increases with distance (slope of increase declines)</w:t>
                        </w:r>
                      </w:p>
                    </w:txbxContent>
                  </v:textbox>
                </v:shape>
                <v:group id="Group 71" o:spid="_x0000_s1300" style="position:absolute;left:9470;top:14416;width:5760;height:5454" coordorigin="9470,14416" coordsize="11768,11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group id="Group 72" o:spid="_x0000_s1301" style="position:absolute;left:9470;top:14416;width:11769;height:6858" coordorigin="9470,14416" coordsize="17208,10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group id="Group 73" o:spid="_x0000_s1302" style="position:absolute;left:12134;top:16058;width:5530;height:915" coordorigin="12134,1605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<v:oval id="Oval 74" o:spid="_x0000_s1303" style="position:absolute;left:12134;top:16058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yF8QA&#10;AADbAAAADwAAAGRycy9kb3ducmV2LnhtbESPQWvCQBSE74L/YXlCb7pRiqmpq5SAaNFLYw89PrKv&#10;2WD2bchuNfbXu4LgcZiZb5jlureNOFPna8cKppMEBHHpdM2Vgu/jZvwGwgdkjY1jUnAlD+vVcLDE&#10;TLsLf9G5CJWIEPYZKjAhtJmUvjRk0U9cSxy9X9dZDFF2ldQdXiLcNnKWJHNpsea4YLCl3FB5Kv6s&#10;gv3i/7MwMt3mi3wz+9GH/XGrU6VeRv3HO4hAfXiGH+2dVpC+wv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wMhfEAAAA2wAAAA8AAAAAAAAAAAAAAAAAmAIAAGRycy9k&#10;b3ducmV2LnhtbFBLBQYAAAAABAAEAPUAAACJAwAAAAA=&#10;" fillcolor="#f4b083 [1941]" strokecolor="red" strokeweight="1pt">
                        <v:stroke joinstyle="miter"/>
                      </v:oval>
                      <v:shape id="Straight Arrow Connector 76" o:spid="_x0000_s1304" type="#_x0000_t32" style="position:absolute;left:13092;top:1649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wWkMQAAADbAAAADwAAAGRycy9kb3ducmV2LnhtbESPW4vCMBSE34X9D+Es+KbpCl6opiKy&#10;grCCeAFfD83pRZuT2kTb/fdmYcHHYWa+YRbLzlTiSY0rLSv4GkYgiFOrS84VnE+bwQyE88gaK8uk&#10;4JccLJOP3gJjbVs+0PPocxEg7GJUUHhfx1K6tCCDbmhr4uBltjHog2xyqRtsA9xUchRFE2mw5LBQ&#10;YE3rgtLb8WEUtLv1dV/P7uklO33ft+PDdOR3P0r1P7vVHISnzr/D/+2tVjCdwN+X8ANk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LBaQxAAAANsAAAAPAAAAAAAAAAAA&#10;AAAAAKECAABkcnMvZG93bnJldi54bWxQSwUGAAAAAAQABAD5AAAAkgMAAAAA&#10;" strokecolor="red" strokeweight=".25pt">
                        <v:stroke endarrow="block" joinstyle="miter"/>
                      </v:shape>
                    </v:group>
                    <v:oval id="Oval 77" o:spid="_x0000_s1305" style="position:absolute;left:9470;top:14416;width:17208;height:10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/sPsQA&#10;AADbAAAADwAAAGRycy9kb3ducmV2LnhtbESPQWvCQBSE74L/YXmCN91YoUrqJqhUkNIWtQWvr9ln&#10;Npp9G7Krpv++Wyj0OMzMN8wi72wtbtT6yrGCyTgBQVw4XXGp4PNjM5qD8AFZY+2YFHyThzzr9xaY&#10;anfnPd0OoRQRwj5FBSaEJpXSF4Ys+rFriKN3cq3FEGVbSt3iPcJtLR+S5FFarDguGGxobai4HK5W&#10;wfPZYLC74+txrl+2k9XbtHz/YqWGg275BCJQF/7Df+2tVjCbwe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P7D7EAAAA2wAAAA8AAAAAAAAAAAAAAAAAmAIAAGRycy9k&#10;b3ducmV2LnhtbFBLBQYAAAAABAAEAPUAAACJAwAAAAA=&#10;" filled="f" strokecolor="#c45911 [2405]" strokeweight="1pt">
                      <v:stroke joinstyle="miter"/>
                    </v:oval>
                    <v:group id="Group 78" o:spid="_x0000_s1306" style="position:absolute;left:12111;top:17380;width:5530;height:915" coordorigin="12111,1738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oval id="Oval 79" o:spid="_x0000_s1307" style="position:absolute;left:12111;top:17380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GdicQA&#10;AADbAAAADwAAAGRycy9kb3ducmV2LnhtbESPQWvCQBSE7wX/w/IEb3WjB9NEV5GAaNFLowePj+xr&#10;NjT7NmRXTfvru0Khx2FmvmFWm8G24k69bxwrmE0TEMSV0w3XCi7n3esbCB+QNbaOScE3edisRy8r&#10;zLV78Afdy1CLCGGfowITQpdL6StDFv3UdcTR+3S9xRBlX0vd4yPCbSvnSbKQFhuOCwY7KgxVX+XN&#10;KjhmP++lkem+yIrd/KpPx/Nep0pNxsN2CSLQEP7Df+2DVpBm8Pw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xnYnEAAAA2wAAAA8AAAAAAAAAAAAAAAAAmAIAAGRycy9k&#10;b3ducmV2LnhtbFBLBQYAAAAABAAEAPUAAACJAwAAAAA=&#10;" fillcolor="#f4b083 [1941]" strokecolor="red" strokeweight="1pt">
                        <v:stroke joinstyle="miter"/>
                      </v:oval>
                      <v:shape id="Straight Arrow Connector 80" o:spid="_x0000_s1308" type="#_x0000_t32" style="position:absolute;left:13069;top:17819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xbWMAAAADbAAAADwAAAGRycy9kb3ducmV2LnhtbERPTYvCMBC9C/6HMII3TRXUUo0i4oKg&#10;IOrCXodmbKvNpDZZW/+9OQgeH+97sWpNKZ5Uu8KygtEwAkGcWl1wpuD38jOIQTiPrLG0TApe5GC1&#10;7HYWmGjb8ImeZ5+JEMIuQQW591UipUtzMuiGtiIO3NXWBn2AdSZ1jU0IN6UcR9FUGiw4NORY0San&#10;9H7+Nwqaw+Z2rOJH+ne9bB+7yWk29oe9Uv1eu56D8NT6r/jj3mkFcVgfvoQfIJ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9cW1jAAAAA2wAAAA8AAAAAAAAAAAAAAAAA&#10;oQIAAGRycy9kb3ducmV2LnhtbFBLBQYAAAAABAAEAPkAAACOAwAAAAA=&#10;" strokecolor="red" strokeweight=".25pt">
                        <v:stroke endarrow="block" joinstyle="miter"/>
                      </v:shape>
                    </v:group>
                    <v:group id="Group 81" o:spid="_x0000_s1309" style="position:absolute;left:12111;top:18607;width:5530;height:914" coordorigin="12111,1860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<v:oval id="Oval 82" o:spid="_x0000_s1310" style="position:absolute;left:12111;top:18607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B/38QA&#10;AADbAAAADwAAAGRycy9kb3ducmV2LnhtbESPQWvCQBSE7wX/w/IEb3VjDlWjq0hArNhLYw89PrLP&#10;bDD7NmRXjf56Vyj0OMzMN8xy3dtGXKnztWMFk3ECgrh0uuZKwc9x+z4D4QOyxsYxKbiTh/Vq8LbE&#10;TLsbf9O1CJWIEPYZKjAhtJmUvjRk0Y9dSxy9k+sshii7SuoObxFuG5kmyYe0WHNcMNhSbqg8Fxer&#10;4DB/7Asjp7t8nm/TX/11OO70VKnRsN8sQATqw3/4r/2pFcxSeH2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Af9/EAAAA2wAAAA8AAAAAAAAAAAAAAAAAmAIAAGRycy9k&#10;b3ducmV2LnhtbFBLBQYAAAAABAAEAPUAAACJAwAAAAA=&#10;" fillcolor="#f4b083 [1941]" strokecolor="red" strokeweight="1pt">
                        <v:stroke joinstyle="miter"/>
                      </v:oval>
                      <v:shape id="Straight Arrow Connector 83" o:spid="_x0000_s1311" type="#_x0000_t32" style="position:absolute;left:13069;top:1904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7FL8QAAADbAAAADwAAAGRycy9kb3ducmV2LnhtbESP3YrCMBSE74V9h3AW9k5TFbVUoyyy&#10;gqAg/oC3h+bYVpuT2mRt9+03guDlMDPfMLNFa0rxoNoVlhX0exEI4tTqgjMFp+OqG4NwHlljaZkU&#10;/JGDxfyjM8NE24b39Dj4TAQIuwQV5N5XiZQuzcmg69mKOHgXWxv0QdaZ1DU2AW5KOYiisTRYcFjI&#10;saJlTunt8GsUNNvldVfF9/R8Of7c16P9ZOC3G6W+PtvvKQhPrX+HX+21VhAP4fkl/AA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jsUvxAAAANsAAAAPAAAAAAAAAAAA&#10;AAAAAKECAABkcnMvZG93bnJldi54bWxQSwUGAAAAAAQABAD5AAAAkgMAAAAA&#10;" strokecolor="red" strokeweight=".25pt">
                        <v:stroke endarrow="block" joinstyle="miter"/>
                      </v:shape>
                    </v:group>
                    <v:group id="Group 84" o:spid="_x0000_s1312" style="position:absolute;left:18383;top:16039;width:5530;height:915" coordorigin="18383,16039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oval id="Oval 85" o:spid="_x0000_s1313" style="position:absolute;left:18383;top:16039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nq8UA&#10;AADbAAAADwAAAGRycy9kb3ducmV2LnhtbESPQWvCQBSE74L/YXlCb7ox0Kqpa5CA2GIvTXro8ZF9&#10;ZoPZtyG71bS/vlsoeBxm5htmm4+2E1cafOtYwXKRgCCunW65UfBRHeZrED4ga+wck4Jv8pDvppMt&#10;Ztrd+J2uZWhEhLDPUIEJoc+k9LUhi37heuLond1gMUQ5NFIPeItw28k0SZ6kxZbjgsGeCkP1pfyy&#10;Ck6bn9fSyNWx2BSH9FO/naqjXin1MBv3zyACjeEe/m+/aAXrR/j7En+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eerxQAAANs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86" o:spid="_x0000_s1314" type="#_x0000_t32" style="position:absolute;left:19341;top:164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lmt8UAAADbAAAADwAAAGRycy9kb3ducmV2LnhtbESPQWvCQBSE74X+h+UVvDWbCmpIXaVI&#10;C4KBYlLo9ZF9JtHs25hdk/TfdwtCj8PMfMOst5NpxUC9aywreIliEMSl1Q1XCr6Kj+cEhPPIGlvL&#10;pOCHHGw3jw9rTLUd+UhD7isRIOxSVFB736VSurImgy6yHXHwTrY36IPsK6l7HAPctHIex0tpsOGw&#10;UGNHu5rKS34zCsZsd/7skmv5fSrer/vFcTX32UGp2dP09grC0+T/w/f2XitIlvD3JfwA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lmt8UAAADb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87" o:spid="_x0000_s1315" style="position:absolute;left:18360;top:17362;width:5530;height:914" coordorigin="18360,1736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<v:oval id="Oval 144" o:spid="_x0000_s1316" style="position:absolute;left:18360;top:17362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6CCcMA&#10;AADcAAAADwAAAGRycy9kb3ducmV2LnhtbERPS4vCMBC+L/gfwgh7W1NFfFSjSEF0cS9WDx6HZmyK&#10;zaQ0Wa37683Cwt7m43vOct3ZWtyp9ZVjBcNBAoK4cLriUsH5tP2YgfABWWPtmBQ8ycN61XtbYqrd&#10;g490z0MpYgj7FBWYEJpUSl8YsugHriGO3NW1FkOEbSl1i48Ybms5SpKJtFhxbDDYUGaouOXfVsFh&#10;/vOZGzndZfNsO7ror8Npp6dKvfe7zQJEoC78i//cex3nj8fw+0y8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6CCc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145" o:spid="_x0000_s1317" type="#_x0000_t32" style="position:absolute;left:19318;top:17800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8oCcIAAADcAAAADwAAAGRycy9kb3ducmV2LnhtbERPTYvCMBC9C/sfwgh701RZXekaZREF&#10;QUGsC3sdmrGtNpPaRFv/vREEb/N4nzOdt6YUN6pdYVnBoB+BIE6tLjhT8HdY9SYgnEfWWFomBXdy&#10;MJ99dKYYa9vwnm6Jz0QIYRejgtz7KpbSpTkZdH1bEQfuaGuDPsA6k7rGJoSbUg6jaCwNFhwacqxo&#10;kVN6Tq5GQbNdnHbV5JL+Hw/Ly3q0/x767Uapz277+wPCU+vf4pd7rcP8rxE8nwkX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8oCc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146" o:spid="_x0000_s1318" style="position:absolute;left:18360;top:18588;width:5530;height:915" coordorigin="18360,1858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<v:oval id="Oval 147" o:spid="_x0000_s1319" style="position:absolute;left:18360;top:18588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cfsMA&#10;AADcAAAADwAAAGRycy9kb3ducmV2LnhtbERPTWvCQBC9C/6HZYTedKMUU1NXKQHRopfGHnocstNs&#10;MDsbsluN/fWuIHibx/uc5bq3jThT52vHCqaTBARx6XTNlYLv42b8BsIHZI2NY1JwJQ/r1XCwxEy7&#10;C3/RuQiViCHsM1RgQmgzKX1pyKKfuJY4cr+usxgi7CqpO7zEcNvIWZLMpcWaY4PBlnJD5an4swr2&#10;i//Pwsh0my/yzexHH/bHrU6Vehn1H+8gAvXhKX64dzrOf03h/ky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wcfs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148" o:spid="_x0000_s1320" type="#_x0000_t32" style="position:absolute;left:19318;top:1902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6Hl8YAAADcAAAADwAAAGRycy9kb3ducmV2LnhtbESPW2vCQBCF3wv9D8sIfasbpReJWaVI&#10;C0KFohZ8HbKTi2ZnY3Zr0n/vPAi+zXDOnPNNthxcoy7Uhdqzgck4AUWce1tzaeB3//U8AxUissXG&#10;Mxn4pwDLxeNDhqn1PW/psoulkhAOKRqoYmxTrUNekcMw9i2xaIXvHEZZu1LbDnsJd42eJsmbdliz&#10;NFTY0qqi/LT7cwb6zer4087O+aHYf57Xr9v3adx8G/M0Gj7moCIN8W6+Xa+t4L8IrTwjE+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+h5f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149" o:spid="_x0000_s1321" style="position:absolute;left:18383;top:19926;width:5530;height:914" coordorigin="18383,1992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oval id="Oval 150" o:spid="_x0000_s1322" style="position:absolute;left:18383;top:19926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S18YA&#10;AADcAAAADwAAAGRycy9kb3ducmV2LnhtbESPQWvCQBCF70L/wzKF3nRToVWjq5SA2GIvRg8eh+yY&#10;DWZnQ3araX9951DobYb35r1vVpvBt+pGfWwCG3ieZKCIq2Abrg2cjtvxHFRMyBbbwGTgmyJs1g+j&#10;FeY23PlAtzLVSkI45mjApdTlWsfKkcc4CR2xaJfQe0yy9rW2Pd4l3Ld6mmWv2mPD0uCwo8JRdS2/&#10;vIH94uejdHq2KxbFdnq2n/vjzs6MeXoc3pagEg3p3/x3/W4F/0Xw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wS18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151" o:spid="_x0000_s1323" type="#_x0000_t32" style="position:absolute;left:19341;top:20364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2418MAAADcAAAADwAAAGRycy9kb3ducmV2LnhtbERPTWvCQBC9C/0PyxS8mY1CWolZRaQF&#10;QaGohV6H7JhEs7Mxuybx33cLBW/zeJ+TrQZTi45aV1lWMI1iEMS51RUXCr5Pn5M5COeRNdaWScGD&#10;HKyWL6MMU217PlB39IUIIexSVFB636RSurwkgy6yDXHgzrY16ANsC6lb7EO4qeUsjt+kwYpDQ4kN&#10;bUrKr8e7UdDvN5evZn7Lf86nj9s2ObzP/H6n1Ph1WC9AeBr8U/zv3uowP5nC3zPhAr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uNfDAAAA3AAAAA8AAAAAAAAAAAAA&#10;AAAAoQIAAGRycy9kb3ducmV2LnhtbFBLBQYAAAAABAAEAPkAAACRAwAAAAA=&#10;" strokecolor="red" strokeweight=".25pt">
                        <v:stroke endarrow="block" joinstyle="miter"/>
                      </v:shape>
                    </v:group>
                    <v:group id="Group 152" o:spid="_x0000_s1324" style="position:absolute;left:18360;top:21248;width:5530;height:914" coordorigin="18360,2124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oval id="Oval 153" o:spid="_x0000_s1325" style="position:absolute;left:18360;top:21248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6MoMMA&#10;AADcAAAADwAAAGRycy9kb3ducmV2LnhtbERPTWvCQBC9F/wPywje6kalVaOrSEC06MXYQ49DdswG&#10;s7Mhu2rsr+8WCr3N433Oct3ZWtyp9ZVjBaNhAoK4cLriUsHnefs6A+EDssbaMSl4kof1qveyxFS7&#10;B5/onodSxBD2KSowITSplL4wZNEPXUMcuYtrLYYI21LqFh8x3NZynCTv0mLFscFgQ5mh4prfrILD&#10;/PsjN3K6y+bZdvylj4fzTk+VGvS7zQJEoC78i//cex3nv03g95l4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6MoM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154" o:spid="_x0000_s1326" type="#_x0000_t32" style="position:absolute;left:19318;top:21686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bT8IAAADcAAAADwAAAGRycy9kb3ducmV2LnhtbERPTYvCMBC9C/sfwgh701RZXekaZREF&#10;QUGsC3sdmrGtNpPaRFv/vREEb/N4nzOdt6YUN6pdYVnBoB+BIE6tLjhT8HdY9SYgnEfWWFomBXdy&#10;MJ99dKYYa9vwnm6Jz0QIYRejgtz7KpbSpTkZdH1bEQfuaGuDPsA6k7rGJoSbUg6jaCwNFhwacqxo&#10;kVN6Tq5GQbNdnHbV5JL+Hw/Ly3q0/x767Uapz277+wPCU+vf4pd7rcP80Rc8nwkX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obT8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155" o:spid="_x0000_s1327" style="position:absolute;left:18360;top:22474;width:5530;height:915" coordorigin="18360,2247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<v:oval id="Oval 156" o:spid="_x0000_s1328" style="position:absolute;left:18360;top:22474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kvOMMA&#10;AADcAAAADwAAAGRycy9kb3ducmV2LnhtbERPTWvCQBC9F/wPywi91Y2Bak1dgwTEir0Ye+hxyI7Z&#10;YHY2ZLca/fVuodDbPN7nLPPBtuJCvW8cK5hOEhDEldMN1wq+jpuXNxA+IGtsHZOCG3nIV6OnJWba&#10;XflAlzLUIoawz1CBCaHLpPSVIYt+4jriyJ1cbzFE2NdS93iN4baVaZLMpMWGY4PBjgpD1bn8sQr2&#10;i/uuNHK+LRbFJv3Wn/vjVs+Veh4P63cQgYbwL/5zf+g4/3UGv8/EC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kvOM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157" o:spid="_x0000_s1329" type="#_x0000_t32" style="position:absolute;left:19318;top:2291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iFOMIAAADcAAAADwAAAGRycy9kb3ducmV2LnhtbERP24rCMBB9F/Yfwiz4pukKrlJNRWQF&#10;QUHUhX0dmulFm0ltou3+vREE3+ZwrjNfdKYSd2pcaVnB1zACQZxaXXKu4Pe0HkxBOI+ssbJMCv7J&#10;wSL56M0x1rblA92PPhchhF2MCgrv61hKlxZk0A1tTRy4zDYGfYBNLnWDbQg3lRxF0bc0WHJoKLCm&#10;VUHp5XgzCtrd6ryvp9f0Lzv9XDfjw2Tkd1ul+p/dcgbCU+ff4pd7o8P88QSez4QLZPI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viFOM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220" o:spid="_x0000_s1330" style="position:absolute;left:12219;top:20106;width:5530;height:914" coordorigin="12219,2010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    <v:oval id="Oval 353" o:spid="_x0000_s1331" style="position:absolute;left:12219;top:20106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iQcUA&#10;AADcAAAADwAAAGRycy9kb3ducmV2LnhtbESPQWvCQBSE74L/YXlCb7pRaa3RVSQgVvRi7MHjI/ua&#10;Dc2+Ddmtpv31bkHwOMzMN8xy3dlaXKn1lWMF41ECgrhwuuJSwed5O3wH4QOyxtoxKfglD+tVv7fE&#10;VLsbn+iah1JECPsUFZgQmlRKXxiy6EeuIY7el2sthijbUuoWbxFuazlJkjdpseK4YLChzFDxnf9Y&#10;BYf53z43crbL5tl2ctHHw3mnZ0q9DLrNAkSgLjzDj/aHVjB9ncL/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2uJB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354" o:spid="_x0000_s1332" type="#_x0000_t32" style="position:absolute;left:13177;top:2054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+51rsYAAADcAAAADwAAAGRycy9kb3ducmV2LnhtbESPW4vCMBSE3wX/QziCb5qq64VqFBEX&#10;hBUWL+DroTm21eakNlnb/fdmQdjHYWa+YRarxhTiSZXLLSsY9CMQxInVOacKzqfP3gyE88gaC8uk&#10;4JccrJbt1gJjbWs+0PPoUxEg7GJUkHlfxlK6JCODrm9L4uBdbWXQB1mlUldYB7gp5DCKJtJgzmEh&#10;w5I2GSX3449RUO83t+9y9kgu19P2sRsfpkO//1Kq22nWcxCeGv8ffrd3WsFo/AF/Z8IRkMs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/uda7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355" o:spid="_x0000_s1333" style="position:absolute;left:12196;top:21428;width:5530;height:915" coordorigin="12196,2142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  <v:oval id="Oval 356" o:spid="_x0000_s1334" style="position:absolute;left:12196;top:21428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1B2cYA&#10;AADcAAAADwAAAGRycy9kb3ducmV2LnhtbESPT2vCQBTE7wW/w/IEb3Wjpf6JriIBscVeGj14fGSf&#10;2WD2bchuNfrp3UKhx2FmfsMs152txZVaXzlWMBomIIgLpysuFRwP29cZCB+QNdaOScGdPKxXvZcl&#10;ptrd+JuueShFhLBPUYEJoUml9IUhi37oGuLonV1rMUTZllK3eItwW8txkkykxYrjgsGGMkPFJf+x&#10;Cvbzx2du5HSXzbPt+KS/9oednio16HebBYhAXfgP/7U/tIK39wn8nolH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1B2c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357" o:spid="_x0000_s1335" type="#_x0000_t32" style="position:absolute;left:13154;top:2186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r2cYAAADcAAAADwAAAGRycy9kb3ducmV2LnhtbESP3WrCQBSE7wXfYTmCd7qpJVViVhGx&#10;IDRQ1EJvD9mTH5s9G7OrSd++Wyj0cpiZb5h0O5hGPKhztWUFT/MIBHFudc2lgo/L62wFwnlkjY1l&#10;UvBNDrab8SjFRNueT/Q4+1IECLsEFVTet4mULq/IoJvbljh4he0M+iC7UuoO+wA3jVxE0Ys0WHNY&#10;qLClfUX51/luFPTZ/vrerm75Z3E53I7xabnw2ZtS08mwW4PwNPj/8F/7qBU8x0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8869n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358" o:spid="_x0000_s1336" style="position:absolute;left:12196;top:22655;width:5530;height:914" coordorigin="12196,22655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  <v:oval id="Oval 359" o:spid="_x0000_s1337" style="position:absolute;left:12196;top:22655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Vq8YA&#10;AADcAAAADwAAAGRycy9kb3ducmV2LnhtbESPQWvCQBSE70L/w/IKvdVNLVUTXUUCYotejB48PrLP&#10;bGj2bciumvbXd4WCx2FmvmHmy9424kqdrx0reBsmIIhLp2uuFBwP69cpCB+QNTaOScEPeVgungZz&#10;zLS78Z6uRahEhLDPUIEJoc2k9KUhi37oWuLonV1nMUTZVVJ3eItw28hRkoylxZrjgsGWckPld3Gx&#10;Crbp71dh5GSTp/l6dNK77WGjJ0q9PPerGYhAfXiE/9ufWsH7Rwr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LVq8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360" o:spid="_x0000_s1338" type="#_x0000_t32" style="position:absolute;left:13154;top:2309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m5EMMAAADcAAAADwAAAGRycy9kb3ducmV2LnhtbERPy2rCQBTdF/oPwy10VydaGiU6SpEW&#10;Ag2ID3B7yVyTaOZOkpma+PfOQnB5OO/FajC1uFLnKssKxqMIBHFudcWFgsP+92MGwnlkjbVlUnAj&#10;B6vl68sCE2173tJ15wsRQtglqKD0vkmkdHlJBt3INsSBO9nOoA+wK6TusA/hppaTKIqlwYpDQ4kN&#10;rUvKL7t/o6DP1udNM2vz42n/06Zf2+nEZ39Kvb8N33MQngb/FD/cqVbwGYf54Uw4An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5uRDDAAAA3AAAAA8AAAAAAAAAAAAA&#10;AAAAoQIAAGRycy9kb3ducmV2LnhtbFBLBQYAAAAABAAEAPkAAACRAwAAAAA=&#10;" strokecolor="red" strokeweight=".25pt">
                        <v:stroke endarrow="block" joinstyle="miter"/>
                      </v:shape>
                    </v:group>
                  </v:group>
                  <v:group id="Group 361" o:spid="_x0000_s1339" style="position:absolute;left:14646;top:23323;width:3674;height:613;rotation:90" coordorigin="14646,23323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X4pbsUAAADcAAAADwAAAGRycy9kb3ducmV2LnhtbESPzWrDMBCE74W+g9hC&#10;LiWRnUJInSghbTD0mj+a42JtLVNr5UhK7L59FSj0OMzMN8xyPdhW3MiHxrGCfJKBIK6cbrhWcDyU&#10;4zmIEJE1to5JwQ8FWK8eH5ZYaNfzjm77WIsE4VCgAhNjV0gZKkMWw8R1xMn7ct5iTNLXUnvsE9y2&#10;cpplM2mx4bRgsKN3Q9X3/moV8OU0Ly/t53N5rny+eetfzfYclRo9DZsFiEhD/A//tT+0gpdZD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1+KW7FAAAA3AAA&#10;AA8AAAAAAAAAAAAAAAAAqgIAAGRycy9kb3ducmV2LnhtbFBLBQYAAAAABAAEAPoAAACcAwAAAAA=&#10;">
                    <v:oval id="Oval 362" o:spid="_x0000_s1340" style="position:absolute;left:14646;top:23323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qNZ8YA&#10;AADcAAAADwAAAGRycy9kb3ducmV2LnhtbESPT2vCQBTE7wW/w/IEb3VjCv6JriIB0WIvRg8eH9nX&#10;bGj2bchuNfrpu4VCj8PM/IZZbXrbiBt1vnasYDJOQBCXTtdcKbicd69zED4ga2wck4IHedisBy8r&#10;zLS784luRahEhLDPUIEJoc2k9KUhi37sWuLofbrOYoiyq6Tu8B7htpFpkkylxZrjgsGWckPlV/Ft&#10;FRwXz/fCyNk+X+S79Ko/jue9nik1GvbbJYhAffgP/7UPWsHb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qNZ8YAAADcAAAADwAAAAAAAAAAAAAAAACYAgAAZHJz&#10;L2Rvd25yZXYueG1sUEsFBgAAAAAEAAQA9QAAAIsDAAAAAA==&#10;" fillcolor="#f4b083 [1941]" strokecolor="red" strokeweight="1pt">
                      <v:stroke joinstyle="miter"/>
                    </v:oval>
                    <v:shape id="Straight Arrow Connector 363" o:spid="_x0000_s1341" type="#_x0000_t32" style="position:absolute;left:15282;top:23609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snZ8UAAADcAAAADwAAAGRycy9kb3ducmV2LnhtbESPQYvCMBSE78L+h/AWvGmqsirVKIus&#10;ICiIVfD6aJ5ttXmpTbTdf79ZEDwOM/MNM1+2phRPql1hWcGgH4EgTq0uOFNwOq57UxDOI2ssLZOC&#10;X3KwXHx05hhr2/CBnonPRICwi1FB7n0VS+nSnAy6vq2Ig3extUEfZJ1JXWMT4KaUwygaS4MFh4Uc&#10;K1rllN6Sh1HQ7FbXfTW9p+fL8ee++TpMhn63Var72X7PQHhq/Tv8am+0gtF4BP9nw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snZ8UAAADcAAAADwAAAAAAAAAA&#10;AAAAAAChAgAAZHJzL2Rvd25yZXYueG1sUEsFBgAAAAAEAAQA+QAAAJMDAAAAAA==&#10;" strokecolor="red" strokeweight=".25pt">
                      <v:stroke endarrow="block" joinstyle="miter"/>
                    </v:shape>
                  </v:group>
                  <v:group id="Group 364" o:spid="_x0000_s1342" style="position:absolute;left:16648;top:22488;width:3673;height:614;rotation:90" coordorigin="16648,22488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QmK9sUAAADcAAAADwAAAGRycy9kb3ducmV2LnhtbESPQWsCMRSE74L/ITzB&#10;i9SstojdGkUtC161LfX42Lxulm5e1iR1t//eCIUeh5n5hlltetuIK/lQO1Ywm2YgiEuna64UvL8V&#10;D0sQISJrbByTgl8KsFkPByvMtev4SNdTrESCcMhRgYmxzaUMpSGLYepa4uR9OW8xJukrqT12CW4b&#10;Oc+yhbRYc1ow2NLeUPl9+rEK+PKxLC7N56Q4l3623XXP5vUclRqP+u0LiEh9/A//tQ9awePiC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JivbFAAAA3AAA&#10;AA8AAAAAAAAAAAAAAAAAqgIAAGRycy9kb3ducmV2LnhtbFBLBQYAAAAABAAEAPoAAACcAwAAAAA=&#10;">
                    <v:oval id="Oval 365" o:spid="_x0000_s1343" style="position:absolute;left:16648;top:22488;width:608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VE8YA&#10;AADcAAAADwAAAGRycy9kb3ducmV2LnhtbESPT2vCQBTE7wW/w/IEb3Wjpf6JriIBscVeGj14fGSf&#10;2WD2bchuNfrp3UKhx2FmfsMs152txZVaXzlWMBomIIgLpysuFRwP29cZCB+QNdaOScGdPKxXvZcl&#10;ptrd+JuueShFhLBPUYEJoUml9IUhi37oGuLonV1rMUTZllK3eItwW8txkkykxYrjgsGGMkPFJf+x&#10;Cvbzx2du5HSXzbPt+KS/9oednio16HebBYhAXfgP/7U/tIK3yTv8nolH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VE8YAAADcAAAADwAAAAAAAAAAAAAAAACYAgAAZHJz&#10;L2Rvd25yZXYueG1sUEsFBgAAAAAEAAQA9QAAAIsDAAAAAA==&#10;" fillcolor="#f4b083 [1941]" strokecolor="red" strokeweight="1pt">
                      <v:stroke joinstyle="miter"/>
                    </v:oval>
                    <v:shape id="Straight Arrow Connector 366" o:spid="_x0000_s1344" type="#_x0000_t32" style="position:absolute;left:17285;top:22774;width:30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yE/8UAAADcAAAADwAAAGRycy9kb3ducmV2LnhtbESP3YrCMBSE7wXfIRzBO01VrNI1isgu&#10;CCuIP7C3h+bYdrc5qU3W1rc3guDlMDPfMItVa0pxo9oVlhWMhhEI4tTqgjMF59PXYA7CeWSNpWVS&#10;cCcHq2W3s8BE24YPdDv6TAQIuwQV5N5XiZQuzcmgG9qKOHgXWxv0QdaZ1DU2AW5KOY6iWBosOCzk&#10;WNEmp/Tv+G8UNLvN776aX9Ofy+nzup0eZmO/+1aq32vXHyA8tf4dfrW3WsEkjuF5JhwBu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yE/8UAAADcAAAADwAAAAAAAAAA&#10;AAAAAAChAgAAZHJzL2Rvd25yZXYueG1sUEsFBgAAAAAEAAQA+QAAAJMDAAAAAA==&#10;" strokecolor="red" strokeweight=".25pt">
                      <v:stroke endarrow="block" joinstyle="miter"/>
                    </v:shape>
                  </v:group>
                  <v:group id="Group 367" o:spid="_x0000_s1345" style="position:absolute;left:12332;top:23303;width:3900;height:613;rotation:90" coordorigin="12332,23303" coordsize="3899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sUgcUAAADcAAAADwAAAGRycy9kb3ducmV2LnhtbESPT2sCMRTE7wW/Q3iF&#10;XopmteCfrVHUstCrVtHjY/O6Wbp5WZPU3X77piD0OMzMb5jlureNuJEPtWMF41EGgrh0uuZKwfGj&#10;GM5BhIissXFMCn4owHo1eFhirl3He7odYiUShEOOCkyMbS5lKA1ZDCPXEifv03mLMUlfSe2xS3Db&#10;yEmWTaXFmtOCwZZ2hsqvw7dVwNfTvLg25+fiUvrxZtstzNslKvX02G9eQUTq43/43n7XCl6mM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3bFIHFAAAA3AAA&#10;AA8AAAAAAAAAAAAAAAAAqgIAAGRycy9kb3ducmV2LnhtbFBLBQYAAAAABAAEAPoAAACcAwAAAAA=&#10;">
                    <v:oval id="Oval 368" o:spid="_x0000_s1346" style="position:absolute;left:12332;top:23303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6jcIA&#10;AADcAAAADwAAAGRycy9kb3ducmV2LnhtbERPy4rCMBTdC/MP4Q6403QUfFSjDAVR0Y11FrO8NNem&#10;THNTmoxWv94sBJeH816uO1uLK7W+cqzga5iAIC6crrhU8HPeDGYgfEDWWDsmBXfysF599JaYanfj&#10;E13zUIoYwj5FBSaEJpXSF4Ys+qFriCN3ca3FEGFbSt3iLYbbWo6SZCItVhwbDDaUGSr+8n+r4DB/&#10;7HMjp9tsnm1Gv/p4OG/1VKn+Z/e9ABGoC2/xy73TCsaTuDae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rqNwgAAANwAAAAPAAAAAAAAAAAAAAAAAJgCAABkcnMvZG93&#10;bnJldi54bWxQSwUGAAAAAAQABAD1AAAAhwMAAAAA&#10;" fillcolor="#f4b083 [1941]" strokecolor="red" strokeweight="1pt">
                      <v:stroke joinstyle="miter"/>
                    </v:oval>
                    <v:shape id="Straight Arrow Connector 369" o:spid="_x0000_s1347" type="#_x0000_t32" style="position:absolute;left:13194;top:23699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MQjcYAAADcAAAADwAAAGRycy9kb3ducmV2LnhtbESPQWvCQBSE7wX/w/KE3upGS61GN0GC&#10;BaFCUQteH9lnEs2+jdltkv77bqHQ4zAz3zDrdDC16Kh1lWUF00kEgji3uuJCwefp7WkBwnlkjbVl&#10;UvBNDtJk9LDGWNueD9QdfSEChF2MCkrvm1hKl5dk0E1sQxy8i20N+iDbQuoW+wA3tZxF0VwarDgs&#10;lNhQVlJ+O34ZBf0+u340i3t+vpy2993L4XXm9+9KPY6HzQqEp8H/h//aO63geb6E3zPhCMjk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DEI3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  <v:group id="Group 370" o:spid="_x0000_s1348" style="position:absolute;left:9804;top:22511;width:3673;height:613;rotation:90" coordorigin="9804,22511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+saKMIAAADcAAAADwAAAGRycy9kb3ducmV2LnhtbERPz2vCMBS+C/sfwhvs&#10;IjN1wlY7o7hJwet0Q4+P5q0pa15qktn635uD4PHj+71YDbYVZ/KhcaxgOslAEFdON1wr+N6XzzmI&#10;EJE1to5JwYUCrJYPowUW2vX8ReddrEUK4VCgAhNjV0gZKkMWw8R1xIn7dd5iTNDXUnvsU7ht5UuW&#10;vUqLDacGgx19Gqr+dv9WAZ9+8vLUHsblsfLT9Uc/N5tjVOrpcVi/g4g0xLv45t5qBbO3ND+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frGijCAAAA3AAAAA8A&#10;AAAAAAAAAAAAAAAAqgIAAGRycy9kb3ducmV2LnhtbFBLBQYAAAAABAAEAPoAAACZAwAAAAA=&#10;">
                    <v:oval id="Oval 371" o:spid="_x0000_s1349" style="position:absolute;left:9804;top:22511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GFzcUA&#10;AADcAAAADwAAAGRycy9kb3ducmV2LnhtbESPQWvCQBSE7wX/w/IEb3WjgtHoKhIQW+zF6MHjI/ua&#10;Dc2+DdlV0/56t1DocZiZb5j1treNuFPna8cKJuMEBHHpdM2Vgst5/7oA4QOyxsYxKfgmD9vN4GWN&#10;mXYPPtG9CJWIEPYZKjAhtJmUvjRk0Y9dSxy9T9dZDFF2ldQdPiLcNnKaJHNpsea4YLCl3FD5Vdys&#10;guPy570wMj3ky3w/veqP4/mgU6VGw363AhGoD//hv/abVjBLJ/B7Jh4Bu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8YXN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372" o:spid="_x0000_s1350" type="#_x0000_t32" style="position:absolute;left:10440;top:22796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4UIcYAAADcAAAADwAAAGRycy9kb3ducmV2LnhtbESPQWvCQBSE74L/YXmCN90YaZXUVURa&#10;CFQoJoVeH9lnkjb7Nma3SfrvuwWhx2FmvmF2h9E0oqfO1ZYVrJYRCOLC6ppLBe/5y2ILwnlkjY1l&#10;UvBDDg776WSHibYDX6jPfCkChF2CCirv20RKV1Rk0C1tSxy8q+0M+iC7UuoOhwA3jYyj6FEarDks&#10;VNjSqaLiK/s2Cobz6fOt3d6Kj2v+fEsfLpvYn1+Vms/G4xMIT6P/D9/bqVaw3sTwdyYcAb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+FCH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</v:group>
                <v:group id="Group 373" o:spid="_x0000_s1351" style="position:absolute;left:19533;top:13662;width:5760;height:5544" coordorigin="19533,13662" coordsize="11768,11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group id="Group 374" o:spid="_x0000_s1352" style="position:absolute;left:19533;top:13662;width:11769;height:6858" coordorigin="19533,13662" coordsize="17208,10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  <v:group id="Group 375" o:spid="_x0000_s1353" style="position:absolute;left:22197;top:15304;width:5530;height:915" coordorigin="22197,1530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    <v:oval id="Oval 376" o:spid="_x0000_s1354" style="position:absolute;left:22197;top:15304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ducUA&#10;AADcAAAADwAAAGRycy9kb3ducmV2LnhtbESPQWvCQBSE7wX/w/IKvdVNFYymriIBsWIvRg89PrLP&#10;bDD7NmRXTfvrXUHocZiZb5j5sreNuFLna8cKPoYJCOLS6ZorBcfD+n0KwgdkjY1jUvBLHpaLwcsc&#10;M+1uvKdrESoRIewzVGBCaDMpfWnIoh+6ljh6J9dZDFF2ldQd3iLcNnKUJBNpsea4YLCl3FB5Li5W&#10;wW72ty2MTDf5LF+PfvT37rDRqVJvr/3qE0SgPvyHn+0vrWCcT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GB25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377" o:spid="_x0000_s1355" type="#_x0000_t32" style="position:absolute;left:23155;top:1574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m3ucYAAADcAAAADwAAAGRycy9kb3ducmV2LnhtbESPQWvCQBSE74X+h+UVequbWmokukoR&#10;hUADoha8PrLPJJp9m2S3SfrvuwWhx2FmvmGW69HUoqfOVZYVvE4iEMS51RUXCr5Ou5c5COeRNdaW&#10;ScEPOVivHh+WmGg78IH6oy9EgLBLUEHpfZNI6fKSDLqJbYiDd7GdQR9kV0jd4RDgppbTKJpJgxWH&#10;hRIb2pSU347fRsGQba77Zt7m58tp26bvh3jqs0+lnp/GjwUIT6P/D9/bqVbwFsfwdyYc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Jt7n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oval id="Oval 378" o:spid="_x0000_s1356" style="position:absolute;left:19533;top:13662;width:17208;height:10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Oll8IA&#10;AADcAAAADwAAAGRycy9kb3ducmV2LnhtbERPXWvCMBR9F/YfwhX2pqkTptSmomMDGZvMKvh6ba5N&#10;Z3NTmky7f788CHs8nO9s2dtGXKnztWMFk3ECgrh0uuZKwWH/NpqD8AFZY+OYFPySh2X+MMgw1e7G&#10;O7oWoRIxhH2KCkwIbSqlLw1Z9GPXEkfu7DqLIcKukrrDWwy3jXxKkmdpsebYYLClF0PlpfixCl6/&#10;DQb7dfw4zvX7ZrL+nFbbEyv1OOxXCxCB+vAvvrs3WsF0FtfGM/EI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I6WXwgAAANwAAAAPAAAAAAAAAAAAAAAAAJgCAABkcnMvZG93&#10;bnJldi54bWxQSwUGAAAAAAQABAD1AAAAhwMAAAAA&#10;" filled="f" strokecolor="#c45911 [2405]" strokeweight="1pt">
                      <v:stroke joinstyle="miter"/>
                    </v:oval>
                    <v:group id="Group 379" o:spid="_x0000_s1357" style="position:absolute;left:22174;top:16627;width:5530;height:914" coordorigin="22174,1662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    <v:oval id="Oval 380" o:spid="_x0000_s1358" style="position:absolute;left:22174;top:16627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hQccIA&#10;AADcAAAADwAAAGRycy9kb3ducmV2LnhtbERPy4rCMBTdD8w/hDswuzEdBR/VKENBHNGN1YXLS3Nt&#10;is1NaaJWv94sBJeH854tOluLK7W+cqzgt5eAIC6crrhUcNgvf8YgfEDWWDsmBXfysJh/fsww1e7G&#10;O7rmoRQxhH2KCkwITSqlLwxZ9D3XEEfu5FqLIcK2lLrFWwy3tewnyVBarDg2GGwoM1Sc84tVsJk8&#10;1rmRo1U2yZb9o95u9is9Uur7q/ubggjUhbf45f7XCgbj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FBxwgAAANwAAAAPAAAAAAAAAAAAAAAAAJgCAABkcnMvZG93&#10;bnJldi54bWxQSwUGAAAAAAQABAD1AAAAhwMAAAAA&#10;" fillcolor="#f4b083 [1941]" strokecolor="red" strokeweight="1pt">
                        <v:stroke joinstyle="miter"/>
                      </v:oval>
                      <v:shape id="Straight Arrow Connector 387" o:spid="_x0000_s1359" type="#_x0000_t32" style="position:absolute;left:23132;top:1706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zHnsUAAADcAAAADwAAAGRycy9kb3ducmV2LnhtbESP3YrCMBSE7xf2HcJZ2Ls1XRe1VKMs&#10;oiAoiD/g7aE5ttXmpDbR1rc3guDlMDPfMKNJa0pxo9oVlhX8diIQxKnVBWcK9rv5TwzCeWSNpWVS&#10;cCcHk/HnxwgTbRve0G3rMxEg7BJUkHtfJVK6NCeDrmMr4uAdbW3QB1lnUtfYBLgpZTeK+tJgwWEh&#10;x4qmOaXn7dUoaFbT07qKL+nhuJtdFr3NoOtXS6W+v9r/IQhPrX+HX+2FVvAXD+B5JhwBO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VzHn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388" o:spid="_x0000_s1360" style="position:absolute;left:22174;top:17853;width:5530;height:915" coordorigin="22174,17853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<v:oval id="Oval 389" o:spid="_x0000_s1361" style="position:absolute;left:22174;top:17853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L57MUA&#10;AADcAAAADwAAAGRycy9kb3ducmV2LnhtbESPQWvCQBSE7wX/w/IKvdVNLahJXUUCYkUvRg89PrLP&#10;bDD7NmS3mvbXu4LgcZiZb5jZoreNuFDna8cKPoYJCOLS6ZorBcfD6n0KwgdkjY1jUvBHHhbzwcsM&#10;M+2uvKdLESoRIewzVGBCaDMpfWnIoh+6ljh6J9dZDFF2ldQdXiPcNnKUJGNpsea4YLCl3FB5Ln6t&#10;gm36vymMnKzzNF+NfvRue1jriVJvr/3yC0SgPjzDj/a3VvA5Te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vns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390" o:spid="_x0000_s1362" type="#_x0000_t32" style="position:absolute;left:23132;top:18292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zJN8QAAADcAAAADwAAAGRycy9kb3ducmV2LnhtbERPTWvCQBC9C/6HZYTedFNLrU1dRcRC&#10;QKEkKfQ6ZMckbXY2ZrdJ+u/dg9Dj431vdqNpRE+dqy0reFxEIIgLq2suFXzm7/M1COeRNTaWScEf&#10;Odhtp5MNxtoOnFKf+VKEEHYxKqi8b2MpXVGRQbewLXHgLrYz6APsSqk7HEK4aeQyilbSYM2hocKW&#10;DhUVP9mvUTCcD98f7fpafF3y4zV5Tl+W/nxS6mE27t9AeBr9v/juTrSCp9cwP5wJR0B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bMk3xAAAANwAAAAPAAAAAAAAAAAA&#10;AAAAAKECAABkcnMvZG93bnJldi54bWxQSwUGAAAAAAQABAD5AAAAkgMAAAAA&#10;" strokecolor="red" strokeweight=".25pt">
                        <v:stroke endarrow="block" joinstyle="miter"/>
                      </v:shape>
                    </v:group>
                    <v:group id="Group 391" o:spid="_x0000_s1363" style="position:absolute;left:28446;top:15286;width:5530;height:914" coordorigin="28446,1528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    <v:oval id="Oval 392" o:spid="_x0000_s1364" style="position:absolute;left:28446;top:15286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/9QMYA&#10;AADcAAAADwAAAGRycy9kb3ducmV2LnhtbESPQWvCQBSE7wX/w/KE3nTTFGoTXUUCokUvTXro8ZF9&#10;ZkOzb0N21dhf3y0Uehxm5htmtRltJ640+Naxgqd5AoK4drrlRsFHtZu9gvABWWPnmBTcycNmPXlY&#10;Ya7djd/pWoZGRAj7HBWYEPpcSl8bsujnrieO3tkNFkOUQyP1gLcIt51Mk+RFWmw5LhjsqTBUf5UX&#10;q+CYfb+VRi72RVbs0k99OlZ7vVDqcTpulyACjeE//Nc+aAXPWQq/Z+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/9QM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393" o:spid="_x0000_s1365" type="#_x0000_t32" style="position:absolute;left:29404;top:15724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5XQMcAAADcAAAADwAAAGRycy9kb3ducmV2LnhtbESP3WrCQBSE7wt9h+UUelc3NbRqdBMk&#10;WBAUij/g7SF7TGKzZ2N2a+LbdwuFXg4z8w2zyAbTiBt1rras4HUUgSAurK65VHA8fLxMQTiPrLGx&#10;TAru5CBLHx8WmGjb845ue1+KAGGXoILK+zaR0hUVGXQj2xIH72w7gz7IrpS6wz7ATSPHUfQuDdYc&#10;FipsKa+o+Np/GwX9Nr98ttNrcTofVtf1224y9tuNUs9Pw3IOwtPg/8N/7bVWEM9i+D0TjoB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vldAxwAAANwAAAAPAAAAAAAA&#10;AAAAAAAAAKECAABkcnMvZG93bnJldi54bWxQSwUGAAAAAAQABAD5AAAAlQMAAAAA&#10;" strokecolor="red" strokeweight=".25pt">
                        <v:stroke endarrow="block" joinstyle="miter"/>
                      </v:shape>
                    </v:group>
                    <v:group id="Group 394" o:spid="_x0000_s1366" style="position:absolute;left:28423;top:16608;width:5530;height:914" coordorigin="28423,1660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  <v:oval id="Oval 395" o:spid="_x0000_s1367" style="position:absolute;left:28423;top:16608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lNMYA&#10;AADcAAAADwAAAGRycy9kb3ducmV2LnhtbESPQWvCQBSE70L/w/IKvdVNLVUTXUUCYotejB48PrLP&#10;bGj2bciumvbXd4WCx2FmvmHmy9424kqdrx0reBsmIIhLp2uuFBwP69cpCB+QNTaOScEPeVgungZz&#10;zLS78Z6uRahEhLDPUIEJoc2k9KUhi37oWuLonV1nMUTZVVJ3eItw28hRkoylxZrjgsGWckPld3Gx&#10;Crbp71dh5GSTp/l6dNK77WGjJ0q9PPerGYhAfXiE/9ufWsF7+gH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ZlNM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396" o:spid="_x0000_s1368" type="#_x0000_t32" style="position:absolute;left:29381;top:1704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n02MYAAADcAAAADwAAAGRycy9kb3ducmV2LnhtbESPQWvCQBSE7wX/w/KE3upGS61GN0GC&#10;BaFCUQteH9lnEs2+jdltkv77bqHQ4zAz3zDrdDC16Kh1lWUF00kEgji3uuJCwefp7WkBwnlkjbVl&#10;UvBNDtJk9LDGWNueD9QdfSEChF2MCkrvm1hKl5dk0E1sQxy8i20N+iDbQuoW+wA3tZxF0VwarDgs&#10;lNhQVlJ+O34ZBf0+u340i3t+vpy2993L4XXm9+9KPY6HzQqEp8H/h//aO63geTmH3zPhCMjk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J9Nj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397" o:spid="_x0000_s1369" style="position:absolute;left:28423;top:17834;width:5530;height:915" coordorigin="28423,1783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    <v:oval id="Oval 398" o:spid="_x0000_s1370" style="position:absolute;left:28423;top:17834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KqsMA&#10;AADcAAAADwAAAGRycy9kb3ducmV2LnhtbERPz2vCMBS+D/wfwhN2m6kOdO1MixTEibtYd9jx0Tyb&#10;YvNSmkyrf/1yGOz48f1eF6PtxJUG3zpWMJ8lIIhrp1tuFHydti9vIHxA1tg5JgV38lDkk6c1Ztrd&#10;+EjXKjQihrDPUIEJoc+k9LUhi37meuLInd1gMUQ4NFIPeIvhtpOLJFlKiy3HBoM9lYbqS/VjFRzS&#10;x74ycrUr03K7+Nafh9NOr5R6no6bdxCBxvAv/nN/aAWvaVwbz8Qj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fKqs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399" o:spid="_x0000_s1371" type="#_x0000_t32" style="position:absolute;left:29381;top:1827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ZgqsUAAADcAAAADwAAAGRycy9kb3ducmV2LnhtbESP3YrCMBSE7wXfIRzBO0112VWrUUR2&#10;QVAQf8DbQ3Nsq81JbaKtb79ZWPBymJlvmNmiMYV4UuVyywoG/QgEcWJ1zqmC0/GnNwbhPLLGwjIp&#10;eJGDxbzdmmGsbc17eh58KgKEXYwKMu/LWEqXZGTQ9W1JHLyLrQz6IKtU6grrADeFHEbRlzSYc1jI&#10;sKRVRsnt8DAK6u3quivH9+R8OX7f15/70dBvN0p1O81yCsJT49/h//ZaK/iYTODvTDgC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Zgq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400" o:spid="_x0000_s1372" style="position:absolute;left:28446;top:19172;width:5530;height:914" coordorigin="28446,1917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    <v:oval id="Oval 401" o:spid="_x0000_s1373" style="position:absolute;left:28446;top:19172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071cUA&#10;AADcAAAADwAAAGRycy9kb3ducmV2LnhtbESPT4vCMBTE74LfITzB25oq4p+uUaQg7uJerB72+Gie&#10;TbF5KU3U7n56s7DgcZiZ3zCrTWdrcafWV44VjEcJCOLC6YpLBefT7m0BwgdkjbVjUvBDHjbrfm+F&#10;qXYPPtI9D6WIEPYpKjAhNKmUvjBk0Y9cQxy9i2sthijbUuoWHxFuazlJkpm0WHFcMNhQZqi45jer&#10;4LD8/cyNnO+zZbabfOuvw2mv50oNB932HUSgLrzC/+0PrWCajOHvTD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TvV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402" o:spid="_x0000_s1374" type="#_x0000_t32" style="position:absolute;left:29404;top:19610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KqOcUAAADcAAAADwAAAGRycy9kb3ducmV2LnhtbESP3YrCMBSE7xd8h3AE79bUsrtKNYqI&#10;C8IK4g94e2iObbU5qU209e2NsODlMDPfMJNZa0pxp9oVlhUM+hEI4tTqgjMFh/3v5wiE88gaS8uk&#10;4EEOZtPOxwQTbRve0n3nMxEg7BJUkHtfJVK6NCeDrm8r4uCdbG3QB1lnUtfYBLgpZRxFP9JgwWEh&#10;x4oWOaWX3c0oaNaL86YaXdPjab+8rr63w9iv/5Tqddv5GISn1r/D/+2VVvAVxfA6E46An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FKqOc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403" o:spid="_x0000_s1375" style="position:absolute;left:28423;top:20494;width:5530;height:914" coordorigin="28423,2049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    <v:oval id="Oval 404" o:spid="_x0000_s1376" style="position:absolute;left:28423;top:20494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YTcUA&#10;AADcAAAADwAAAGRycy9kb3ducmV2LnhtbESPT4vCMBTE7wt+h/CEva2pIv6pRpGC6OJerB48Pppn&#10;U2xeSpPVup/eLCzscZiZ3zDLdWdrcafWV44VDAcJCOLC6YpLBefT9mMGwgdkjbVjUvAkD+tV722J&#10;qXYPPtI9D6WIEPYpKjAhNKmUvjBk0Q9cQxy9q2sthijbUuoWHxFuazlKkom0WHFcMNhQZqi45d9W&#10;wWH+85kbOd1l82w7uuivw2mnp0q997vNAkSgLvyH/9p7rWCcjOH3TDwCcvU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KphN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405" o:spid="_x0000_s1377" type="#_x0000_t32" style="position:absolute;left:29381;top:2093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syTcYAAADcAAAADwAAAGRycy9kb3ducmV2LnhtbESP3WrCQBSE7wu+w3IK3tVNxVSJriLS&#10;gtBA8Qe8PWSPSTR7Nsluk/Ttu4WCl8PMfMOsNoOpREetKy0reJ1EIIgzq0vOFZxPHy8LEM4ja6ws&#10;k4IfcrBZj55WmGjb84G6o89FgLBLUEHhfZ1I6bKCDLqJrYmDd7WtQR9km0vdYh/gppLTKHqTBksO&#10;CwXWtCsoux+/jYI+3d2+6kWTXa6n92YfH+ZTn34qNX4etksQngb/CP+391rBLIrh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7Mk3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406" o:spid="_x0000_s1378" style="position:absolute;left:28423;top:21721;width:5530;height:914" coordorigin="28423,21721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    <v:oval id="Oval 407" o:spid="_x0000_s1379" style="position:absolute;left:28423;top:21721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GOsUA&#10;AADcAAAADwAAAGRycy9kb3ducmV2LnhtbESPQWvCQBSE74L/YXlCb7pRiqmpq5SAaNFLYw89PrKv&#10;2WD2bchuNfbXu4LgcZiZb5jlureNOFPna8cKppMEBHHpdM2Vgu/jZvwGwgdkjY1jUnAlD+vVcLDE&#10;TLsLf9G5CJWIEPYZKjAhtJmUvjRk0U9cSxy9X9dZDFF2ldQdXiLcNnKWJHNpsea4YLCl3FB5Kv6s&#10;gv3i/7MwMt3mi3wz+9GH/XGrU6VeRv3HO4hAfXiGH+2dVvCapHA/E4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AY6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408" o:spid="_x0000_s1380" type="#_x0000_t32" style="position:absolute;left:29381;top:22159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qd08IAAADcAAAADwAAAGRycy9kb3ducmV2LnhtbERPy4rCMBTdC/MP4Qqz01QZHamNMoiC&#10;MIKoA24vze1Dm5vaZGz9e7MQXB7OO1l2phJ3alxpWcFoGIEgTq0uOVfwd9oMZiCcR9ZYWSYFD3Kw&#10;XHz0Eoy1bflA96PPRQhhF6OCwvs6ltKlBRl0Q1sTBy6zjUEfYJNL3WAbwk0lx1E0lQZLDg0F1rQq&#10;KL0e/42Cdre67OvZLT1np/VtOzl8j/3uV6nPfvczB+Gp82/xy73VCr6isDacCUd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qd08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441" o:spid="_x0000_s1381" style="position:absolute;left:22282;top:19352;width:5530;height:915" coordorigin="22282,1935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  <v:oval id="Oval 442" o:spid="_x0000_s1382" style="position:absolute;left:22282;top:19352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UcYsYA&#10;AADcAAAADwAAAGRycy9kb3ducmV2LnhtbESPT2vCQBTE74LfYXlCb3VjEP+kriIB0WIvRg89PrKv&#10;2dDs25DdauyndwsFj8PM/IZZbXrbiCt1vnasYDJOQBCXTtdcKbicd68LED4ga2wck4I7edish4MV&#10;Ztrd+ETXIlQiQthnqMCE0GZS+tKQRT92LXH0vlxnMUTZVVJ3eItw28g0SWbSYs1xwWBLuaHyu/ix&#10;Co7L3/fCyPk+X+a79FN/HM97PVfqZdRv30AE6sMz/N8+aAXTaQp/Z+IR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UcYs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443" o:spid="_x0000_s1383" type="#_x0000_t32" style="position:absolute;left:23240;top:19791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S2YsYAAADcAAAADwAAAGRycy9kb3ducmV2LnhtbESPQWvCQBSE7wX/w/KE3upGa1Wiq4hY&#10;CFQoJoVeH9lnEs2+jdltkv77bqHQ4zAz3zCb3WBq0VHrKssKppMIBHFudcWFgo/s9WkFwnlkjbVl&#10;UvBNDnbb0cMGY217PlOX+kIECLsYFZTeN7GULi/JoJvYhjh4F9sa9EG2hdQt9gFuajmLooU0WHFY&#10;KLGhQ0n5Lf0yCvrT4frerO755yU73pOX83LmT29KPY6H/RqEp8H/h//aiVYwnz/D75lwBOT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0tmL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444" o:spid="_x0000_s1384" style="position:absolute;left:22259;top:20675;width:5530;height:914" coordorigin="22259,20675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    <v:oval id="Oval 445" o:spid="_x0000_s1385" style="position:absolute;left:22259;top:20675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EFsUA&#10;AADcAAAADwAAAGRycy9kb3ducmV2LnhtbESPQWvCQBSE74L/YXlCb7pRbK3RVSQgVvRi7MHjI/ua&#10;Dc2+Ddmtpv31bkHwOMzMN8xy3dlaXKn1lWMF41ECgrhwuuJSwed5O3wH4QOyxtoxKfglD+tVv7fE&#10;VLsbn+iah1JECPsUFZgQmlRKXxiy6EeuIY7el2sthijbUuoWbxFuazlJkjdpseK4YLChzFDxnf9Y&#10;BYf53z43crbL5tl2ctHHw3mnZ0q9DLrNAkSgLjzDj/aHVjCdvsL/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IQW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446" o:spid="_x0000_s1386" type="#_x0000_t32" style="position:absolute;left:23217;top:2111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MV+sUAAADcAAAADwAAAGRycy9kb3ducmV2LnhtbESPQYvCMBSE78L+h/AWvGmquCrVKIus&#10;ICiIVfD6aJ5ttXmpTbTdf79ZEDwOM/MNM1+2phRPql1hWcGgH4EgTq0uOFNwOq57UxDOI2ssLZOC&#10;X3KwXHx05hhr2/CBnonPRICwi1FB7n0VS+nSnAy6vq2Ig3extUEfZJ1JXWMT4KaUwygaS4MFh4Uc&#10;K1rllN6Sh1HQ7FbXfTW9p+fL8ee++TpMhn63Var72X7PQHhq/Tv8am+0gtFoDP9nw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MV+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447" o:spid="_x0000_s1387" style="position:absolute;left:22259;top:21901;width:5530;height:914" coordorigin="22259,21901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    <v:oval id="Oval 480" o:spid="_x0000_s1388" style="position:absolute;left:22259;top:21901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dFMIA&#10;AADcAAAADwAAAGRycy9kb3ducmV2LnhtbERPy4rCMBTdD8w/hDswuzEdER/VKENBHNGN1YXLS3Nt&#10;is1NaaJWv94sBJeH854tOluLK7W+cqzgt5eAIC6crrhUcNgvf8YgfEDWWDsmBXfysJh/fsww1e7G&#10;O7rmoRQxhH2KCkwITSqlLwxZ9D3XEEfu5FqLIcK2lLrFWwy3tewnyVBarDg2GGwoM1Sc84tVsJk8&#10;1rmRo1U2yZb9o95u9is9Uur7q/ubggjUhbf45f7XCgbj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p0UwgAAANwAAAAPAAAAAAAAAAAAAAAAAJgCAABkcnMvZG93&#10;bnJldi54bWxQSwUGAAAAAAQABAD1AAAAhwMAAAAA&#10;" fillcolor="#f4b083 [1941]" strokecolor="red" strokeweight="1pt">
                        <v:stroke joinstyle="miter"/>
                      </v:oval>
                      <v:shape id="Straight Arrow Connector 481" o:spid="_x0000_s1389" type="#_x0000_t32" style="position:absolute;left:23217;top:22340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M3FMcAAADcAAAADwAAAGRycy9kb3ducmV2LnhtbESPS2vDMBCE74X8B7GB3mo5oW2MGyWE&#10;kEKghpIH9LpY60drrRxLtZ1/HxUKOQ4z8w2zXI+mET11rrasYBbFIIhzq2suFZxP708JCOeRNTaW&#10;ScGVHKxXk4clptoOfKD+6EsRIOxSVFB536ZSurwigy6yLXHwCtsZ9EF2pdQdDgFuGjmP41dpsOaw&#10;UGFL24ryn+OvUTBk2+/PNrnkX8Vpd9m/HBZzn30o9TgdN28gPI3+Hv5v77WC52QGf2fCEZ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UzcUxwAAANwAAAAPAAAAAAAA&#10;AAAAAAAAAKECAABkcnMvZG93bnJldi54bWxQSwUGAAAAAAQABAD5AAAAlQMAAAAA&#10;" strokecolor="red" strokeweight=".25pt">
                        <v:stroke endarrow="block" joinstyle="miter"/>
                      </v:shape>
                    </v:group>
                  </v:group>
                  <v:group id="Group 482" o:spid="_x0000_s1390" style="position:absolute;left:27224;top:22145;width:3673;height:613;rotation:90" coordorigin="27224,22145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QqchsQAAADcAAAADwAAAGRycy9kb3ducmV2LnhtbESPQWsCMRSE74X+h/AK&#10;XopmFSnb1Si2suC12lKPj81zs7h5WZPorv++KRR6HGbmG2a5HmwrbuRD41jBdJKBIK6cbrhW8Hko&#10;xzmIEJE1to5JwZ0CrFePD0sstOv5g277WIsE4VCgAhNjV0gZKkMWw8R1xMk7OW8xJulrqT32CW5b&#10;OcuyF2mx4bRgsKN3Q9V5f7UK+PKVl5f2+7k8Vn66eetfzfYYlRo9DZsFiEhD/A//tXdawTyfwe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QqchsQAAADcAAAA&#10;DwAAAAAAAAAAAAAAAACqAgAAZHJzL2Rvd25yZXYueG1sUEsFBgAAAAAEAAQA+gAAAJsDAAAAAA==&#10;">
                    <v:oval id="Oval 483" o:spid="_x0000_s1391" style="position:absolute;left:27224;top:22145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ADY8UA&#10;AADcAAAADwAAAGRycy9kb3ducmV2LnhtbESPQWvCQBSE7wX/w/IEb3WjLVWjq0hAbLEXowePj+wz&#10;G8y+DdmtRn+9Wyj0OMzMN8xi1dlaXKn1lWMFo2ECgrhwuuJSwfGweZ2C8AFZY+2YFNzJw2rZe1lg&#10;qt2N93TNQykihH2KCkwITSqlLwxZ9EPXEEfv7FqLIcq2lLrFW4TbWo6T5ENarDguGGwoM1Rc8h+r&#10;YDd7fOVGTrbZLNuMT/p7d9jqiVKDfreegwjUhf/wX/tTK3ifvsHvmX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ANj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484" o:spid="_x0000_s1392" type="#_x0000_t32" style="position:absolute;left:27860;top:22431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SUjMcAAADcAAAADwAAAGRycy9kb3ducmV2LnhtbESPzWrDMBCE74W8g9hAb42c4DbGjRJC&#10;aMFQQ8kP9LpYG9uttXIs1XbePioUchxm5htmtRlNI3rqXG1ZwXwWgSAurK65VHA6vj8lIJxH1thY&#10;JgVXcrBZTx5WmGo78J76gy9FgLBLUUHlfZtK6YqKDLqZbYmDd7adQR9kV0rd4RDgppGLKHqRBmsO&#10;CxW2tKuo+Dn8GgVDvvv+bJNL8XU+vl2y5/1y4fMPpR6n4/YVhKfR38P/7UwriJMY/s6EIyD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JJSMxwAAANwAAAAPAAAAAAAA&#10;AAAAAAAAAKECAABkcnMvZG93bnJldi54bWxQSwUGAAAAAAQABAD5AAAAlQMAAAAA&#10;" strokecolor="red" strokeweight=".25pt">
                      <v:stroke endarrow="block" joinstyle="miter"/>
                    </v:shape>
                  </v:group>
                  <v:group id="Group 485" o:spid="_x0000_s1393" style="position:absolute;left:20347;top:22105;width:3673;height:614;rotation:90" coordorigin="20347,22105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uME8sUAAADcAAAADwAAAGRycy9kb3ducmV2LnhtbESPQWsCMRSE74X+h/AK&#10;vRTNWmpZV6PYykKvtYoeH5vXzdLNy5pEd/vvm4LgcZiZb5jFarCtuJAPjWMFk3EGgrhyuuFawe6r&#10;HOUgQkTW2DomBb8UYLW8v1tgoV3Pn3TZxlokCIcCFZgYu0LKUBmyGMauI07et/MWY5K+ltpjn+C2&#10;lc9Z9iotNpwWDHb0bqj62Z6tAj7t8/LUHp7KY+Un67d+ZjbHqNTjw7Ceg4g0xFv42v7QCl7yKf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LjBPLFAAAA3AAA&#10;AA8AAAAAAAAAAAAAAAAAqgIAAGRycy9kb3ducmV2LnhtbFBLBQYAAAAABAAEAPoAAACcAwAAAAA=&#10;">
                    <v:oval id="Oval 486" o:spid="_x0000_s1394" style="position:absolute;left:20347;top:22105;width:608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g+8UA&#10;AADcAAAADwAAAGRycy9kb3ducmV2LnhtbESPT4vCMBTE74LfITxhb5quLP6pRpGCuKKXrR48Pppn&#10;U7Z5KU3Urp9+syDscZiZ3zDLdWdrcafWV44VvI8SEMSF0xWXCs6n7XAGwgdkjbVjUvBDHtarfm+J&#10;qXYP/qJ7HkoRIexTVGBCaFIpfWHIoh+5hjh6V9daDFG2pdQtPiLc1nKcJBNpseK4YLChzFDxnd+s&#10;gsP8uc+NnO6yebYdX/TxcNrpqVJvg26zABGoC//hV/tTK/iYTe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6D7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487" o:spid="_x0000_s1395" type="#_x0000_t32" style="position:absolute;left:20984;top:22391;width:30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YK+8UAAADcAAAADwAAAGRycy9kb3ducmV2LnhtbESP3YrCMBSE7xf2HcJZ2Ls1XVm1VKMs&#10;oiAoiD/g7aE5ttXmpDbR1rc3guDlMDPfMKNJa0pxo9oVlhX8diIQxKnVBWcK9rv5TwzCeWSNpWVS&#10;cCcHk/HnxwgTbRve0G3rMxEg7BJUkHtfJVK6NCeDrmMr4uAdbW3QB1lnUtfYBLgpZTeK+tJgwWEh&#10;x4qmOaXn7dUoaFbT07qKL+nhuJtdFr3NoOtXS6W+v9r/IQhPrX+HX+2FVvAXD+B5JhwBO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YK+8UAAADcAAAADwAAAAAAAAAA&#10;AAAAAAChAgAAZHJzL2Rvd25yZXYueG1sUEsFBgAAAAAEAAQA+QAAAJMDAAAAAA==&#10;" strokecolor="red" strokeweight=".25pt">
                      <v:stroke endarrow="block" joinstyle="miter"/>
                    </v:shape>
                  </v:group>
                  <v:group id="Group 488" o:spid="_x0000_s1396" style="position:absolute;left:23629;top:22847;width:3673;height:613;rotation:90" coordorigin="23629,22847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KrbMEAAADcAAAADwAAAGRycy9kb3ducmV2LnhtbERPW2vCMBR+F/Yfwhn4&#10;IjNVhnSdUdRR2Ks35uOhOWvKmpOaZLb798uD4OPHd1+uB9uKG/nQOFYwm2YgiCunG64VnI7lSw4i&#10;RGSNrWNS8EcB1qun0RIL7Xre0+0Qa5FCOBSowMTYFVKGypDFMHUdceK+nbcYE/S11B77FG5bOc+y&#10;hbTYcGow2NHOUPVz+LUK+HrOy2v7NSkvlZ9ttv2b+bhEpcbPw+YdRKQhPsR396dW8Jqnt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OKrbMEAAADcAAAADwAA&#10;AAAAAAAAAAAAAACqAgAAZHJzL2Rvd25yZXYueG1sUEsFBgAAAAAEAAQA+gAAAJgDAAAAAA==&#10;">
                    <v:oval id="Oval 489" o:spid="_x0000_s1397" style="position:absolute;left:23629;top:22847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0icUA&#10;AADcAAAADwAAAGRycy9kb3ducmV2LnhtbESPQWvCQBSE7wX/w/IKvdVNpahJXUUCYkUvRg89PrLP&#10;bDD7NmS3mvbXu4LgcZiZb5jZoreNuFDna8cKPoYJCOLS6ZorBcfD6n0KwgdkjY1jUvBHHhbzwcsM&#10;M+2uvKdLESoRIewzVGBCaDMpfWnIoh+6ljh6J9dZDFF2ldQdXiPcNnKUJGNpsea4YLCl3FB5Ln6t&#10;gm36vymMnKzzNF+NfvRue1jriVJvr/3yC0SgPjzDj/a3VvA5Te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+DSJ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490" o:spid="_x0000_s1398" type="#_x0000_t32" style="position:absolute;left:24265;top:23133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YEUsQAAADcAAAADwAAAGRycy9kb3ducmV2LnhtbERPTWvCQBC9C/6HZYTedFNprU1dRcRC&#10;QKEkKfQ6ZMckbXY2ZrdJ+u/dg9Dj431vdqNpRE+dqy0reFxEIIgLq2suFXzm7/M1COeRNTaWScEf&#10;Odhtp5MNxtoOnFKf+VKEEHYxKqi8b2MpXVGRQbewLXHgLrYz6APsSqk7HEK4aeQyilbSYM2hocKW&#10;DhUVP9mvUTCcD98f7fpafF3y4zV5Tl+W/nxS6mE27t9AeBr9v/juTrSCp9cwP5wJR0B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xgRSxAAAANwAAAAPAAAAAAAAAAAA&#10;AAAAAKECAABkcnMvZG93bnJldi54bWxQSwUGAAAAAAQABAD5AAAAkgMAAAAA&#10;" strokecolor="red" strokeweight=".25pt">
                      <v:stroke endarrow="block" joinstyle="miter"/>
                    </v:shape>
                  </v:group>
                </v:group>
                <v:shape id="TextBox 190" o:spid="_x0000_s1399" type="#_x0000_t93" style="position:absolute;left:1332;width:35305;height:2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tRnsQA&#10;AADcAAAADwAAAGRycy9kb3ducmV2LnhtbESPQYvCMBCF78L+hzAL3myqqKzVKKIIlT1Z14O3sRnb&#10;YjMpTdT67zcLCx4fb9735i1WnanFg1pXWVYwjGIQxLnVFRcKfo67wRcI55E11pZJwYscrJYfvQUm&#10;2j75QI/MFyJA2CWooPS+SaR0eUkGXWQb4uBdbWvQB9kWUrf4DHBTy1EcT6XBikNDiQ1tSspv2d2E&#10;N+j7tB1lF33dnNfp5JLZW75Plep/dus5CE+dfx//p1OtYDwbwt+YQ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rUZ7EAAAA3AAAAA8AAAAAAAAAAAAAAAAAmAIAAGRycy9k&#10;b3ducmV2LnhtbFBLBQYAAAAABAAEAPUAAACJAwAAAAA=&#10;" adj="20742" fillcolor="#deeaf6 [660]" strokecolor="black [3213]" strokeweight="1pt">
                  <v:textbox inset="0,0,0,0">
                    <w:txbxContent>
                      <w:p w:rsidR="00946838" w:rsidRPr="00417985" w:rsidRDefault="00946838" w:rsidP="0009082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</w:rPr>
                        </w:pPr>
                        <w:r w:rsidRPr="00417985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dark1"/>
                            <w:kern w:val="24"/>
                            <w:sz w:val="14"/>
                            <w:szCs w:val="14"/>
                          </w:rPr>
                          <w:t>Slurry velocity increases with similar trend as dune height (77% increase in velocity)</w:t>
                        </w:r>
                      </w:p>
                    </w:txbxContent>
                  </v:textbox>
                </v:shape>
                <v:shape id="Straight Arrow Connector 492" o:spid="_x0000_s1400" type="#_x0000_t32" style="position:absolute;left:55843;top:3953;width:63;height:666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mI4sMAAADcAAAADwAAAGRycy9kb3ducmV2LnhtbESPQWvCQBSE7wX/w/IEb3VjlKLRVawg&#10;iLemPejtmX0mwezbdHfV+O+7gtDjMDPfMItVZxpxI+drywpGwwQEcWF1zaWCn+/t+xSED8gaG8uk&#10;4EEeVsve2wIzbe/8Rbc8lCJC2GeooAqhzaT0RUUG/dC2xNE7W2cwROlKqR3eI9w0Mk2SD2mw5rhQ&#10;YUubiopLfjUK+Cr3aV2aR3c4Mn7S+JRvf51Sg363noMI1IX/8Ku90womsxSeZ+IR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piOLDAAAA3AAAAA8AAAAAAAAAAAAA&#10;AAAAoQIAAGRycy9kb3ducmV2LnhtbFBLBQYAAAAABAAEAPkAAACRAwAAAAA=&#10;" strokecolor="white [3212]" strokeweight="3pt">
                  <v:stroke endarrow="block" joinstyle="miter"/>
                </v:shape>
                <v:shape id="TextBox 193" o:spid="_x0000_s1401" type="#_x0000_t202" style="position:absolute;left:49164;top:6483;width:5764;height:22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Pgc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5inM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E+BxQAAANwAAAAPAAAAAAAAAAAAAAAAAJgCAABkcnMv&#10;ZG93bnJldi54bWxQSwUGAAAAAAQABAD1AAAAigMAAAAA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  <w:sz w:val="22"/>
                            <w:szCs w:val="22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Velocity</w:t>
                        </w:r>
                      </w:p>
                    </w:txbxContent>
                  </v:textbox>
                </v:shape>
                <v:shape id="TextBox 195" o:spid="_x0000_s1402" type="#_x0000_t202" style="position:absolute;left:48531;top:20527;width:7685;height:220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3X9cQA&#10;AADcAAAADwAAAGRycy9kb3ducmV2LnhtbESP3WrCQBSE7wu+w3IE7+pGiUVTVxF/wDur9gEO2dNs&#10;muzZkF01+vRuoeDlMDPfMPNlZ2txpdaXjhWMhgkI4tzpkgsF3+fd+xSED8gaa8ek4E4elove2xwz&#10;7W58pOspFCJC2GeowITQZFL63JBFP3QNcfR+XGsxRNkWUrd4i3Bby3GSfEiLJccFgw2tDeXV6WIV&#10;TBN7qKrZ+Mvb9DGamPXGbZtfpQb9bvUJIlAXXuH/9l4rSGcp/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N1/XEAAAA3AAAAA8AAAAAAAAAAAAAAAAAmAIAAGRycy9k&#10;b3ducmV2LnhtbFBLBQYAAAAABAAEAPUAAACJAwAAAAA=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Dune height</w:t>
                        </w:r>
                      </w:p>
                    </w:txbxContent>
                  </v:textbox>
                </v:shape>
                <v:roundrect id="TextBox 196" o:spid="_x0000_s1403" style="position:absolute;left:16816;top:21748;width:28654;height:331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6FO74A&#10;AADcAAAADwAAAGRycy9kb3ducmV2LnhtbESPSwvCMBCE74L/IazgTVPfWo0iguBNfOB5ada22GxK&#10;E2v990YQPA4z8w2z2jSmEDVVLresYNCPQBAnVuecKrhe9r05COeRNRaWScGbHGzW7dYKY21ffKL6&#10;7FMRIOxiVJB5X8ZSuiQjg65vS+Lg3W1l0AdZpVJX+ApwU8hhFE2lwZzDQoYl7TJKHuenUUBmNokG&#10;2/p6fCxolN70cGzRKNXtNNslCE+N/4d/7YNWMF5M4HsmHAG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OhTu+AAAA3AAAAA8AAAAAAAAAAAAAAAAAmAIAAGRycy9kb3ducmV2&#10;LnhtbFBLBQYAAAAABAAEAPUAAACDAwAAAAA=&#10;" fillcolor="#9ecb81 [2169]" strokecolor="black [3213]" strokeweight=".5pt">
                  <v:fill color2="#8ac066 [2617]" rotate="t" colors="0 #b5d5a7;.5 #aace99;1 #9cca86" focus="100%" type="gradient">
                    <o:fill v:ext="view" type="gradientUnscaled"/>
                  </v:fill>
                  <v:stroke joinstyle="miter"/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color w:val="000000" w:themeColor="dark1"/>
                            <w:kern w:val="24"/>
                            <w:sz w:val="14"/>
                            <w:szCs w:val="14"/>
                          </w:rPr>
                          <w:t xml:space="preserve">The increasing slurry velocity reduces the friction effect and proppants settling by providing more drag force to transport proppants. </w:t>
                        </w:r>
                      </w:p>
                    </w:txbxContent>
                  </v:textbox>
                </v:roundrect>
                <v:rect id="Rectangle 496" o:spid="_x0000_s1404" style="position:absolute;left:53933;top:1333;width:6442;height:20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q8XMMA&#10;AADcAAAADwAAAGRycy9kb3ducmV2LnhtbESP3WoCMRSE74W+QzgFb6QmlSJ2a5RS1Ba98ucBDpvT&#10;3dDNyZLEdX17UxC8HGa+GWa+7F0jOgrRetbwOlYgiEtvLFcaTsf1ywxETMgGG8+k4UoRlounwRwL&#10;4y+8p+6QKpFLOBaooU6pLaSMZU0O49i3xNn79cFhyjJU0gS85HLXyIlSU+nQcl6osaWvmsq/w9lp&#10;eNtMtis7UjvrujOetjKob95pPXzuPz9AJOrTI3ynf0zm3qfwfyYf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q8XMMAAADcAAAADwAAAAAAAAAAAAAAAACYAgAAZHJzL2Rv&#10;d25yZXYueG1sUEsFBgAAAAAEAAQA9QAAAIgDAAAAAA==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 xml:space="preserve"> 257 ft/min </w:t>
                        </w:r>
                      </w:p>
                    </w:txbxContent>
                  </v:textbox>
                </v:rect>
                <v:rect id="Rectangle 555" o:spid="_x0000_s1405" style="position:absolute;top:2659;width:6442;height:20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CXLMQA&#10;AADcAAAADwAAAGRycy9kb3ducmV2LnhtbESP0WoCMRRE3wv9h3ALvpSaKN1SVqMUUSv6pPUDLpvr&#10;bujmZkniuv37Rij0cZiZM8x8ObhW9BSi9axhMlYgiCtvLNcazl+bl3cQMSEbbD2Thh+KsFw8Psyx&#10;NP7GR+pPqRYZwrFEDU1KXSllrBpyGMe+I87exQeHKctQSxPwluGulVOl3qRDy3mhwY5WDVXfp6vT&#10;8Lqd7tf2WR2s66943sugPvmg9ehp+JiBSDSk//Bfe2c0FEUB9zP5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QlyzEAAAA3AAAAA8AAAAAAAAAAAAAAAAAmAIAAGRycy9k&#10;b3ducmV2LnhtbFBLBQYAAAAABAAEAPUAAACJAwAAAAA=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 xml:space="preserve"> 145 ft/min </w:t>
                        </w:r>
                      </w:p>
                    </w:txbxContent>
                  </v:textbox>
                </v:rect>
                <v:rect id="Rectangle 557" o:spid="_x0000_s1406" style="position:absolute;top:22730;width:7001;height:20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6swMQA&#10;AADcAAAADwAAAGRycy9kb3ducmV2LnhtbESP0WoCMRRE3wv+Q7hCX0pNFLVlaxQRW4s+1foBl83t&#10;bujmZkniuv17IxR8HGbmDLNY9a4RHYVoPWsYjxQI4tIby5WG0/f78yuImJANNp5Jwx9FWC0HDwss&#10;jL/wF3XHVIkM4VighjqltpAyljU5jCPfEmfvxweHKctQSRPwkuGukROl5tKh5bxQY0ubmsrf49lp&#10;mH5M9lv7pA7WdWc87WVQOz5o/Tjs128gEvXpHv5vfxoNs9kL3M7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OrMDEAAAA3AAAAA8AAAAAAAAAAAAAAAAAmAIAAGRycy9k&#10;b3ducmV2LnhtbFBLBQYAAAAABAAEAPUAAACJAwAAAAA=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20.94 inches</w:t>
                        </w:r>
                      </w:p>
                    </w:txbxContent>
                  </v:textbox>
                </v:rect>
                <v:rect id="Rectangle 558" o:spid="_x0000_s1407" style="position:absolute;left:51526;top:15663;width:7001;height:20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4ssEA&#10;AADcAAAADwAAAGRycy9kb3ducmV2LnhtbERP3WrCMBS+H/gO4Qi7GZooOkZtKmM4N/Rqzgc4NGdt&#10;WHNSkljr2y8Xwi4/vv9yO7pODBSi9axhMVcgiGtvLDcazt/vsxcQMSEb7DyThhtF2FaThxIL46/8&#10;RcMpNSKHcCxQQ5tSX0gZ65YcxrnviTP344PDlGFopAl4zeGuk0ulnqVDy7mhxZ7eWqp/TxenYbVf&#10;Hnb2SR2tGy54PsigPvio9eN0fN2ASDSmf/Hd/Wk0rNd5bT6Tj4Cs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ROLLBAAAA3AAAAA8AAAAAAAAAAAAAAAAAmAIAAGRycy9kb3du&#10;cmV2LnhtbFBLBQYAAAAABAAEAPUAAACGAwAAAAA=&#10;" filled="f" stroked="f">
                  <v:textbox style="mso-fit-shape-to-text:t"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21.94 inches</w:t>
                        </w:r>
                      </w:p>
                    </w:txbxContent>
                  </v:textbox>
                </v:rect>
                <v:shape id="Straight Arrow Connector 559" o:spid="_x0000_s1408" type="#_x0000_t32" style="position:absolute;left:2275;top:5295;width:5303;height:3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xa8YAAADcAAAADwAAAGRycy9kb3ducmV2LnhtbESPS2/CMBCE70j9D9ZW4gZOeamkcRBq&#10;RekJVB6H3lbxNomI1yF2wf33dSUkjqOZ+UaTLYJpxIU6V1tW8DRMQBAXVtdcKjjsV4NnEM4ja2ws&#10;k4JfcrDIH3oZptpe+ZMuO1+KCGGXooLK+zaV0hUVGXRD2xJH79t2Bn2UXSl1h9cIN40cJclMGqw5&#10;LlTY0mtFxWn3YxQcz2/hnc/rzfxrtZ9svS3HRVgq1X8MyxcQnoK/h2/tD61gOp3D/5l4BGT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mcWv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0" o:spid="_x0000_s1409" type="#_x0000_t32" style="position:absolute;left:1473;top:5976;width:5304;height: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ASS8EAAADcAAAADwAAAGRycy9kb3ducmV2LnhtbERPy4rCMBTdD/gP4QruxtR5iFajyAyO&#10;rhRfC3eX5toWm5vaRI1/bxYDLg/nPZ4GU4kbNa60rKDXTUAQZ1aXnCvY7+bvAxDOI2usLJOCBzmY&#10;TlpvY0y1vfOGblufixjCLkUFhfd1KqXLCjLourYmjtzJNgZ9hE0udYP3GG4q+ZEkfWmw5NhQYE0/&#10;BWXn7dUoOFx+wx9fFqvhcb77Wnubf2ZhplSnHWYjEJ6Cf4n/3Uut4Lsf58cz8QjIy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sBJLwQAAANwAAAAPAAAAAAAAAAAAAAAA&#10;AKECAABkcnMvZG93bnJldi54bWxQSwUGAAAAAAQABAD5AAAAjwMAAAAA&#10;" strokecolor="red" strokeweight=".5pt">
                  <v:stroke endarrow="block" joinstyle="miter"/>
                </v:shape>
                <v:shape id="Straight Arrow Connector 561" o:spid="_x0000_s1410" type="#_x0000_t32" style="position:absolute;left:547;top:6900;width:5304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y30MYAAADcAAAADwAAAGRycy9kb3ducmV2LnhtbESPQWvCQBSE74X+h+UVvNWNWqWmriKK&#10;bU9K1R56e2Rfk2D2bcxuk/XfuwXB4zAz3zCzRTCVaKlxpWUFg34CgjizuuRcwfGweX4F4Tyyxsoy&#10;KbiQg8X88WGGqbYdf1G797mIEHYpKii8r1MpXVaQQde3NXH0fm1j0EfZ5FI32EW4qeQwSSbSYMlx&#10;ocCaVgVlp/2fUfB9Xod3Pn9spz+bw8vO23yUhaVSvaewfAPhKfh7+Nb+1ArGkwH8n4lH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8t9D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2" o:spid="_x0000_s1411" type="#_x0000_t32" style="position:absolute;left:2959;top:4566;width:5304;height:3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4pp8YAAADcAAAADwAAAGRycy9kb3ducmV2LnhtbESPzW7CMBCE75X6DtZW6q04pS2CgEEI&#10;RMsJxN+B2ypekqjxOsRu4r59jVSJ42hmvtFMZsFUoqXGlZYVvPYSEMSZ1SXnCo6H1csQhPPIGivL&#10;pOCXHMymjw8TTLXteEft3uciQtilqKDwvk6ldFlBBl3P1sTRu9jGoI+yyaVusItwU8l+kgykwZLj&#10;QoE1LQrKvvc/RsHpugyffP3ajM6rw/vW2/wtC3Olnp/CfAzCU/D38H97rRV8DPpwOxOPgJ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Kaf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3" o:spid="_x0000_s1412" type="#_x0000_t32" style="position:absolute;left:49278;top:1974;width:5304;height: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KMPMYAAADcAAAADwAAAGRycy9kb3ducmV2LnhtbESPzW7CMBCE75V4B2sr9VacQotKwIkQ&#10;FS0nUPk5cFvFSxIRr0Psgvv2NVIljqOZ+UYzzYNpxIU6V1tW8NJPQBAXVtdcKthtF8/vIJxH1thY&#10;JgW/5CDPeg9TTLW98jddNr4UEcIuRQWV920qpSsqMuj6tiWO3tF2Bn2UXSl1h9cIN40cJMlIGqw5&#10;LlTY0ryi4rT5MQr254/wyeev1fiw2L6uvS2HRZgp9fQYZhMQnoK/h//bS63gbTSE25l4BGT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ijDz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4" o:spid="_x0000_s1413" type="#_x0000_t32" style="position:absolute;left:48924;top:2486;width:5304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sUSMYAAADcAAAADwAAAGRycy9kb3ducmV2LnhtbESPQWvCQBSE7wX/w/IKvdVNrZUa3QSx&#10;2HpSqvbQ2yP7TILZtzG71fXfu0LB4zAz3zDTPJhGnKhztWUFL/0EBHFhdc2lgt128fwOwnlkjY1l&#10;UnAhB3nWe5hiqu2Zv+m08aWIEHYpKqi8b1MpXVGRQde3LXH09rYz6KPsSqk7PEe4aeQgSUbSYM1x&#10;ocKW5hUVh82fUfBz/AiffPxajX8X2+Ha2/K1CDOlnh7DbALCU/D38H97qRW8jYZwOxOPgMy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LFEj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5" o:spid="_x0000_s1414" type="#_x0000_t32" style="position:absolute;left:48222;top:3019;width:5303;height:1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ex08YAAADcAAAADwAAAGRycy9kb3ducmV2LnhtbESPQWvCQBSE74L/YXlCb7rRVqmpmyAW&#10;qydL1R56e2Rfk2D2bcxudf333YLQ4zAz3zCLPJhGXKhztWUF41ECgriwuuZSwfGwHj6DcB5ZY2OZ&#10;FNzIQZ71ewtMtb3yB132vhQRwi5FBZX3bSqlKyoy6Ea2JY7et+0M+ii7UuoOrxFuGjlJkpk0WHNc&#10;qLClVUXFaf9jFHyeX8Mbnze7+df68PTubflYhKVSD4OwfAHhKfj/8L291Qqmsyn8nYlHQG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HsdPGAAAA3AAAAA8AAAAAAAAA&#10;AAAAAAAAoQIAAGRycy9kb3ducmV2LnhtbFBLBQYAAAAABAAEAPkAAACUAwAAAAA=&#10;" strokecolor="red" strokeweight=".5pt">
                  <v:stroke endarrow="block" joinstyle="miter"/>
                </v:shape>
                <v:shape id="Straight Arrow Connector 566" o:spid="_x0000_s1415" type="#_x0000_t32" style="position:absolute;left:49963;top:1468;width:5303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UvpMYAAADcAAAADwAAAGRycy9kb3ducmV2LnhtbESPQWvCQBSE74L/YXlCb2ZTa0ONriIt&#10;Vk8VtR68PbKvSTD7Nma3uv33XaHQ4zAz3zCzRTCNuFLnassKHpMUBHFhdc2lgs/DavgCwnlkjY1l&#10;UvBDDhbzfm+GubY33tF170sRIexyVFB53+ZSuqIigy6xLXH0vmxn0EfZlVJ3eItw08hRmmbSYM1x&#10;ocKWXisqzvtvo+B4eQvvfFl/TE6rw3jrbflUhKVSD4OwnILwFPx/+K+90Qqeswzu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0VL6TGAAAA3AAAAA8AAAAAAAAA&#10;AAAAAAAAoQIAAGRycy9kb3ducmV2LnhtbFBLBQYAAAAABAAEAPkAAACUAwAAAAA=&#10;" strokecolor="red" strokeweight=".5pt">
                  <v:stroke endarrow="block" joinstyle="miter"/>
                </v:shape>
                <v:line id="Straight Connector 567" o:spid="_x0000_s1416" style="position:absolute;flip:y;visibility:visible;mso-wrap-style:square" from="546,10959" to="59621,10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VLsQAAADcAAAADwAAAGRycy9kb3ducmV2LnhtbESPQWsCMRSE70L/Q3gFb5ooVGU1ihSK&#10;9SJqXerxuXnuLm5elk3U9d8bodDjMDPfMLNFaytxo8aXjjUM+goEceZMybmGw89XbwLCB2SDlWPS&#10;8CAPi/lbZ4aJcXfe0W0fchEh7BPUUIRQJ1L6rCCLvu9q4uidXWMxRNnk0jR4j3BbyaFSI2mx5LhQ&#10;YE2fBWWX/dVq2A6OpDg9TFZXlT6qzSn9Xeep1t33djkFEagN/+G/9rfR8DEaw+tMPAJy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5JUuxAAAANwAAAAPAAAAAAAAAAAA&#10;AAAAAKECAABkcnMvZG93bnJldi54bWxQSwUGAAAAAAQABAD5AAAAkgMAAAAA&#10;" strokecolor="black [3213]" strokeweight="1.5pt">
                  <v:stroke dashstyle="longDash" joinstyle="miter"/>
                </v:line>
                <v:shape id="Straight Arrow Connector 568" o:spid="_x0000_s1417" type="#_x0000_t32" style="position:absolute;left:56128;top:18199;width:63;height:666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XAsr4AAADcAAAADwAAAGRycy9kb3ducmV2LnhtbERPTYvCMBC9C/6HMII3TVUUqUbRBUG8&#10;bfWgt7EZ22Iz6SZR67/fHASPj/e9XLemFk9yvrKsYDRMQBDnVldcKDgdd4M5CB+QNdaWScGbPKxX&#10;3c4SU21f/EvPLBQihrBPUUEZQpNK6fOSDPqhbYgjd7POYIjQFVI7fMVwU8txksykwYpjQ4kN/ZSU&#10;37OHUcAPeRhXhXm35wvjlibXbPfnlOr32s0CRKA2fMUf914rmM7i2ngmHgG5+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tcCyvgAAANwAAAAPAAAAAAAAAAAAAAAAAKEC&#10;AABkcnMvZG93bnJldi54bWxQSwUGAAAAAAQABAD5AAAAjAMAAAAA&#10;" strokecolor="white [3212]" strokeweight="3pt">
                  <v:stroke endarrow="block" joinstyle="miter"/>
                </v:shape>
                <v:group id="Group 569" o:spid="_x0000_s1418" style="position:absolute;left:30026;top:12917;width:5760;height:5341" coordorigin="30026,12917" coordsize="11768,10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group id="Group 570" o:spid="_x0000_s1419" style="position:absolute;left:30026;top:12917;width:11769;height:6858" coordorigin="30026,12917" coordsize="17208,10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  <v:group id="Group 571" o:spid="_x0000_s1420" style="position:absolute;left:32690;top:14560;width:5530;height:914" coordorigin="32690,1456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    <v:oval id="Oval 572" o:spid="_x0000_s1421" style="position:absolute;left:32690;top:14560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jZQsUA&#10;AADcAAAADwAAAGRycy9kb3ducmV2LnhtbESPQWvCQBSE7wX/w/KE3nTTQJsaXUUCokUvjT30+Mg+&#10;s6HZtyG7auyv7wpCj8PMfMMsVoNtxYV63zhW8DJNQBBXTjdcK/g6bibvIHxA1tg6JgU38rBajp4W&#10;mGt35U+6lKEWEcI+RwUmhC6X0leGLPqp64ijd3K9xRBlX0vd4zXCbSvTJHmTFhuOCwY7KgxVP+XZ&#10;KtjPfj9KI7NtMSs26bc+7I9bnSn1PB7WcxCBhvAffrR3WsFrlsL9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NlC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573" o:spid="_x0000_s1422" type="#_x0000_t32" style="position:absolute;left:33648;top:1499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lzQsYAAADcAAAADwAAAGRycy9kb3ducmV2LnhtbESP3WrCQBSE7wXfYTmCd7qpJVViVhGx&#10;IDRQ1EJvD9mTH5s9G7OrSd++Wyj0cpiZb5h0O5hGPKhztWUFT/MIBHFudc2lgo/L62wFwnlkjY1l&#10;UvBNDrab8SjFRNueT/Q4+1IECLsEFVTet4mULq/IoJvbljh4he0M+iC7UuoO+wA3jVxE0Ys0WHNY&#10;qLClfUX51/luFPTZ/vrerm75Z3E53I7xabnw2ZtS08mwW4PwNPj/8F/7qBXEy2f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35c0L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oval id="Oval 574" o:spid="_x0000_s1423" style="position:absolute;left:30026;top:12917;width:17208;height:10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VtasYA&#10;AADcAAAADwAAAGRycy9kb3ducmV2LnhtbESPW2sCMRSE3wv9D+EUfKtZbb2wNUotCiIq3sDX083p&#10;ZtvNybKJuv77Rij0cZiZb5jRpLGluFDtC8cKOu0EBHHmdMG5guNh/jwE4QOyxtIxKbiRh8n48WGE&#10;qXZX3tFlH3IRIexTVGBCqFIpfWbIom+7ijh6X662GKKsc6lrvEa4LWU3SfrSYsFxwWBFH4ayn/3Z&#10;Kph9Gwx2e1qdhnq56EzXL/nmk5VqPTXvbyACNeE//NdeaAW9wSvcz8Qj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VtasYAAADcAAAADwAAAAAAAAAAAAAAAACYAgAAZHJz&#10;L2Rvd25yZXYueG1sUEsFBgAAAAAEAAQA9QAAAIsDAAAAAA==&#10;" filled="f" strokecolor="#c45911 [2405]" strokeweight="1pt">
                      <v:stroke joinstyle="miter"/>
                    </v:oval>
                    <v:group id="Group 575" o:spid="_x0000_s1424" style="position:absolute;left:32667;top:15882;width:5530;height:914" coordorigin="32667,1588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    <v:oval id="Oval 576" o:spid="_x0000_s1425" style="position:absolute;left:32667;top:15882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fQcUA&#10;AADcAAAADwAAAGRycy9kb3ducmV2LnhtbESPQWvCQBSE7wX/w/IKvdVNBY2mriIBsWIvRg89PrLP&#10;bDD7NmRXTfvrXUHocZiZb5j5sreNuFLna8cKPoYJCOLS6ZorBcfD+n0KwgdkjY1jUvBLHpaLwcsc&#10;M+1uvKdrESoRIewzVGBCaDMpfWnIoh+6ljh6J9dZDFF2ldQd3iLcNnKUJBNpsea4YLCl3FB5Li5W&#10;wW72ty2MTDf5LF+PfvT37rDRqVJvr/3qE0SgPvyHn+0vrWCcT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U99B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577" o:spid="_x0000_s1426" type="#_x0000_t32" style="position:absolute;left:33625;top:16320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J1QcYAAADcAAAADwAAAGRycy9kb3ducmV2LnhtbESPQWvCQBSE74X+h+UJ3urGQBqJriLS&#10;QkChqIVeH9lnEs2+jdltkv77bqHgcZiZb5jVZjSN6KlztWUF81kEgriwuuZSwef5/WUBwnlkjY1l&#10;UvBDDjbr56cVZtoOfKT+5EsRIOwyVFB532ZSuqIig25mW+LgXWxn0AfZlVJ3OAS4aWQcRa/SYM1h&#10;ocKWdhUVt9O3UTAcdtePdnEvvi7nt3ueHNPYH/ZKTSfjdgnC0+gf4f92rhUkaQp/Z8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CdUH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578" o:spid="_x0000_s1427" style="position:absolute;left:32667;top:17108;width:5530;height:915" coordorigin="32667,1710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tJPs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2O0k+wwAAANwAAAAP&#10;AAAAAAAAAAAAAAAAAKoCAABkcnMvZG93bnJldi54bWxQSwUGAAAAAAQABAD6AAAAmgMAAAAA&#10;">
                      <v:oval id="Oval 579" o:spid="_x0000_s1428" style="position:absolute;left:32667;top:17108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xLM8YA&#10;AADcAAAADwAAAGRycy9kb3ducmV2LnhtbESPQWvCQBSE74L/YXlCb3VToY1JXUUCYsVeTHro8ZF9&#10;zYZm34bsqqm/vlsoeBxm5htmtRltJy40+Naxgqd5AoK4drrlRsFHtXtcgvABWWPnmBT8kIfNejpZ&#10;Ya7dlU90KUMjIoR9jgpMCH0upa8NWfRz1xNH78sNFkOUQyP1gNcIt51cJMmLtNhyXDDYU2Go/i7P&#10;VsExux1KI9N9kRW7xad+P1Z7nSr1MBu3ryACjeEe/m+/aQXPaQZ/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xLM8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580" o:spid="_x0000_s1429" type="#_x0000_t32" style="position:absolute;left:33625;top:1754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6dEsIAAADcAAAADwAAAGRycy9kb3ducmV2LnhtbERPy4rCMBTdC/5DuII7TUdQS8dUBpkB&#10;YQTxAbO9NLcPbW5qE23n781CcHk479W6N7V4UOsqywo+phEI4szqigsF59PPJAbhPLLG2jIp+CcH&#10;63Q4WGGibccHehx9IUIIuwQVlN43iZQuK8mgm9qGOHC5bQ36ANtC6ha7EG5qOYuihTRYcWgosaFN&#10;Sdn1eDcKut3msm/iW/aXn75v2/lhOfO7X6XGo/7rE4Sn3r/FL/dWK5jHYX44E46AT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P6dEs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581" o:spid="_x0000_s1430" style="position:absolute;left:38939;top:14541;width:5530;height:914" coordorigin="38939,14541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  <v:oval id="Oval 582" o:spid="_x0000_s1431" style="position:absolute;left:38939;top:14541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2pZcUA&#10;AADcAAAADwAAAGRycy9kb3ducmV2LnhtbESPQWvCQBSE7wX/w/IEb3VjoFWjq0hAtNiL0YPHR/Y1&#10;G5p9G7Jbjf76bqHgcZiZb5jlureNuFLna8cKJuMEBHHpdM2VgvNp+zoD4QOyxsYxKbiTh/Vq8LLE&#10;TLsbH+lahEpECPsMFZgQ2kxKXxqy6MeuJY7el+sshii7SuoObxFuG5kmybu0WHNcMNhSbqj8Ln6s&#10;gsP88VEYOd3l83ybXvTn4bTTU6VGw36zABGoD8/wf3uvFbzNUv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all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583" o:spid="_x0000_s1432" type="#_x0000_t32" style="position:absolute;left:39897;top:14979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wDZcYAAADcAAAADwAAAGRycy9kb3ducmV2LnhtbESPQWvCQBSE74X+h+UVequbWtKG6CpF&#10;FAQDRS14fWSfSTT7NsmuSfrvu4WCx2FmvmHmy9HUoqfOVZYVvE4iEMS51RUXCr6Pm5cEhPPIGmvL&#10;pOCHHCwXjw9zTLUdeE/9wRciQNilqKD0vkmldHlJBt3ENsTBO9vOoA+yK6TucAhwU8tpFL1LgxWH&#10;hRIbWpWUXw83o2DIVpevJmnz0/m4brfx/mPqs51Sz0/j5wyEp9Hfw//trVYQJ2/wdyYc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sA2X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584" o:spid="_x0000_s1433" style="position:absolute;left:38916;top:15863;width:5530;height:915" coordorigin="38916,15863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    <v:oval id="Oval 585" o:spid="_x0000_s1434" style="position:absolute;left:38916;top:15863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QxEcUA&#10;AADcAAAADwAAAGRycy9kb3ducmV2LnhtbESPT4vCMBTE7wv7HcJb8LamCv6rRlkKoqKXrR48Pppn&#10;U2xeSpPV6qffLAh7HGbmN8xi1dla3Kj1lWMFg34CgrhwuuJSwem4/pyC8AFZY+2YFDzIw2r5/rbA&#10;VLs7f9MtD6WIEPYpKjAhNKmUvjBk0fddQxy9i2sthijbUuoW7xFuazlMkrG0WHFcMNhQZqi45j9W&#10;wX723OVGTjbZLFsPz/qwP270RKneR/c1BxGoC//hV3urFYymI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DER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586" o:spid="_x0000_s1435" type="#_x0000_t32" style="position:absolute;left:39874;top:16302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ug/cQAAADcAAAADwAAAGRycy9kb3ducmV2LnhtbESPQYvCMBSE74L/IbyFvWm6glqqUUQU&#10;hBUWq+D10TzbavNSm2i7/36zIHgcZuYbZr7sTCWe1LjSsoKvYQSCOLO65FzB6bgdxCCcR9ZYWSYF&#10;v+Rguej35pho2/KBnqnPRYCwS1BB4X2dSOmyggy6oa2Jg3exjUEfZJNL3WAb4KaSoyiaSIMlh4UC&#10;a1oXlN3Sh1HQ7tfXnzq+Z+fLcXPfjQ/Tkd9/K/X50a1mIDx1/h1+tXdawTiewP+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W6D9xAAAANwAAAAPAAAAAAAAAAAA&#10;AAAAAKECAABkcnMvZG93bnJldi54bWxQSwUGAAAAAAQABAD5AAAAkgMAAAAA&#10;" strokecolor="red" strokeweight=".25pt">
                        <v:stroke endarrow="block" joinstyle="miter"/>
                      </v:shape>
                    </v:group>
                    <v:group id="Group 587" o:spid="_x0000_s1436" style="position:absolute;left:38916;top:17090;width:5530;height:914" coordorigin="38916,1709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    <v:oval id="Oval 588" o:spid="_x0000_s1437" style="position:absolute;left:38916;top:17090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ej8IA&#10;AADcAAAADwAAAGRycy9kb3ducmV2LnhtbERPy4rCMBTdD8w/hDswuzEdwVc1ylAQR3RjdeHy0lyb&#10;YnNTmqjVrzcLweXhvGeLztbiSq2vHCv47SUgiAunKy4VHPbLnzEIH5A11o5JwZ08LOafHzNMtbvx&#10;jq55KEUMYZ+iAhNCk0rpC0MWfc81xJE7udZiiLAtpW7xFsNtLftJMpQWK44NBhvKDBXn/GIVbCaP&#10;dW7kaJVNsmX/qLeb/UqPlPr+6v6mIAJ14S1+uf+1gsE4ro1n4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Z6PwgAAANwAAAAPAAAAAAAAAAAAAAAAAJgCAABkcnMvZG93&#10;bnJldi54bWxQSwUGAAAAAAQABAD1AAAAhwMAAAAA&#10;" fillcolor="#f4b083 [1941]" strokecolor="red" strokeweight="1pt">
                        <v:stroke joinstyle="miter"/>
                      </v:oval>
                      <v:shape id="Straight Arrow Connector 589" o:spid="_x0000_s1438" type="#_x0000_t32" style="position:absolute;left:39874;top:1752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Q0j8YAAADcAAAADwAAAGRycy9kb3ducmV2LnhtbESPQWvCQBSE7wX/w/KE3urGQNo0dQ0i&#10;FgIVilro9ZF9JqnZtzG7Nem/dwWhx2FmvmEW+WhacaHeNZYVzGcRCOLS6oYrBV+H96cUhPPIGlvL&#10;pOCPHOTLycMCM20H3tFl7ysRIOwyVFB732VSurImg25mO+LgHW1v0AfZV1L3OAS4aWUcRc/SYMNh&#10;ocaO1jWVp/2vUTBs1z+fXXouv4+HzblIdi+x334o9TgdV28gPI3+P3xvF1pBkr7C7Uw4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ENI/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590" o:spid="_x0000_s1439" style="position:absolute;left:38939;top:18427;width:5530;height:914" coordorigin="38939,1842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jw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QaPCwwAAANwAAAAP&#10;AAAAAAAAAAAAAAAAAKoCAABkcnMvZG93bnJldi54bWxQSwUGAAAAAAQABAD6AAAAmgMAAAAA&#10;">
                      <v:oval id="Oval 591" o:spid="_x0000_s1440" style="position:absolute;left:38939;top:18427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hz8UA&#10;AADcAAAADwAAAGRycy9kb3ducmV2LnhtbESPQWvCQBSE7wX/w/KE3nSj0GpSVykBUdGL0UOPj+wz&#10;G8y+DdmtRn99t1DocZiZb5jFqreNuFHna8cKJuMEBHHpdM2VgvNpPZqD8AFZY+OYFDzIw2o5eFlg&#10;pt2dj3QrQiUihH2GCkwIbSalLw1Z9GPXEkfv4jqLIcqukrrDe4TbRk6T5F1arDkuGGwpN1Rei2+r&#10;YJ8+d4WRs02e5uvplz7sTxs9U+p12H9+gAjUh//wX3urFbylE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qHP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592" o:spid="_x0000_s1441" type="#_x0000_t32" style="position:absolute;left:39897;top:18866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kwI8YAAADcAAAADwAAAGRycy9kb3ducmV2LnhtbESPQWvCQBSE74X+h+UVvNVNA2k1ukqR&#10;CoJCMSl4fWSfSWz2bZJdTfrvuwWhx2FmvmGW69E04ka9qy0reJlGIIgLq2suFXzl2+cZCOeRNTaW&#10;ScEPOVivHh+WmGo78JFumS9FgLBLUUHlfZtK6YqKDLqpbYmDd7a9QR9kX0rd4xDgppFxFL1KgzWH&#10;hQpb2lRUfGdXo2A4bC6f7awrTuf8o9slx7fYH/ZKTZ7G9wUIT6P/D9/bO60gmcfwdyYc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5MCP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593" o:spid="_x0000_s1442" style="position:absolute;left:38916;top:19749;width:5530;height:915" coordorigin="38916,19749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    <v:oval id="Oval 594" o:spid="_x0000_s1443" style="position:absolute;left:38916;top:19749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CV8YA&#10;AADcAAAADwAAAGRycy9kb3ducmV2LnhtbESPQWvCQBSE70L/w/IKvdVNpVUTXUUCYotejB48PrLP&#10;bGj2bciumvbXd4WCx2FmvmHmy9424kqdrx0reBsmIIhLp2uuFBwP69cpCB+QNTaOScEPeVgungZz&#10;zLS78Z6uRahEhLDPUIEJoc2k9KUhi37oWuLonV1nMUTZVVJ3eItw28hRkoylxZrjgsGWckPld3Gx&#10;Crbp71dh5GSTp/l6dNK77WGjJ0q9PPerGYhAfXiE/9ufWsFH+g7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ECV8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595" o:spid="_x0000_s1444" type="#_x0000_t32" style="position:absolute;left:39874;top:2018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CoV8YAAADcAAAADwAAAGRycy9kb3ducmV2LnhtbESPQWvCQBSE74X+h+UVvNVNhbQaXaWE&#10;CoJCMSl4fWSfSWz2bZJdTfrvuwWhx2FmvmFWm9E04ka9qy0reJlGIIgLq2suFXzl2+c5COeRNTaW&#10;ScEPOdisHx9WmGg78JFumS9FgLBLUEHlfZtI6YqKDLqpbYmDd7a9QR9kX0rd4xDgppGzKHqVBmsO&#10;CxW2lFZUfGdXo2A4pJfPdt4Vp3P+0e3i49vMH/ZKTZ7G9yUIT6P/D9/bO60gXsT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QqFf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596" o:spid="_x0000_s1445" style="position:absolute;left:38916;top:20976;width:5530;height:914" coordorigin="38916,2097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        <v:oval id="Oval 597" o:spid="_x0000_s1446" style="position:absolute;left:38916;top:20976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cIMYA&#10;AADcAAAADwAAAGRycy9kb3ducmV2LnhtbESPQWvCQBSE74L/YXlCb3VToY1JXUUCYsVeTHro8ZF9&#10;zYZm34bsqqm/vlsoeBxm5htmtRltJy40+Naxgqd5AoK4drrlRsFHtXtcgvABWWPnmBT8kIfNejpZ&#10;Ya7dlU90KUMjIoR9jgpMCH0upa8NWfRz1xNH78sNFkOUQyP1gNcIt51cJMmLtNhyXDDYU2Go/i7P&#10;VsExux1KI9N9kRW7xad+P1Z7nSr1MBu3ryACjeEe/m+/aQXPWQp/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OcIM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598" o:spid="_x0000_s1447" type="#_x0000_t32" style="position:absolute;left:39874;top:21414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EHycMAAADcAAAADwAAAGRycy9kb3ducmV2LnhtbERPy2rCQBTdF/oPwy10VycGfEVHKaGF&#10;QAVRC24vmWsSzdyJmWkS/95ZCF0eznu1GUwtOmpdZVnBeBSBIM6trrhQ8Hv8/piDcB5ZY22ZFNzJ&#10;wWb9+rLCRNue99QdfCFCCLsEFZTeN4mULi/JoBvZhjhwZ9sa9AG2hdQt9iHc1DKOoqk0WHFoKLGh&#10;tKT8evgzCvptetk181t+Oh+/btlkP4v99kep97fhcwnC0+D/xU93phVMFmFtOBOOgF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RB8nDAAAA3AAAAA8AAAAAAAAAAAAA&#10;AAAAoQIAAGRycy9kb3ducmV2LnhtbFBLBQYAAAAABAAEAPkAAACRAwAAAAA=&#10;" strokecolor="red" strokeweight=".25pt">
                        <v:stroke endarrow="block" joinstyle="miter"/>
                      </v:shape>
                    </v:group>
                    <v:group id="Group 599" o:spid="_x0000_s1448" style="position:absolute;left:32775;top:18607;width:5530;height:915" coordorigin="32775,1860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    <v:oval id="Oval 600" o:spid="_x0000_s1449" style="position:absolute;left:32775;top:18607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Xwr8MA&#10;AADcAAAADwAAAGRycy9kb3ducmV2LnhtbERPPW/CMBDdkfofrKvUjThlgCbFoCoSooguDQwdT/ER&#10;R8TnKHaTlF+PB6SOT+97vZ1sKwbqfeNYwWuSgiCunG64VnA+7eZvIHxA1tg6JgV/5GG7eZqtMddu&#10;5G8aylCLGMI+RwUmhC6X0leGLPrEdcSRu7jeYoiwr6XucYzhtpWLNF1Kiw3HBoMdFYaqa/lrFRyz&#10;26E0crUvsmK3+NFfx9Ner5R6eZ4+3kEEmsK/+OH+1AqWaZwfz8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Xwr8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601" o:spid="_x0000_s1450" type="#_x0000_t32" style="position:absolute;left:33733;top:19046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ar8UAAADcAAAADwAAAGRycy9kb3ducmV2LnhtbESPW4vCMBSE3wX/QziCb5oqeKFrKoso&#10;CAqLurCvh+b0stuc1Cba+u/NguDjMDPfMKt1Zypxp8aVlhVMxhEI4tTqknMF35fdaAnCeWSNlWVS&#10;8CAH66TfW2Gsbcsnup99LgKEXYwKCu/rWEqXFmTQjW1NHLzMNgZ9kE0udYNtgJtKTqNoLg2WHBYK&#10;rGlTUPp3vhkF7XHz+1Uvr+lPdtle97PTYuqPB6WGg+7zA4Snzr/Dr/ZeK5hHE/g/E46ATJ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Rar8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02" o:spid="_x0000_s1451" style="position:absolute;left:32752;top:19930;width:5530;height:914" coordorigin="32752,1993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    <v:oval id="Oval 603" o:spid="_x0000_s1452" style="position:absolute;left:32752;top:19930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u2MUA&#10;AADcAAAADwAAAGRycy9kb3ducmV2LnhtbESPQWvCQBSE7wX/w/KE3urGFLSmrkECYsVejD30+Mg+&#10;s8Hs25DdavTXu4VCj8PMfMMs88G24kK9bxwrmE4SEMSV0w3XCr6Om5c3ED4ga2wdk4IbechXo6cl&#10;Ztpd+UCXMtQiQthnqMCE0GVS+sqQRT9xHXH0Tq63GKLsa6l7vEa4bWWaJDNpseG4YLCjwlB1Ln+s&#10;gv3iviuNnG+LRbFJv/Xn/rjVc6Wex8P6HUSgIfyH/9ofWsEseY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27Y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04" o:spid="_x0000_s1453" type="#_x0000_t32" style="position:absolute;left:33710;top:2036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P5N8UAAADcAAAADwAAAGRycy9kb3ducmV2LnhtbESP3YrCMBSE74V9h3AWvNN0xT+6RllE&#10;QVAQq7C3h+bYVpuT2kRb336zIHg5zMw3zGzRmlI8qHaFZQVf/QgEcWp1wZmC03Hdm4JwHlljaZkU&#10;PMnBYv7RmWGsbcMHeiQ+EwHCLkYFufdVLKVLczLo+rYiDt7Z1gZ9kHUmdY1NgJtSDqJoLA0WHBZy&#10;rGiZU3pN7kZBs1te9tX0lv6ej6vbZnSYDPxuq1T3s/35BuGp9e/wq73RCsbREP7Ph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P5N8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05" o:spid="_x0000_s1454" style="position:absolute;left:32752;top:21156;width:5530;height:915" coordorigin="32752,2115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n0oc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nk0g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n0ocQAAADcAAAA&#10;DwAAAAAAAAAAAAAAAACqAgAAZHJzL2Rvd25yZXYueG1sUEsFBgAAAAAEAAQA+gAAAJsDAAAAAA==&#10;">
                      <v:oval id="Oval 606" o:spid="_x0000_s1455" style="position:absolute;left:32752;top:21156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NQMUA&#10;AADcAAAADwAAAGRycy9kb3ducmV2LnhtbESPQWvCQBSE74L/YXmCN93oIWrqKhIQLfZi7KHHR/Y1&#10;G8y+DdlVU3+9Wyj0OMzMN8x629tG3KnztWMFs2kCgrh0uuZKwedlP1mC8AFZY+OYFPyQh+1mOFhj&#10;pt2Dz3QvQiUihH2GCkwIbSalLw1Z9FPXEkfv23UWQ5RdJXWHjwi3jZwnSSot1hwXDLaUGyqvxc0q&#10;OK2e74WRi0O+yvfzL/1xuhz0QqnxqN+9gQjUh//wX/uoFaRJCr9n4hG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M1A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07" o:spid="_x0000_s1456" type="#_x0000_t32" style="position:absolute;left:33710;top:2159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FnQMUAAADcAAAADwAAAGRycy9kb3ducmV2LnhtbESPW4vCMBSE34X9D+Es+KbpCl6opiKy&#10;grCCeAFfD83pRZuT2kTb/fdmYcHHYWa+YRbLzlTiSY0rLSv4GkYgiFOrS84VnE+bwQyE88gaK8uk&#10;4JccLJOP3gJjbVs+0PPocxEg7GJUUHhfx1K6tCCDbmhr4uBltjHog2xyqRtsA9xUchRFE2mw5LBQ&#10;YE3rgtLb8WEUtLv1dV/P7uklO33ft+PDdOR3P0r1P7vVHISnzr/D/+2tVjCJpvB3JhwBm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FnQM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</v:group>
                  <v:group id="Group 608" o:spid="_x0000_s1457" style="position:absolute;left:36016;top:21633;width:3673;height:613;rotation:90" coordorigin="36016,21633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XG18AAAADc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ZbWpjPpCMj1&#10;C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M9cbXwAAAANwAAAAPAAAA&#10;AAAAAAAAAAAAAKoCAABkcnMvZG93bnJldi54bWxQSwUGAAAAAAQABAD6AAAAlwMAAAAA&#10;">
                    <v:oval id="Oval 609" o:spid="_x0000_s1458" style="position:absolute;left:36016;top:21633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ZMsUA&#10;AADcAAAADwAAAGRycy9kb3ducmV2LnhtbESPQWvCQBSE7wX/w/IEb3WjB21SV5GAaLGXJh48PrKv&#10;2WD2bciumvrr3UKhx2FmvmFWm8G24ka9bxwrmE0TEMSV0w3XCk7l7vUNhA/IGlvHpOCHPGzWo5cV&#10;Ztrd+YtuRahFhLDPUIEJocuk9JUhi37qOuLofbveYoiyr6Xu8R7htpXzJFlIiw3HBYMd5YaqS3G1&#10;Co7p46MwcrnP03w3P+vPY7nXS6Um42H7DiLQEP7Df+2DVrBIUvg9E4+A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71ky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610" o:spid="_x0000_s1459" type="#_x0000_t32" style="position:absolute;left:36652;top:21919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Fp6cMAAADcAAAADwAAAGRycy9kb3ducmV2LnhtbERPTWvCQBC9C/0PyxR6041CVVJXKUFB&#10;aKAYBa9DdkzSZmeT7DaJ/949FDw+3vdmN5pa9NS5yrKC+SwCQZxbXXGh4HI+TNcgnEfWWFsmBXdy&#10;sNu+TDYYazvwifrMFyKEsItRQel9E0vp8pIMupltiAN3s51BH2BXSN3hEMJNLRdRtJQGKw4NJTaU&#10;lJT/Zn9GwZAmP9/Nus2vt/O+Pb6fVguffin19jp+foDwNPqn+N991AqW8zA/nAlHQG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RaenDAAAA3AAAAA8AAAAAAAAAAAAA&#10;AAAAoQIAAGRycy9kb3ducmV2LnhtbFBLBQYAAAAABAAEAPkAAACRAwAAAAA=&#10;" strokecolor="red" strokeweight=".25pt">
                      <v:stroke endarrow="block" joinstyle="miter"/>
                    </v:shape>
                  </v:group>
                  <v:group id="Group 611" o:spid="_x0000_s1460" style="position:absolute;left:32460;top:21686;width:3673;height:614;rotation:90" coordorigin="32461,21686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Bb5l8QAAADcAAAA&#10;DwAAAAAAAAAAAAAAAACqAgAAZHJzL2Rvd25yZXYueG1sUEsFBgAAAAAEAAQA+gAAAJsDAAAAAA==&#10;">
                    <v:oval id="Oval 612" o:spid="_x0000_s1461" style="position:absolute;left:32461;top:21686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dnsUA&#10;AADcAAAADwAAAGRycy9kb3ducmV2LnhtbESPQWvCQBSE7wX/w/KE3urGHLRGV5GAWNFLowePj+xr&#10;NjT7NmRXjf56Vyj0OMzMN8xi1dtGXKnztWMF41ECgrh0uuZKwem4+fgE4QOyxsYxKbiTh9Vy8LbA&#10;TLsbf9O1CJWIEPYZKjAhtJmUvjRk0Y9cSxy9H9dZDFF2ldQd3iLcNjJNkom0WHNcMNhSbqj8LS5W&#10;wX722BVGTrf5LN+kZ33YH7d6qtT7sF/PQQTqw3/4r/2lFUzGKbzOxCM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kl2e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613" o:spid="_x0000_s1462" type="#_x0000_t32" style="position:absolute;left:33097;top:22082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P3nsYAAADcAAAADwAAAGRycy9kb3ducmV2LnhtbESPQWvCQBSE74X+h+UJ3uomilaiayjS&#10;glChRAWvj+wziWbfxuw2if++Wyj0OMzMN8w6HUwtOmpdZVlBPIlAEOdWV1woOB0/XpYgnEfWWFsm&#10;BQ9ykG6en9aYaNtzRt3BFyJA2CWooPS+SaR0eUkG3cQ2xMG72NagD7ItpG6xD3BTy2kULaTBisNC&#10;iQ1tS8pvh2+joN9vr1/N8p6fL8f3+26evU79/lOp8Wh4W4HwNPj/8F97pxUs4hn8ng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D957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</v:group>
                <v:shape id="Freeform 614" o:spid="_x0000_s1463" style="position:absolute;left:1629;top:17813;width:54587;height:5048;visibility:visible;mso-wrap-style:square;v-text-anchor:middle" coordsize="10212149,10276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H8cYA&#10;AADcAAAADwAAAGRycy9kb3ducmV2LnhtbESPX2sCMRDE3wv9DmELfSmasxWRq1FE6L+XQlXwdb2s&#10;l7OXzZFsveu3bwqFPg4z8xtmsRp8qy4UUxPYwGRcgCKugm24NrDfPY3moJIgW2wDk4FvSrBaXl8t&#10;sLSh5w+6bKVWGcKpRANOpCu1TpUjj2kcOuLsnUL0KFnGWtuIfYb7Vt8XxUx7bDgvOOxo46j63H55&#10;A/HucHp/i/viWY5u+nB+2fVJzsbc3gzrR1BCg/yH/9qv1sBsMoXfM/kI6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kH8cYAAADcAAAADwAAAAAAAAAAAAAAAACYAgAAZHJz&#10;L2Rvd25yZXYueG1sUEsFBgAAAAAEAAQA9QAAAIsDAAAAAA==&#10;" adj="-11796480,,5400" path="m10212149,c7543126,128798,4874103,257597,3172078,428878,1470053,600159,735026,813923,,1027688e" fillcolor="#f4b083 [1941]" strokecolor="black [3213]" strokeweight="1.5pt">
                  <v:stroke joinstyle="miter"/>
                  <v:formulas/>
                  <v:path arrowok="t" o:connecttype="custom" o:connectlocs="5458734,0;1695581,210648;0,504759" o:connectangles="0,0,0" textboxrect="0,0,10212149,1027688"/>
                  <o:lock v:ext="edit" aspectratio="t"/>
                  <v:textbox>
                    <w:txbxContent>
                      <w:p w:rsidR="00946838" w:rsidRPr="009564D0" w:rsidRDefault="00946838" w:rsidP="000908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Bidi" w:hAnsiTheme="majorBidi" w:cstheme="majorBidi"/>
                            <w:sz w:val="18"/>
                            <w:szCs w:val="18"/>
                          </w:rPr>
                        </w:pP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ab/>
                        </w: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ab/>
                        </w: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ab/>
                          <w:t xml:space="preserve">   </w:t>
                        </w: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Dune</w:t>
                        </w:r>
                        <w:r w:rsidRPr="009564D0">
                          <w:rPr>
                            <w:rFonts w:asciiTheme="majorBidi" w:hAnsiTheme="majorBidi" w:cstheme="maj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ab/>
                        </w:r>
                      </w:p>
                    </w:txbxContent>
                  </v:textbox>
                </v:shape>
                <v:shape id="Freeform 615" o:spid="_x0000_s1464" style="position:absolute;left:1603;top:3479;width:54389;height:5029;visibility:visible;mso-wrap-style:square;v-text-anchor:middle" coordsize="10212149,10276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iasYA&#10;AADcAAAADwAAAGRycy9kb3ducmV2LnhtbESPS2vDMBCE74X+B7GFXkojp49QnCghBNLHpdAk0OvG&#10;2lhOrJWRtrH776tCocdhZr5hZovBt+pMMTWBDYxHBSjiKtiGawO77fr2CVQSZIttYDLwTQkW88uL&#10;GZY29PxB543UKkM4lWjAiXSl1qly5DGNQkecvUOIHiXLWGsbsc9w3+q7ophojw3nBYcdrRxVp82X&#10;NxBvPg/vb3FXPMvePdwfX7Z9kqMx11fDcgpKaJD/8F/71RqYjB/h90w+An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WiasYAAADcAAAADwAAAAAAAAAAAAAAAACYAgAAZHJz&#10;L2Rvd25yZXYueG1sUEsFBgAAAAAEAAQA9QAAAIsDAAAAAA==&#10;" adj="-11796480,,5400" path="m10212149,c7543126,128798,4874103,257597,3172078,428878,1470053,600159,735026,813923,,1027688e" fillcolor="#f4b083 [1941]" strokecolor="black [3213]" strokeweight="1.5pt">
                  <v:stroke joinstyle="miter"/>
                  <v:formulas/>
                  <v:path arrowok="t" o:connecttype="custom" o:connectlocs="5438852,0;1689406,209880;0,502920" o:connectangles="0,0,0" textboxrect="0,0,10212149,1027688"/>
                  <o:lock v:ext="edit" aspectratio="t"/>
                  <v:textbox>
                    <w:txbxContent>
                      <w:p w:rsidR="00946838" w:rsidRPr="009564D0" w:rsidRDefault="00946838" w:rsidP="009564D0">
                        <w:pPr>
                          <w:ind w:left="2160" w:firstLine="720"/>
                          <w:rPr>
                            <w:b/>
                            <w:bCs/>
                            <w:color w:val="000000" w:themeColor="text1"/>
                            <w:sz w:val="18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4"/>
                          </w:rPr>
                          <w:t xml:space="preserve">  </w:t>
                        </w:r>
                        <w:r w:rsidRPr="009564D0">
                          <w:rPr>
                            <w:b/>
                            <w:bCs/>
                            <w:color w:val="000000" w:themeColor="text1"/>
                            <w:sz w:val="18"/>
                            <w:szCs w:val="14"/>
                          </w:rPr>
                          <w:t>Dune</w:t>
                        </w:r>
                      </w:p>
                    </w:txbxContent>
                  </v:textbox>
                </v:shape>
                <v:group id="Group 616" o:spid="_x0000_s1465" style="position:absolute;left:41298;top:12324;width:5759;height:5544" coordorigin="41298,12324" coordsize="11768,11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L8C8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EvwLxgAAANwA&#10;AAAPAAAAAAAAAAAAAAAAAKoCAABkcnMvZG93bnJldi54bWxQSwUGAAAAAAQABAD6AAAAnQMAAAAA&#10;">
                  <v:group id="Group 617" o:spid="_x0000_s1466" style="position:absolute;left:41298;top:12324;width:11768;height:6858" coordorigin="41298,12324" coordsize="17208,10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  <v:group id="Group 618" o:spid="_x0000_s1467" style="position:absolute;left:43961;top:13966;width:5530;height:915" coordorigin="43961,1396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HN4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DBzeLCAAAA3AAAAA8A&#10;AAAAAAAAAAAAAAAAqgIAAGRycy9kb3ducmV2LnhtbFBLBQYAAAAABAAEAPoAAACZAwAAAAA=&#10;">
                      <v:oval id="Oval 619" o:spid="_x0000_s1468" style="position:absolute;left:43961;top:13966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bP78UA&#10;AADcAAAADwAAAGRycy9kb3ducmV2LnhtbESPQWvCQBSE7wX/w/KE3upGD9pEV5GAWNFLowePj+xr&#10;NjT7NmRXjf56Vyj0OMzMN8xi1dtGXKnztWMF41ECgrh0uuZKwem4+fgE4QOyxsYxKbiTh9Vy8LbA&#10;TLsbf9O1CJWIEPYZKjAhtJmUvjRk0Y9cSxy9H9dZDFF2ldQd3iLcNnKSJFNpsea4YLCl3FD5W1ys&#10;gn362BVGzrZ5mm8mZ33YH7d6ptT7sF/PQQTqw3/4r/2lFUzHKbzOxCM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Ns/v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20" o:spid="_x0000_s1469" type="#_x0000_t32" style="position:absolute;left:44919;top:1440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2jVMEAAADcAAAADwAAAGRycy9kb3ducmV2LnhtbERPy4rCMBTdC/5DuMLsNLUwKtUoIgrC&#10;COID3F6aa1ttbmqTsfXvzUJweTjv2aI1pXhS7QrLCoaDCARxanXBmYLzadOfgHAeWWNpmRS8yMFi&#10;3u3MMNG24QM9jz4TIYRdggpy76tESpfmZNANbEUcuKutDfoA60zqGpsQbkoZR9FIGiw4NORY0Sqn&#10;9H78Nwqa3eq2ryaP9HI9rR/b38M49rs/pX567XIKwlPrv+KPe6sVjOIwP5wJR0D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vaNUwQAAANwAAAAPAAAAAAAAAAAAAAAA&#10;AKECAABkcnMvZG93bnJldi54bWxQSwUGAAAAAAQABAD5AAAAjwMAAAAA&#10;" strokecolor="red" strokeweight=".25pt">
                        <v:stroke endarrow="block" joinstyle="miter"/>
                      </v:shape>
                    </v:group>
                    <v:oval id="Oval 621" o:spid="_x0000_s1470" style="position:absolute;left:41298;top:12324;width:17208;height:10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Ak8UA&#10;AADcAAAADwAAAGRycy9kb3ducmV2LnhtbESPQWvCQBSE70L/w/IK3nQTBZHoJthSQUorrRW8PrPP&#10;bGz2bciumv77bkHocZiZb5hl0dtGXKnztWMF6TgBQVw6XXOlYP+1Hs1B+ICssXFMCn7IQ5E/DJaY&#10;aXfjT7ruQiUihH2GCkwIbSalLw1Z9GPXEkfv5DqLIcqukrrDW4TbRk6SZCYt1hwXDLb0bKj83l2s&#10;gpezwWA/Dm+HuX7dpE/v02p7ZKWGj/1qASJQH/7D9/ZGK5hNUvg7E4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ICTxQAAANwAAAAPAAAAAAAAAAAAAAAAAJgCAABkcnMv&#10;ZG93bnJldi54bWxQSwUGAAAAAAQABAD1AAAAigMAAAAA&#10;" filled="f" strokecolor="#c45911 [2405]" strokeweight="1pt">
                      <v:stroke joinstyle="miter"/>
                    </v:oval>
                    <v:group id="Group 622" o:spid="_x0000_s1471" style="position:absolute;left:43938;top:15288;width:5530;height:915" coordorigin="43938,1528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Uwtc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0UwtcQAAADcAAAA&#10;DwAAAAAAAAAAAAAAAACqAgAAZHJzL2Rvd25yZXYueG1sUEsFBgAAAAAEAAQA+gAAAJsDAAAAAA==&#10;">
                      <v:oval id="Oval 623" o:spid="_x0000_s1472" style="position:absolute;left:43938;top:15288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yuMYA&#10;AADcAAAADwAAAGRycy9kb3ducmV2LnhtbESPT2vCQBTE7wW/w/IEb3VjCv6JriIB0WIvRg8eH9nX&#10;bGj2bchuNfrpu4VCj8PM/IZZbXrbiBt1vnasYDJOQBCXTtdcKbicd69zED4ga2wck4IHedisBy8r&#10;zLS784luRahEhLDPUIEJoc2k9KUhi37sWuLofbrOYoiyq6Tu8B7htpFpkkylxZrjgsGWckPlV/Ft&#10;FRwXz/fCyNk+X+S79Ko/jue9nik1GvbbJYhAffgP/7UPWsE0fYP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IyuM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624" o:spid="_x0000_s1473" type="#_x0000_t32" style="position:absolute;left:44896;top:1572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alV8YAAADcAAAADwAAAGRycy9kb3ducmV2LnhtbESPQWvCQBSE7wX/w/IEb3VjUCupq4i0&#10;EKhQTAq9PrLPJG32bcxuk/jvu4WCx2FmvmG2+9E0oqfO1ZYVLOYRCOLC6ppLBR/56+MGhPPIGhvL&#10;pOBGDva7ycMWE20HPlOf+VIECLsEFVTet4mUrqjIoJvbljh4F9sZ9EF2pdQdDgFuGhlH0VoarDks&#10;VNjSsaLiO/sxCobT8eu93VyLz0v+ck1X56fYn96Umk3HwzMIT6O/h//bqVawjpfwdyYcAb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GpVf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25" o:spid="_x0000_s1474" style="position:absolute;left:43938;top:16515;width:5530;height:914" coordorigin="43938,16515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Kyow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h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rKjBxgAAANwA&#10;AAAPAAAAAAAAAAAAAAAAAKoCAABkcnMvZG93bnJldi54bWxQSwUGAAAAAAQABAD6AAAAnQMAAAAA&#10;">
                      <v:oval id="Oval 626" o:spid="_x0000_s1475" style="position:absolute;left:43938;top:16515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WRIMUA&#10;AADcAAAADwAAAGRycy9kb3ducmV2LnhtbESPQWvCQBSE7wX/w/IK3uqmOURNXaUEREUvxh56fGRf&#10;s6HZtyG7avTXu0Khx2FmvmEWq8G24kK9bxwreJ8kIIgrpxuuFXyd1m8zED4ga2wdk4IbeVgtRy8L&#10;zLW78pEuZahFhLDPUYEJocul9JUhi37iOuLo/bjeYoiyr6Xu8RrhtpVpkmTSYsNxwWBHhaHqtzxb&#10;Bfv5fVcaOd0U82KdfuvD/rTRU6XGr8PnB4hAQ/gP/7W3WkGWZvA8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ZEg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27" o:spid="_x0000_s1476" type="#_x0000_t32" style="position:absolute;left:44896;top:1695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Q7IMYAAADcAAAADwAAAGRycy9kb3ducmV2LnhtbESPQWvCQBSE74X+h+UJ3urGgFFSVymh&#10;BcFAUQu9PrLPJG32bZLdmvjvu4LgcZiZb5j1djSNuFDvassK5rMIBHFhdc2lgq/Tx8sKhPPIGhvL&#10;pOBKDrab56c1ptoOfKDL0ZciQNilqKDyvk2ldEVFBt3MtsTBO9veoA+yL6XucQhw08g4ihJpsOaw&#10;UGFLWUXF7/HPKBjy7OezXXXF9/n03u0Wh2Xs871S08n49grC0+gf4Xt7pxUk8RJuZ8IRkJ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UOyD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28" o:spid="_x0000_s1477" style="position:absolute;left:50211;top:13947;width:5530;height:915" coordorigin="50211,1394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0HX8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+rQdfwwAAANwAAAAP&#10;AAAAAAAAAAAAAAAAAKoCAABkcnMvZG93bnJldi54bWxQSwUGAAAAAAQABAD6AAAAmgMAAAAA&#10;">
                      <v:oval id="Oval 629" o:spid="_x0000_s1478" style="position:absolute;left:50211;top:13947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FUsUA&#10;AADcAAAADwAAAGRycy9kb3ducmV2LnhtbESPQWvCQBSE74L/YXmF3nTTHLRJXUUCYsVeGj14fGRf&#10;s8Hs25BdNfbXdwuCx2FmvmEWq8G24kq9bxwreJsmIIgrpxuuFRwPm8k7CB+QNbaOScGdPKyW49EC&#10;c+1u/E3XMtQiQtjnqMCE0OVS+sqQRT91HXH0flxvMUTZ11L3eItw28o0SWbSYsNxwWBHhaHqXF6s&#10;gn32uyuNnG+LrNikJ/21P2z1XKnXl2H9ASLQEJ7hR/tTK5ilGfyf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gVS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30" o:spid="_x0000_s1479" type="#_x0000_t32" style="position:absolute;left:51169;top:14386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Q1icMAAADcAAAADwAAAGRycy9kb3ducmV2LnhtbERPy2rCQBTdF/oPwy10VydaGiU6SpEW&#10;Ag2ID3B7yVyTaOZOkpma+PfOQnB5OO/FajC1uFLnKssKxqMIBHFudcWFgsP+92MGwnlkjbVlUnAj&#10;B6vl68sCE2173tJ15wsRQtglqKD0vkmkdHlJBt3INsSBO9nOoA+wK6TusA/hppaTKIqlwYpDQ4kN&#10;rUvKL7t/o6DP1udNM2vz42n/06Zf2+nEZ39Kvb8N33MQngb/FD/cqVYQf4b54Uw4An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kNYnDAAAA3AAAAA8AAAAAAAAAAAAA&#10;AAAAoQIAAGRycy9kb3ducmV2LnhtbFBLBQYAAAAABAAEAPkAAACRAwAAAAA=&#10;" strokecolor="red" strokeweight=".25pt">
                        <v:stroke endarrow="block" joinstyle="miter"/>
                      </v:shape>
                    </v:group>
                    <v:group id="Group 631" o:spid="_x0000_s1480" style="position:absolute;left:50188;top:15270;width:5530;height:914" coordorigin="50188,1527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44H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SW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TjgfxgAAANwA&#10;AAAPAAAAAAAAAAAAAAAAAKoCAABkcnMvZG93bnJldi54bWxQSwUGAAAAAAQABAD6AAAAnQMAAAAA&#10;">
                      <v:oval id="Oval 632" o:spid="_x0000_s1481" style="position:absolute;left:50188;top:15270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B/sYA&#10;AADcAAAADwAAAGRycy9kb3ducmV2LnhtbESPT2vCQBTE7wW/w/IEb3VjCv6JriIB0WIvRg8eH9nX&#10;bGj2bchuNfrpu4VCj8PM/IZZbXrbiBt1vnasYDJOQBCXTtdcKbicd69zED4ga2wck4IHedisBy8r&#10;zLS784luRahEhLDPUIEJoc2k9KUhi37sWuLofbrOYoiyq6Tu8B7htpFpkkylxZrjgsGWckPlV/Ft&#10;FRwXz/fCyNk+X+S79Ko/jue9nik1GvbbJYhAffgP/7UPWsH0LY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cB/s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633" o:spid="_x0000_s1482" type="#_x0000_t32" style="position:absolute;left:51146;top:1570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ar/sUAAADcAAAADwAAAGRycy9kb3ducmV2LnhtbESPQYvCMBSE78L+h/AWvGmqsirVKIus&#10;ICiIVfD6aJ5ttXmpTbTdf79ZEDwOM/MNM1+2phRPql1hWcGgH4EgTq0uOFNwOq57UxDOI2ssLZOC&#10;X3KwXHx05hhr2/CBnonPRICwi1FB7n0VS+nSnAy6vq2Ig3extUEfZJ1JXWMT4KaUwygaS4MFh4Uc&#10;K1rllN6Sh1HQ7FbXfTW9p+fL8ee++TpMhn63Var72X7PQHhq/Tv8am+0gvFoBP9nw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ar/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34" o:spid="_x0000_s1483" style="position:absolute;left:50188;top:16496;width:5530;height:915" coordorigin="50188,1649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    <v:oval id="Oval 635" o:spid="_x0000_s1484" style="position:absolute;left:50188;top:16496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6ZisYA&#10;AADcAAAADwAAAGRycy9kb3ducmV2LnhtbESPT2vCQBTE7wW/w/IEb3Wjpf6JriIBscVeGj14fGSf&#10;2WD2bchuNfrp3UKhx2FmfsMs152txZVaXzlWMBomIIgLpysuFRwP29cZCB+QNdaOScGdPKxXvZcl&#10;ptrd+JuueShFhLBPUYEJoUml9IUhi37oGuLonV1rMUTZllK3eItwW8txkkykxYrjgsGGMkPFJf+x&#10;Cvbzx2du5HSXzbPt+KS/9oednio16HebBYhAXfgP/7U/tILJ2zv8nolH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6Zis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636" o:spid="_x0000_s1485" type="#_x0000_t32" style="position:absolute;left:51146;top:1693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EIZsUAAADcAAAADwAAAGRycy9kb3ducmV2LnhtbESP3YrCMBSE7wXfIRzBO01VrNI1isgu&#10;CCuIP7C3h+bYdrc5qU3W1rc3guDlMDPfMItVa0pxo9oVlhWMhhEI4tTqgjMF59PXYA7CeWSNpWVS&#10;cCcHq2W3s8BE24YPdDv6TAQIuwQV5N5XiZQuzcmgG9qKOHgXWxv0QdaZ1DU2AW5KOY6iWBosOCzk&#10;WNEmp/Tv+G8UNLvN776aX9Ofy+nzup0eZmO/+1aq32vXHyA8tf4dfrW3WkE8ieF5JhwBu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EIZ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_x0000_s1486" style="position:absolute;left:50211;top:17834;width:5530;height:914" coordorigin="50211,1783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    <v:oval id="Oval 638" o:spid="_x0000_s1487" style="position:absolute;left:50211;top:17834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82FMIA&#10;AADcAAAADwAAAGRycy9kb3ducmV2LnhtbERPy4rCMBTdC/MP4Q6403QUfFSjDAVR0Y11FrO8NNem&#10;THNTmoxWv94sBJeH816uO1uLK7W+cqzga5iAIC6crrhU8HPeDGYgfEDWWDsmBXfysF599JaYanfj&#10;E13zUIoYwj5FBSaEJpXSF4Ys+qFriCN3ca3FEGFbSt3iLYbbWo6SZCItVhwbDDaUGSr+8n+r4DB/&#10;7HMjp9tsnm1Gv/p4OG/1VKn+Z/e9ABGoC2/xy73TCibjuDae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zYUwgAAANwAAAAPAAAAAAAAAAAAAAAAAJgCAABkcnMvZG93&#10;bnJldi54bWxQSwUGAAAAAAQABAD1AAAAhwMAAAAA&#10;" fillcolor="#f4b083 [1941]" strokecolor="red" strokeweight="1pt">
                        <v:stroke joinstyle="miter"/>
                      </v:oval>
                      <v:shape id="Straight Arrow Connector 639" o:spid="_x0000_s1488" type="#_x0000_t32" style="position:absolute;left:51169;top:18272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6cFMYAAADcAAAADwAAAGRycy9kb3ducmV2LnhtbESPQWvCQBSE7wX/w/KE3upGS61GN0GC&#10;BaFCUQteH9lnEs2+jdltkv77bqHQ4zAz3zDrdDC16Kh1lWUF00kEgji3uuJCwefp7WkBwnlkjbVl&#10;UvBNDtJk9LDGWNueD9QdfSEChF2MCkrvm1hKl5dk0E1sQxy8i20N+iDbQuoW+wA3tZxF0VwarDgs&#10;lNhQVlJ+O34ZBf0+u340i3t+vpy2993L4XXm9+9KPY6HzQqEp8H/h//aO61g/ryE3zPhCMjk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enBT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40" o:spid="_x0000_s1489" style="position:absolute;left:50188;top:19156;width:5530;height:914" coordorigin="50188,1915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    <v:oval id="Oval 641" o:spid="_x0000_s1490" style="position:absolute;left:50188;top:19156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Ps9MYA&#10;AADcAAAADwAAAGRycy9kb3ducmV2LnhtbESPT2vCQBTE7wW/w/KE3upGEf9EV5GAWLEXkx56fGSf&#10;2WD2bciumvbTu4VCj8PM/IZZb3vbiDt1vnasYDxKQBCXTtdcKfgs9m8LED4ga2wck4Jv8rDdDF7W&#10;mGr34DPd81CJCGGfogITQptK6UtDFv3ItcTRu7jOYoiyq6Tu8BHhtpGTJJlJizXHBYMtZYbKa36z&#10;Ck7Ln2Nu5PyQLbP95Et/nIqDniv1Oux3KxCB+vAf/mu/awWz6Rh+z8QjID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Ps9M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642" o:spid="_x0000_s1491" type="#_x0000_t32" style="position:absolute;left:51146;top:19594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x9GMYAAADcAAAADwAAAGRycy9kb3ducmV2LnhtbESPQWvCQBSE7wX/w/IEb3VjUCupq4i0&#10;EKhQTAq9PrLPJG32bcxuk/jvu4WCx2FmvmG2+9E0oqfO1ZYVLOYRCOLC6ppLBR/56+MGhPPIGhvL&#10;pOBGDva7ycMWE20HPlOf+VIECLsEFVTet4mUrqjIoJvbljh4F9sZ9EF2pdQdDgFuGhlH0VoarDks&#10;VNjSsaLiO/sxCobT8eu93VyLz0v+ck1X56fYn96Umk3HwzMIT6O/h//bqVawXsbwdyYcAb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8fRj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43" o:spid="_x0000_s1492" style="position:absolute;left:50188;top:20382;width:5530;height:915" coordorigin="50188,2038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Zwj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n5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1nCOxgAAANwA&#10;AAAPAAAAAAAAAAAAAAAAAKoCAABkcnMvZG93bnJldi54bWxQSwUGAAAAAAQABAD6AAAAnQMAAAAA&#10;">
                      <v:oval id="Oval 644" o:spid="_x0000_s1493" style="position:absolute;left:50188;top:20382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RPbMUA&#10;AADcAAAADwAAAGRycy9kb3ducmV2LnhtbESPT4vCMBTE7wv7HcJb8LamivinGmUpiC7uxerB46N5&#10;NsXmpTRZrX76jSDscZiZ3zCLVWdrcaXWV44VDPoJCOLC6YpLBcfD+nMKwgdkjbVjUnAnD6vl+9sC&#10;U+1uvKdrHkoRIexTVGBCaFIpfWHIou+7hjh6Z9daDFG2pdQt3iLc1nKYJGNpseK4YLChzFBxyX+t&#10;gt3s8Z0bOdlks2w9POmf3WGjJ0r1PrqvOYhAXfgPv9pbrWA8GsHz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E9s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45" o:spid="_x0000_s1494" type="#_x0000_t32" style="position:absolute;left:51146;top:20821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XlbMYAAADcAAAADwAAAGRycy9kb3ducmV2LnhtbESP3WrCQBSE7wu+w3IE7+qm0liJWUXE&#10;gqBQooXeHrInPzZ7NmZXE9++Wyj0cpiZb5h0PZhG3KlztWUFL9MIBHFudc2lgs/z+/MChPPIGhvL&#10;pOBBDtar0VOKibY9Z3Q/+VIECLsEFVTet4mULq/IoJvaljh4he0M+iC7UuoO+wA3jZxF0VwarDks&#10;VNjStqL8+3QzCvrj9vLRLq75V3HeXfdx9jbzx4NSk/GwWYLwNPj/8F97rxXMX2P4PROO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V5Wz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46" o:spid="_x0000_s1495" style="position:absolute;left:44046;top:18014;width:5530;height:914" coordorigin="44046,18014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HTF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Hylc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2h0xbFAAAA3AAA&#10;AA8AAAAAAAAAAAAAAAAAqgIAAGRycy9kb3ducmV2LnhtbFBLBQYAAAAABAAEAPoAAACcAwAAAAA=&#10;">
                      <v:oval id="Oval 647" o:spid="_x0000_s1496" style="position:absolute;left:44046;top:18014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RG8UA&#10;AADcAAAADwAAAGRycy9kb3ducmV2LnhtbESPQWvCQBSE7wX/w/IKvdVNRYymriIBsWIvRg89PrLP&#10;bDD7NmRXTfvrXUHocZiZb5j5sreNuFLna8cKPoYJCOLS6ZorBcfD+n0KwgdkjY1jUvBLHpaLwcsc&#10;M+1uvKdrESoRIewzVGBCaDMpfWnIoh+6ljh6J9dZDFF2ldQd3iLcNnKUJBNpsea4YLCl3FB5Li5W&#10;wW72ty2MTDf5LF+PfvT37rDRqVJvr/3qE0SgPvyHn+0vrWAy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VtEb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48" o:spid="_x0000_s1497" type="#_x0000_t32" style="position:absolute;left:45004;top:1845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K8sMAAADcAAAADwAAAGRycy9kb3ducmV2LnhtbERPy2rCQBTdF/oPwy10VydKGyU6SpEW&#10;Ag2ID3B7yVyTaOZOkpma+PfOQnB5OO/FajC1uFLnKssKxqMIBHFudcWFgsP+92MGwnlkjbVlUnAj&#10;B6vl68sCE2173tJ15wsRQtglqKD0vkmkdHlJBt3INsSBO9nOoA+wK6TusA/hppaTKIqlwYpDQ4kN&#10;rUvKL7t/o6DP1udNM2vz42n/06Zf2+nEZ39Kvb8N33MQngb/FD/cqVYQf4a14Uw4An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USvLDAAAA3AAAAA8AAAAAAAAAAAAA&#10;AAAAoQIAAGRycy9kb3ducmV2LnhtbFBLBQYAAAAABAAEAPkAAACRAwAAAAA=&#10;" strokecolor="red" strokeweight=".25pt">
                        <v:stroke endarrow="block" joinstyle="miter"/>
                      </v:shape>
                    </v:group>
                    <v:group id="Group 649" o:spid="_x0000_s1498" style="position:absolute;left:44023;top:19336;width:5530;height:915" coordorigin="44023,1933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5H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+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PkdkxgAAANwA&#10;AAAPAAAAAAAAAAAAAAAAAKoCAABkcnMvZG93bnJldi54bWxQSwUGAAAAAAQABAD6AAAAnQMAAAAA&#10;">
                      <v:oval id="Oval 650" o:spid="_x0000_s1499" style="position:absolute;left:44023;top:19336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bfssIA&#10;AADcAAAADwAAAGRycy9kb3ducmV2LnhtbERPy4rCMBTdC/MP4Q6403QEX9UoQ0FUdGOdxSwvzbUp&#10;09yUJqPVrzcLweXhvJfrztbiSq2vHCv4GiYgiAunKy4V/Jw3gxkIH5A11o5JwZ08rFcfvSWm2t34&#10;RNc8lCKGsE9RgQmhSaX0hSGLfuga4shdXGsxRNiWUrd4i+G2lqMkmUiLFccGgw1lhoq//N8qOMwf&#10;+9zI6TabZ5vRrz4ezls9Var/2X0vQATqwlv8cu+0gsk4zo9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t+ywgAAANwAAAAPAAAAAAAAAAAAAAAAAJgCAABkcnMvZG93&#10;bnJldi54bWxQSwUGAAAAAAQABAD1AAAAhwMAAAAA&#10;" fillcolor="#f4b083 [1941]" strokecolor="red" strokeweight="1pt">
                        <v:stroke joinstyle="miter"/>
                      </v:oval>
                      <v:shape id="Straight Arrow Connector 651" o:spid="_x0000_s1500" type="#_x0000_t32" style="position:absolute;left:44981;top:1977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d1ssUAAADcAAAADwAAAGRycy9kb3ducmV2LnhtbESP3YrCMBSE7xd8h3AE79ZUQVeqqYi4&#10;ICiIuuDtoTn90eakNllb394IC3s5zMw3zGLZmUo8qHGlZQWjYQSCOLW65FzBz/n7cwbCeWSNlWVS&#10;8CQHy6T3scBY25aP9Dj5XAQIuxgVFN7XsZQuLcigG9qaOHiZbQz6IJtc6gbbADeVHEfRVBosOSwU&#10;WNO6oPR2+jUK2v36eqhn9/SSnTf37eT4Nfb7nVKDfreag/DU+f/wX3urFUwnI3ifCUdAJ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d1ss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52" o:spid="_x0000_s1501" style="position:absolute;left:44023;top:20563;width:5530;height:914" coordorigin="44023,20563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NDy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Ji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Q0PIxgAAANwA&#10;AAAPAAAAAAAAAAAAAAAAAKoCAABkcnMvZG93bnJldi54bWxQSwUGAAAAAAQABAD6AAAAnQMAAAAA&#10;">
                      <v:oval id="Oval 653" o:spid="_x0000_s1502" style="position:absolute;left:44023;top:20563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BxcYA&#10;AADcAAAADwAAAGRycy9kb3ducmV2LnhtbESPT2vCQBTE7wW/w/IEb3Wjpf6JriIBscVeGj14fGSf&#10;2WD2bchuNfrp3UKhx2FmfsMs152txZVaXzlWMBomIIgLpysuFRwP29cZCB+QNdaOScGdPKxXvZcl&#10;ptrd+JuueShFhLBPUYEJoUml9IUhi37oGuLonV1rMUTZllK3eItwW8txkkykxYrjgsGGMkPFJf+x&#10;Cvbzx2du5HSXzbPt+KS/9oednio16HebBYhAXfgP/7U/tILJ+xv8nolH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BxcYAAADcAAAADwAAAAAAAAAAAAAAAACYAgAAZHJz&#10;L2Rvd25yZXYueG1sUEsFBgAAAAAEAAQA9QAAAIsDAAAAAA==&#10;" fillcolor="#f4b083 [1941]" strokecolor="red" strokeweight="1pt">
                        <v:stroke joinstyle="miter"/>
                      </v:oval>
                      <v:shape id="Straight Arrow Connector 654" o:spid="_x0000_s1503" type="#_x0000_t32" style="position:absolute;left:44981;top:21001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DWKsYAAADcAAAADwAAAGRycy9kb3ducmV2LnhtbESP3WrCQBSE7wu+w3IE7+qm0liJWUXE&#10;gqBQooXeHrInPzZ7NmZXE9++Wyj0cpiZb5h0PZhG3KlztWUFL9MIBHFudc2lgs/z+/MChPPIGhvL&#10;pOBBDtar0VOKibY9Z3Q/+VIECLsEFVTet4mULq/IoJvaljh4he0M+iC7UuoO+wA3jZxF0VwarDks&#10;VNjStqL8+3QzCvrj9vLRLq75V3HeXfdx9jbzx4NSk/GwWYLwNPj/8F97rxXM41f4PROO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A1ir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</v:group>
                  <v:group id="Group 655" o:spid="_x0000_s1504" style="position:absolute;left:45393;top:21509;width:3673;height:613;rotation:90" coordorigin="45393,21509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dGVMUAAADcAAAADwAAAGRycy9kb3ducmV2LnhtbESPT2sCMRTE7wW/Q3iF&#10;XqRmFRS7GkUrC73WP+jxsXlulm5e1iR1t9++KQg9DjPzG2a57m0j7uRD7VjBeJSBIC6drrlScDwU&#10;r3MQISJrbByTgh8KsF4NnpaYa9fxJ933sRIJwiFHBSbGNpcylIYshpFriZN3dd5iTNJXUnvsEtw2&#10;cpJlM2mx5rRgsKV3Q+XX/tsq4NtpXtya87C4lH682XZvZneJSr0895sFiEh9/A8/2h9awWw6h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FHRlTFAAAA3AAA&#10;AA8AAAAAAAAAAAAAAAAAqgIAAGRycy9kb3ducmV2LnhtbFBLBQYAAAAABAAEAPoAAACcAwAAAAA=&#10;">
                    <v:oval id="Oval 656" o:spid="_x0000_s1505" style="position:absolute;left:45393;top:21509;width:608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PiXcUA&#10;AADcAAAADwAAAGRycy9kb3ducmV2LnhtbESPQWvCQBSE74L/YXmCt7pRaNTUVSQgWuzF6KHHR/Y1&#10;G5p9G7JbTfvru4LgcZiZb5jVpreNuFLna8cKppMEBHHpdM2Vgst597IA4QOyxsYxKfglD5v1cLDC&#10;TLsbn+hahEpECPsMFZgQ2kxKXxqy6CeuJY7el+sshii7SuoObxFuGzlLklRarDkuGGwpN1R+Fz9W&#10;wXH5914YOd/ny3w3+9Qfx/Nez5Uaj/rtG4hAfXiGH+2DVpC+pnA/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+Jd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657" o:spid="_x0000_s1506" type="#_x0000_t32" style="position:absolute;left:46029;top:21794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JIXcUAAADcAAAADwAAAGRycy9kb3ducmV2LnhtbESPW4vCMBSE34X9D+Es+KbpCl7omsoi&#10;uyAoiBfY10NzetHmpDbR1n9vBMHHYWa+YeaLzlTiRo0rLSv4GkYgiFOrS84VHA9/gxkI55E1VpZJ&#10;wZ0cLJKP3hxjbVve0W3vcxEg7GJUUHhfx1K6tCCDbmhr4uBltjHog2xyqRtsA9xUchRFE2mw5LBQ&#10;YE3LgtLz/moUtJvlaVvPLul/dvi9rMa76chv1kr1P7ufbxCeOv8Ov9orrWAynsLzTDgCMn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JIXcUAAADcAAAADwAAAAAAAAAA&#10;AAAAAAChAgAAZHJzL2Rvd25yZXYueG1sUEsFBgAAAAAEAAQA+QAAAJMDAAAAAA==&#10;" strokecolor="red" strokeweight=".25pt">
                      <v:stroke endarrow="block" joinstyle="miter"/>
                    </v:shape>
                  </v:group>
                </v:group>
                <v:group id="Group 658" o:spid="_x0000_s1507" style="position:absolute;left:1734;top:16116;width:5760;height:5454" coordorigin="1734,16116" coordsize="11768,11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t0Is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ardCLCAAAA3AAAAA8A&#10;AAAAAAAAAAAAAAAAqgIAAGRycy9kb3ducmV2LnhtbFBLBQYAAAAABAAEAPoAAACZAwAAAAA=&#10;">
                  <v:group id="Group 659" o:spid="_x0000_s1508" style="position:absolute;left:1734;top:16116;width:11768;height:6858" coordorigin="1734,16116" coordsize="17208,10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fRu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o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n0bnFAAAA3AAA&#10;AA8AAAAAAAAAAAAAAAAAqgIAAGRycy9kb3ducmV2LnhtbFBLBQYAAAAABAAEAPoAAACcAwAAAAA=&#10;">
                    <v:group id="Group 660" o:spid="_x0000_s1509" style="position:absolute;left:4398;top:17759;width:5530;height:914" coordorigin="4398,17759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Gymc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mB/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xspnCAAAA3AAAAA8A&#10;AAAAAAAAAAAAAAAAqgIAAGRycy9kb3ducmV2LnhtbFBLBQYAAAAABAAEAPoAAACZAwAAAAA=&#10;">
                      <v:oval id="Oval 661" o:spid="_x0000_s1510" style="position:absolute;left:4398;top:17759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awlMUA&#10;AADcAAAADwAAAGRycy9kb3ducmV2LnhtbESPQWvCQBSE74L/YXmCN93oIWrqKhIQLfZi4qHHR/Y1&#10;G5p9G7Krpv313UKhx2FmvmG2+8G24kG9bxwrWMwTEMSV0w3XCm7lcbYG4QOyxtYxKfgiD/vdeLTF&#10;TLsnX+lRhFpECPsMFZgQukxKXxmy6OeuI47eh+sthij7WuoenxFuW7lMklRabDguGOwoN1R9Fner&#10;4LL5fi2MXJ3yTX5cvuu3S3nSK6Wmk+HwAiLQEP7Df+2zVpCmC/g9E4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RrCU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62" o:spid="_x0000_s1511" type="#_x0000_t32" style="position:absolute;left:5356;top:1819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heMUAAADcAAAADwAAAGRycy9kb3ducmV2LnhtbESP3YrCMBSE7xd8h3AE79bUgl2pRhFR&#10;EBTEH/D20Bzb7jYntYm2+/YbYcHLYWa+YWaLzlTiSY0rLSsYDSMQxJnVJecKLufN5wSE88gaK8uk&#10;4JccLOa9jxmm2rZ8pOfJ5yJA2KWooPC+TqV0WUEG3dDWxMG72cagD7LJpW6wDXBTyTiKEmmw5LBQ&#10;YE2rgrKf08MoaPer70M9uWfX23l9346PX7Hf75Qa9LvlFISnzr/D/+2tVpAkMbzOh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kheM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oval id="Oval 663" o:spid="_x0000_s1512" style="position:absolute;left:1734;top:16116;width:17208;height:10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Cv8UA&#10;AADcAAAADwAAAGRycy9kb3ducmV2LnhtbESP3WoCMRSE7wu+QzhC72rWCotsjVLFgogWfwreHjfH&#10;zdbNybJJdX17IxS8HGbmG2Y0aW0lLtT40rGCfi8BQZw7XXKh4Gf/9TYE4QOyxsoxKbiRh8m48zLC&#10;TLsrb+myC4WIEPYZKjAh1JmUPjdk0fdcTRy9k2sshiibQuoGrxFuK/meJKm0WHJcMFjTzFB+3v1Z&#10;BfNfg8FuDqvDUC8X/el6UHwfWanXbvv5ASJQG57h//ZCK0jTATzOxCMgx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AK/xQAAANwAAAAPAAAAAAAAAAAAAAAAAJgCAABkcnMv&#10;ZG93bnJldi54bWxQSwUGAAAAAAQABAD1AAAAigMAAAAA&#10;" filled="f" strokecolor="#c45911 [2405]" strokeweight="1pt">
                      <v:stroke joinstyle="miter"/>
                    </v:oval>
                    <v:group id="Group 664" o:spid="_x0000_s1513" style="position:absolute;left:4375;top:19081;width:5530;height:914" coordorigin="4375,19081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q0m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GSfMH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tJrFAAAA3AAA&#10;AA8AAAAAAAAAAAAAAAAAqgIAAGRycy9kb3ducmV2LnhtbFBLBQYAAAAABAAEAPoAAACcAwAAAAA=&#10;">
                      <v:oval id="Oval 665" o:spid="_x0000_s1514" style="position:absolute;left:4375;top:19081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22l8UA&#10;AADcAAAADwAAAGRycy9kb3ducmV2LnhtbESPQWvCQBSE74L/YXmCt7pRaNTUVSQgWuzF6KHHR/Y1&#10;G5p9G7JbTfvru4LgcZiZb5jVpreNuFLna8cKppMEBHHpdM2Vgst597IA4QOyxsYxKfglD5v1cLDC&#10;TLsbn+hahEpECPsMFZgQ2kxKXxqy6CeuJY7el+sshii7SuoObxFuGzlLklRarDkuGGwpN1R+Fz9W&#10;wXH5914YOd/ny3w3+9Qfx/Nez5Uaj/rtG4hAfXiGH+2DVpCmr3A/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baX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66" o:spid="_x0000_s1515" type="#_x0000_t32" style="position:absolute;left:5333;top:19519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Ine8YAAADcAAAADwAAAGRycy9kb3ducmV2LnhtbESPzWrDMBCE74W+g9hCb41cQxzjRgkl&#10;tGCooeQHel2sje3EWjmWYrtvXxUCOQ4z8w2zXE+mFQP1rrGs4HUWgSAurW64UnDYf76kIJxH1tha&#10;JgW/5GC9enxYYqbtyFsadr4SAcIuQwW1910mpStrMuhmtiMO3tH2Bn2QfSV1j2OAm1bGUZRIgw2H&#10;hRo72tRUnndXo2AsNqfvLr2UP8f9xyWfbxexL76Uen6a3t9AeJr8PXxr51pBkiTwfyYc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yJ3v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67" o:spid="_x0000_s1516" style="position:absolute;left:4375;top:20307;width:5530;height:915" coordorigin="4375,2030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gq7c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YKu3FAAAA3AAA&#10;AA8AAAAAAAAAAAAAAAAAqgIAAGRycy9kb3ducmV2LnhtbFBLBQYAAAAABAAEAPoAAACcAwAAAAA=&#10;">
                      <v:oval id="Oval 668" o:spid="_x0000_s1517" style="position:absolute;left:4375;top:20307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wZCcEA&#10;AADcAAAADwAAAGRycy9kb3ducmV2LnhtbERPTYvCMBC9L/gfwgje1lQPda1GkYKouJetHjwOzdgU&#10;m0lpolZ//eawsMfH+16ue9uIB3W+dqxgMk5AEJdO11wpOJ+2n18gfEDW2DgmBS/ysF4NPpaYaffk&#10;H3oUoRIxhH2GCkwIbSalLw1Z9GPXEkfu6jqLIcKukrrDZwy3jZwmSSot1hwbDLaUGypvxd0qOM7f&#10;h8LI2S6f59vpRX8fTzs9U2o07DcLEIH68C/+c++1gjSNa+OZe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8GQnBAAAA3AAAAA8AAAAAAAAAAAAAAAAAmAIAAGRycy9kb3du&#10;cmV2LnhtbFBLBQYAAAAABAAEAPUAAACGAwAAAAA=&#10;" fillcolor="#f4b083 [1941]" strokecolor="red" strokeweight="1pt">
                        <v:stroke joinstyle="miter"/>
                      </v:oval>
                      <v:shape id="Straight Arrow Connector 669" o:spid="_x0000_s1518" type="#_x0000_t32" style="position:absolute;left:5333;top:20746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2zCcYAAADcAAAADwAAAGRycy9kb3ducmV2LnhtbESP3WrCQBSE7wu+w3KE3jUbhaY2zUZE&#10;LAgVilro7SF78lOzZ2N2a9K3dwWhl8PMfMNky9G04kK9aywrmEUxCOLC6oYrBV/H96cFCOeRNbaW&#10;ScEfOVjmk4cMU20H3tPl4CsRIOxSVFB736VSuqImgy6yHXHwStsb9EH2ldQ9DgFuWjmP40QabDgs&#10;1NjRuqbidPg1Cobd+uezW5yL7/K4OW+f9y9zv/tQ6nE6rt5AeBr9f/je3moFSfIKtzPhCMj8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tswn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70" o:spid="_x0000_s1519" style="position:absolute;left:10647;top:17740;width:5530;height:914" coordorigin="10647,17740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        <v:oval id="Oval 671" o:spid="_x0000_s1520" style="position:absolute;left:10647;top:17740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8mScUA&#10;AADcAAAADwAAAGRycy9kb3ducmV2LnhtbESPQWvCQBSE74L/YXmCN93owWjqKhIQLfZi4qHHR/Y1&#10;G5p9G7Krpv313UKhx2FmvmG2+8G24kG9bxwrWMwTEMSV0w3XCm7lcbYG4QOyxtYxKfgiD/vdeLTF&#10;TLsnX+lRhFpECPsMFZgQukxKXxmy6OeuI47eh+sthij7WuoenxFuW7lMkpW02HBcMNhRbqj6LO5W&#10;wWXz/VoYmZ7yTX5cvuu3S3nSqVLTyXB4ARFoCP/hv/ZZK1ilC/g9E4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yZJ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72" o:spid="_x0000_s1521" type="#_x0000_t32" style="position:absolute;left:11605;top:18179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C3pcYAAADcAAAADwAAAGRycy9kb3ducmV2LnhtbESPQWvCQBSE74X+h+UJ3urGgFFSVymh&#10;BcFAUQu9PrLPJG32bZLdmvjvu4LgcZiZb5j1djSNuFDvassK5rMIBHFhdc2lgq/Tx8sKhPPIGhvL&#10;pOBKDrab56c1ptoOfKDL0ZciQNilqKDyvk2ldEVFBt3MtsTBO9veoA+yL6XucQhw08g4ihJpsOaw&#10;UGFLWUXF7/HPKBjy7OezXXXF9/n03u0Wh2Xs871S08n49grC0+gf4Xt7pxUkyxhuZ8IRkJ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Qt6X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73" o:spid="_x0000_s1522" style="position:absolute;left:10624;top:19062;width:5530;height:915" coordorigin="10624,19062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q6M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6ujPFAAAA3AAA&#10;AA8AAAAAAAAAAAAAAAAAqgIAAGRycy9kb3ducmV2LnhtbFBLBQYAAAAABAAEAPoAAACcAwAAAAA=&#10;">
                      <v:oval id="Oval 674" o:spid="_x0000_s1523" style="position:absolute;left:10624;top:19062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iF0cUA&#10;AADcAAAADwAAAGRycy9kb3ducmV2LnhtbESPQWvCQBSE7wX/w/IKvdVNRYymriIBsWIvRg89PrLP&#10;bDD7NmRXTfvrXUHocZiZb5j5sreNuFLna8cKPoYJCOLS6ZorBcfD+n0KwgdkjY1jUvBLHpaLwcsc&#10;M+1uvKdrESoRIewzVGBCaDMpfWnIoh+6ljh6J9dZDFF2ldQd3iLcNnKUJBNpsea4YLCl3FB5Li5W&#10;wW72ty2MTDf5LF+PfvT37rDRqVJvr/3qE0SgPvyHn+0vrWCSj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IXR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75" o:spid="_x0000_s1524" type="#_x0000_t32" style="position:absolute;left:11582;top:19501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kv0cUAAADcAAAADwAAAGRycy9kb3ducmV2LnhtbESPW4vCMBSE34X9D+Es+KbpCl7omsoi&#10;uyAoiBfY10NzetHmpDbR1n9vBMHHYWa+YeaLzlTiRo0rLSv4GkYgiFOrS84VHA9/gxkI55E1VpZJ&#10;wZ0cLJKP3hxjbVve0W3vcxEg7GJUUHhfx1K6tCCDbmhr4uBltjHog2xyqRtsA9xUchRFE2mw5LBQ&#10;YE3LgtLz/moUtJvlaVvPLul/dvi9rMa76chv1kr1P7ufbxCeOv8Ov9orrWAyHcPzTDgCMn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kv0c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76" o:spid="_x0000_s1525" style="position:absolute;left:10624;top:20289;width:5530;height:914" coordorigin="10624,20289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    <v:oval id="Oval 677" o:spid="_x0000_s1526" style="position:absolute;left:10624;top:20289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bpsUA&#10;AADcAAAADwAAAGRycy9kb3ducmV2LnhtbESPQWvCQBSE7wX/w/KE3upGD6ZGV5GAWNFLowePj+wz&#10;G8y+DdlVY399Vyj0OMzMN8xi1dtG3KnztWMF41ECgrh0uuZKwem4+fgE4QOyxsYxKXiSh9Vy8LbA&#10;TLsHf9O9CJWIEPYZKjAhtJmUvjRk0Y9cSxy9i+sshii7SuoOHxFuGzlJkqm0WHNcMNhSbqi8Fjer&#10;YD/72RVGptt8lm8mZ33YH7c6Vep92K/nIAL14T/81/7SCqZpCq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Ohum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78" o:spid="_x0000_s1527" type="#_x0000_t32" style="position:absolute;left:11582;top:2072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iAT8AAAADcAAAADwAAAGRycy9kb3ducmV2LnhtbERPy6rCMBDdC/5DGOHuNFW4KtUoIgqC&#10;gvgAt0MzttVmUpto69+bheDycN7TeWMK8aLK5ZYV9HsRCOLE6pxTBefTujsG4TyyxsIyKXiTg/ms&#10;3ZpirG3NB3odfSpCCLsYFWTel7GULsnIoOvZkjhwV1sZ9AFWqdQV1iHcFHIQRUNpMOfQkGFJy4yS&#10;+/FpFNS75W1fjh/J5XpaPTb/h9HA77ZK/XWaxQSEp8b/xF/3RisYjsLacCYcATn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h4gE/AAAAA3AAAAA8AAAAAAAAAAAAAAAAA&#10;oQIAAGRycy9kb3ducmV2LnhtbFBLBQYAAAAABAAEAPkAAACOAwAAAAA=&#10;" strokecolor="red" strokeweight=".25pt">
                        <v:stroke endarrow="block" joinstyle="miter"/>
                      </v:shape>
                    </v:group>
                    <v:group id="Group 679" o:spid="_x0000_s1528" style="position:absolute;left:10647;top:21626;width:5530;height:914" coordorigin="10647,21626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KN2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y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o3ZxgAAANwA&#10;AAAPAAAAAAAAAAAAAAAAAKoCAABkcnMvZG93bnJldi54bWxQSwUGAAAAAAQABAD6AAAAnQMAAAAA&#10;">
                      <v:oval id="Oval 680" o:spid="_x0000_s1529" style="position:absolute;left:10647;top:21626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z9cMA&#10;AADcAAAADwAAAGRycy9kb3ducmV2LnhtbERPPW/CMBDdK/EfrEPq1jgwAAkYVEVCFNGloUPHU3zE&#10;UeNzFJsk9NfXQ6WOT+97d5hsKwbqfeNYwSJJQRBXTjdcK/i8Hl82IHxA1tg6JgUP8nDYz552mGs3&#10;8gcNZahFDGGfowITQpdL6StDFn3iOuLI3VxvMUTY11L3OMZw28plmq6kxYZjg8GOCkPVd3m3Ci7Z&#10;z7k0cn0qsuK4/NLvl+tJr5V6nk+vWxCBpvAv/nO/aQWrTZwfz8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bz9cMAAADcAAAADwAAAAAAAAAAAAAAAACYAgAAZHJzL2Rv&#10;d25yZXYueG1sUEsFBgAAAAAEAAQA9QAAAIgDAAAAAA==&#10;" fillcolor="#f4b083 [1941]" strokecolor="red" strokeweight="1pt">
                        <v:stroke joinstyle="miter"/>
                      </v:oval>
                      <v:shape id="Straight Arrow Connector 681" o:spid="_x0000_s1530" type="#_x0000_t32" style="position:absolute;left:11605;top:2206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dZ9cYAAADcAAAADwAAAGRycy9kb3ducmV2LnhtbESP3WrCQBSE7wu+w3KE3tWNQtMQXaWI&#10;QqCB4g94e8gek9js2ZjdJunbdwsFL4eZ+YZZbUbTiJ46V1tWMJ9FIIgLq2suFZxP+5cEhPPIGhvL&#10;pOCHHGzWk6cVptoOfKD+6EsRIOxSVFB536ZSuqIig25mW+LgXW1n0AfZlVJ3OAS4aeQiimJpsOaw&#10;UGFL24qKr+O3UTDk29tnm9yLy/W0u2evh7eFzz+Uep6O70sQnkb/CP+3M60gTub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XWfX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82" o:spid="_x0000_s1531" style="position:absolute;left:10624;top:22948;width:5530;height:915" coordorigin="10624,22948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    <v:oval id="Oval 683" o:spid="_x0000_s1532" style="position:absolute;left:10624;top:22948;width:915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tgsUA&#10;AADcAAAADwAAAGRycy9kb3ducmV2LnhtbESPT4vCMBTE74LfITxhb5quC/6pRpGCuKKXrR48Pppn&#10;U7Z5KU3Urp9+syDscZiZ3zDLdWdrcafWV44VvI8SEMSF0xWXCs6n7XAGwgdkjbVjUvBDHtarfm+J&#10;qXYP/qJ7HkoRIexTVGBCaFIpfWHIoh+5hjh6V9daDFG2pdQtPiLc1nKcJBNpseK4YLChzFDxnd+s&#10;gsP8uc+NnO6yebYdX/TxcNrpqVJvg26zABGoC//hV/tTK5jMPu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G2C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84" o:spid="_x0000_s1533" type="#_x0000_t32" style="position:absolute;left:11582;top:2338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D6bcUAAADcAAAADwAAAGRycy9kb3ducmV2LnhtbESP3YrCMBSE74V9h3AW9k7TlV0t1SiL&#10;KAgK4g94e2iObbU5qU203bc3guDlMDPfMONpa0pxp9oVlhV89yIQxKnVBWcKDvtFNwbhPLLG0jIp&#10;+CcH08lHZ4yJtg1v6b7zmQgQdgkqyL2vEildmpNB17MVcfBOtjbog6wzqWtsAtyUsh9FA2mw4LCQ&#10;Y0WznNLL7mYUNOvZeVPF1/R42s+vy9/tsO/XK6W+Ptu/EQhPrX+HX+2lVjCIf+B5JhwBO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D6bcUAAADcAAAADwAAAAAAAAAA&#10;AAAAAAChAgAAZHJzL2Rvd25yZXYueG1sUEsFBgAAAAAEAAQA+QAAAJMDAAAAAA==&#10;" strokecolor="red" strokeweight=".25pt">
                        <v:stroke endarrow="block" joinstyle="miter"/>
                      </v:shape>
                    </v:group>
                    <v:group id="Group 685" o:spid="_x0000_s1534" style="position:absolute;left:10624;top:24175;width:5530;height:914" coordorigin="10624,24175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        <v:oval id="Oval 686" o:spid="_x0000_s1535" style="position:absolute;left:10624;top:24175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OGsUA&#10;AADcAAAADwAAAGRycy9kb3ducmV2LnhtbESPQWvCQBSE74L/YXlCb7qph6ipq5SAaNFLo4ceH9ln&#10;Nph9G7Krpv31riD0OMzMN8xy3dtG3KjztWMF75MEBHHpdM2VgtNxM56D8AFZY+OYFPySh/VqOFhi&#10;pt2dv+lWhEpECPsMFZgQ2kxKXxqy6CeuJY7e2XUWQ5RdJXWH9wi3jZwmSSot1hwXDLaUGyovxdUq&#10;2C/+vgojZ9t8kW+mP/qwP271TKm3Uf/5ASJQH/7Dr/ZOK0jnKTzP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84a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87" o:spid="_x0000_s1536" type="#_x0000_t32" style="position:absolute;left:11582;top:24613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JkGsQAAADcAAAADwAAAGRycy9kb3ducmV2LnhtbESPQYvCMBSE74L/IbyFvWm6wmqpRhFR&#10;EFYQq+D10TzbavNSm2i7/94sLHgcZuYbZrboTCWe1LjSsoKvYQSCOLO65FzB6bgZxCCcR9ZYWSYF&#10;v+RgMe/3Zpho2/KBnqnPRYCwS1BB4X2dSOmyggy6oa2Jg3exjUEfZJNL3WAb4KaSoygaS4Mlh4UC&#10;a1oVlN3Sh1HQ7lbXfR3fs/PluL5vvw+Tkd/9KPX50S2nIDx1/h3+b2+1gnE8gb8z4QjI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MmQaxAAAANwAAAAPAAAAAAAAAAAA&#10;AAAAAKECAABkcnMvZG93bnJldi54bWxQSwUGAAAAAAQABAD5AAAAkgMAAAAA&#10;" strokecolor="red" strokeweight=".25pt">
                        <v:stroke endarrow="block" joinstyle="miter"/>
                      </v:shape>
                    </v:group>
                    <v:group id="Group 688" o:spid="_x0000_s1537" style="position:absolute;left:4482;top:21807;width:5530;height:914" coordorigin="4482,21807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  <v:oval id="Oval 689" o:spid="_x0000_s1538" style="position:absolute;left:4482;top:21807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aaMUA&#10;AADcAAAADwAAAGRycy9kb3ducmV2LnhtbESPQWvCQBSE74L/YXmCN93Ug5roKiUgtuil0YPHR/aZ&#10;DWbfhuxWY399tyD0OMzMN8x629tG3KnztWMFb9MEBHHpdM2VgvNpN1mC8AFZY+OYFDzJw3YzHKwx&#10;0+7BX3QvQiUihH2GCkwIbSalLw1Z9FPXEkfv6jqLIcqukrrDR4TbRs6SZC4t1hwXDLaUGypvxbdV&#10;cEh/PgsjF/s8zXeziz4eTnu9UGo86t9XIAL14T/8an9oBfNlCn9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Fpo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90" o:spid="_x0000_s1539" type="#_x0000_t32" style="position:absolute;left:5440;top:22245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Jqs8IAAADcAAAADwAAAGRycy9kb3ducmV2LnhtbERPy4rCMBTdC/MP4Q7MTlOF8VFNi4gD&#10;wgjiA9xemmtbbW5qk7GdvzcLweXhvBdpZyrxoMaVlhUMBxEI4szqknMFp+NPfwrCeWSNlWVS8E8O&#10;0uSjt8BY25b39Dj4XIQQdjEqKLyvYyldVpBBN7A1ceAutjHoA2xyqRtsQ7ip5CiKxtJgyaGhwJpW&#10;BWW3w59R0G5X1109vWfny3F933zvJyO//VXq67NbzkF46vxb/HJvtILxLMwPZ8IRk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Jqs8IAAADcAAAADwAAAAAAAAAAAAAA&#10;AAChAgAAZHJzL2Rvd25yZXYueG1sUEsFBgAAAAAEAAQA+QAAAJADAAAAAA==&#10;" strokecolor="red" strokeweight=".25pt">
                        <v:stroke endarrow="block" joinstyle="miter"/>
                      </v:shape>
                    </v:group>
                    <v:group id="Group 691" o:spid="_x0000_s1540" style="position:absolute;left:4460;top:23129;width:5530;height:914" coordorigin="4460,23129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    <v:oval id="Oval 692" o:spid="_x0000_s1541" style="position:absolute;left:4460;top:23129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exMUA&#10;AADcAAAADwAAAGRycy9kb3ducmV2LnhtbESPQWvCQBSE74L/YXmF3nTTHLRJXUUCYsVeGj14fGRf&#10;s8Hs25BdNfbXdwuCx2FmvmEWq8G24kq9bxwreJsmIIgrpxuuFRwPm8k7CB+QNbaOScGdPKyW49EC&#10;c+1u/E3XMtQiQtjnqMCE0OVS+sqQRT91HXH0flxvMUTZ11L3eItw28o0SWbSYsNxwWBHhaHqXF6s&#10;gn32uyuNnG+LrNikJ/21P2z1XKnXl2H9ASLQEJ7hR/tTK5hlKfyf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V7E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93" o:spid="_x0000_s1542" type="#_x0000_t32" style="position:absolute;left:5418;top:23567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D0xMYAAADcAAAADwAAAGRycy9kb3ducmV2LnhtbESPQWvCQBSE7wX/w/KE3upGS61GN0GC&#10;BaFCUQteH9lnEs2+jdltkv77bqHQ4zAz3zDrdDC16Kh1lWUF00kEgji3uuJCwefp7WkBwnlkjbVl&#10;UvBNDtJk9LDGWNueD9QdfSEChF2MCkrvm1hKl5dk0E1sQxy8i20N+iDbQuoW+wA3tZxF0VwarDgs&#10;lNhQVlJ+O34ZBf0+u340i3t+vpy2993L4XXm9+9KPY6HzQqEp8H/h//aO61gvnyG3zPhCMjk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Q9MT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  <v:group id="Group 694" o:spid="_x0000_s1543" style="position:absolute;left:4460;top:24355;width:5530;height:915" coordorigin="4460,24355" coordsize="5529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    <v:oval id="Oval 695" o:spid="_x0000_s1544" style="position:absolute;left:4460;top:24355;width:914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GsMUA&#10;AADcAAAADwAAAGRycy9kb3ducmV2LnhtbESPQWvCQBSE74L/YXmF3uqmQtWkriIBsWIvRg89PrLP&#10;bDD7NmS3mvbXu4LgcZiZb5j5sreNuFDna8cK3kcJCOLS6ZorBcfD+m0GwgdkjY1jUvBHHpaL4WCO&#10;mXZX3tOlCJWIEPYZKjAhtJmUvjRk0Y9cSxy9k+sshii7SuoOrxFuGzlOkom0WHNcMNhSbqg8F79W&#10;wS793xZGTjd5mq/HP/p7d9joqVKvL/3qE0SgPjzDj/aXVjBJP+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MawxQAAANwAAAAPAAAAAAAAAAAAAAAAAJgCAABkcnMv&#10;ZG93bnJldi54bWxQSwUGAAAAAAQABAD1AAAAigMAAAAA&#10;" fillcolor="#f4b083 [1941]" strokecolor="red" strokeweight="1pt">
                        <v:stroke joinstyle="miter"/>
                      </v:oval>
                      <v:shape id="Straight Arrow Connector 696" o:spid="_x0000_s1545" type="#_x0000_t32" style="position:absolute;left:5418;top:24794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dXXMYAAADcAAAADwAAAGRycy9kb3ducmV2LnhtbESP3WrCQBSE7wu+w3KE3jUbhaY2zUZE&#10;LAgVilro7SF78lOzZ2N2a9K3dwWhl8PMfMNky9G04kK9aywrmEUxCOLC6oYrBV/H96cFCOeRNbaW&#10;ScEfOVjmk4cMU20H3tPl4CsRIOxSVFB736VSuqImgy6yHXHwStsb9EH2ldQ9DgFuWjmP40QabDgs&#10;1NjRuqbidPg1Cobd+uezW5yL7/K4OW+f9y9zv/tQ6nE6rt5AeBr9f/je3moFyWsCtzPhCMj8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nV1zGAAAA3AAAAA8AAAAAAAAA&#10;AAAAAAAAoQIAAGRycy9kb3ducmV2LnhtbFBLBQYAAAAABAAEAPkAAACUAwAAAAA=&#10;" strokecolor="red" strokeweight=".25pt">
                        <v:stroke endarrow="block" joinstyle="miter"/>
                      </v:shape>
                    </v:group>
                  </v:group>
                  <v:group id="Group 697" o:spid="_x0000_s1546" style="position:absolute;left:6909;top:25024;width:3673;height:614;rotation:90" coordorigin="6909,25024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gxyLFAAAA3AAA&#10;AA8AAAAAAAAAAAAAAAAAqgIAAGRycy9kb3ducmV2LnhtbFBLBQYAAAAABAAEAPoAAACcAwAAAAA=&#10;">
                    <v:oval id="Oval 698" o:spid="_x0000_s1547" style="position:absolute;left:6909;top:25024;width:608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lpLsEA&#10;AADcAAAADwAAAGRycy9kb3ducmV2LnhtbERPTYvCMBC9C/6HMMLeNNWD2moUKYiKe7F68Dg0s03Z&#10;ZlKaqF1//eawsMfH+15ve9uIJ3W+dqxgOklAEJdO11wpuF334yUIH5A1No5JwQ952G6GgzVm2r34&#10;Qs8iVCKGsM9QgQmhzaT0pSGLfuJa4sh9uc5iiLCrpO7wFcNtI2dJMpcWa44NBlvKDZXfxcMqOKfv&#10;U2Hk4pCn+X5215/n60EvlPoY9bsViEB9+Bf/uY9awTyNa+OZe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paS7BAAAA3AAAAA8AAAAAAAAAAAAAAAAAmAIAAGRycy9kb3du&#10;cmV2LnhtbFBLBQYAAAAABAAEAPUAAACGAwAAAAA=&#10;" fillcolor="#f4b083 [1941]" strokecolor="red" strokeweight="1pt">
                      <v:stroke joinstyle="miter"/>
                    </v:oval>
                    <v:shape id="Straight Arrow Connector 699" o:spid="_x0000_s1548" type="#_x0000_t32" style="position:absolute;left:7546;top:25310;width:30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jDLsYAAADcAAAADwAAAGRycy9kb3ducmV2LnhtbESP3WrCQBSE7wXfYTmCd7qp0FRjVhGx&#10;IDRQ1EJvD9mTH5s9G7OrSd++Wyj0cpiZb5h0O5hGPKhztWUFT/MIBHFudc2lgo/L62wJwnlkjY1l&#10;UvBNDrab8SjFRNueT/Q4+1IECLsEFVTet4mULq/IoJvbljh4he0M+iC7UuoO+wA3jVxEUSwN1hwW&#10;KmxpX1H+db4bBX22v763y1v+WVwOt+Pz6WXhszelppNhtwbhafD/4b/2USuIVy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4wy7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  <v:group id="Group 700" o:spid="_x0000_s1549" style="position:absolute;left:8912;top:24189;width:3673;height:613;rotation:90" coordorigin="8912,24188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RixUzCAAAA3AAAAA8A&#10;AAAAAAAAAAAAAAAAqgIAAGRycy9kb3ducmV2LnhtbFBLBQYAAAAABAAEAPoAAACZAwAAAAA=&#10;">
                    <v:oval id="Oval 701" o:spid="_x0000_s1550" style="position:absolute;left:8912;top:24188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haqcUA&#10;AADcAAAADwAAAGRycy9kb3ducmV2LnhtbESPQWvCQBSE74L/YXlCb7rRQ1NTV5GAaNFLkx56fGRf&#10;s8Hs25BdNe2v7wqCx2FmvmFWm8G24kq9bxwrmM8SEMSV0w3XCr7K3fQNhA/IGlvHpOCXPGzW49EK&#10;M+1u/EnXItQiQthnqMCE0GVS+sqQRT9zHXH0flxvMUTZ11L3eItw28pFkrxKiw3HBYMd5Yaqc3Gx&#10;Co7Lv4/CyHSfL/Pd4lufjuVep0q9TIbtO4hAQ3iGH+2DVpAmc7ifi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Fqp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702" o:spid="_x0000_s1551" type="#_x0000_t32" style="position:absolute;left:9548;top:24474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LRcYAAADcAAAADwAAAGRycy9kb3ducmV2LnhtbESPQWvCQBSE7wX/w/KE3urGQKukriJB&#10;QWigGAu9PrLPJJp9m2S3Jv33XUHocZiZb5jVZjSNuFHvassK5rMIBHFhdc2lgq/T/mUJwnlkjY1l&#10;UvBLDjbrydMKE20HPtIt96UIEHYJKqi8bxMpXVGRQTezLXHwzrY36IPsS6l7HALcNDKOojdpsOaw&#10;UGFLaUXFNf8xCoYsvXy2y674Pp923eH1uIh99qHU83TcvoPwNPr/8KN90AoWUQz3M+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3y0X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  <v:group id="Group 703" o:spid="_x0000_s1552" style="position:absolute;left:4595;top:25004;width:3899;height:614;rotation:90" coordorigin="4595,25004" coordsize="3899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BbO8QAAADc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TJ7hP8z&#10;6Qj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LBbO8QAAADcAAAA&#10;DwAAAAAAAAAAAAAAAACqAgAAZHJzL2Rvd25yZXYueG1sUEsFBgAAAAAEAAQA+gAAAJsDAAAAAA==&#10;">
                    <v:oval id="Oval 704" o:spid="_x0000_s1553" style="position:absolute;left:4595;top:25004;width:608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/5McUA&#10;AADcAAAADwAAAGRycy9kb3ducmV2LnhtbESPQWvCQBSE74L/YXlCb7pRiqmpq5SAaNFLYw89PrKv&#10;2WD2bchuNfbXu4LgcZiZb5jlureNOFPna8cKppMEBHHpdM2Vgu/jZvwGwgdkjY1jUnAlD+vVcLDE&#10;TLsLf9G5CJWIEPYZKjAhtJmUvjRk0U9cSxy9X9dZDFF2ldQdXiLcNnKWJHNpsea4YLCl3FB5Kv6s&#10;gv3i/7MwMt3mi3wz+9GH/XGrU6VeRv3HO4hAfXiGH+2dVpAmr3A/E4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/kxxQAAANwAAAAPAAAAAAAAAAAAAAAAAJgCAABkcnMv&#10;ZG93bnJldi54bWxQSwUGAAAAAAQABAD1AAAAigMAAAAA&#10;" fillcolor="#f4b083 [1941]" strokecolor="red" strokeweight="1pt">
                      <v:stroke joinstyle="miter"/>
                    </v:oval>
                    <v:shape id="Straight Arrow Connector 705" o:spid="_x0000_s1554" type="#_x0000_t32" style="position:absolute;left:5458;top:25399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5TMcYAAADcAAAADwAAAGRycy9kb3ducmV2LnhtbESP3WrCQBSE7wXfYTlC73SjEJXUVYpY&#10;CDRQ/AFvD9ljkjZ7Nma3SXz7bqHg5TAz3zCb3WBq0VHrKssK5rMIBHFudcWFgsv5fboG4Tyyxtoy&#10;KXiQg912PNpgom3PR+pOvhABwi5BBaX3TSKly0sy6Ga2IQ7ezbYGfZBtIXWLfYCbWi6iaCkNVhwW&#10;SmxoX1L+ffoxCvps//XZrO/59XY+3NP4uFr47EOpl8nw9grC0+Cf4f92qhWsohj+zo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eUzHGAAAA3AAAAA8AAAAAAAAA&#10;AAAAAAAAoQIAAGRycy9kb3ducmV2LnhtbFBLBQYAAAAABAAEAPkAAACUAwAAAAA=&#10;" strokecolor="red" strokeweight=".25pt">
                      <v:stroke endarrow="block" joinstyle="miter"/>
                    </v:shape>
                  </v:group>
                  <v:group id="Group 706" o:spid="_x0000_s1555" style="position:absolute;left:2067;top:24211;width:3674;height:614;rotation:90" coordorigin="2068,24211" coordsize="3673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H+KPFAAAA3AAA&#10;AA8AAAAAAAAAAAAAAAAAqgIAAGRycy9kb3ducmV2LnhtbFBLBQYAAAAABAAEAPoAAACcAwAAAAA=&#10;">
                    <v:oval id="Oval 707" o:spid="_x0000_s1556" style="position:absolute;left:2068;top:24211;width:607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nRsQA&#10;AADcAAAADwAAAGRycy9kb3ducmV2LnhtbESPQWvCQBSE7wX/w/IEb3WjB1Ojq0hAVOyl0YPHR/aZ&#10;DWbfhuyqsb++Wyj0OMzMN8xy3dtGPKjztWMFk3ECgrh0uuZKwfm0ff8A4QOyxsYxKXiRh/Vq8LbE&#10;TLsnf9GjCJWIEPYZKjAhtJmUvjRk0Y9dSxy9q+sshii7SuoOnxFuGzlNkpm0WHNcMNhSbqi8FXer&#10;4Dj/PhRGprt8nm+nF/15PO10qtRo2G8WIAL14T/8195rBWmSwu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Z0bEAAAA3AAAAA8AAAAAAAAAAAAAAAAAmAIAAGRycy9k&#10;b3ducmV2LnhtbFBLBQYAAAAABAAEAPUAAACJAwAAAAA=&#10;" fillcolor="#f4b083 [1941]" strokecolor="red" strokeweight="1pt">
                      <v:stroke joinstyle="miter"/>
                    </v:oval>
                    <v:shape id="Straight Arrow Connector 708" o:spid="_x0000_s1557" type="#_x0000_t32" style="position:absolute;left:2704;top:24497;width:30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/8r8EAAADcAAAADwAAAGRycy9kb3ducmV2LnhtbERPy4rCMBTdD/gP4QruxlRhVKqpiCgI&#10;CoMPcHtpbh/a3NQmY+vfTxaCy8N5L5adqcSTGldaVjAaRiCIU6tLzhVcztvvGQjnkTVWlknBixws&#10;k97XAmNtWz7S8+RzEULYxaig8L6OpXRpQQbd0NbEgctsY9AH2ORSN9iGcFPJcRRNpMGSQ0OBNa0L&#10;Su+nP6OgPaxvv/XskV6z8+ax+zlOx/6wV2rQ71ZzEJ46/xG/3TutYBqFteFMOAI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n/yvwQAAANwAAAAPAAAAAAAAAAAAAAAA&#10;AKECAABkcnMvZG93bnJldi54bWxQSwUGAAAAAAQABAD5AAAAjwMAAAAA&#10;" strokecolor="red" strokeweight=".25pt">
                      <v:stroke endarrow="block" joinstyle="miter"/>
                    </v:shape>
                  </v:group>
                </v:group>
                <v:oval id="Oval 709" o:spid="_x0000_s1558" style="position:absolute;left:6889;top:19006;width:297;height:30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nIcUA&#10;AADcAAAADwAAAGRycy9kb3ducmV2LnhtbESPT2vCQBTE7wW/w/KE3nRjD7aNrhILFg/F2vjn/Mg+&#10;k2D2bchu1/jtu4LQ4zAzv2Hmy940IlDnassKJuMEBHFhdc2lgsN+PXoD4TyyxsYyKbiRg+Vi8DTH&#10;VNsr/1DIfSkihF2KCirv21RKV1Rk0I1tSxy9s+0M+ii7UuoOrxFuGvmSJFNpsOa4UGFLHxUVl/zX&#10;KAjZdnqSq6/883jbtLuQydX6Oyj1POyzGQhPvf8PP9obreA1eYf7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OchxQAAANwAAAAPAAAAAAAAAAAAAAAAAJgCAABkcnMv&#10;ZG93bnJldi54bWxQSwUGAAAAAAQABAD1AAAAigMAAAAA&#10;" fillcolor="#f4b083 [1941]" strokecolor="red" strokeweight="1pt">
                  <v:stroke joinstyle="miter"/>
                </v:oval>
                <v:shape id="Straight Arrow Connector 710" o:spid="_x0000_s1559" type="#_x0000_t32" style="position:absolute;left:6300;top:20062;width:148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rZ8sIAAADcAAAADwAAAGRycy9kb3ducmV2LnhtbERPu2rDMBTdA/0HcQtdQiPb0CS4kU1I&#10;KWTp0DhDsl2sW9vUujKS/OjfV0Oh4+G8D+ViejGR851lBekmAUFcW91xo+BavT/vQfiArLG3TAp+&#10;yENZPKwOmGs78ydNl9CIGMI+RwVtCEMupa9bMug3diCO3Jd1BkOErpHa4RzDTS+zJNlKgx3HhhYH&#10;OrVUf19Go8Disr5VZ1/v6bqeMze+vOHHXamnx+X4CiLQEv7Ff+6zVrBL4/x4Jh4B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prZ8sIAAADcAAAADwAAAAAAAAAAAAAA&#10;AAChAgAAZHJzL2Rvd25yZXYueG1sUEsFBgAAAAAEAAQA+QAAAJADAAAAAA==&#10;" strokecolor="red" strokeweight=".25pt">
                  <v:stroke endarrow="block" joinstyle="miter"/>
                </v:shape>
                <v:oval id="Oval 711" o:spid="_x0000_s1560" style="position:absolute;left:1938;top:19083;width:297;height:30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9+sUA&#10;AADcAAAADwAAAGRycy9kb3ducmV2LnhtbESPQWvCQBSE74X+h+UVequbeLCSukoULB5K1Vg9P7LP&#10;JJh9G7LbNf57t1DwOMzMN8xsMZhWBOpdY1lBOkpAEJdWN1wp+Dms36YgnEfW2FomBTdysJg/P80w&#10;0/bKewqFr0SEsMtQQe19l0npypoMupHtiKN3tr1BH2VfSd3jNcJNK8dJMpEGG44LNXa0qqm8FL9G&#10;Qci/Jye5/Co+j7dNtwu5XK63QanXlyH/AOFp8I/wf3ujFbynKfyd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i336xQAAANwAAAAPAAAAAAAAAAAAAAAAAJgCAABkcnMv&#10;ZG93bnJldi54bWxQSwUGAAAAAAQABAD1AAAAigMAAAAA&#10;" fillcolor="#f4b083 [1941]" strokecolor="red" strokeweight="1pt">
                  <v:stroke joinstyle="miter"/>
                </v:oval>
                <v:shape id="Straight Arrow Connector 712" o:spid="_x0000_s1561" type="#_x0000_t32" style="position:absolute;left:1350;top:20139;width:1486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TiHsQAAADcAAAADwAAAGRycy9kb3ducmV2LnhtbESPT4vCMBTE78J+h/AW9iJrasE/VKMs&#10;yoIXD1oP7u3RPNuyzUtJoq3f3giCx2FmfsMs171pxI2cry0rGI8SEMSF1TWXCk757/cchA/IGhvL&#10;pOBOHtarj8ESM207PtDtGEoRIewzVFCF0GZS+qIig35kW+LoXawzGKJ0pdQOuwg3jUyTZCoN1hwX&#10;KmxpU1Hxf7waBRb74Tnf+WJOp2GXuutki/s/pb4++58FiEB9eIdf7Z1WMBun8DwTj4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BOIexAAAANwAAAAPAAAAAAAAAAAA&#10;AAAAAKECAABkcnMvZG93bnJldi54bWxQSwUGAAAAAAQABAD5AAAAkgMAAAAA&#10;" strokecolor="red" strokeweight=".25pt">
                  <v:stroke endarrow="block" joinstyle="miter"/>
                </v:shape>
                <w10:anchorlock/>
              </v:group>
            </w:pict>
          </mc:Fallback>
        </mc:AlternateContent>
      </w:r>
    </w:p>
    <w:p w:rsidR="00090825" w:rsidRDefault="004D03C0" w:rsidP="003C55B8">
      <w:pPr>
        <w:jc w:val="center"/>
        <w:rPr>
          <w:rStyle w:val="Strong"/>
          <w:b w:val="0"/>
          <w:bCs w:val="0"/>
        </w:rPr>
      </w:pPr>
      <w:r w:rsidRPr="00D77401">
        <w:rPr>
          <w:rStyle w:val="Strong"/>
          <w:rFonts w:asciiTheme="minorBidi" w:hAnsiTheme="minorBidi" w:cstheme="minorBidi"/>
          <w:sz w:val="22"/>
          <w:szCs w:val="22"/>
        </w:rPr>
        <w:t>Figure-</w:t>
      </w:r>
      <w:r w:rsidR="003C55B8">
        <w:rPr>
          <w:rStyle w:val="Strong"/>
          <w:rFonts w:asciiTheme="minorBidi" w:hAnsiTheme="minorBidi" w:cstheme="minorBidi"/>
          <w:sz w:val="22"/>
          <w:szCs w:val="22"/>
        </w:rPr>
        <w:t>11</w:t>
      </w:r>
      <w:bookmarkStart w:id="0" w:name="_GoBack"/>
      <w:bookmarkEnd w:id="0"/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 xml:space="preserve">: </w:t>
      </w:r>
      <w:r w:rsidR="00A70220" w:rsidRPr="00D77401">
        <w:rPr>
          <w:rStyle w:val="Strong"/>
          <w:rFonts w:asciiTheme="minorBidi" w:hAnsiTheme="minorBidi" w:cstheme="minorBidi"/>
          <w:sz w:val="22"/>
          <w:szCs w:val="22"/>
        </w:rPr>
        <w:t>The inverse relationship between slurry velocity and friction effect</w:t>
      </w:r>
      <w:r w:rsidR="00090825" w:rsidRPr="00D77401">
        <w:rPr>
          <w:rStyle w:val="Strong"/>
          <w:rFonts w:asciiTheme="minorBidi" w:hAnsiTheme="minorBidi" w:cstheme="minorBidi"/>
          <w:sz w:val="22"/>
          <w:szCs w:val="22"/>
        </w:rPr>
        <w:t>.</w:t>
      </w:r>
    </w:p>
    <w:sectPr w:rsidR="00090825" w:rsidSect="00F503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720" w:right="1080" w:bottom="720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867" w:rsidRDefault="007B4867">
      <w:r>
        <w:separator/>
      </w:r>
    </w:p>
  </w:endnote>
  <w:endnote w:type="continuationSeparator" w:id="0">
    <w:p w:rsidR="007B4867" w:rsidRDefault="007B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9468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9468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9468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867" w:rsidRDefault="007B4867">
      <w:r>
        <w:separator/>
      </w:r>
    </w:p>
  </w:footnote>
  <w:footnote w:type="continuationSeparator" w:id="0">
    <w:p w:rsidR="007B4867" w:rsidRDefault="007B4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7B4867" w:rsidP="00F503DB">
    <w:pPr>
      <w:pStyle w:val="Header"/>
      <w:pBdr>
        <w:bottom w:val="single" w:sz="6" w:space="6" w:color="auto"/>
      </w:pBdr>
      <w:tabs>
        <w:tab w:val="clear" w:pos="10800"/>
        <w:tab w:val="right" w:pos="10080"/>
      </w:tabs>
      <w:spacing w:after="24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97.75pt;height:12.45pt;rotation:315;z-index:-251658752;mso-wrap-edited:f;mso-position-horizontal:center;mso-position-horizontal-relative:margin;mso-position-vertical:center;mso-position-vertical-relative:margin" wrapcoords="3298 -415482 18580 420564 18301 435811 3019 -400235 3298 -415482" fillcolor="yellow" stroked="f">
          <v:fill opacity="0"/>
          <v:textpath style="font-family:&quot;Times New Roman&quot;;font-size:1pt" string="All final manuscripts will be sent through an XML markup process that will alter the LAYOUT. This will NOT alter the content in any way."/>
          <w10:wrap anchorx="margin" anchory="margin"/>
        </v:shape>
      </w:pict>
    </w:r>
    <w:r w:rsidR="00946838">
      <w:rPr>
        <w:rStyle w:val="PageNumber"/>
      </w:rPr>
      <w:fldChar w:fldCharType="begin"/>
    </w:r>
    <w:r w:rsidR="00946838">
      <w:rPr>
        <w:rStyle w:val="PageNumber"/>
      </w:rPr>
      <w:instrText xml:space="preserve"> PAGE </w:instrText>
    </w:r>
    <w:r w:rsidR="00946838">
      <w:rPr>
        <w:rStyle w:val="PageNumber"/>
      </w:rPr>
      <w:fldChar w:fldCharType="separate"/>
    </w:r>
    <w:r w:rsidR="003C55B8">
      <w:rPr>
        <w:rStyle w:val="PageNumber"/>
        <w:noProof/>
      </w:rPr>
      <w:t>4</w:t>
    </w:r>
    <w:r w:rsidR="00946838">
      <w:rPr>
        <w:rStyle w:val="PageNumber"/>
      </w:rPr>
      <w:fldChar w:fldCharType="end"/>
    </w:r>
    <w:r w:rsidR="00946838">
      <w:rPr>
        <w:rStyle w:val="PageNumber"/>
      </w:rPr>
      <w:tab/>
    </w:r>
    <w:r w:rsidR="00946838">
      <w:rPr>
        <w:rStyle w:val="PageNumber"/>
      </w:rPr>
      <w:tab/>
      <w:t>SPE-</w:t>
    </w:r>
    <w:r w:rsidR="00946838">
      <w:rPr>
        <w:rStyle w:val="PageNumber"/>
      </w:rPr>
      <w:fldChar w:fldCharType="begin"/>
    </w:r>
    <w:r w:rsidR="00946838">
      <w:rPr>
        <w:rStyle w:val="PageNumber"/>
      </w:rPr>
      <w:instrText xml:space="preserve"> REF Number \* CHARFORMAT </w:instrText>
    </w:r>
    <w:r w:rsidR="00946838">
      <w:rPr>
        <w:rStyle w:val="PageNumber"/>
      </w:rPr>
      <w:fldChar w:fldCharType="separate"/>
    </w:r>
    <w:r w:rsidR="00946838" w:rsidRPr="00BE29A9">
      <w:rPr>
        <w:rStyle w:val="PageNumber"/>
      </w:rPr>
      <w:t>SPE-174828-MS</w:t>
    </w:r>
    <w:r w:rsidR="00946838">
      <w:rPr>
        <w:rStyle w:val="PageNumber"/>
      </w:rPr>
      <w:fldChar w:fldCharType="end"/>
    </w:r>
    <w:r w:rsidR="00946838">
      <w:rPr>
        <w:rStyle w:val="PageNumber"/>
      </w:rPr>
      <w:t>-MS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7B4867" w:rsidP="00F503DB">
    <w:pPr>
      <w:pStyle w:val="Header"/>
      <w:pBdr>
        <w:bottom w:val="single" w:sz="6" w:space="6" w:color="auto"/>
      </w:pBdr>
      <w:tabs>
        <w:tab w:val="clear" w:pos="10800"/>
        <w:tab w:val="right" w:pos="10080"/>
      </w:tabs>
      <w:spacing w:after="24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97.75pt;height:12.45pt;rotation:315;z-index:-251659776;mso-wrap-edited:f;mso-position-horizontal:center;mso-position-horizontal-relative:margin;mso-position-vertical:center;mso-position-vertical-relative:margin" wrapcoords="3298 -415482 18580 420564 18301 435811 3019 -400235 3298 -415482" fillcolor="yellow" stroked="f">
          <v:fill opacity="0"/>
          <v:textpath style="font-family:&quot;Times New Roman&quot;;font-size:1pt" string="All final manuscripts will be sent through an XML markup process that will alter the LAYOUT. This will NOT alter the content in any way."/>
          <w10:wrap anchorx="margin" anchory="margin"/>
        </v:shape>
      </w:pict>
    </w:r>
    <w:r w:rsidR="00946838">
      <w:t>SPE-</w:t>
    </w:r>
    <w:fldSimple w:instr=" REF Number \* CHARFORMAT ">
      <w:r w:rsidR="00946838">
        <w:t>SPE-174828-MS</w:t>
      </w:r>
    </w:fldSimple>
    <w:r w:rsidR="00946838">
      <w:t>-MS</w:t>
    </w:r>
    <w:r w:rsidR="00946838">
      <w:tab/>
    </w:r>
    <w:r w:rsidR="00946838">
      <w:tab/>
    </w:r>
    <w:r w:rsidR="00946838">
      <w:rPr>
        <w:rStyle w:val="PageNumber"/>
      </w:rPr>
      <w:fldChar w:fldCharType="begin"/>
    </w:r>
    <w:r w:rsidR="00946838">
      <w:rPr>
        <w:rStyle w:val="PageNumber"/>
      </w:rPr>
      <w:instrText xml:space="preserve"> PAGE </w:instrText>
    </w:r>
    <w:r w:rsidR="00946838">
      <w:rPr>
        <w:rStyle w:val="PageNumber"/>
      </w:rPr>
      <w:fldChar w:fldCharType="separate"/>
    </w:r>
    <w:r w:rsidR="003C55B8">
      <w:rPr>
        <w:rStyle w:val="PageNumber"/>
        <w:noProof/>
      </w:rPr>
      <w:t>5</w:t>
    </w:r>
    <w:r w:rsidR="00946838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38" w:rsidRDefault="007B486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899.65pt;height:12.45pt;rotation:315;z-index:-251657728;mso-wrap-edited:f;mso-position-horizontal:center;mso-position-horizontal-relative:margin;mso-position-vertical:center;mso-position-vertical-relative:margin" wrapcoords="3276 -536188 18540 541270 18324 556517 3060 -520941 3276 -536188" fillcolor="yellow" stroked="f">
          <v:fill opacity="0"/>
          <v:textpath style="font-family:&quot;Times New Roman&quot;;font-size:1pt" string="All final manuscripts will be sent through an XML markup process that will alter the LAYOUT. This will NOT alter the content in any way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6AC6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53AF1"/>
    <w:multiLevelType w:val="hybridMultilevel"/>
    <w:tmpl w:val="F62CAFB0"/>
    <w:lvl w:ilvl="0" w:tplc="E2987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434F8"/>
    <w:multiLevelType w:val="hybridMultilevel"/>
    <w:tmpl w:val="B84E0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31EA"/>
    <w:multiLevelType w:val="hybridMultilevel"/>
    <w:tmpl w:val="F094F0D2"/>
    <w:lvl w:ilvl="0" w:tplc="985EBC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D1328"/>
    <w:multiLevelType w:val="hybridMultilevel"/>
    <w:tmpl w:val="98E40D12"/>
    <w:lvl w:ilvl="0" w:tplc="C1B6F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A45AE"/>
    <w:multiLevelType w:val="hybridMultilevel"/>
    <w:tmpl w:val="AD8A1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20912"/>
    <w:multiLevelType w:val="hybridMultilevel"/>
    <w:tmpl w:val="57D866D4"/>
    <w:lvl w:ilvl="0" w:tplc="3D601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52F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E42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08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BAB9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EA1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3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E1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3A6C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13B25"/>
    <w:multiLevelType w:val="multilevel"/>
    <w:tmpl w:val="B27E1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A501C8F"/>
    <w:multiLevelType w:val="hybridMultilevel"/>
    <w:tmpl w:val="7B64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832DF"/>
    <w:multiLevelType w:val="multilevel"/>
    <w:tmpl w:val="A06E34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715491"/>
    <w:multiLevelType w:val="multilevel"/>
    <w:tmpl w:val="B27E1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4354CB"/>
    <w:multiLevelType w:val="hybridMultilevel"/>
    <w:tmpl w:val="E3B68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24DB1"/>
    <w:multiLevelType w:val="multilevel"/>
    <w:tmpl w:val="B27E1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544689A"/>
    <w:multiLevelType w:val="hybridMultilevel"/>
    <w:tmpl w:val="31A01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430EF"/>
    <w:multiLevelType w:val="hybridMultilevel"/>
    <w:tmpl w:val="84F08D5C"/>
    <w:lvl w:ilvl="0" w:tplc="81563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D4D04"/>
    <w:multiLevelType w:val="hybridMultilevel"/>
    <w:tmpl w:val="240AE282"/>
    <w:lvl w:ilvl="0" w:tplc="525E5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A46F2"/>
    <w:multiLevelType w:val="hybridMultilevel"/>
    <w:tmpl w:val="DD468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5374C"/>
    <w:multiLevelType w:val="multilevel"/>
    <w:tmpl w:val="271A53B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434DBA"/>
    <w:multiLevelType w:val="hybridMultilevel"/>
    <w:tmpl w:val="A6D016A6"/>
    <w:lvl w:ilvl="0" w:tplc="C5C83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85E73"/>
    <w:multiLevelType w:val="hybridMultilevel"/>
    <w:tmpl w:val="7870BB92"/>
    <w:lvl w:ilvl="0" w:tplc="DFC29E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03C4A"/>
    <w:multiLevelType w:val="hybridMultilevel"/>
    <w:tmpl w:val="AE986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F591A"/>
    <w:multiLevelType w:val="hybridMultilevel"/>
    <w:tmpl w:val="041C0E72"/>
    <w:lvl w:ilvl="0" w:tplc="D83E85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23049"/>
    <w:multiLevelType w:val="hybridMultilevel"/>
    <w:tmpl w:val="57C0C67A"/>
    <w:lvl w:ilvl="0" w:tplc="D83E85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0412F"/>
    <w:multiLevelType w:val="hybridMultilevel"/>
    <w:tmpl w:val="703C0C1C"/>
    <w:lvl w:ilvl="0" w:tplc="0F0A5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81CA5"/>
    <w:multiLevelType w:val="hybridMultilevel"/>
    <w:tmpl w:val="57D866D4"/>
    <w:lvl w:ilvl="0" w:tplc="3D601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52F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E42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08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BAB9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EA1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883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E1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3A6C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812C3D"/>
    <w:multiLevelType w:val="multilevel"/>
    <w:tmpl w:val="B27E1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9B3758"/>
    <w:multiLevelType w:val="multilevel"/>
    <w:tmpl w:val="703C0C1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1AFC"/>
    <w:multiLevelType w:val="multilevel"/>
    <w:tmpl w:val="703C0C1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3"/>
  </w:num>
  <w:num w:numId="5">
    <w:abstractNumId w:val="16"/>
  </w:num>
  <w:num w:numId="6">
    <w:abstractNumId w:val="17"/>
  </w:num>
  <w:num w:numId="7">
    <w:abstractNumId w:val="22"/>
  </w:num>
  <w:num w:numId="8">
    <w:abstractNumId w:val="21"/>
  </w:num>
  <w:num w:numId="9">
    <w:abstractNumId w:val="10"/>
  </w:num>
  <w:num w:numId="10">
    <w:abstractNumId w:val="8"/>
  </w:num>
  <w:num w:numId="11">
    <w:abstractNumId w:val="20"/>
  </w:num>
  <w:num w:numId="12">
    <w:abstractNumId w:val="24"/>
  </w:num>
  <w:num w:numId="13">
    <w:abstractNumId w:val="6"/>
  </w:num>
  <w:num w:numId="14">
    <w:abstractNumId w:val="18"/>
  </w:num>
  <w:num w:numId="15">
    <w:abstractNumId w:val="15"/>
  </w:num>
  <w:num w:numId="16">
    <w:abstractNumId w:val="9"/>
  </w:num>
  <w:num w:numId="17">
    <w:abstractNumId w:val="7"/>
  </w:num>
  <w:num w:numId="18">
    <w:abstractNumId w:val="12"/>
  </w:num>
  <w:num w:numId="19">
    <w:abstractNumId w:val="4"/>
  </w:num>
  <w:num w:numId="20">
    <w:abstractNumId w:val="23"/>
  </w:num>
  <w:num w:numId="21">
    <w:abstractNumId w:val="27"/>
  </w:num>
  <w:num w:numId="22">
    <w:abstractNumId w:val="26"/>
  </w:num>
  <w:num w:numId="23">
    <w:abstractNumId w:val="1"/>
  </w:num>
  <w:num w:numId="24">
    <w:abstractNumId w:val="25"/>
  </w:num>
  <w:num w:numId="25">
    <w:abstractNumId w:val="19"/>
  </w:num>
  <w:num w:numId="26">
    <w:abstractNumId w:val="11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intFractionalCharacterWidth/>
  <w:embedSystemFonts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4C"/>
    <w:rsid w:val="00002619"/>
    <w:rsid w:val="000027C6"/>
    <w:rsid w:val="00003CC8"/>
    <w:rsid w:val="00005BA4"/>
    <w:rsid w:val="000065FC"/>
    <w:rsid w:val="00014B60"/>
    <w:rsid w:val="000204AF"/>
    <w:rsid w:val="00021DCE"/>
    <w:rsid w:val="0002391A"/>
    <w:rsid w:val="000249C6"/>
    <w:rsid w:val="000250D8"/>
    <w:rsid w:val="000275F1"/>
    <w:rsid w:val="000310CB"/>
    <w:rsid w:val="00031D55"/>
    <w:rsid w:val="00042C94"/>
    <w:rsid w:val="00047360"/>
    <w:rsid w:val="00050E05"/>
    <w:rsid w:val="000520D1"/>
    <w:rsid w:val="00055556"/>
    <w:rsid w:val="000571EA"/>
    <w:rsid w:val="000606E9"/>
    <w:rsid w:val="00062349"/>
    <w:rsid w:val="00070D0A"/>
    <w:rsid w:val="000713E1"/>
    <w:rsid w:val="0007227D"/>
    <w:rsid w:val="000779D8"/>
    <w:rsid w:val="00077E92"/>
    <w:rsid w:val="00085F0B"/>
    <w:rsid w:val="00086A88"/>
    <w:rsid w:val="00086C99"/>
    <w:rsid w:val="00090505"/>
    <w:rsid w:val="00090825"/>
    <w:rsid w:val="00093CCB"/>
    <w:rsid w:val="000A1045"/>
    <w:rsid w:val="000B0464"/>
    <w:rsid w:val="000B1227"/>
    <w:rsid w:val="000B6733"/>
    <w:rsid w:val="000C0527"/>
    <w:rsid w:val="000C2616"/>
    <w:rsid w:val="000C5B54"/>
    <w:rsid w:val="000C6561"/>
    <w:rsid w:val="000C68CB"/>
    <w:rsid w:val="000D0C39"/>
    <w:rsid w:val="000E4661"/>
    <w:rsid w:val="000E588D"/>
    <w:rsid w:val="000F3BC3"/>
    <w:rsid w:val="000F3EB1"/>
    <w:rsid w:val="000F4326"/>
    <w:rsid w:val="000F5BCE"/>
    <w:rsid w:val="00100F17"/>
    <w:rsid w:val="001027B2"/>
    <w:rsid w:val="00102EB5"/>
    <w:rsid w:val="00105686"/>
    <w:rsid w:val="001074A9"/>
    <w:rsid w:val="0011336B"/>
    <w:rsid w:val="00123038"/>
    <w:rsid w:val="00123D4B"/>
    <w:rsid w:val="001243A5"/>
    <w:rsid w:val="00126DAC"/>
    <w:rsid w:val="00131B45"/>
    <w:rsid w:val="0013295D"/>
    <w:rsid w:val="00134960"/>
    <w:rsid w:val="0013707B"/>
    <w:rsid w:val="001430F4"/>
    <w:rsid w:val="00143B48"/>
    <w:rsid w:val="00143CB4"/>
    <w:rsid w:val="00146AF8"/>
    <w:rsid w:val="00146C8A"/>
    <w:rsid w:val="00163510"/>
    <w:rsid w:val="00167C03"/>
    <w:rsid w:val="00172A03"/>
    <w:rsid w:val="0018094F"/>
    <w:rsid w:val="001812DA"/>
    <w:rsid w:val="00182D31"/>
    <w:rsid w:val="00185AB1"/>
    <w:rsid w:val="001921E6"/>
    <w:rsid w:val="001A0B77"/>
    <w:rsid w:val="001A641A"/>
    <w:rsid w:val="001A794E"/>
    <w:rsid w:val="001B360D"/>
    <w:rsid w:val="001B5D5D"/>
    <w:rsid w:val="001C1AEB"/>
    <w:rsid w:val="001C227E"/>
    <w:rsid w:val="001C388A"/>
    <w:rsid w:val="001F0A14"/>
    <w:rsid w:val="001F2281"/>
    <w:rsid w:val="002009BC"/>
    <w:rsid w:val="00201E7B"/>
    <w:rsid w:val="00202C6F"/>
    <w:rsid w:val="00205A90"/>
    <w:rsid w:val="00207CFE"/>
    <w:rsid w:val="00214E41"/>
    <w:rsid w:val="00217B37"/>
    <w:rsid w:val="002331F3"/>
    <w:rsid w:val="00233CD9"/>
    <w:rsid w:val="00236C9F"/>
    <w:rsid w:val="00241359"/>
    <w:rsid w:val="0024352C"/>
    <w:rsid w:val="00247A46"/>
    <w:rsid w:val="00250785"/>
    <w:rsid w:val="002534AF"/>
    <w:rsid w:val="002560EA"/>
    <w:rsid w:val="00267DB3"/>
    <w:rsid w:val="002714DA"/>
    <w:rsid w:val="00274246"/>
    <w:rsid w:val="00274D56"/>
    <w:rsid w:val="00276483"/>
    <w:rsid w:val="00277438"/>
    <w:rsid w:val="002818EE"/>
    <w:rsid w:val="00281D20"/>
    <w:rsid w:val="00285034"/>
    <w:rsid w:val="0029283A"/>
    <w:rsid w:val="00295A04"/>
    <w:rsid w:val="002A2E79"/>
    <w:rsid w:val="002A3B7E"/>
    <w:rsid w:val="002A63D6"/>
    <w:rsid w:val="002C226F"/>
    <w:rsid w:val="002D0982"/>
    <w:rsid w:val="002D106D"/>
    <w:rsid w:val="002D195B"/>
    <w:rsid w:val="002D47A7"/>
    <w:rsid w:val="002E2DB7"/>
    <w:rsid w:val="002F5E29"/>
    <w:rsid w:val="002F6D6C"/>
    <w:rsid w:val="00304E9B"/>
    <w:rsid w:val="00310C8B"/>
    <w:rsid w:val="00312F48"/>
    <w:rsid w:val="00313263"/>
    <w:rsid w:val="00317FB7"/>
    <w:rsid w:val="00323B57"/>
    <w:rsid w:val="00326DC6"/>
    <w:rsid w:val="0032773C"/>
    <w:rsid w:val="00351596"/>
    <w:rsid w:val="00353EB5"/>
    <w:rsid w:val="00355B94"/>
    <w:rsid w:val="0036258D"/>
    <w:rsid w:val="0036274B"/>
    <w:rsid w:val="003653E4"/>
    <w:rsid w:val="0037283E"/>
    <w:rsid w:val="00380E6D"/>
    <w:rsid w:val="003875A4"/>
    <w:rsid w:val="00396980"/>
    <w:rsid w:val="003A05B1"/>
    <w:rsid w:val="003A45E6"/>
    <w:rsid w:val="003A4813"/>
    <w:rsid w:val="003A7D62"/>
    <w:rsid w:val="003B375E"/>
    <w:rsid w:val="003B5D0E"/>
    <w:rsid w:val="003C55B8"/>
    <w:rsid w:val="003C658A"/>
    <w:rsid w:val="003C75B0"/>
    <w:rsid w:val="003C76A1"/>
    <w:rsid w:val="003D01A0"/>
    <w:rsid w:val="003D08F9"/>
    <w:rsid w:val="003D2766"/>
    <w:rsid w:val="003D3499"/>
    <w:rsid w:val="003D4CBA"/>
    <w:rsid w:val="003D57CA"/>
    <w:rsid w:val="003D79FB"/>
    <w:rsid w:val="003E1BD3"/>
    <w:rsid w:val="003E2921"/>
    <w:rsid w:val="003E2CF1"/>
    <w:rsid w:val="003E3954"/>
    <w:rsid w:val="003E3B43"/>
    <w:rsid w:val="003E4AA3"/>
    <w:rsid w:val="003E586A"/>
    <w:rsid w:val="003F1682"/>
    <w:rsid w:val="00400DA2"/>
    <w:rsid w:val="00401235"/>
    <w:rsid w:val="004115F0"/>
    <w:rsid w:val="004127EB"/>
    <w:rsid w:val="00413DB6"/>
    <w:rsid w:val="00416713"/>
    <w:rsid w:val="00417985"/>
    <w:rsid w:val="00420337"/>
    <w:rsid w:val="00420CF2"/>
    <w:rsid w:val="00425ABC"/>
    <w:rsid w:val="004349E0"/>
    <w:rsid w:val="004406B8"/>
    <w:rsid w:val="00442693"/>
    <w:rsid w:val="00443130"/>
    <w:rsid w:val="004443B4"/>
    <w:rsid w:val="00447C0D"/>
    <w:rsid w:val="0045081B"/>
    <w:rsid w:val="00450986"/>
    <w:rsid w:val="00450B83"/>
    <w:rsid w:val="004516E5"/>
    <w:rsid w:val="00453A6A"/>
    <w:rsid w:val="00457FF2"/>
    <w:rsid w:val="00460EC7"/>
    <w:rsid w:val="00461A5D"/>
    <w:rsid w:val="00472DF6"/>
    <w:rsid w:val="00483CF8"/>
    <w:rsid w:val="00485650"/>
    <w:rsid w:val="00487443"/>
    <w:rsid w:val="00487B1C"/>
    <w:rsid w:val="00491D42"/>
    <w:rsid w:val="004A0E64"/>
    <w:rsid w:val="004A3938"/>
    <w:rsid w:val="004A3F45"/>
    <w:rsid w:val="004B4327"/>
    <w:rsid w:val="004B5111"/>
    <w:rsid w:val="004B5550"/>
    <w:rsid w:val="004B5F3B"/>
    <w:rsid w:val="004C0819"/>
    <w:rsid w:val="004D03A2"/>
    <w:rsid w:val="004D03C0"/>
    <w:rsid w:val="004D1A76"/>
    <w:rsid w:val="004D7240"/>
    <w:rsid w:val="004E5DBB"/>
    <w:rsid w:val="004F115D"/>
    <w:rsid w:val="004F65C8"/>
    <w:rsid w:val="004F72F2"/>
    <w:rsid w:val="004F76E2"/>
    <w:rsid w:val="00501425"/>
    <w:rsid w:val="00506242"/>
    <w:rsid w:val="00513CBB"/>
    <w:rsid w:val="005153BB"/>
    <w:rsid w:val="00523D02"/>
    <w:rsid w:val="00525208"/>
    <w:rsid w:val="00525C95"/>
    <w:rsid w:val="005341CF"/>
    <w:rsid w:val="005366C5"/>
    <w:rsid w:val="00544731"/>
    <w:rsid w:val="005456C2"/>
    <w:rsid w:val="005508E5"/>
    <w:rsid w:val="0055280A"/>
    <w:rsid w:val="00552810"/>
    <w:rsid w:val="00554B54"/>
    <w:rsid w:val="00561F91"/>
    <w:rsid w:val="00562110"/>
    <w:rsid w:val="005626CE"/>
    <w:rsid w:val="00563106"/>
    <w:rsid w:val="00563FC4"/>
    <w:rsid w:val="00564B32"/>
    <w:rsid w:val="00564D35"/>
    <w:rsid w:val="005701C1"/>
    <w:rsid w:val="0057049E"/>
    <w:rsid w:val="005757C1"/>
    <w:rsid w:val="005A7F02"/>
    <w:rsid w:val="005B20A6"/>
    <w:rsid w:val="005B69F6"/>
    <w:rsid w:val="005B7D33"/>
    <w:rsid w:val="005B7D9D"/>
    <w:rsid w:val="005C2154"/>
    <w:rsid w:val="005C24E5"/>
    <w:rsid w:val="005C66AB"/>
    <w:rsid w:val="005C70AA"/>
    <w:rsid w:val="005F0FBC"/>
    <w:rsid w:val="005F1C29"/>
    <w:rsid w:val="005F22FD"/>
    <w:rsid w:val="005F729E"/>
    <w:rsid w:val="005F75F7"/>
    <w:rsid w:val="006168DA"/>
    <w:rsid w:val="006235FF"/>
    <w:rsid w:val="00627127"/>
    <w:rsid w:val="006309F7"/>
    <w:rsid w:val="0063122E"/>
    <w:rsid w:val="006344D0"/>
    <w:rsid w:val="00636461"/>
    <w:rsid w:val="006375A7"/>
    <w:rsid w:val="006462C1"/>
    <w:rsid w:val="00647E52"/>
    <w:rsid w:val="00651FA4"/>
    <w:rsid w:val="00652435"/>
    <w:rsid w:val="0065335C"/>
    <w:rsid w:val="00655D5A"/>
    <w:rsid w:val="00662F28"/>
    <w:rsid w:val="00671AC3"/>
    <w:rsid w:val="00673851"/>
    <w:rsid w:val="00674172"/>
    <w:rsid w:val="006814D5"/>
    <w:rsid w:val="006833C3"/>
    <w:rsid w:val="00684A4A"/>
    <w:rsid w:val="00685EC2"/>
    <w:rsid w:val="00693BFC"/>
    <w:rsid w:val="00697430"/>
    <w:rsid w:val="006A09D1"/>
    <w:rsid w:val="006A1350"/>
    <w:rsid w:val="006A40AD"/>
    <w:rsid w:val="006A5031"/>
    <w:rsid w:val="006A58D6"/>
    <w:rsid w:val="006A6876"/>
    <w:rsid w:val="006A7784"/>
    <w:rsid w:val="006A7A57"/>
    <w:rsid w:val="006B4F63"/>
    <w:rsid w:val="006B50CC"/>
    <w:rsid w:val="006C2CCB"/>
    <w:rsid w:val="006C6CD3"/>
    <w:rsid w:val="006C7E04"/>
    <w:rsid w:val="006D0001"/>
    <w:rsid w:val="006D4B6D"/>
    <w:rsid w:val="006D7D73"/>
    <w:rsid w:val="006D7D8F"/>
    <w:rsid w:val="006E0026"/>
    <w:rsid w:val="006E2A96"/>
    <w:rsid w:val="006E2EBD"/>
    <w:rsid w:val="006E4C53"/>
    <w:rsid w:val="006F2536"/>
    <w:rsid w:val="007037D8"/>
    <w:rsid w:val="007110CA"/>
    <w:rsid w:val="007136EA"/>
    <w:rsid w:val="00714757"/>
    <w:rsid w:val="00717C50"/>
    <w:rsid w:val="0072169D"/>
    <w:rsid w:val="00723C5F"/>
    <w:rsid w:val="00730264"/>
    <w:rsid w:val="00740FE2"/>
    <w:rsid w:val="00743537"/>
    <w:rsid w:val="00744B4C"/>
    <w:rsid w:val="00746A8C"/>
    <w:rsid w:val="00747647"/>
    <w:rsid w:val="007516FC"/>
    <w:rsid w:val="0075466F"/>
    <w:rsid w:val="00755237"/>
    <w:rsid w:val="00755F4B"/>
    <w:rsid w:val="00756872"/>
    <w:rsid w:val="00757A14"/>
    <w:rsid w:val="00760771"/>
    <w:rsid w:val="007624D9"/>
    <w:rsid w:val="00771C9C"/>
    <w:rsid w:val="0078236D"/>
    <w:rsid w:val="00783606"/>
    <w:rsid w:val="00783AE4"/>
    <w:rsid w:val="007862EA"/>
    <w:rsid w:val="007868C4"/>
    <w:rsid w:val="007925EC"/>
    <w:rsid w:val="007928F9"/>
    <w:rsid w:val="00793EAD"/>
    <w:rsid w:val="007A260A"/>
    <w:rsid w:val="007A34AD"/>
    <w:rsid w:val="007A52E3"/>
    <w:rsid w:val="007A69B5"/>
    <w:rsid w:val="007A6E68"/>
    <w:rsid w:val="007B2B82"/>
    <w:rsid w:val="007B4867"/>
    <w:rsid w:val="007B5E4C"/>
    <w:rsid w:val="007B78CE"/>
    <w:rsid w:val="007B79B9"/>
    <w:rsid w:val="007C037A"/>
    <w:rsid w:val="007C6829"/>
    <w:rsid w:val="007C7139"/>
    <w:rsid w:val="007D03A9"/>
    <w:rsid w:val="007D2BD8"/>
    <w:rsid w:val="007D56D2"/>
    <w:rsid w:val="007E1F32"/>
    <w:rsid w:val="007E5A5F"/>
    <w:rsid w:val="007F3A4E"/>
    <w:rsid w:val="007F5B85"/>
    <w:rsid w:val="007F5E1C"/>
    <w:rsid w:val="00800EB3"/>
    <w:rsid w:val="00803559"/>
    <w:rsid w:val="0081032D"/>
    <w:rsid w:val="008117C2"/>
    <w:rsid w:val="0081225B"/>
    <w:rsid w:val="00812A0A"/>
    <w:rsid w:val="008207F3"/>
    <w:rsid w:val="00821073"/>
    <w:rsid w:val="008454AF"/>
    <w:rsid w:val="00845547"/>
    <w:rsid w:val="00845811"/>
    <w:rsid w:val="00850BFD"/>
    <w:rsid w:val="00852747"/>
    <w:rsid w:val="00855247"/>
    <w:rsid w:val="0085636F"/>
    <w:rsid w:val="00857540"/>
    <w:rsid w:val="00862265"/>
    <w:rsid w:val="00862AD3"/>
    <w:rsid w:val="00863985"/>
    <w:rsid w:val="00867D01"/>
    <w:rsid w:val="008706F0"/>
    <w:rsid w:val="00871343"/>
    <w:rsid w:val="00872D22"/>
    <w:rsid w:val="00874823"/>
    <w:rsid w:val="00874B18"/>
    <w:rsid w:val="00875F7D"/>
    <w:rsid w:val="008911DB"/>
    <w:rsid w:val="00892827"/>
    <w:rsid w:val="008A052B"/>
    <w:rsid w:val="008C068C"/>
    <w:rsid w:val="008C40DD"/>
    <w:rsid w:val="008D047D"/>
    <w:rsid w:val="008D06CE"/>
    <w:rsid w:val="008D0A0C"/>
    <w:rsid w:val="008D36A9"/>
    <w:rsid w:val="008D7F6D"/>
    <w:rsid w:val="008E1CAB"/>
    <w:rsid w:val="008E3A39"/>
    <w:rsid w:val="008E685A"/>
    <w:rsid w:val="008F1315"/>
    <w:rsid w:val="008F19DA"/>
    <w:rsid w:val="008F33C7"/>
    <w:rsid w:val="008F489B"/>
    <w:rsid w:val="008F6DDB"/>
    <w:rsid w:val="008F7997"/>
    <w:rsid w:val="009004BF"/>
    <w:rsid w:val="00907BB2"/>
    <w:rsid w:val="00911881"/>
    <w:rsid w:val="00913A90"/>
    <w:rsid w:val="00916FEB"/>
    <w:rsid w:val="00922106"/>
    <w:rsid w:val="00922BE7"/>
    <w:rsid w:val="00927B4B"/>
    <w:rsid w:val="009331A9"/>
    <w:rsid w:val="00933B21"/>
    <w:rsid w:val="00937805"/>
    <w:rsid w:val="00940E0A"/>
    <w:rsid w:val="00946838"/>
    <w:rsid w:val="0095069A"/>
    <w:rsid w:val="009564D0"/>
    <w:rsid w:val="00960F95"/>
    <w:rsid w:val="00960FAC"/>
    <w:rsid w:val="00962CC2"/>
    <w:rsid w:val="00971776"/>
    <w:rsid w:val="0098151B"/>
    <w:rsid w:val="009815AB"/>
    <w:rsid w:val="00982874"/>
    <w:rsid w:val="00985C63"/>
    <w:rsid w:val="009903A8"/>
    <w:rsid w:val="00993123"/>
    <w:rsid w:val="00997596"/>
    <w:rsid w:val="0099786D"/>
    <w:rsid w:val="009C2EF7"/>
    <w:rsid w:val="009C56F0"/>
    <w:rsid w:val="009D37D8"/>
    <w:rsid w:val="009D5061"/>
    <w:rsid w:val="009E2ADF"/>
    <w:rsid w:val="009F62A0"/>
    <w:rsid w:val="009F6DC4"/>
    <w:rsid w:val="00A00343"/>
    <w:rsid w:val="00A016E9"/>
    <w:rsid w:val="00A023E2"/>
    <w:rsid w:val="00A115B0"/>
    <w:rsid w:val="00A1618A"/>
    <w:rsid w:val="00A17EBD"/>
    <w:rsid w:val="00A2010E"/>
    <w:rsid w:val="00A20F70"/>
    <w:rsid w:val="00A223B0"/>
    <w:rsid w:val="00A25FB8"/>
    <w:rsid w:val="00A323F9"/>
    <w:rsid w:val="00A374D8"/>
    <w:rsid w:val="00A408C2"/>
    <w:rsid w:val="00A40C88"/>
    <w:rsid w:val="00A4382B"/>
    <w:rsid w:val="00A476CC"/>
    <w:rsid w:val="00A50BD5"/>
    <w:rsid w:val="00A515D0"/>
    <w:rsid w:val="00A5354A"/>
    <w:rsid w:val="00A57A12"/>
    <w:rsid w:val="00A60B00"/>
    <w:rsid w:val="00A63023"/>
    <w:rsid w:val="00A63A85"/>
    <w:rsid w:val="00A65D00"/>
    <w:rsid w:val="00A6694B"/>
    <w:rsid w:val="00A70220"/>
    <w:rsid w:val="00A702DC"/>
    <w:rsid w:val="00A81D54"/>
    <w:rsid w:val="00A91BCC"/>
    <w:rsid w:val="00A92070"/>
    <w:rsid w:val="00A921A3"/>
    <w:rsid w:val="00A940D2"/>
    <w:rsid w:val="00A951BA"/>
    <w:rsid w:val="00A96C9E"/>
    <w:rsid w:val="00A97DEC"/>
    <w:rsid w:val="00AA60B5"/>
    <w:rsid w:val="00AB5715"/>
    <w:rsid w:val="00AC1F56"/>
    <w:rsid w:val="00AC65EF"/>
    <w:rsid w:val="00AD0C8B"/>
    <w:rsid w:val="00AD1908"/>
    <w:rsid w:val="00AD7998"/>
    <w:rsid w:val="00AE1DD6"/>
    <w:rsid w:val="00AE225F"/>
    <w:rsid w:val="00AE3352"/>
    <w:rsid w:val="00AF06DB"/>
    <w:rsid w:val="00AF1721"/>
    <w:rsid w:val="00AF305C"/>
    <w:rsid w:val="00B0022E"/>
    <w:rsid w:val="00B03DAE"/>
    <w:rsid w:val="00B0730A"/>
    <w:rsid w:val="00B07726"/>
    <w:rsid w:val="00B100F2"/>
    <w:rsid w:val="00B1300B"/>
    <w:rsid w:val="00B13508"/>
    <w:rsid w:val="00B1396F"/>
    <w:rsid w:val="00B13E2F"/>
    <w:rsid w:val="00B140B3"/>
    <w:rsid w:val="00B1627F"/>
    <w:rsid w:val="00B20A83"/>
    <w:rsid w:val="00B23FE2"/>
    <w:rsid w:val="00B338C7"/>
    <w:rsid w:val="00B35A27"/>
    <w:rsid w:val="00B41FE1"/>
    <w:rsid w:val="00B42442"/>
    <w:rsid w:val="00B51A62"/>
    <w:rsid w:val="00B5549E"/>
    <w:rsid w:val="00B55F61"/>
    <w:rsid w:val="00B56FA5"/>
    <w:rsid w:val="00B57A49"/>
    <w:rsid w:val="00B65171"/>
    <w:rsid w:val="00B6627C"/>
    <w:rsid w:val="00B7007B"/>
    <w:rsid w:val="00B72D16"/>
    <w:rsid w:val="00B72D1D"/>
    <w:rsid w:val="00B87D0B"/>
    <w:rsid w:val="00B87DF9"/>
    <w:rsid w:val="00B94A0E"/>
    <w:rsid w:val="00B951DE"/>
    <w:rsid w:val="00BA03C1"/>
    <w:rsid w:val="00BA0D90"/>
    <w:rsid w:val="00BA6B3B"/>
    <w:rsid w:val="00BA71DA"/>
    <w:rsid w:val="00BB7939"/>
    <w:rsid w:val="00BC09BB"/>
    <w:rsid w:val="00BC0BAC"/>
    <w:rsid w:val="00BC151C"/>
    <w:rsid w:val="00BC2F1F"/>
    <w:rsid w:val="00BC5870"/>
    <w:rsid w:val="00BD0EFE"/>
    <w:rsid w:val="00BD145D"/>
    <w:rsid w:val="00BD1D16"/>
    <w:rsid w:val="00BD4775"/>
    <w:rsid w:val="00BD5E58"/>
    <w:rsid w:val="00BE26F1"/>
    <w:rsid w:val="00BE29A9"/>
    <w:rsid w:val="00BF0579"/>
    <w:rsid w:val="00BF55B0"/>
    <w:rsid w:val="00BF6B72"/>
    <w:rsid w:val="00BF7E0A"/>
    <w:rsid w:val="00C11D62"/>
    <w:rsid w:val="00C20284"/>
    <w:rsid w:val="00C22F57"/>
    <w:rsid w:val="00C23C1B"/>
    <w:rsid w:val="00C24CCF"/>
    <w:rsid w:val="00C251E5"/>
    <w:rsid w:val="00C32BF4"/>
    <w:rsid w:val="00C33BA2"/>
    <w:rsid w:val="00C35158"/>
    <w:rsid w:val="00C3649B"/>
    <w:rsid w:val="00C373BA"/>
    <w:rsid w:val="00C37C6D"/>
    <w:rsid w:val="00C5223A"/>
    <w:rsid w:val="00C6008B"/>
    <w:rsid w:val="00C610F6"/>
    <w:rsid w:val="00C64850"/>
    <w:rsid w:val="00C74853"/>
    <w:rsid w:val="00C765BE"/>
    <w:rsid w:val="00C92E2E"/>
    <w:rsid w:val="00C93FA9"/>
    <w:rsid w:val="00C950DF"/>
    <w:rsid w:val="00C9649D"/>
    <w:rsid w:val="00C97E75"/>
    <w:rsid w:val="00CA07C9"/>
    <w:rsid w:val="00CA24AA"/>
    <w:rsid w:val="00CA70D7"/>
    <w:rsid w:val="00CA734D"/>
    <w:rsid w:val="00CA7B29"/>
    <w:rsid w:val="00CB112A"/>
    <w:rsid w:val="00CB201E"/>
    <w:rsid w:val="00CB5702"/>
    <w:rsid w:val="00CC0297"/>
    <w:rsid w:val="00CC6B77"/>
    <w:rsid w:val="00CD346A"/>
    <w:rsid w:val="00CD490F"/>
    <w:rsid w:val="00CD513A"/>
    <w:rsid w:val="00CE0730"/>
    <w:rsid w:val="00CE3EA0"/>
    <w:rsid w:val="00CF3AC8"/>
    <w:rsid w:val="00D07CDC"/>
    <w:rsid w:val="00D12543"/>
    <w:rsid w:val="00D310EF"/>
    <w:rsid w:val="00D31596"/>
    <w:rsid w:val="00D32D90"/>
    <w:rsid w:val="00D34418"/>
    <w:rsid w:val="00D34801"/>
    <w:rsid w:val="00D401D2"/>
    <w:rsid w:val="00D43394"/>
    <w:rsid w:val="00D44A5B"/>
    <w:rsid w:val="00D470A6"/>
    <w:rsid w:val="00D47FC5"/>
    <w:rsid w:val="00D50D0E"/>
    <w:rsid w:val="00D5164D"/>
    <w:rsid w:val="00D52803"/>
    <w:rsid w:val="00D63C65"/>
    <w:rsid w:val="00D75F0E"/>
    <w:rsid w:val="00D77401"/>
    <w:rsid w:val="00D86861"/>
    <w:rsid w:val="00D94C54"/>
    <w:rsid w:val="00D96AEB"/>
    <w:rsid w:val="00DA63D0"/>
    <w:rsid w:val="00DB166F"/>
    <w:rsid w:val="00DB3445"/>
    <w:rsid w:val="00DB3E8C"/>
    <w:rsid w:val="00DB46F5"/>
    <w:rsid w:val="00DB5093"/>
    <w:rsid w:val="00DC0634"/>
    <w:rsid w:val="00DC4776"/>
    <w:rsid w:val="00DC4D1B"/>
    <w:rsid w:val="00DC64CA"/>
    <w:rsid w:val="00DE0DFF"/>
    <w:rsid w:val="00DE4CF9"/>
    <w:rsid w:val="00DF3687"/>
    <w:rsid w:val="00DF66A0"/>
    <w:rsid w:val="00E0073D"/>
    <w:rsid w:val="00E027EC"/>
    <w:rsid w:val="00E07B9D"/>
    <w:rsid w:val="00E101BF"/>
    <w:rsid w:val="00E11F01"/>
    <w:rsid w:val="00E145CD"/>
    <w:rsid w:val="00E14720"/>
    <w:rsid w:val="00E14D59"/>
    <w:rsid w:val="00E15226"/>
    <w:rsid w:val="00E21D73"/>
    <w:rsid w:val="00E35604"/>
    <w:rsid w:val="00E35F80"/>
    <w:rsid w:val="00E37278"/>
    <w:rsid w:val="00E3797E"/>
    <w:rsid w:val="00E43E6B"/>
    <w:rsid w:val="00E445B0"/>
    <w:rsid w:val="00E44CFA"/>
    <w:rsid w:val="00E474C3"/>
    <w:rsid w:val="00E50A72"/>
    <w:rsid w:val="00E525FD"/>
    <w:rsid w:val="00E62CB3"/>
    <w:rsid w:val="00E63D5A"/>
    <w:rsid w:val="00E81A0E"/>
    <w:rsid w:val="00E85EE0"/>
    <w:rsid w:val="00E935A4"/>
    <w:rsid w:val="00E94988"/>
    <w:rsid w:val="00E96B17"/>
    <w:rsid w:val="00E976A3"/>
    <w:rsid w:val="00EA1AC3"/>
    <w:rsid w:val="00EB7A23"/>
    <w:rsid w:val="00EC5168"/>
    <w:rsid w:val="00EC56E8"/>
    <w:rsid w:val="00EC76A5"/>
    <w:rsid w:val="00EC792C"/>
    <w:rsid w:val="00ED1053"/>
    <w:rsid w:val="00ED14D0"/>
    <w:rsid w:val="00ED5FDE"/>
    <w:rsid w:val="00EE39A6"/>
    <w:rsid w:val="00EE3D46"/>
    <w:rsid w:val="00EE47DD"/>
    <w:rsid w:val="00EF0928"/>
    <w:rsid w:val="00EF0947"/>
    <w:rsid w:val="00EF0DF0"/>
    <w:rsid w:val="00F02622"/>
    <w:rsid w:val="00F04477"/>
    <w:rsid w:val="00F06361"/>
    <w:rsid w:val="00F101F6"/>
    <w:rsid w:val="00F15AC1"/>
    <w:rsid w:val="00F21D82"/>
    <w:rsid w:val="00F2463E"/>
    <w:rsid w:val="00F26C23"/>
    <w:rsid w:val="00F273D6"/>
    <w:rsid w:val="00F30FCF"/>
    <w:rsid w:val="00F3126B"/>
    <w:rsid w:val="00F322C3"/>
    <w:rsid w:val="00F44800"/>
    <w:rsid w:val="00F44B31"/>
    <w:rsid w:val="00F503DB"/>
    <w:rsid w:val="00F51A7A"/>
    <w:rsid w:val="00F51DE4"/>
    <w:rsid w:val="00F6131E"/>
    <w:rsid w:val="00F61920"/>
    <w:rsid w:val="00F61C17"/>
    <w:rsid w:val="00F71BD2"/>
    <w:rsid w:val="00F73119"/>
    <w:rsid w:val="00F7400E"/>
    <w:rsid w:val="00F753A8"/>
    <w:rsid w:val="00F82B19"/>
    <w:rsid w:val="00F85ECC"/>
    <w:rsid w:val="00F867F9"/>
    <w:rsid w:val="00F91A5E"/>
    <w:rsid w:val="00FA1187"/>
    <w:rsid w:val="00FA293B"/>
    <w:rsid w:val="00FA45E5"/>
    <w:rsid w:val="00FA55A4"/>
    <w:rsid w:val="00FB0C6B"/>
    <w:rsid w:val="00FB3E0B"/>
    <w:rsid w:val="00FB447F"/>
    <w:rsid w:val="00FC0F98"/>
    <w:rsid w:val="00FC2032"/>
    <w:rsid w:val="00FC2044"/>
    <w:rsid w:val="00FC64BC"/>
    <w:rsid w:val="00FC77B9"/>
    <w:rsid w:val="00FD36A4"/>
    <w:rsid w:val="00FE521D"/>
    <w:rsid w:val="00FE62EE"/>
    <w:rsid w:val="00FE65D6"/>
    <w:rsid w:val="00FF08F9"/>
    <w:rsid w:val="00FF2B17"/>
    <w:rsid w:val="00FF3407"/>
    <w:rsid w:val="00F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efaultImageDpi w14:val="300"/>
  <w15:chartTrackingRefBased/>
  <w15:docId w15:val="{71AFA2E9-295D-4E2F-A3D6-777940B8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F9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353EB5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EB5"/>
    <w:rPr>
      <w:b/>
      <w:bCs/>
      <w:kern w:val="36"/>
      <w:sz w:val="48"/>
      <w:szCs w:val="48"/>
    </w:rPr>
  </w:style>
  <w:style w:type="paragraph" w:customStyle="1" w:styleId="Number">
    <w:name w:val="Number"/>
    <w:basedOn w:val="Normal"/>
    <w:next w:val="Title"/>
    <w:rsid w:val="00960F95"/>
    <w:pPr>
      <w:suppressAutoHyphens/>
      <w:spacing w:before="120" w:after="360"/>
    </w:pPr>
    <w:rPr>
      <w:rFonts w:ascii="Arial" w:hAnsi="Arial"/>
      <w:b/>
      <w:sz w:val="28"/>
    </w:rPr>
  </w:style>
  <w:style w:type="paragraph" w:styleId="Title">
    <w:name w:val="Title"/>
    <w:basedOn w:val="Number"/>
    <w:next w:val="Author"/>
    <w:qFormat/>
    <w:pPr>
      <w:spacing w:before="0" w:after="0"/>
    </w:pPr>
  </w:style>
  <w:style w:type="paragraph" w:customStyle="1" w:styleId="Author">
    <w:name w:val="Author"/>
    <w:basedOn w:val="Normal"/>
    <w:next w:val="copyright"/>
    <w:qFormat/>
    <w:rsid w:val="00960F95"/>
    <w:pPr>
      <w:suppressAutoHyphens/>
      <w:spacing w:after="480"/>
    </w:pPr>
    <w:rPr>
      <w:rFonts w:ascii="Arial" w:hAnsi="Arial"/>
      <w:sz w:val="20"/>
    </w:rPr>
  </w:style>
  <w:style w:type="paragraph" w:customStyle="1" w:styleId="copyright">
    <w:name w:val="copyright"/>
    <w:basedOn w:val="Author"/>
    <w:rsid w:val="005626CE"/>
    <w:pPr>
      <w:suppressAutoHyphens w:val="0"/>
      <w:spacing w:after="0"/>
      <w:jc w:val="both"/>
    </w:pPr>
    <w:rPr>
      <w:sz w:val="14"/>
    </w:rPr>
  </w:style>
  <w:style w:type="paragraph" w:customStyle="1" w:styleId="Head1">
    <w:name w:val="Head1"/>
    <w:basedOn w:val="Normal"/>
    <w:next w:val="para"/>
    <w:rsid w:val="005626CE"/>
    <w:pPr>
      <w:keepNext/>
      <w:suppressAutoHyphens/>
    </w:pPr>
    <w:rPr>
      <w:rFonts w:ascii="Arial" w:hAnsi="Arial"/>
      <w:b/>
      <w:sz w:val="28"/>
    </w:rPr>
  </w:style>
  <w:style w:type="paragraph" w:customStyle="1" w:styleId="para">
    <w:name w:val="para"/>
    <w:basedOn w:val="Normal"/>
    <w:next w:val="para1"/>
    <w:pPr>
      <w:widowControl/>
      <w:suppressAutoHyphens/>
      <w:jc w:val="both"/>
    </w:pPr>
  </w:style>
  <w:style w:type="paragraph" w:customStyle="1" w:styleId="para1">
    <w:name w:val="para1"/>
    <w:basedOn w:val="para"/>
    <w:pPr>
      <w:ind w:firstLine="288"/>
    </w:pPr>
  </w:style>
  <w:style w:type="paragraph" w:customStyle="1" w:styleId="Head2">
    <w:name w:val="Head2"/>
    <w:basedOn w:val="Head1"/>
    <w:next w:val="para1"/>
    <w:pPr>
      <w:keepNext w:val="0"/>
      <w:widowControl/>
      <w:suppressAutoHyphens w:val="0"/>
      <w:jc w:val="both"/>
    </w:pPr>
    <w:rPr>
      <w:rFonts w:ascii="Times New Roman" w:hAnsi="Times New Roman"/>
    </w:rPr>
  </w:style>
  <w:style w:type="paragraph" w:customStyle="1" w:styleId="Head3">
    <w:name w:val="Head3"/>
    <w:basedOn w:val="para"/>
    <w:next w:val="para1"/>
    <w:pPr>
      <w:ind w:firstLine="288"/>
    </w:pPr>
    <w:rPr>
      <w:b/>
      <w:i/>
    </w:rPr>
  </w:style>
  <w:style w:type="paragraph" w:customStyle="1" w:styleId="Head4">
    <w:name w:val="Head4"/>
    <w:basedOn w:val="Head3"/>
    <w:next w:val="para1"/>
    <w:rPr>
      <w:b w:val="0"/>
    </w:rPr>
  </w:style>
  <w:style w:type="paragraph" w:styleId="Header">
    <w:name w:val="header"/>
    <w:basedOn w:val="Normal"/>
    <w:pPr>
      <w:tabs>
        <w:tab w:val="center" w:pos="5400"/>
        <w:tab w:val="right" w:pos="10800"/>
      </w:tabs>
      <w:suppressAutoHyphens/>
    </w:pPr>
    <w:rPr>
      <w:rFonts w:ascii="Arial" w:hAnsi="Arial"/>
      <w:sz w:val="16"/>
    </w:rPr>
  </w:style>
  <w:style w:type="paragraph" w:customStyle="1" w:styleId="Nomenclature">
    <w:name w:val="Nomenclature"/>
    <w:basedOn w:val="para"/>
    <w:pPr>
      <w:tabs>
        <w:tab w:val="right" w:pos="806"/>
        <w:tab w:val="left" w:pos="878"/>
      </w:tabs>
      <w:ind w:left="1032" w:hanging="1032"/>
      <w:jc w:val="left"/>
    </w:pPr>
    <w:rPr>
      <w:i/>
    </w:rPr>
  </w:style>
  <w:style w:type="paragraph" w:customStyle="1" w:styleId="References">
    <w:name w:val="References"/>
    <w:basedOn w:val="para"/>
    <w:pPr>
      <w:tabs>
        <w:tab w:val="right" w:pos="240"/>
        <w:tab w:val="left" w:pos="374"/>
      </w:tabs>
      <w:ind w:left="374" w:hanging="374"/>
    </w:pPr>
    <w:rPr>
      <w:sz w:val="18"/>
    </w:rPr>
  </w:style>
  <w:style w:type="paragraph" w:customStyle="1" w:styleId="Metric">
    <w:name w:val="Metric"/>
    <w:basedOn w:val="para"/>
    <w:pPr>
      <w:tabs>
        <w:tab w:val="right" w:pos="1152"/>
        <w:tab w:val="left" w:pos="1224"/>
        <w:tab w:val="right" w:pos="2866"/>
        <w:tab w:val="left" w:pos="2923"/>
      </w:tabs>
    </w:pPr>
  </w:style>
  <w:style w:type="paragraph" w:customStyle="1" w:styleId="FigCaption">
    <w:name w:val="FigCaption"/>
    <w:basedOn w:val="Normal"/>
    <w:pPr>
      <w:jc w:val="both"/>
    </w:pPr>
    <w:rPr>
      <w:rFonts w:ascii="Arial" w:hAnsi="Arial"/>
      <w:b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825"/>
    <w:rPr>
      <w:sz w:val="24"/>
    </w:rPr>
  </w:style>
  <w:style w:type="character" w:styleId="PageNumber">
    <w:name w:val="page number"/>
    <w:basedOn w:val="DefaultParagraphFont"/>
    <w:uiPriority w:val="99"/>
  </w:style>
  <w:style w:type="paragraph" w:customStyle="1" w:styleId="-">
    <w:name w:val=":-)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Equation">
    <w:name w:val="Equation"/>
    <w:basedOn w:val="para1"/>
    <w:next w:val="para"/>
    <w:pPr>
      <w:spacing w:before="100" w:after="100"/>
    </w:pPr>
  </w:style>
  <w:style w:type="paragraph" w:customStyle="1" w:styleId="rule">
    <w:name w:val="rule"/>
    <w:basedOn w:val="Normal"/>
    <w:next w:val="copyright"/>
  </w:style>
  <w:style w:type="paragraph" w:styleId="BodyTextIndent2">
    <w:name w:val="Body Text Indent 2"/>
    <w:basedOn w:val="Normal"/>
    <w:rsid w:val="007C037A"/>
    <w:pPr>
      <w:widowControl/>
      <w:tabs>
        <w:tab w:val="left" w:pos="-720"/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ind w:left="-360"/>
      <w:jc w:val="both"/>
      <w:textAlignment w:val="auto"/>
    </w:pPr>
    <w:rPr>
      <w:rFonts w:ascii="Arial" w:hAnsi="Arial" w:cs="Arial"/>
      <w:sz w:val="12"/>
      <w:szCs w:val="24"/>
    </w:rPr>
  </w:style>
  <w:style w:type="paragraph" w:styleId="DocumentMap">
    <w:name w:val="Document Map"/>
    <w:basedOn w:val="Normal"/>
    <w:link w:val="DocumentMapChar"/>
    <w:semiHidden/>
    <w:rsid w:val="008D047D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090825"/>
    <w:pPr>
      <w:widowControl/>
      <w:overflowPunct/>
      <w:autoSpaceDE/>
      <w:autoSpaceDN/>
      <w:adjustRightInd/>
      <w:spacing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Cs w:val="22"/>
    </w:rPr>
  </w:style>
  <w:style w:type="paragraph" w:styleId="NoSpacing">
    <w:name w:val="No Spacing"/>
    <w:uiPriority w:val="1"/>
    <w:qFormat/>
    <w:rsid w:val="00090825"/>
    <w:rPr>
      <w:rFonts w:asciiTheme="minorHAnsi" w:eastAsiaTheme="minorHAnsi" w:hAnsiTheme="minorHAnsi" w:cstheme="minorBidi"/>
      <w:sz w:val="24"/>
      <w:szCs w:val="22"/>
    </w:rPr>
  </w:style>
  <w:style w:type="character" w:styleId="Strong">
    <w:name w:val="Strong"/>
    <w:basedOn w:val="DefaultParagraphFont"/>
    <w:uiPriority w:val="22"/>
    <w:qFormat/>
    <w:rsid w:val="00090825"/>
    <w:rPr>
      <w:b/>
      <w:bCs/>
    </w:rPr>
  </w:style>
  <w:style w:type="table" w:styleId="TableGrid">
    <w:name w:val="Table Grid"/>
    <w:basedOn w:val="TableNormal"/>
    <w:uiPriority w:val="39"/>
    <w:rsid w:val="0009082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08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9082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unhideWhenUsed/>
    <w:rsid w:val="00B23FE2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23FE2"/>
  </w:style>
  <w:style w:type="paragraph" w:styleId="BalloonText">
    <w:name w:val="Balloon Text"/>
    <w:basedOn w:val="Normal"/>
    <w:link w:val="BalloonTextChar"/>
    <w:rsid w:val="00BE2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29A9"/>
    <w:rPr>
      <w:rFonts w:ascii="Segoe UI" w:hAnsi="Segoe UI" w:cs="Segoe UI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2D106D"/>
    <w:rPr>
      <w:rFonts w:ascii="Tahoma" w:hAnsi="Tahoma" w:cs="Tahoma"/>
      <w:sz w:val="24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CSM\Ph.D.%20Thesis\SPE%20Paper\2015%20SPE-ATCE\Manuscript\conference%20documents\Spe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00CF68-4B7A-43EE-9423-71D044D2D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Speword</Template>
  <TotalTime>257</TotalTime>
  <Pages>5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msalli</dc:creator>
  <cp:keywords/>
  <dc:description/>
  <cp:lastModifiedBy>Msalli al-otaibi</cp:lastModifiedBy>
  <cp:revision>126</cp:revision>
  <cp:lastPrinted>2015-06-01T22:55:00Z</cp:lastPrinted>
  <dcterms:created xsi:type="dcterms:W3CDTF">2015-06-02T01:41:00Z</dcterms:created>
  <dcterms:modified xsi:type="dcterms:W3CDTF">2015-06-02T18:52:00Z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Number">
    <vt:lpwstr>1</vt:lpwstr>
  </property>
</Properties>
</file>